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1A40E2" w:rsidRDefault="004467B2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Line story</w:t>
      </w:r>
    </w:p>
    <w:p w:rsidR="007B18B8" w:rsidRDefault="0092582D" w:rsidP="007B18B8">
      <w:pPr>
        <w:spacing w:after="180"/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3643630</wp:posOffset>
            </wp:positionH>
            <wp:positionV relativeFrom="paragraph">
              <wp:posOffset>8255</wp:posOffset>
            </wp:positionV>
            <wp:extent cx="1851660" cy="1767205"/>
            <wp:effectExtent l="0" t="0" r="0" b="4445"/>
            <wp:wrapNone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767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217170</wp:posOffset>
            </wp:positionV>
            <wp:extent cx="1076325" cy="949960"/>
            <wp:effectExtent l="0" t="0" r="0" b="254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4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D65" w:rsidRDefault="00FA2D65" w:rsidP="00FA2D65">
      <w:pPr>
        <w:spacing w:after="120"/>
        <w:rPr>
          <w:lang w:val="en-US"/>
        </w:rPr>
      </w:pPr>
      <w:r w:rsidRPr="00FA2D65">
        <w:rPr>
          <w:lang w:val="en-US"/>
        </w:rPr>
        <w:t>Zara is doing her sprint training.</w:t>
      </w:r>
    </w:p>
    <w:p w:rsidR="0092582D" w:rsidRDefault="0092582D" w:rsidP="00FA2D65">
      <w:pPr>
        <w:spacing w:after="120"/>
        <w:rPr>
          <w:lang w:val="en-US"/>
        </w:rPr>
      </w:pPr>
    </w:p>
    <w:p w:rsidR="0092582D" w:rsidRDefault="0092582D" w:rsidP="00FA2D65">
      <w:pPr>
        <w:spacing w:after="120"/>
        <w:rPr>
          <w:lang w:val="en-US"/>
        </w:rPr>
      </w:pPr>
    </w:p>
    <w:p w:rsidR="0092582D" w:rsidRDefault="0092582D" w:rsidP="0092582D">
      <w:pPr>
        <w:spacing w:after="360"/>
        <w:rPr>
          <w:lang w:val="en-US"/>
        </w:rPr>
      </w:pPr>
    </w:p>
    <w:p w:rsidR="00FA2D65" w:rsidRDefault="00FA2D65" w:rsidP="00FA2D65">
      <w:pPr>
        <w:spacing w:after="120"/>
        <w:rPr>
          <w:lang w:val="en-US"/>
        </w:rPr>
      </w:pPr>
      <w:r w:rsidRPr="00FA2D65">
        <w:rPr>
          <w:lang w:val="en-US"/>
        </w:rPr>
        <w:t>This graph shows how her distance changes during one run.</w:t>
      </w:r>
    </w:p>
    <w:p w:rsidR="0092582D" w:rsidRPr="00201AC2" w:rsidRDefault="0092582D" w:rsidP="0092582D">
      <w:pPr>
        <w:spacing w:after="240"/>
        <w:rPr>
          <w:szCs w:val="18"/>
        </w:rPr>
      </w:pPr>
    </w:p>
    <w:p w:rsidR="00FA2D65" w:rsidRPr="00FA2D65" w:rsidRDefault="002B445A" w:rsidP="0092582D">
      <w:pPr>
        <w:numPr>
          <w:ilvl w:val="0"/>
          <w:numId w:val="4"/>
        </w:numPr>
        <w:tabs>
          <w:tab w:val="clear" w:pos="720"/>
        </w:tabs>
        <w:spacing w:after="60"/>
        <w:ind w:left="425" w:hanging="425"/>
        <w:jc w:val="both"/>
        <w:rPr>
          <w:szCs w:val="18"/>
        </w:rPr>
      </w:pPr>
      <w:r w:rsidRPr="00FA2D65">
        <w:rPr>
          <w:szCs w:val="18"/>
          <w:lang w:val="en-US"/>
        </w:rPr>
        <w:t xml:space="preserve">What does the part of the graph </w:t>
      </w:r>
      <w:r w:rsidRPr="00FA2D65">
        <w:rPr>
          <w:b/>
          <w:bCs/>
          <w:szCs w:val="18"/>
          <w:lang w:val="en-US"/>
        </w:rPr>
        <w:t xml:space="preserve">between X and Y </w:t>
      </w:r>
      <w:r w:rsidR="00FA2D65" w:rsidRPr="00FA2D65">
        <w:rPr>
          <w:szCs w:val="18"/>
          <w:lang w:val="en-US"/>
        </w:rPr>
        <w:t>tell you about Zara?</w:t>
      </w:r>
    </w:p>
    <w:p w:rsidR="007B18B8" w:rsidRDefault="00FA2D65" w:rsidP="00FA2D65">
      <w:pPr>
        <w:ind w:firstLine="426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151765</wp:posOffset>
            </wp:positionV>
            <wp:extent cx="2590800" cy="2498859"/>
            <wp:effectExtent l="0" t="0" r="0" b="0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498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</w:t>
      </w:r>
      <w:r w:rsidR="007B18B8">
        <w:t>ut a tick (</w:t>
      </w:r>
      <w:r w:rsidR="007B18B8">
        <w:sym w:font="Wingdings" w:char="F0FC"/>
      </w:r>
      <w:r w:rsidR="007B18B8">
        <w:t>) in the box next to the best answer.</w:t>
      </w:r>
      <w:r w:rsidR="007B18B8">
        <w:tab/>
      </w:r>
    </w:p>
    <w:p w:rsidR="007B18B8" w:rsidRDefault="007B18B8" w:rsidP="007B18B8">
      <w:pPr>
        <w:spacing w:after="180"/>
      </w:pPr>
      <w:r>
        <w:tab/>
      </w:r>
      <w:r>
        <w:tab/>
      </w:r>
    </w:p>
    <w:tbl>
      <w:tblPr>
        <w:tblW w:w="396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</w:tblGrid>
      <w:tr w:rsidR="007B18B8" w:rsidRPr="00AE07E9" w:rsidTr="00FA2D65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FA2D65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FA2D65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7B18B8" w:rsidRPr="00FA2D65" w:rsidRDefault="00FA2D65" w:rsidP="00677EDD">
            <w:pPr>
              <w:tabs>
                <w:tab w:val="right" w:leader="dot" w:pos="8680"/>
              </w:tabs>
            </w:pPr>
            <w:r w:rsidRPr="00FA2D65">
              <w:t>She climbs a 20m hill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FA2D65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2835" w:type="dxa"/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FA2D65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7B18B8" w:rsidRPr="009F3146" w:rsidRDefault="00FA2D65" w:rsidP="00FA2D65">
            <w:pPr>
              <w:tabs>
                <w:tab w:val="right" w:leader="dot" w:pos="8680"/>
              </w:tabs>
            </w:pPr>
            <w:r w:rsidRPr="00FA2D65">
              <w:t>She runs 50m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FA2D65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835" w:type="dxa"/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FA2D65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FA2D65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FA2D65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7B18B8" w:rsidRPr="00FA2D65" w:rsidRDefault="00FA2D65" w:rsidP="00677EDD">
            <w:pPr>
              <w:tabs>
                <w:tab w:val="right" w:leader="dot" w:pos="8680"/>
              </w:tabs>
            </w:pPr>
            <w:r w:rsidRPr="00FA2D65">
              <w:t>She runs 20m in 8 seconds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FA2D65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FA2D65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835" w:type="dxa"/>
          </w:tcPr>
          <w:p w:rsidR="007B18B8" w:rsidRPr="00FA2D65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FA2D65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FA2D65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FA2D65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7B18B8" w:rsidRPr="00FA2D65" w:rsidRDefault="00FA2D65" w:rsidP="00677EDD">
            <w:pPr>
              <w:tabs>
                <w:tab w:val="right" w:leader="dot" w:pos="8680"/>
              </w:tabs>
            </w:pPr>
            <w:r w:rsidRPr="00FA2D65">
              <w:t>She runs 20m in 4 seconds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Default="00201AC2" w:rsidP="006F3279">
      <w:pPr>
        <w:spacing w:after="240"/>
        <w:rPr>
          <w:szCs w:val="18"/>
        </w:rPr>
      </w:pPr>
    </w:p>
    <w:p w:rsidR="0092582D" w:rsidRPr="0092582D" w:rsidRDefault="002B445A" w:rsidP="0092582D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5" w:hanging="425"/>
        <w:rPr>
          <w:szCs w:val="18"/>
        </w:rPr>
      </w:pPr>
      <w:r w:rsidRPr="0092582D">
        <w:rPr>
          <w:szCs w:val="18"/>
          <w:lang w:val="en-US"/>
        </w:rPr>
        <w:t xml:space="preserve">Where is Zara when she reaches </w:t>
      </w:r>
      <w:r w:rsidR="0092582D" w:rsidRPr="0092582D">
        <w:rPr>
          <w:szCs w:val="18"/>
          <w:lang w:val="en-US"/>
        </w:rPr>
        <w:t xml:space="preserve">the </w:t>
      </w:r>
      <w:r w:rsidR="0092582D" w:rsidRPr="0092582D">
        <w:rPr>
          <w:b/>
          <w:bCs/>
          <w:szCs w:val="18"/>
          <w:lang w:val="en-US"/>
        </w:rPr>
        <w:t>point marked Z</w:t>
      </w:r>
      <w:r w:rsidR="0092582D" w:rsidRPr="0092582D">
        <w:rPr>
          <w:szCs w:val="18"/>
          <w:lang w:val="en-US"/>
        </w:rPr>
        <w:t>?</w:t>
      </w:r>
    </w:p>
    <w:p w:rsidR="00FA2D65" w:rsidRDefault="00FA2D65" w:rsidP="0092582D">
      <w:pPr>
        <w:tabs>
          <w:tab w:val="num" w:pos="426"/>
        </w:tabs>
        <w:ind w:left="426"/>
      </w:pPr>
      <w:r>
        <w:t>Put a tick (</w:t>
      </w:r>
      <w:r>
        <w:sym w:font="Wingdings" w:char="F0FC"/>
      </w:r>
      <w:r>
        <w:t>) in the box next to the best answer.</w:t>
      </w:r>
      <w:r>
        <w:tab/>
      </w:r>
    </w:p>
    <w:p w:rsidR="00FA2D65" w:rsidRDefault="0092582D" w:rsidP="00FA2D65">
      <w:pPr>
        <w:spacing w:after="180"/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46355</wp:posOffset>
            </wp:positionV>
            <wp:extent cx="2592000" cy="2446028"/>
            <wp:effectExtent l="0" t="0" r="0" b="0"/>
            <wp:wrapNone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2446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D65">
        <w:tab/>
      </w:r>
      <w:r w:rsidR="00FA2D65">
        <w:tab/>
      </w:r>
    </w:p>
    <w:tbl>
      <w:tblPr>
        <w:tblW w:w="396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</w:tblGrid>
      <w:tr w:rsidR="00FA2D65" w:rsidRPr="00AE07E9" w:rsidTr="00BB59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FA2D65" w:rsidRPr="00FA2D65" w:rsidRDefault="00FA2D65" w:rsidP="00BB59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FA2D65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FA2D65" w:rsidRPr="00FA2D65" w:rsidRDefault="0092582D" w:rsidP="00BB5921">
            <w:pPr>
              <w:tabs>
                <w:tab w:val="right" w:leader="dot" w:pos="8680"/>
              </w:tabs>
            </w:pPr>
            <w:r w:rsidRPr="0092582D">
              <w:t>Back to the start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FA2D65" w:rsidRPr="00AE07E9" w:rsidTr="00BB59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FA2D65" w:rsidRPr="00AE07E9" w:rsidRDefault="00FA2D65" w:rsidP="00BB59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2835" w:type="dxa"/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FA2D65" w:rsidRPr="00AE07E9" w:rsidTr="00BB59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FA2D65" w:rsidRPr="00AE07E9" w:rsidRDefault="00FA2D65" w:rsidP="00BB59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FA2D65" w:rsidRPr="009F3146" w:rsidRDefault="0092582D" w:rsidP="00BB5921">
            <w:pPr>
              <w:tabs>
                <w:tab w:val="right" w:leader="dot" w:pos="8680"/>
              </w:tabs>
            </w:pPr>
            <w:r w:rsidRPr="0092582D">
              <w:t>50m from the start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FA2D65" w:rsidRPr="00AE07E9" w:rsidTr="00BB59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FA2D65" w:rsidRPr="00AE07E9" w:rsidRDefault="00FA2D65" w:rsidP="00BB59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835" w:type="dxa"/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FA2D65" w:rsidRPr="00AE07E9" w:rsidTr="00BB59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FA2D65" w:rsidRPr="00FA2D65" w:rsidRDefault="00FA2D65" w:rsidP="00BB59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FA2D65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FA2D65" w:rsidRPr="00FA2D65" w:rsidRDefault="0092582D" w:rsidP="00BB5921">
            <w:pPr>
              <w:tabs>
                <w:tab w:val="right" w:leader="dot" w:pos="8680"/>
              </w:tabs>
            </w:pPr>
            <w:r w:rsidRPr="0092582D">
              <w:t>100m from the start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FA2D65" w:rsidRPr="00AE07E9" w:rsidTr="00BB5921">
        <w:trPr>
          <w:cantSplit/>
          <w:trHeight w:hRule="exact" w:val="170"/>
        </w:trPr>
        <w:tc>
          <w:tcPr>
            <w:tcW w:w="567" w:type="dxa"/>
            <w:vAlign w:val="center"/>
          </w:tcPr>
          <w:p w:rsidR="00FA2D65" w:rsidRPr="00FA2D65" w:rsidRDefault="00FA2D65" w:rsidP="00BB59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835" w:type="dxa"/>
          </w:tcPr>
          <w:p w:rsidR="00FA2D65" w:rsidRPr="00FA2D65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FA2D65" w:rsidRPr="00AE07E9" w:rsidTr="00BB5921">
        <w:trPr>
          <w:cantSplit/>
          <w:trHeight w:hRule="exact" w:val="567"/>
        </w:trPr>
        <w:tc>
          <w:tcPr>
            <w:tcW w:w="567" w:type="dxa"/>
            <w:vAlign w:val="center"/>
          </w:tcPr>
          <w:p w:rsidR="00FA2D65" w:rsidRPr="00FA2D65" w:rsidRDefault="00FA2D65" w:rsidP="00BB592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FA2D65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FA2D65" w:rsidRPr="00FA2D65" w:rsidRDefault="0092582D" w:rsidP="00BB5921">
            <w:pPr>
              <w:tabs>
                <w:tab w:val="right" w:leader="dot" w:pos="8680"/>
              </w:tabs>
            </w:pPr>
            <w:r w:rsidRPr="0092582D">
              <w:t>You can’t tell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65" w:rsidRPr="00AE07E9" w:rsidRDefault="00FA2D65" w:rsidP="00BB592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FA2D65" w:rsidRPr="00201AC2" w:rsidRDefault="00FA2D65" w:rsidP="006F3279">
      <w:pPr>
        <w:spacing w:after="240"/>
        <w:rPr>
          <w:szCs w:val="18"/>
        </w:rPr>
        <w:sectPr w:rsidR="00FA2D65" w:rsidRPr="00201AC2" w:rsidSect="00642ECD">
          <w:headerReference w:type="default" r:id="rId11"/>
          <w:footerReference w:type="defaul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7B1F8B" w:rsidRPr="006F3279" w:rsidRDefault="007B1F8B" w:rsidP="007B1F8B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Motion graphs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8561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Line story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F904FB" w:rsidP="0007651D">
            <w:pPr>
              <w:spacing w:before="60" w:after="60"/>
            </w:pPr>
            <w:r w:rsidRPr="00F904FB">
              <w:t>Information about the motion of an object can be summarised on a distance-time graph: the plot shows the object’s distance from the start at a given time and the slope (gradient) at that point shows its speed</w:t>
            </w:r>
            <w:r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34D12" w:rsidRDefault="00785617" w:rsidP="0007651D">
            <w:pPr>
              <w:spacing w:before="60" w:after="60"/>
              <w:rPr>
                <w:b/>
              </w:rPr>
            </w:pPr>
            <w:r w:rsidRPr="00A34D12">
              <w:rPr>
                <w:rFonts w:cstheme="minorHAnsi"/>
              </w:rPr>
              <w:t>Describe motion of an object represented by straight lines on a distance-time graph</w:t>
            </w:r>
            <w:r w:rsidR="00F904FB" w:rsidRPr="00A34D12">
              <w:rPr>
                <w:rFonts w:cstheme="minorHAnsi"/>
              </w:rPr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904FB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7B1F8B" w:rsidP="000505CA">
            <w:pPr>
              <w:spacing w:before="60" w:after="60"/>
            </w:pPr>
            <w:r>
              <w:t>Distance, time, graph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D32A5" w:rsidRDefault="00AD32A5" w:rsidP="00AD32A5">
      <w:pPr>
        <w:spacing w:after="180"/>
      </w:pPr>
      <w:r>
        <w:t>It is</w:t>
      </w:r>
      <w:r w:rsidRPr="007A07E9">
        <w:t xml:space="preserve"> common </w:t>
      </w:r>
      <w:r>
        <w:t xml:space="preserve">for students to view motion graphs as pictures that link to existing physical knowledge of a situation. </w:t>
      </w:r>
      <w:r>
        <w:fldChar w:fldCharType="begin">
          <w:fldData xml:space="preserve">PEVuZE5vdGU+PENpdGU+PEF1dGhvcj5MaW5nZWZqYXJkPC9BdXRob3I+PFllYXI+MjAxODwvWWVh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PEVuZE5vdGU+PENpdGU+PEF1dGhvcj5MaW5nZWZqYXJkPC9BdXRob3I+PFllYXI+MjAxODwvWWVh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(Lingefjard and Farahani, 2018; Stump, 1999; Brasell, 1987; Clement, 1986)</w:t>
      </w:r>
      <w:r>
        <w:fldChar w:fldCharType="end"/>
      </w:r>
      <w:r>
        <w:t xml:space="preserve"> For example Clement </w:t>
      </w:r>
      <w:r>
        <w:fldChar w:fldCharType="begin"/>
      </w:r>
      <w:r>
        <w:instrText xml:space="preserve"> ADDIN EN.CITE &lt;EndNote&gt;&lt;Cite ExcludeAuth="1"&gt;&lt;Author&gt;Clement&lt;/Author&gt;&lt;Year&gt;1986&lt;/Year&gt;&lt;IDText&gt;Adolescents&amp;apos; Graphing Skills: A Descriptive Analysis&lt;/IDText&gt;&lt;DisplayText&gt;(1986)&lt;/DisplayText&gt;&lt;record&gt;&lt;titles&gt;&lt;title&gt;Adolescents&amp;apos; Graphing Skills: A Descriptive Analysis&lt;/title&gt;&lt;/titles&gt;&lt;pages&gt;5&lt;/pages&gt;&lt;contributors&gt;&lt;authors&gt;&lt;author&gt;Clement, John&lt;/author&gt;&lt;/authors&gt;&lt;/contributors&gt;&lt;added-date format="utc"&gt;1548237238&lt;/added-date&gt;&lt;pub-location&gt;Cambridge, Mass.&lt;/pub-location&gt;&lt;ref-type name="Report"&gt;27&lt;/ref-type&gt;&lt;dates&gt;&lt;year&gt;1986&lt;/year&gt;&lt;/dates&gt;&lt;rec-number&gt;77&lt;/rec-number&gt;&lt;publisher&gt;Technical Education Research Center&lt;/publisher&gt;&lt;last-updated-date format="utc"&gt;1548237491&lt;/last-updated-date&gt;&lt;/record&gt;&lt;/Cite&gt;&lt;/EndNote&gt;</w:instrText>
      </w:r>
      <w:r>
        <w:fldChar w:fldCharType="separate"/>
      </w:r>
      <w:r>
        <w:rPr>
          <w:noProof/>
        </w:rPr>
        <w:t>(1986)</w:t>
      </w:r>
      <w:r>
        <w:fldChar w:fldCharType="end"/>
      </w:r>
      <w:r>
        <w:t xml:space="preserve"> found that 28% of 12- to 14-year-olds (n=25) drew an up-hills and down</w:t>
      </w:r>
      <w:r w:rsidR="004C2CFB">
        <w:t>-</w:t>
      </w:r>
      <w:r>
        <w:t xml:space="preserve">hills picture of a cycle route when asked to draw a speed-distance graph. Likewise </w:t>
      </w:r>
      <w:r>
        <w:rPr>
          <w:noProof/>
        </w:rPr>
        <w:t>Lingefjard and Farahani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ExcludeAuth="1"&gt;&lt;Author&gt;Lingefjard&lt;/Author&gt;&lt;Year&gt;2018&lt;/Year&gt;&lt;IDText&gt;The Elusive Slope&lt;/IDText&gt;&lt;DisplayText&gt;(2018)&lt;/DisplayText&gt;&lt;record&gt;&lt;titles&gt;&lt;title&gt;The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format="utc"&gt;1548237491&lt;/last-updated-date&gt;&lt;volume&gt;16&lt;/volume&gt;&lt;/record&gt;&lt;/Cite&gt;&lt;/EndNote&gt;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(2018)</w:t>
      </w:r>
      <w:r>
        <w:fldChar w:fldCharType="end"/>
      </w:r>
      <w:r>
        <w:t xml:space="preserve"> found that 35% of 18-year-olds (n=17) interpreted distance-time graphs intuitively as if they were pictures.</w:t>
      </w:r>
    </w:p>
    <w:p w:rsidR="00AD32A5" w:rsidRDefault="00AD32A5" w:rsidP="00AD32A5">
      <w:pPr>
        <w:spacing w:after="120"/>
        <w:rPr>
          <w:noProof/>
        </w:rPr>
      </w:pPr>
      <w:r>
        <w:t xml:space="preserve">Often text books (and teachers) put great attention on the procedures for plotting graphs and calculating gradients, rather than developing understanding of relationships that a graph shows </w:t>
      </w:r>
      <w:r>
        <w:fldChar w:fldCharType="begin"/>
      </w:r>
      <w:r>
        <w:instrText xml:space="preserve"> ADDIN EN.CITE &lt;EndNote&gt;&lt;Cite&gt;&lt;Author&gt;Stump&lt;/Author&gt;&lt;Year&gt;1999&lt;/Year&gt;&lt;IDText&gt;Secondary Mathematics Teachers&amp;apos; Knowledge of Slope&lt;/IDText&gt;&lt;DisplayText&gt;(Stump, 1999)&lt;/DisplayText&gt;&lt;record&gt;&lt;titles&gt;&lt;title&gt;Secondary Mathematics Teachers&amp;apos; Knowledge of Slope&lt;/title&gt;&lt;secondary-title&gt;Mathematics Education Research Journal&lt;/secondary-title&gt;&lt;/titles&gt;&lt;pages&gt;124-144&lt;/pages&gt;&lt;contributors&gt;&lt;authors&gt;&lt;author&gt;Stump, Sheryl&lt;/author&gt;&lt;/authors&gt;&lt;/contributors&gt;&lt;added-date format="utc"&gt;1548238510&lt;/added-date&gt;&lt;ref-type name="Journal Article"&gt;17&lt;/ref-type&gt;&lt;dates&gt;&lt;year&gt;1999&lt;/year&gt;&lt;/dates&gt;&lt;rec-number&gt;79&lt;/rec-number&gt;&lt;last-updated-date format="utc"&gt;1549273287&lt;/last-updated-date&gt;&lt;volume&gt;11(2)&lt;/volume&gt;&lt;/record&gt;&lt;/Cite&gt;&lt;/EndNote&gt;</w:instrText>
      </w:r>
      <w:r>
        <w:fldChar w:fldCharType="separate"/>
      </w:r>
      <w:r>
        <w:rPr>
          <w:noProof/>
        </w:rPr>
        <w:t>(Stump, 1999)</w:t>
      </w:r>
      <w:r>
        <w:fldChar w:fldCharType="end"/>
      </w:r>
      <w:r>
        <w:t>. It can be more constructive to concentrate on the latter, which involves teaching:</w:t>
      </w:r>
      <w:r>
        <w:rPr>
          <w:noProof/>
        </w:rPr>
        <w:t xml:space="preserve"> </w:t>
      </w:r>
    </w:p>
    <w:p w:rsidR="00AD32A5" w:rsidRDefault="00AD32A5" w:rsidP="00AD32A5">
      <w:pPr>
        <w:pStyle w:val="ListParagraph"/>
        <w:numPr>
          <w:ilvl w:val="0"/>
          <w:numId w:val="6"/>
        </w:numPr>
        <w:spacing w:after="180"/>
      </w:pPr>
      <w:r>
        <w:rPr>
          <w:noProof/>
        </w:rPr>
        <w:t>understanding of how to read information directly from a graph, interpreting each axis individually</w:t>
      </w:r>
    </w:p>
    <w:p w:rsidR="00AD32A5" w:rsidRDefault="00AD32A5" w:rsidP="00AD32A5">
      <w:pPr>
        <w:pStyle w:val="ListParagraph"/>
        <w:numPr>
          <w:ilvl w:val="0"/>
          <w:numId w:val="6"/>
        </w:numPr>
        <w:spacing w:after="180"/>
      </w:pPr>
      <w:r>
        <w:t>how to describe simple relationships between the axes such as those represented by straight lines</w:t>
      </w:r>
    </w:p>
    <w:p w:rsidR="00AD32A5" w:rsidRDefault="00AD32A5" w:rsidP="00AD32A5">
      <w:pPr>
        <w:pStyle w:val="ListParagraph"/>
        <w:numPr>
          <w:ilvl w:val="0"/>
          <w:numId w:val="6"/>
        </w:numPr>
        <w:spacing w:after="180"/>
      </w:pPr>
      <w:r>
        <w:t xml:space="preserve">how to interpret a graph, linking what it represents to a real situation </w:t>
      </w:r>
      <w:r>
        <w:fldChar w:fldCharType="begin"/>
      </w:r>
      <w:r>
        <w:instrText xml:space="preserve"> ADDIN EN.CITE &lt;EndNote&gt;&lt;Cite&gt;&lt;Author&gt;Friel&lt;/Author&gt;&lt;Year&gt;2001&lt;/Year&gt;&lt;IDText&gt;Making Sense of Graphs: Critical Factors Influencing Comprehension and Instructional&lt;/IDText&gt;&lt;DisplayText&gt;(Friel, Curcio and Bright, 2001; Lingefjard and Farahani, 2018)&lt;/DisplayText&gt;&lt;record&gt;&lt;titles&gt;&lt;title&gt;Making Sense of Graphs: Critical Factors Influencing Comprehension and Instructional&amp;#xA;Implications&lt;/title&gt;&lt;secondary-title&gt;Journal for Research in Mathematics Education&lt;/secondary-title&gt;&lt;/titles&gt;&lt;pages&gt;124-158&lt;/pages&gt;&lt;contributors&gt;&lt;authors&gt;&lt;author&gt;Friel, Susan N.&lt;/author&gt;&lt;author&gt;Curcio, Frances R.&lt;/author&gt;&lt;author&gt;Bright,George W.&lt;/author&gt;&lt;/authors&gt;&lt;/contributors&gt;&lt;added-date format="utc"&gt;1549290872&lt;/added-date&gt;&lt;ref-type name="Journal Article"&gt;17&lt;/ref-type&gt;&lt;dates&gt;&lt;year&gt;2001&lt;/year&gt;&lt;/dates&gt;&lt;rec-number&gt;83&lt;/rec-number&gt;&lt;last-updated-date format="utc"&gt;1549290943&lt;/last-updated-date&gt;&lt;volume&gt;32(2)&lt;/volume&gt;&lt;/record&gt;&lt;/Cite&gt;&lt;Cite&gt;&lt;Author&gt;Lingefjard&lt;/Author&gt;&lt;Year&gt;2018&lt;/Year&gt;&lt;IDText&gt;The Elusive Slope&lt;/IDText&gt;&lt;record&gt;&lt;titles&gt;&lt;title&gt;The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format="utc"&gt;1549273351&lt;/last-updated-date&gt;&lt;volume&gt;16&lt;/volume&gt;&lt;/record&gt;&lt;/Cite&gt;&lt;/EndNote&gt;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(Friel, Curcio and Bright, 2001; Lingefjard and Farahani, 2018)</w:t>
      </w:r>
      <w:r>
        <w:fldChar w:fldCharType="end"/>
      </w:r>
    </w:p>
    <w:p w:rsidR="00FD0D3A" w:rsidRDefault="00FD0D3A" w:rsidP="00FD0D3A">
      <w:pPr>
        <w:spacing w:after="180"/>
      </w:pPr>
      <w:r>
        <w:t xml:space="preserve">This </w:t>
      </w:r>
      <w:r w:rsidR="0055461C">
        <w:t xml:space="preserve">question investigates students’ understanding of how graphs represent real situations.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sort of discussion gives </w:t>
      </w:r>
      <w:r w:rsidRPr="00816065">
        <w:rPr>
          <w:rFonts w:cstheme="minorHAnsi"/>
        </w:rPr>
        <w:lastRenderedPageBreak/>
        <w:t>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BC5676" w:rsidP="00BF6C8A">
      <w:pPr>
        <w:spacing w:after="180"/>
      </w:pPr>
      <w:r>
        <w:t>1.  D</w:t>
      </w:r>
      <w:r>
        <w:tab/>
      </w:r>
      <w:r>
        <w:tab/>
        <w:t>2.  A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B72970" w:rsidP="00A01222">
      <w:pPr>
        <w:spacing w:after="180"/>
      </w:pPr>
      <w:r w:rsidRPr="00B72970">
        <w:t xml:space="preserve">For question 1 </w:t>
      </w:r>
      <w:r>
        <w:t>answer A suggests students are interpreting the graph as a picture of Zara’s run. Answer</w:t>
      </w:r>
      <w:r w:rsidR="00A650B7">
        <w:t xml:space="preserve"> B shows a reading taken from the graph without considering how Zara has moved since point X. Answer C shows that her change of distance has been worked out, but time taken has not.</w:t>
      </w:r>
    </w:p>
    <w:p w:rsidR="00220200" w:rsidRPr="00B72970" w:rsidRDefault="00220200" w:rsidP="00A01222">
      <w:pPr>
        <w:spacing w:after="180"/>
      </w:pPr>
      <w:r>
        <w:t>In question 2 students who do not give the correct answer may be interpreting the graph as a picture and be imagining that Z at a place to the right of the starting point. Students may think this even if they interpreted question 1 correctly, because question 1 can be answered correctly by following mathematical procedure, without full understanding.</w:t>
      </w:r>
      <w:r w:rsidR="00EF7CA7">
        <w:t xml:space="preserve"> </w:t>
      </w:r>
      <w:r w:rsidR="004C2CFB">
        <w:t>T</w:t>
      </w:r>
      <w:r w:rsidR="00EF7CA7">
        <w:t>he wrong answer C suggests the understanding that Zara has run 50m away and then 50m further</w:t>
      </w:r>
      <w:r w:rsidR="004C2CFB">
        <w:t xml:space="preserve"> with no regard for direction</w:t>
      </w:r>
      <w:r w:rsidR="00EF7CA7">
        <w:t>. Answer B suggests the second part of the graph has been ignored.</w:t>
      </w:r>
    </w:p>
    <w:p w:rsidR="00A01222" w:rsidRPr="00827AAC" w:rsidRDefault="00A01222" w:rsidP="00A01222">
      <w:pPr>
        <w:spacing w:after="180"/>
      </w:pPr>
      <w:r w:rsidRPr="004F039C">
        <w:t xml:space="preserve">If </w:t>
      </w:r>
      <w:r w:rsidRPr="00123234">
        <w:t xml:space="preserve">students have </w:t>
      </w:r>
      <w:r w:rsidR="004B1C32" w:rsidRPr="00123234">
        <w:t>misunderstanding</w:t>
      </w:r>
      <w:r w:rsidRPr="00123234">
        <w:t xml:space="preserve">s about </w:t>
      </w:r>
      <w:r w:rsidR="00123234" w:rsidRPr="00123234">
        <w:rPr>
          <w:rFonts w:cstheme="minorHAnsi"/>
        </w:rPr>
        <w:t>how to describe motion of an object represented by straight lines on a distance-time graph</w:t>
      </w:r>
      <w:r w:rsidR="00123234">
        <w:rPr>
          <w:rFonts w:cstheme="minorHAnsi"/>
        </w:rPr>
        <w:t xml:space="preserve">, </w:t>
      </w:r>
      <w:r w:rsidR="00123234">
        <w:t xml:space="preserve">one strategy to overcome this is to use motion sensors and data-loggers to plot real-time graphs of motion. Students can practise predicting the shape of graph for different descriptions of motion and also reproduce the shape of given graphs by moving in front of a motion sensor. </w:t>
      </w:r>
      <w:r w:rsidRPr="00827AAC">
        <w:t xml:space="preserve">The following BEST ‘response </w:t>
      </w:r>
      <w:r w:rsidR="00827AAC" w:rsidRPr="00827AAC">
        <w:t>activity</w:t>
      </w:r>
      <w:r w:rsidRPr="00827AAC">
        <w:t xml:space="preserve">’ could be used </w:t>
      </w:r>
      <w:r w:rsidR="00123234">
        <w:t xml:space="preserve">to do this </w:t>
      </w:r>
      <w:r w:rsidRPr="00827AAC">
        <w:t>in follow-up to this diagnostic question:</w:t>
      </w:r>
    </w:p>
    <w:p w:rsidR="00A01222" w:rsidRPr="00827AAC" w:rsidRDefault="00A01222" w:rsidP="00A01222">
      <w:pPr>
        <w:pStyle w:val="ListParagraph"/>
        <w:numPr>
          <w:ilvl w:val="0"/>
          <w:numId w:val="1"/>
        </w:numPr>
        <w:spacing w:after="180"/>
      </w:pPr>
      <w:r w:rsidRPr="00827AAC">
        <w:t xml:space="preserve">Response </w:t>
      </w:r>
      <w:r w:rsidR="00F2483A" w:rsidRPr="00827AAC">
        <w:t>activity</w:t>
      </w:r>
      <w:r w:rsidRPr="00827AAC">
        <w:t xml:space="preserve">: </w:t>
      </w:r>
      <w:r w:rsidR="00827AAC" w:rsidRPr="00827AAC">
        <w:t>Speedy graphs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  <w:bookmarkStart w:id="0" w:name="_GoBack"/>
      <w:bookmarkEnd w:id="0"/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827AAC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827AAC">
        <w:t>.</w:t>
      </w:r>
    </w:p>
    <w:p w:rsidR="00AD32A5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AD32A5" w:rsidRPr="00AD32A5" w:rsidRDefault="00AD32A5" w:rsidP="00827AAC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AD32A5">
        <w:t xml:space="preserve">Brasell, H. (1987). The effect of real-time laboratory graphing on learning graphic representations of distance and velocity. </w:t>
      </w:r>
      <w:r w:rsidRPr="00AD32A5">
        <w:rPr>
          <w:i/>
        </w:rPr>
        <w:t>Journal of Research in Science Teaching,</w:t>
      </w:r>
      <w:r w:rsidRPr="00AD32A5">
        <w:t xml:space="preserve"> 24(4)</w:t>
      </w:r>
      <w:r w:rsidRPr="00AD32A5">
        <w:rPr>
          <w:b/>
        </w:rPr>
        <w:t>,</w:t>
      </w:r>
      <w:r w:rsidRPr="00AD32A5">
        <w:t xml:space="preserve"> 385-395.</w:t>
      </w:r>
    </w:p>
    <w:p w:rsidR="00AD32A5" w:rsidRPr="00AD32A5" w:rsidRDefault="00AD32A5" w:rsidP="00827AAC">
      <w:pPr>
        <w:pStyle w:val="EndNoteBibliography"/>
        <w:spacing w:after="120"/>
      </w:pPr>
      <w:r w:rsidRPr="00AD32A5">
        <w:t>Clement, J. (1986). Adolescents' Graphing Skills: A Descriptive Analysis. Cambridge, Mass.: Technical Education Research Center.</w:t>
      </w:r>
    </w:p>
    <w:p w:rsidR="00AD32A5" w:rsidRPr="00AD32A5" w:rsidRDefault="00AD32A5" w:rsidP="00827AAC">
      <w:pPr>
        <w:pStyle w:val="EndNoteBibliography"/>
        <w:spacing w:after="120"/>
      </w:pPr>
      <w:r w:rsidRPr="00AD32A5">
        <w:t>Friel, S. N., Curcio, F. R. and Bright, G. W. (2001). Making Sense of Graphs: Critical Factors Influencing Comprehension and Instructional</w:t>
      </w:r>
      <w:r w:rsidR="00827AAC">
        <w:t xml:space="preserve"> </w:t>
      </w:r>
      <w:r w:rsidRPr="00AD32A5">
        <w:t xml:space="preserve">Implications. </w:t>
      </w:r>
      <w:r w:rsidRPr="00AD32A5">
        <w:rPr>
          <w:i/>
        </w:rPr>
        <w:t>Journal for Research in Mathematics Education,</w:t>
      </w:r>
      <w:r w:rsidRPr="00AD32A5">
        <w:t xml:space="preserve"> 32(2)</w:t>
      </w:r>
      <w:r w:rsidRPr="00AD32A5">
        <w:rPr>
          <w:b/>
        </w:rPr>
        <w:t>,</w:t>
      </w:r>
      <w:r w:rsidRPr="00AD32A5">
        <w:t xml:space="preserve"> 124-158.</w:t>
      </w:r>
    </w:p>
    <w:p w:rsidR="00AD32A5" w:rsidRPr="00AD32A5" w:rsidRDefault="00AD32A5" w:rsidP="00827AAC">
      <w:pPr>
        <w:pStyle w:val="EndNoteBibliography"/>
        <w:spacing w:after="120"/>
      </w:pPr>
      <w:r w:rsidRPr="00AD32A5">
        <w:t xml:space="preserve">Lingefjard, T. and Farahani, D. (2018). The Elusive Slope. </w:t>
      </w:r>
      <w:r w:rsidRPr="00AD32A5">
        <w:rPr>
          <w:i/>
        </w:rPr>
        <w:t>International Journal of Science and Mathematics Education,</w:t>
      </w:r>
      <w:r w:rsidRPr="00AD32A5">
        <w:t xml:space="preserve"> 16</w:t>
      </w:r>
      <w:r w:rsidRPr="00AD32A5">
        <w:rPr>
          <w:b/>
        </w:rPr>
        <w:t>,</w:t>
      </w:r>
      <w:r w:rsidRPr="00AD32A5">
        <w:t xml:space="preserve"> 1187-1206.</w:t>
      </w:r>
    </w:p>
    <w:p w:rsidR="00B46FF9" w:rsidRDefault="00AD32A5" w:rsidP="002B445A">
      <w:pPr>
        <w:pStyle w:val="EndNoteBibliography"/>
        <w:spacing w:after="120"/>
        <w:rPr>
          <w:b/>
          <w:color w:val="5F497A" w:themeColor="accent4" w:themeShade="BF"/>
          <w:sz w:val="24"/>
        </w:rPr>
      </w:pPr>
      <w:r w:rsidRPr="00AD32A5">
        <w:t xml:space="preserve">Stump, S. (1999). Secondary Mathematics Teachers' Knowledge of Slope. </w:t>
      </w:r>
      <w:r w:rsidRPr="00AD32A5">
        <w:rPr>
          <w:i/>
        </w:rPr>
        <w:t>Mathematics Education Research Journal,</w:t>
      </w:r>
      <w:r w:rsidRPr="00AD32A5">
        <w:t xml:space="preserve"> 11(2)</w:t>
      </w:r>
      <w:r w:rsidRPr="00AD32A5">
        <w:rPr>
          <w:b/>
        </w:rPr>
        <w:t>,</w:t>
      </w:r>
      <w:r w:rsidRPr="00AD32A5">
        <w:t xml:space="preserve"> 124-144.</w:t>
      </w: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7B2" w:rsidRDefault="004467B2" w:rsidP="000B473B">
      <w:r>
        <w:separator/>
      </w:r>
    </w:p>
  </w:endnote>
  <w:endnote w:type="continuationSeparator" w:id="0">
    <w:p w:rsidR="004467B2" w:rsidRDefault="004467B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AE4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C2CFB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7B2" w:rsidRDefault="004467B2" w:rsidP="000B473B">
      <w:r>
        <w:separator/>
      </w:r>
    </w:p>
  </w:footnote>
  <w:footnote w:type="continuationSeparator" w:id="0">
    <w:p w:rsidR="004467B2" w:rsidRDefault="004467B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157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BA7D7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5DA"/>
    <w:multiLevelType w:val="hybridMultilevel"/>
    <w:tmpl w:val="4812351C"/>
    <w:lvl w:ilvl="0" w:tplc="CC522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A54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C654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D042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3A7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D48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E2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FCE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54CB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D75BA"/>
    <w:multiLevelType w:val="hybridMultilevel"/>
    <w:tmpl w:val="591AA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979DF"/>
    <w:multiLevelType w:val="hybridMultilevel"/>
    <w:tmpl w:val="709C857A"/>
    <w:lvl w:ilvl="0" w:tplc="0CA457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8292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F4EE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68AE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FEF2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6AF1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803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A8F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04A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467B2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23234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0200"/>
    <w:rsid w:val="0022547C"/>
    <w:rsid w:val="0025410A"/>
    <w:rsid w:val="0027553E"/>
    <w:rsid w:val="0028012F"/>
    <w:rsid w:val="002828DF"/>
    <w:rsid w:val="00287876"/>
    <w:rsid w:val="00292C53"/>
    <w:rsid w:val="00294E22"/>
    <w:rsid w:val="002B445A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467B2"/>
    <w:rsid w:val="0045323E"/>
    <w:rsid w:val="004B0EE1"/>
    <w:rsid w:val="004B1C32"/>
    <w:rsid w:val="004C2CFB"/>
    <w:rsid w:val="004C5D20"/>
    <w:rsid w:val="004D0D83"/>
    <w:rsid w:val="004E1DF1"/>
    <w:rsid w:val="004E5592"/>
    <w:rsid w:val="0050055B"/>
    <w:rsid w:val="00524710"/>
    <w:rsid w:val="00535269"/>
    <w:rsid w:val="0055461C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85617"/>
    <w:rsid w:val="007A3C86"/>
    <w:rsid w:val="007A683E"/>
    <w:rsid w:val="007A748B"/>
    <w:rsid w:val="007B18B8"/>
    <w:rsid w:val="007B1F8B"/>
    <w:rsid w:val="007C26E1"/>
    <w:rsid w:val="007D1D65"/>
    <w:rsid w:val="007D536F"/>
    <w:rsid w:val="007E0A9E"/>
    <w:rsid w:val="007E5309"/>
    <w:rsid w:val="00800DE1"/>
    <w:rsid w:val="00813F47"/>
    <w:rsid w:val="00827AAC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2582D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4D12"/>
    <w:rsid w:val="00A37D14"/>
    <w:rsid w:val="00A6111E"/>
    <w:rsid w:val="00A6168B"/>
    <w:rsid w:val="00A62028"/>
    <w:rsid w:val="00A650B7"/>
    <w:rsid w:val="00AA5B77"/>
    <w:rsid w:val="00AA6236"/>
    <w:rsid w:val="00AB6AE7"/>
    <w:rsid w:val="00AD21F5"/>
    <w:rsid w:val="00AD32A5"/>
    <w:rsid w:val="00B06225"/>
    <w:rsid w:val="00B23C7A"/>
    <w:rsid w:val="00B305F5"/>
    <w:rsid w:val="00B46FF9"/>
    <w:rsid w:val="00B47E1D"/>
    <w:rsid w:val="00B72970"/>
    <w:rsid w:val="00B75483"/>
    <w:rsid w:val="00BA7952"/>
    <w:rsid w:val="00BB44B4"/>
    <w:rsid w:val="00BC5676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87A8D"/>
    <w:rsid w:val="00E9330A"/>
    <w:rsid w:val="00EE6B97"/>
    <w:rsid w:val="00EF7CA7"/>
    <w:rsid w:val="00F12C3B"/>
    <w:rsid w:val="00F2483A"/>
    <w:rsid w:val="00F26884"/>
    <w:rsid w:val="00F72ECC"/>
    <w:rsid w:val="00F8355F"/>
    <w:rsid w:val="00F904FB"/>
    <w:rsid w:val="00FA2D65"/>
    <w:rsid w:val="00FA3196"/>
    <w:rsid w:val="00FD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6572671"/>
  <w15:docId w15:val="{D4F9629F-53D6-431A-8FA1-1BF69E6F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D32A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32A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D32A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D32A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4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2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007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Simple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.template_physics_diagnostic_Simple Multi Choice.dotx</Template>
  <TotalTime>90</TotalTime>
  <Pages>3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17</cp:revision>
  <cp:lastPrinted>2017-02-24T16:20:00Z</cp:lastPrinted>
  <dcterms:created xsi:type="dcterms:W3CDTF">2019-02-11T10:17:00Z</dcterms:created>
  <dcterms:modified xsi:type="dcterms:W3CDTF">2019-03-01T14:44:00Z</dcterms:modified>
</cp:coreProperties>
</file>