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3A" w:rsidRPr="001A40E2" w:rsidRDefault="00BB4770" w:rsidP="00E1433A">
      <w:pPr>
        <w:spacing w:after="180"/>
        <w:rPr>
          <w:b/>
          <w:sz w:val="44"/>
          <w:szCs w:val="44"/>
        </w:rPr>
      </w:pPr>
      <w:r>
        <w:rPr>
          <w:b/>
          <w:noProof/>
          <w:sz w:val="44"/>
          <w:szCs w:val="44"/>
          <w:lang w:eastAsia="en-GB"/>
        </w:rPr>
        <mc:AlternateContent>
          <mc:Choice Requires="wpg">
            <w:drawing>
              <wp:anchor distT="0" distB="0" distL="114300" distR="114300" simplePos="0" relativeHeight="251663360" behindDoc="0" locked="0" layoutInCell="1" allowOverlap="1">
                <wp:simplePos x="0" y="0"/>
                <wp:positionH relativeFrom="column">
                  <wp:posOffset>4011608</wp:posOffset>
                </wp:positionH>
                <wp:positionV relativeFrom="paragraph">
                  <wp:posOffset>244968</wp:posOffset>
                </wp:positionV>
                <wp:extent cx="1727200" cy="3112770"/>
                <wp:effectExtent l="0" t="0" r="6350" b="0"/>
                <wp:wrapSquare wrapText="bothSides"/>
                <wp:docPr id="8" name="Group 8"/>
                <wp:cNvGraphicFramePr/>
                <a:graphic xmlns:a="http://schemas.openxmlformats.org/drawingml/2006/main">
                  <a:graphicData uri="http://schemas.microsoft.com/office/word/2010/wordprocessingGroup">
                    <wpg:wgp>
                      <wpg:cNvGrpSpPr/>
                      <wpg:grpSpPr>
                        <a:xfrm>
                          <a:off x="0" y="0"/>
                          <a:ext cx="1727200" cy="3112770"/>
                          <a:chOff x="-53336" y="0"/>
                          <a:chExt cx="1728300" cy="3113463"/>
                        </a:xfrm>
                      </wpg:grpSpPr>
                      <pic:pic xmlns:pic="http://schemas.openxmlformats.org/drawingml/2006/picture">
                        <pic:nvPicPr>
                          <pic:cNvPr id="7" name="Picture 2" descr="Image result for florence griffith joyner"/>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1" y="0"/>
                            <a:ext cx="1674963" cy="2556442"/>
                          </a:xfrm>
                          <a:prstGeom prst="rect">
                            <a:avLst/>
                          </a:prstGeom>
                          <a:noFill/>
                          <a:extLst/>
                        </pic:spPr>
                      </pic:pic>
                      <wps:wsp>
                        <wps:cNvPr id="2" name="TextBox 1"/>
                        <wps:cNvSpPr txBox="1"/>
                        <wps:spPr>
                          <a:xfrm>
                            <a:off x="-53336" y="2557093"/>
                            <a:ext cx="1720040" cy="556370"/>
                          </a:xfrm>
                          <a:prstGeom prst="rect">
                            <a:avLst/>
                          </a:prstGeom>
                          <a:noFill/>
                        </wps:spPr>
                        <wps:txbx>
                          <w:txbxContent>
                            <w:p w:rsidR="00984DD8" w:rsidRPr="00984DD8" w:rsidRDefault="00984DD8" w:rsidP="00984DD8">
                              <w:pPr>
                                <w:pStyle w:val="NormalWeb"/>
                                <w:spacing w:before="0" w:beforeAutospacing="0" w:after="0" w:afterAutospacing="0"/>
                                <w:jc w:val="center"/>
                                <w:rPr>
                                  <w:rFonts w:asciiTheme="minorHAnsi" w:hAnsiTheme="minorHAnsi" w:cstheme="minorHAnsi"/>
                                  <w:i/>
                                  <w:sz w:val="20"/>
                                  <w:szCs w:val="20"/>
                                </w:rPr>
                              </w:pPr>
                              <w:r w:rsidRPr="00984DD8">
                                <w:rPr>
                                  <w:rFonts w:asciiTheme="minorHAnsi" w:eastAsia="Verdana" w:hAnsiTheme="minorHAnsi" w:cstheme="minorHAnsi"/>
                                  <w:i/>
                                  <w:color w:val="000000" w:themeColor="text1"/>
                                  <w:kern w:val="24"/>
                                  <w:sz w:val="20"/>
                                  <w:szCs w:val="20"/>
                                </w:rPr>
                                <w:t>Florence Griffith-Joyner meeting the US President in the Oval Office, 1988</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id="Group 8" o:spid="_x0000_s1026" style="position:absolute;margin-left:315.85pt;margin-top:19.3pt;width:136pt;height:245.1pt;z-index:251663360;mso-width-relative:margin;mso-height-relative:margin" coordorigin="-533" coordsize="17283,3113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Image result for florence griffith joyner" style="position:absolute;width:16749;height:25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">
                  <v:imagedata r:id="rId8" o:title="Image result for florence griffith joyner"/>
                  <v:path arrowok="t"/>
                </v:shape>
                <v:shapetype id="_x0000_t202" coordsize="21600,21600" o:spt="202" path="m,l,21600r21600,l21600,xe">
                  <v:stroke joinstyle="miter"/>
                  <v:path gradientshapeok="t" o:connecttype="rect"/>
                </v:shapetype>
                <v:shape id="TextBox 1" o:spid="_x0000_s1028" type="#_x0000_t202" style="position:absolute;left:-533;top:25570;width:17200;height:5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" filled="f" stroked="f">
                  <v:textbox style="mso-fit-shape-to-text:t">
                    <w:txbxContent>
                      <w:p w:rsidR="00984DD8" w:rsidRPr="00984DD8" w:rsidRDefault="00984DD8" w:rsidP="00984DD8">
                        <w:pPr>
                          <w:pStyle w:val="NormalWeb"/>
                          <w:spacing w:before="0" w:beforeAutospacing="0" w:after="0" w:afterAutospacing="0"/>
                          <w:jc w:val="center"/>
                          <w:rPr>
                            <w:rFonts w:asciiTheme="minorHAnsi" w:hAnsiTheme="minorHAnsi" w:cstheme="minorHAnsi"/>
                            <w:i/>
                            <w:sz w:val="20"/>
                            <w:szCs w:val="20"/>
                          </w:rPr>
                        </w:pPr>
                        <w:r w:rsidRPr="00984DD8">
                          <w:rPr>
                            <w:rFonts w:asciiTheme="minorHAnsi" w:eastAsia="Verdana" w:hAnsiTheme="minorHAnsi" w:cstheme="minorHAnsi"/>
                            <w:i/>
                            <w:color w:val="000000" w:themeColor="text1"/>
                            <w:kern w:val="24"/>
                            <w:sz w:val="20"/>
                            <w:szCs w:val="20"/>
                          </w:rPr>
                          <w:t>Florence Griffith-Joyner meeting the US President in the Oval Office, 1988</w:t>
                        </w:r>
                      </w:p>
                    </w:txbxContent>
                  </v:textbox>
                </v:shape>
                <w10:wrap type="square"/>
              </v:group>
            </w:pict>
          </mc:Fallback>
        </mc:AlternateContent>
      </w:r>
      <w:r w:rsidR="00984DD8">
        <w:rPr>
          <w:b/>
          <w:sz w:val="44"/>
          <w:szCs w:val="44"/>
        </w:rPr>
        <w:t>100m world record</w:t>
      </w:r>
    </w:p>
    <w:p w:rsidR="00E1433A" w:rsidRDefault="00E1433A" w:rsidP="00E1433A">
      <w:pPr>
        <w:spacing w:after="180"/>
      </w:pPr>
    </w:p>
    <w:p w:rsidR="00984DD8" w:rsidRPr="00984DD8" w:rsidRDefault="00984DD8" w:rsidP="00984DD8">
      <w:pPr>
        <w:spacing w:after="240"/>
        <w:rPr>
          <w:sz w:val="28"/>
          <w:szCs w:val="28"/>
        </w:rPr>
      </w:pPr>
      <w:r w:rsidRPr="00984DD8">
        <w:rPr>
          <w:sz w:val="28"/>
          <w:szCs w:val="28"/>
          <w:lang w:val="en-US"/>
        </w:rPr>
        <w:t>Florence Griffith-Joyner broke the 100m world record on July 16</w:t>
      </w:r>
      <w:r w:rsidRPr="00984DD8">
        <w:rPr>
          <w:sz w:val="28"/>
          <w:szCs w:val="28"/>
          <w:vertAlign w:val="superscript"/>
          <w:lang w:val="en-US"/>
        </w:rPr>
        <w:t>th</w:t>
      </w:r>
      <w:r w:rsidRPr="00984DD8">
        <w:rPr>
          <w:sz w:val="28"/>
          <w:szCs w:val="28"/>
          <w:lang w:val="en-US"/>
        </w:rPr>
        <w:t xml:space="preserve"> 1988. </w:t>
      </w:r>
    </w:p>
    <w:p w:rsidR="00984DD8" w:rsidRPr="00984DD8" w:rsidRDefault="00984DD8" w:rsidP="00984DD8">
      <w:pPr>
        <w:spacing w:after="240"/>
        <w:rPr>
          <w:sz w:val="28"/>
          <w:szCs w:val="28"/>
        </w:rPr>
      </w:pPr>
      <w:r w:rsidRPr="00984DD8">
        <w:rPr>
          <w:sz w:val="28"/>
          <w:szCs w:val="28"/>
          <w:lang w:val="en-US"/>
        </w:rPr>
        <w:t>Her fans called her ‘Flo-Jo’.</w:t>
      </w:r>
    </w:p>
    <w:p w:rsidR="00984DD8" w:rsidRPr="00984DD8" w:rsidRDefault="00984DD8" w:rsidP="00984DD8">
      <w:pPr>
        <w:spacing w:after="240"/>
        <w:rPr>
          <w:sz w:val="28"/>
          <w:szCs w:val="28"/>
        </w:rPr>
      </w:pPr>
      <w:r w:rsidRPr="00984DD8">
        <w:rPr>
          <w:sz w:val="28"/>
          <w:szCs w:val="28"/>
          <w:lang w:val="en-US"/>
        </w:rPr>
        <w:t>More than thirty years later, her record still stands.</w:t>
      </w:r>
    </w:p>
    <w:p w:rsidR="00E1433A" w:rsidRPr="00201AC2" w:rsidRDefault="00E1433A" w:rsidP="00E1433A">
      <w:pPr>
        <w:spacing w:after="240"/>
        <w:rPr>
          <w:szCs w:val="18"/>
        </w:rPr>
      </w:pPr>
    </w:p>
    <w:p w:rsidR="00984DD8" w:rsidRDefault="00984DD8" w:rsidP="00E1433A">
      <w:pPr>
        <w:spacing w:after="180"/>
        <w:rPr>
          <w:i/>
          <w:iCs/>
          <w:szCs w:val="18"/>
        </w:rPr>
      </w:pPr>
    </w:p>
    <w:p w:rsidR="00984DD8" w:rsidRDefault="00984DD8" w:rsidP="00E1433A">
      <w:pPr>
        <w:spacing w:after="180"/>
        <w:rPr>
          <w:i/>
          <w:iCs/>
          <w:szCs w:val="18"/>
        </w:rPr>
      </w:pPr>
    </w:p>
    <w:p w:rsidR="00984DD8" w:rsidRPr="00984DD8" w:rsidRDefault="00984DD8" w:rsidP="00984DD8">
      <w:pPr>
        <w:spacing w:after="60"/>
        <w:rPr>
          <w:i/>
          <w:iCs/>
          <w:sz w:val="28"/>
          <w:szCs w:val="28"/>
        </w:rPr>
      </w:pPr>
      <w:r w:rsidRPr="00984DD8">
        <w:rPr>
          <w:i/>
          <w:iCs/>
          <w:sz w:val="28"/>
          <w:szCs w:val="28"/>
        </w:rPr>
        <w:t>Fill in the gaps to describe Flo-Jo’s world record breaking 100m race.</w:t>
      </w:r>
    </w:p>
    <w:p w:rsidR="00E1433A" w:rsidRPr="00984DD8" w:rsidRDefault="00E1433A" w:rsidP="00E1433A">
      <w:pPr>
        <w:spacing w:after="240"/>
        <w:rPr>
          <w:sz w:val="28"/>
          <w:szCs w:val="28"/>
        </w:rPr>
      </w:pPr>
      <w:r w:rsidRPr="00984DD8">
        <w:rPr>
          <w:i/>
          <w:iCs/>
          <w:sz w:val="28"/>
          <w:szCs w:val="28"/>
        </w:rPr>
        <w:t xml:space="preserve">You should only use the words </w:t>
      </w:r>
      <w:r w:rsidR="00984DD8" w:rsidRPr="00A6149E">
        <w:rPr>
          <w:b/>
          <w:bCs/>
          <w:i/>
          <w:iCs/>
          <w:sz w:val="32"/>
          <w:szCs w:val="28"/>
        </w:rPr>
        <w:t>average</w:t>
      </w:r>
      <w:r w:rsidRPr="00984DD8">
        <w:rPr>
          <w:i/>
          <w:iCs/>
          <w:sz w:val="28"/>
          <w:szCs w:val="28"/>
        </w:rPr>
        <w:t xml:space="preserve"> and </w:t>
      </w:r>
      <w:r w:rsidR="00984DD8" w:rsidRPr="00A6149E">
        <w:rPr>
          <w:b/>
          <w:bCs/>
          <w:i/>
          <w:iCs/>
          <w:sz w:val="32"/>
          <w:szCs w:val="28"/>
        </w:rPr>
        <w:t>instantaneous</w:t>
      </w:r>
    </w:p>
    <w:p w:rsidR="00E1433A" w:rsidRPr="007E125E" w:rsidRDefault="00984DD8" w:rsidP="00E1433A">
      <w:pPr>
        <w:spacing w:after="240" w:line="288" w:lineRule="auto"/>
        <w:rPr>
          <w:sz w:val="32"/>
          <w:szCs w:val="32"/>
        </w:rPr>
      </w:pPr>
      <w:r>
        <w:rPr>
          <w:b/>
          <w:bCs/>
          <w:sz w:val="32"/>
          <w:szCs w:val="32"/>
        </w:rPr>
        <w:t>The race:</w:t>
      </w:r>
    </w:p>
    <w:p w:rsidR="00984DD8" w:rsidRPr="00984DD8" w:rsidRDefault="00984DD8" w:rsidP="00BB4770">
      <w:pPr>
        <w:spacing w:after="360" w:line="360" w:lineRule="auto"/>
        <w:rPr>
          <w:sz w:val="32"/>
          <w:szCs w:val="32"/>
        </w:rPr>
      </w:pPr>
      <w:r w:rsidRPr="00984DD8">
        <w:rPr>
          <w:sz w:val="32"/>
          <w:szCs w:val="32"/>
        </w:rPr>
        <w:t xml:space="preserve">In 1988 Flo-Jo ran the 100m in 10.49 seconds and set </w:t>
      </w:r>
      <w:r w:rsidR="00BB4770">
        <w:rPr>
          <w:sz w:val="32"/>
          <w:szCs w:val="32"/>
        </w:rPr>
        <w:t>a new world record.  Her _____</w:t>
      </w:r>
      <w:r w:rsidRPr="00984DD8">
        <w:rPr>
          <w:sz w:val="32"/>
          <w:szCs w:val="32"/>
        </w:rPr>
        <w:t>__</w:t>
      </w:r>
      <w:r w:rsidR="00BB4770">
        <w:rPr>
          <w:sz w:val="32"/>
          <w:szCs w:val="32"/>
        </w:rPr>
        <w:t>____</w:t>
      </w:r>
      <w:r w:rsidRPr="00984DD8">
        <w:rPr>
          <w:sz w:val="32"/>
          <w:szCs w:val="32"/>
        </w:rPr>
        <w:t xml:space="preserve">____ speed for the race was 9.5 m/s.  </w:t>
      </w:r>
    </w:p>
    <w:p w:rsidR="00984DD8" w:rsidRPr="00984DD8" w:rsidRDefault="00984DD8" w:rsidP="00BB4770">
      <w:pPr>
        <w:spacing w:after="360" w:line="360" w:lineRule="auto"/>
        <w:rPr>
          <w:sz w:val="32"/>
          <w:szCs w:val="32"/>
        </w:rPr>
      </w:pPr>
      <w:r w:rsidRPr="00984DD8">
        <w:rPr>
          <w:sz w:val="32"/>
          <w:szCs w:val="32"/>
        </w:rPr>
        <w:t>As the s</w:t>
      </w:r>
      <w:r w:rsidR="00BB4770">
        <w:rPr>
          <w:sz w:val="32"/>
          <w:szCs w:val="32"/>
        </w:rPr>
        <w:t>tarting gun went off her _______</w:t>
      </w:r>
      <w:r w:rsidRPr="00984DD8">
        <w:rPr>
          <w:sz w:val="32"/>
          <w:szCs w:val="32"/>
        </w:rPr>
        <w:t>________ speed was zero.  She quickly sped up and</w:t>
      </w:r>
      <w:r w:rsidR="00BB4770">
        <w:rPr>
          <w:sz w:val="32"/>
          <w:szCs w:val="32"/>
        </w:rPr>
        <w:t xml:space="preserve"> at the 50m point her _____________</w:t>
      </w:r>
      <w:r w:rsidRPr="00984DD8">
        <w:rPr>
          <w:sz w:val="32"/>
          <w:szCs w:val="32"/>
        </w:rPr>
        <w:t>__ speed was 11.0 m/s.  For the first half of the race her ________</w:t>
      </w:r>
      <w:r w:rsidR="00BB4770">
        <w:rPr>
          <w:sz w:val="32"/>
          <w:szCs w:val="32"/>
        </w:rPr>
        <w:t>___</w:t>
      </w:r>
      <w:r w:rsidRPr="00984DD8">
        <w:rPr>
          <w:sz w:val="32"/>
          <w:szCs w:val="32"/>
        </w:rPr>
        <w:t>____ speed was 8.6 m/s.</w:t>
      </w:r>
    </w:p>
    <w:p w:rsidR="00984DD8" w:rsidRPr="00984DD8" w:rsidRDefault="00984DD8" w:rsidP="00BB4770">
      <w:pPr>
        <w:spacing w:after="360" w:line="360" w:lineRule="auto"/>
        <w:rPr>
          <w:sz w:val="32"/>
          <w:szCs w:val="32"/>
        </w:rPr>
      </w:pPr>
      <w:r w:rsidRPr="00984DD8">
        <w:rPr>
          <w:sz w:val="32"/>
          <w:szCs w:val="32"/>
        </w:rPr>
        <w:t>After the half-way point Flo-Jo slowed a little.  Her ______</w:t>
      </w:r>
      <w:r w:rsidR="00BB4770">
        <w:rPr>
          <w:sz w:val="32"/>
          <w:szCs w:val="32"/>
        </w:rPr>
        <w:t>_____</w:t>
      </w:r>
      <w:r w:rsidRPr="00984DD8">
        <w:rPr>
          <w:sz w:val="32"/>
          <w:szCs w:val="32"/>
        </w:rPr>
        <w:t>____ speed for the second half of the race was 10.7 m/s.  In the last few metres she sped up again and on the finish line her _________</w:t>
      </w:r>
      <w:r w:rsidR="00BB4770">
        <w:rPr>
          <w:sz w:val="32"/>
          <w:szCs w:val="32"/>
        </w:rPr>
        <w:t>___</w:t>
      </w:r>
      <w:r w:rsidRPr="00984DD8">
        <w:rPr>
          <w:sz w:val="32"/>
          <w:szCs w:val="32"/>
        </w:rPr>
        <w:t>___ speed was 11.2 m/s.</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0E38B6" w:rsidRPr="006F3279" w:rsidRDefault="000E38B6" w:rsidP="000E38B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PFM2.1</w:t>
      </w:r>
      <w:r w:rsidRPr="00CA4B46">
        <w:rPr>
          <w:i/>
          <w:sz w:val="18"/>
          <w:szCs w:val="18"/>
        </w:rPr>
        <w:t xml:space="preserve">: </w:t>
      </w:r>
      <w:r>
        <w:rPr>
          <w:i/>
          <w:sz w:val="18"/>
          <w:szCs w:val="18"/>
        </w:rPr>
        <w:t>Describing speed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E38B6" w:rsidP="006F3279">
            <w:pPr>
              <w:spacing w:after="60"/>
              <w:ind w:left="1304"/>
              <w:rPr>
                <w:b/>
                <w:sz w:val="40"/>
                <w:szCs w:val="40"/>
              </w:rPr>
            </w:pPr>
            <w:r>
              <w:rPr>
                <w:b/>
                <w:sz w:val="40"/>
                <w:szCs w:val="40"/>
              </w:rPr>
              <w:t>100m world record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E38B6" w:rsidP="0007651D">
            <w:pPr>
              <w:spacing w:before="60" w:after="60"/>
            </w:pPr>
            <w:r w:rsidRPr="00D766BD">
              <w:rPr>
                <w:rFonts w:cstheme="minorHAnsi"/>
              </w:rPr>
              <w:t>Speed is a measure of how fast an object travels: how far it goes in a given time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E38B6" w:rsidP="0007651D">
            <w:pPr>
              <w:spacing w:before="60" w:after="60"/>
              <w:rPr>
                <w:b/>
              </w:rPr>
            </w:pPr>
            <w:r w:rsidRPr="000E38B6">
              <w:t>Explain why the average speed may be different to the instantaneous speed of an object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A2577E" w:rsidP="007B18B8">
            <w:pPr>
              <w:spacing w:before="60" w:after="60"/>
            </w:pPr>
            <w:r>
              <w:t>F</w:t>
            </w:r>
            <w:r w:rsidR="00E1433A">
              <w:t>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E38B6" w:rsidP="000505CA">
            <w:pPr>
              <w:spacing w:before="60" w:after="60"/>
            </w:pPr>
            <w:r w:rsidRPr="000E38B6">
              <w:t>Average speed, instantaneous speed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0565E" w:rsidRDefault="0040565E" w:rsidP="00026DEC">
      <w:pPr>
        <w:spacing w:after="180"/>
      </w:pPr>
      <w:r>
        <w:t xml:space="preserve">Practical work gives students the opportunity to measure distance and time in order to calculate average speeds of moving objects and to observe their motion in detail. Introducing and rehearsing vocabulary that allows them to describe observations accurately is an essential first step towards understanding motion </w:t>
      </w:r>
      <w:r>
        <w:fldChar w:fldCharType="begin">
          <w:fldData xml:space="preserve">PEVuZE5vdGU+PENpdGU+PEF1dGhvcj5LaWJibGU8L0F1dGhvcj48WWVhcj4yMDExPC9ZZWFyPjxJ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ZGVkLWRhdGUgZm9ybWF0PSJ1dGMiPjE1NDgyNDA2MjQ8L2FkZGVkLWRhdGU+PHB1Yi1sb2NhdGlv
bj5Mb25kb248L3B1Yi1sb2NhdGlvbj48cmVmLXR5cGUgbmFtZT0iQm9vayI+NjwvcmVmLXR5cGU+
PGRhdGVzPjx5ZWFyPjE5OTQ8L3llYXI+PC9kYXRlcz48cmVjLW51bWJlcj44MDwvcmVjLW51bWJl
cj48cHVibGlzaGVyPlJvdXRsZWRnZTwvcHVibGlzaGVyPjxsYXN0LXVwZGF0ZWQtZGF0ZSBmb3Jt
YXQ9InV0YyI+MTU0ODI0MDcyNDwvbGFzdC11cGRhdGVkLWRhdGU+PC9yZWNvcmQ+PC9DaXRlPjwv
RW5kTm90ZT5=
</w:fldData>
        </w:fldChar>
      </w:r>
      <w:r>
        <w:instrText xml:space="preserve"> ADDIN EN.CITE </w:instrText>
      </w:r>
      <w:r>
        <w:fldChar w:fldCharType="begin">
          <w:fldData xml:space="preserve">PEVuZE5vdGU+PENpdGU+PEF1dGhvcj5LaWJibGU8L0F1dGhvcj48WWVhcj4yMDExPC9ZZWFyPjxJ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ZGVkLWRhdGUgZm9ybWF0PSJ1dGMiPjE1NDgyNDA2MjQ8L2FkZGVkLWRhdGU+PHB1Yi1sb2NhdGlv
bj5Mb25kb248L3B1Yi1sb2NhdGlvbj48cmVmLXR5cGUgbmFtZT0iQm9vayI+NjwvcmVmLXR5cGU+
PGRhdGVzPjx5ZWFyPjE5OTQ8L3llYXI+PC9kYXRlcz48cmVjLW51bWJlcj44MDwvcmVjLW51bWJl
cj48cHVibGlzaGVyPlJvdXRsZWRnZTwvcHVibGlzaGVyPjxsYXN0LXVwZGF0ZWQtZGF0ZSBmb3Jt
YXQ9InV0YyI+MTU0ODI0MDcyNDwvbGFzdC11cGRhdGVkLWRhdGU+PC9yZWNvcmQ+PC9DaXRlPjwv
RW5kTm90ZT5=
</w:fldData>
        </w:fldChar>
      </w:r>
      <w:r>
        <w:instrText xml:space="preserve"> ADDIN EN.CITE.DATA </w:instrText>
      </w:r>
      <w:r>
        <w:fldChar w:fldCharType="end"/>
      </w:r>
      <w:r>
        <w:fldChar w:fldCharType="separate"/>
      </w:r>
      <w:r>
        <w:rPr>
          <w:noProof/>
        </w:rPr>
        <w:t>(Kibble, 2011; Driver et al., 1994)</w:t>
      </w:r>
      <w:r>
        <w:fldChar w:fldCharType="end"/>
      </w:r>
      <w:r>
        <w:t xml:space="preserve">. </w:t>
      </w:r>
    </w:p>
    <w:p w:rsidR="00393811" w:rsidRDefault="00393811" w:rsidP="00026DEC">
      <w:pPr>
        <w:spacing w:after="180"/>
      </w:pPr>
      <w:r>
        <w:t xml:space="preserve">This question investigates students’ understanding of </w:t>
      </w:r>
      <w:r w:rsidRPr="00A2577E">
        <w:rPr>
          <w:i/>
        </w:rPr>
        <w:t>average</w:t>
      </w:r>
      <w:r>
        <w:t xml:space="preserve"> speed and </w:t>
      </w:r>
      <w:r w:rsidRPr="00A2577E">
        <w:rPr>
          <w:i/>
        </w:rPr>
        <w:t>instantaneous</w:t>
      </w:r>
      <w:r>
        <w:t xml:space="preserve"> speed.</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93811" w:rsidRDefault="00393811" w:rsidP="007F5758">
      <w:pPr>
        <w:spacing w:after="180"/>
      </w:pPr>
      <w:r>
        <w:t>Video of the ‘women’s 100m world record’ race is easy to find on the internet and it makes a useful introduction to this activity. Useful questions to prompt students might be:</w:t>
      </w:r>
    </w:p>
    <w:p w:rsidR="00393811" w:rsidRDefault="00393811" w:rsidP="00393811">
      <w:pPr>
        <w:pStyle w:val="ListParagraph"/>
        <w:numPr>
          <w:ilvl w:val="0"/>
          <w:numId w:val="4"/>
        </w:numPr>
        <w:spacing w:after="180"/>
      </w:pPr>
      <w:r>
        <w:t>Is her speed the same all the way through the race?</w:t>
      </w:r>
    </w:p>
    <w:p w:rsidR="00393811" w:rsidRDefault="00393811" w:rsidP="00393811">
      <w:pPr>
        <w:pStyle w:val="ListParagraph"/>
        <w:numPr>
          <w:ilvl w:val="0"/>
          <w:numId w:val="4"/>
        </w:numPr>
        <w:spacing w:after="180"/>
      </w:pPr>
      <w:r>
        <w:t>How would you calculate her average speed for the race?</w:t>
      </w:r>
    </w:p>
    <w:p w:rsidR="00393811" w:rsidRDefault="00393811" w:rsidP="00393811">
      <w:pPr>
        <w:pStyle w:val="ListParagraph"/>
        <w:numPr>
          <w:ilvl w:val="0"/>
          <w:numId w:val="4"/>
        </w:numPr>
        <w:spacing w:after="180"/>
      </w:pPr>
      <w:r>
        <w:t>How does her average speed compare to her speed at the s</w:t>
      </w:r>
      <w:r w:rsidR="00FF2D06">
        <w:t>tart, middle and end?</w:t>
      </w:r>
    </w:p>
    <w:p w:rsidR="00F8576B" w:rsidRDefault="00F8576B" w:rsidP="00393811">
      <w:pPr>
        <w:pStyle w:val="ListParagraph"/>
        <w:numPr>
          <w:ilvl w:val="0"/>
          <w:numId w:val="4"/>
        </w:numPr>
        <w:spacing w:after="180"/>
      </w:pPr>
      <w:r>
        <w:t>Why does her speed change through the race?</w:t>
      </w:r>
    </w:p>
    <w:p w:rsidR="007F5758" w:rsidRDefault="007F5758" w:rsidP="007F5758">
      <w:pPr>
        <w:spacing w:after="180"/>
      </w:pPr>
      <w:r w:rsidRPr="00767704">
        <w:t xml:space="preserve">Students should </w:t>
      </w:r>
      <w:r w:rsidR="00F8576B">
        <w:t xml:space="preserve">then </w:t>
      </w:r>
      <w:r w:rsidRPr="00767704">
        <w:t xml:space="preserve">complete the </w:t>
      </w:r>
      <w:r>
        <w:t>activity</w:t>
      </w:r>
      <w:r w:rsidRPr="00767704">
        <w:t xml:space="preserve"> individually</w:t>
      </w:r>
      <w:r>
        <w:t xml:space="preserve"> as</w:t>
      </w:r>
      <w:r w:rsidRPr="00767704">
        <w:t xml:space="preserve"> a pencil and paper exercise</w:t>
      </w:r>
      <w:r>
        <w:t>. The large text on the worksheet allows it to be copied A5 size, which fits a standard exercise book.</w:t>
      </w:r>
    </w:p>
    <w:p w:rsidR="007F5758" w:rsidRDefault="007F5758" w:rsidP="007F5758">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7F5758" w:rsidRPr="00816065" w:rsidRDefault="007F5758" w:rsidP="007F575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F5758" w:rsidRDefault="007F5758" w:rsidP="007F5758">
      <w:pPr>
        <w:spacing w:after="180"/>
        <w:rPr>
          <w:rFonts w:cstheme="minorHAnsi"/>
          <w:i/>
        </w:rPr>
      </w:pPr>
      <w:r w:rsidRPr="00AE7928">
        <w:rPr>
          <w:rFonts w:cstheme="minorHAnsi"/>
          <w:i/>
        </w:rPr>
        <w:t>Differentiation</w:t>
      </w:r>
    </w:p>
    <w:p w:rsidR="007F5758" w:rsidRDefault="007F5758" w:rsidP="007F5758">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CA6F1D" w:rsidRPr="00CA6F1D" w:rsidRDefault="00CA6F1D" w:rsidP="00CA6F1D">
      <w:pPr>
        <w:spacing w:after="180"/>
      </w:pPr>
      <w:r w:rsidRPr="00CA6F1D">
        <w:t xml:space="preserve">In 1988 Flo-Jo ran the 100m in 10.49 seconds and set a new world record. Her </w:t>
      </w:r>
      <w:r w:rsidRPr="00CA6F1D">
        <w:rPr>
          <w:b/>
          <w:color w:val="C00000"/>
        </w:rPr>
        <w:t>average</w:t>
      </w:r>
      <w:r w:rsidRPr="00CA6F1D">
        <w:t xml:space="preserve"> s</w:t>
      </w:r>
      <w:r w:rsidR="00B1649D">
        <w:t>peed for the race was 9.5 m/s.</w:t>
      </w:r>
    </w:p>
    <w:p w:rsidR="00CA6F1D" w:rsidRPr="00CA6F1D" w:rsidRDefault="00CA6F1D" w:rsidP="00CA6F1D">
      <w:pPr>
        <w:spacing w:after="180"/>
      </w:pPr>
      <w:r w:rsidRPr="00CA6F1D">
        <w:t xml:space="preserve">As the starting gun went off her </w:t>
      </w:r>
      <w:r>
        <w:rPr>
          <w:b/>
          <w:color w:val="C00000"/>
        </w:rPr>
        <w:t>instantaneous</w:t>
      </w:r>
      <w:r w:rsidRPr="00CA6F1D">
        <w:t xml:space="preserve"> speed was zero. She quickly sped up and at the 50m point her </w:t>
      </w:r>
      <w:r>
        <w:rPr>
          <w:b/>
          <w:color w:val="C00000"/>
        </w:rPr>
        <w:t>instantaneous</w:t>
      </w:r>
      <w:r w:rsidRPr="00CA6F1D">
        <w:t xml:space="preserve"> speed was 11.0 m/s. For the first half of the race her </w:t>
      </w:r>
      <w:r w:rsidRPr="00CA6F1D">
        <w:rPr>
          <w:b/>
          <w:color w:val="C00000"/>
        </w:rPr>
        <w:t>average</w:t>
      </w:r>
      <w:r w:rsidRPr="00CA6F1D">
        <w:t xml:space="preserve"> speed was 8.6 m/s.</w:t>
      </w:r>
    </w:p>
    <w:p w:rsidR="00CA6F1D" w:rsidRPr="00CA6F1D" w:rsidRDefault="00CA6F1D" w:rsidP="00CA6F1D">
      <w:pPr>
        <w:spacing w:after="180"/>
      </w:pPr>
      <w:r w:rsidRPr="00CA6F1D">
        <w:t xml:space="preserve">After the half-way point Flo-Jo slowed a little. Her </w:t>
      </w:r>
      <w:r w:rsidRPr="00CA6F1D">
        <w:rPr>
          <w:b/>
          <w:color w:val="C00000"/>
        </w:rPr>
        <w:t>average</w:t>
      </w:r>
      <w:r w:rsidRPr="00CA6F1D">
        <w:t xml:space="preserve"> speed for the second half of the race was </w:t>
      </w:r>
      <w:bookmarkStart w:id="0" w:name="_GoBack"/>
      <w:bookmarkEnd w:id="0"/>
      <w:r w:rsidRPr="00CA6F1D">
        <w:t xml:space="preserve">10.7 m/s. In the last few metres she sped up again and on the finish line her </w:t>
      </w:r>
      <w:r>
        <w:rPr>
          <w:b/>
          <w:color w:val="C00000"/>
        </w:rPr>
        <w:t>instantaneous</w:t>
      </w:r>
      <w:r w:rsidRPr="00CA6F1D">
        <w:t xml:space="preserve"> speed was 11.2 m/s.</w:t>
      </w:r>
    </w:p>
    <w:p w:rsidR="006A4440" w:rsidRPr="002C79AE" w:rsidRDefault="004C5D20" w:rsidP="00CA6F1D">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917070" w:rsidP="00A01222">
      <w:pPr>
        <w:spacing w:after="180"/>
      </w:pPr>
      <w:r w:rsidRPr="00917070">
        <w:t xml:space="preserve">The word instantaneous may be new to many students. It can be broken into parts: </w:t>
      </w:r>
      <w:r w:rsidR="009A35AB" w:rsidRPr="009A35AB">
        <w:rPr>
          <w:i/>
        </w:rPr>
        <w:t>‘I</w:t>
      </w:r>
      <w:r w:rsidRPr="009A35AB">
        <w:rPr>
          <w:i/>
        </w:rPr>
        <w:t>nstant</w:t>
      </w:r>
      <w:r w:rsidR="009A35AB">
        <w:rPr>
          <w:i/>
        </w:rPr>
        <w:t>-</w:t>
      </w:r>
      <w:r w:rsidR="009A35AB" w:rsidRPr="009A35AB">
        <w:rPr>
          <w:i/>
        </w:rPr>
        <w:t>’</w:t>
      </w:r>
      <w:r w:rsidRPr="00917070">
        <w:t xml:space="preserve">, meaning at a particular time; and </w:t>
      </w:r>
      <w:r w:rsidRPr="00917070">
        <w:rPr>
          <w:i/>
        </w:rPr>
        <w:t>‘</w:t>
      </w:r>
      <w:r w:rsidR="009A35AB">
        <w:rPr>
          <w:i/>
        </w:rPr>
        <w:t>-</w:t>
      </w:r>
      <w:proofErr w:type="spellStart"/>
      <w:r w:rsidRPr="00917070">
        <w:rPr>
          <w:i/>
        </w:rPr>
        <w:t>aneous</w:t>
      </w:r>
      <w:proofErr w:type="spellEnd"/>
      <w:r w:rsidRPr="00917070">
        <w:rPr>
          <w:i/>
        </w:rPr>
        <w:t>’</w:t>
      </w:r>
      <w:r w:rsidRPr="00917070">
        <w:t xml:space="preserve"> is an ending added to (Latin) words to turn them into adjectives (describing words). So instantaneous means ‘describing a particular time’.</w:t>
      </w:r>
    </w:p>
    <w:p w:rsidR="00917070" w:rsidRPr="003B6FC6" w:rsidRDefault="00917070" w:rsidP="00A01222">
      <w:pPr>
        <w:spacing w:after="180"/>
      </w:pPr>
      <w:r w:rsidRPr="003B6FC6">
        <w:t xml:space="preserve">The key idea here is that average speed does not necessarily describe the actual speed of an object. It describes the steady speed an object could travel </w:t>
      </w:r>
      <w:r w:rsidR="003B6FC6">
        <w:t xml:space="preserve">at to complete </w:t>
      </w:r>
      <w:r w:rsidRPr="003B6FC6">
        <w:t xml:space="preserve">the same journey </w:t>
      </w:r>
      <w:r w:rsidR="003B6FC6">
        <w:t>in</w:t>
      </w:r>
      <w:r w:rsidRPr="003B6FC6">
        <w:t xml:space="preserve"> the same </w:t>
      </w:r>
      <w:r w:rsidR="003B6FC6">
        <w:t xml:space="preserve">amount of </w:t>
      </w:r>
      <w:r w:rsidRPr="003B6FC6">
        <w:t>time.</w:t>
      </w:r>
      <w:r w:rsidR="00BD6564">
        <w:t xml:space="preserve"> It is likely that some students will spot that Flo-Jo ‘slowed’ in the second half of the race, and completed it at a higher average speed than the first half. She in fact slowed from her instantaneous speed at the midpoint.</w:t>
      </w:r>
    </w:p>
    <w:p w:rsidR="00943803" w:rsidRDefault="00A01222" w:rsidP="00A01222">
      <w:pPr>
        <w:spacing w:after="180"/>
      </w:pPr>
      <w:r w:rsidRPr="004F039C">
        <w:t xml:space="preserve">If students have </w:t>
      </w:r>
      <w:r w:rsidR="004B1C32">
        <w:t>misunderstanding</w:t>
      </w:r>
      <w:r w:rsidRPr="004F039C">
        <w:t xml:space="preserve">s about </w:t>
      </w:r>
      <w:r w:rsidR="00917070">
        <w:t>average speed</w:t>
      </w:r>
      <w:r w:rsidRPr="004F039C">
        <w:t xml:space="preserve">, </w:t>
      </w:r>
      <w:r w:rsidR="00917070">
        <w:t>it can help to model a journey with two students</w:t>
      </w:r>
      <w:r>
        <w:t>.</w:t>
      </w:r>
      <w:r w:rsidR="00917070">
        <w:t xml:space="preserve"> One walks</w:t>
      </w:r>
      <w:r w:rsidR="003B6FC6">
        <w:t xml:space="preserve"> at a steady pace</w:t>
      </w:r>
      <w:r w:rsidR="009A35AB">
        <w:t>,</w:t>
      </w:r>
      <w:r w:rsidR="003B6FC6">
        <w:t xml:space="preserve"> the</w:t>
      </w:r>
      <w:r w:rsidR="00BD6564">
        <w:t xml:space="preserve"> other</w:t>
      </w:r>
      <w:r w:rsidR="003B6FC6">
        <w:t xml:space="preserve"> </w:t>
      </w:r>
      <w:r w:rsidR="009A35AB">
        <w:t>moves at a range of different paces in order to</w:t>
      </w:r>
      <w:r w:rsidR="003B6FC6">
        <w:t xml:space="preserve"> arrive</w:t>
      </w:r>
      <w:r w:rsidR="009A35AB">
        <w:t xml:space="preserve"> </w:t>
      </w:r>
      <w:r w:rsidR="003B6FC6">
        <w:t>at the end-point at the same time. The two motions can be compared.</w:t>
      </w:r>
      <w:r>
        <w:t xml:space="preserve"> </w:t>
      </w:r>
    </w:p>
    <w:p w:rsidR="003B6FC6" w:rsidRDefault="003B6FC6" w:rsidP="00A01222">
      <w:pPr>
        <w:spacing w:after="180"/>
      </w:pPr>
      <w:r>
        <w:t xml:space="preserve">Another way to </w:t>
      </w:r>
      <w:r w:rsidR="009A35AB">
        <w:t>open up</w:t>
      </w:r>
      <w:r>
        <w:t xml:space="preserve"> discussion is to ask students </w:t>
      </w:r>
      <w:r w:rsidR="00A82813">
        <w:t>about</w:t>
      </w:r>
      <w:r>
        <w:t xml:space="preserve"> the difference between ‘speed cameras’ and ‘average speed checks’ on </w:t>
      </w:r>
      <w:r w:rsidR="00A82813">
        <w:t>a</w:t>
      </w:r>
      <w:r>
        <w:t xml:space="preserve"> motorway.</w:t>
      </w:r>
      <w:r w:rsidR="00943803">
        <w:t xml:space="preserve"> Discussing this in pairs or small groups would encourage social construction of new ideas through dialogue. </w:t>
      </w:r>
      <w:r>
        <w:t xml:space="preserve">Giving students the opportunity to </w:t>
      </w:r>
      <w:r w:rsidR="00A82813">
        <w:t>write definitions of</w:t>
      </w:r>
      <w:r>
        <w:t xml:space="preserve"> instantaneous speed and average speed in their own words</w:t>
      </w:r>
      <w:r w:rsidR="00943803">
        <w:t xml:space="preserve"> can consolidate </w:t>
      </w:r>
      <w:r w:rsidR="00FB5F14">
        <w:t xml:space="preserve">learning </w:t>
      </w:r>
      <w:r w:rsidR="00943803">
        <w:t>and check individual understanding.</w:t>
      </w:r>
    </w:p>
    <w:p w:rsidR="00A01222" w:rsidRPr="0035728F" w:rsidRDefault="00A01222" w:rsidP="00A01222">
      <w:pPr>
        <w:spacing w:after="180"/>
      </w:pPr>
      <w:r w:rsidRPr="0035728F">
        <w:t xml:space="preserve">The following BEST ‘response </w:t>
      </w:r>
      <w:r w:rsidR="00A95FED">
        <w:t>activity</w:t>
      </w:r>
      <w:r w:rsidRPr="0035728F">
        <w:t>’ could be used in follow-up to this diagnostic question:</w:t>
      </w:r>
    </w:p>
    <w:p w:rsidR="00A01222" w:rsidRPr="0035728F" w:rsidRDefault="00A01222" w:rsidP="00A01222">
      <w:pPr>
        <w:pStyle w:val="ListParagraph"/>
        <w:numPr>
          <w:ilvl w:val="0"/>
          <w:numId w:val="1"/>
        </w:numPr>
        <w:spacing w:after="180"/>
      </w:pPr>
      <w:r w:rsidRPr="0035728F">
        <w:t xml:space="preserve">Response </w:t>
      </w:r>
      <w:r w:rsidR="00F2483A" w:rsidRPr="0035728F">
        <w:t>activity</w:t>
      </w:r>
      <w:r w:rsidRPr="0035728F">
        <w:t xml:space="preserve">: </w:t>
      </w:r>
      <w:r w:rsidR="0035728F" w:rsidRPr="0035728F">
        <w:t>Timing problems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35728F">
        <w:t>.</w:t>
      </w:r>
    </w:p>
    <w:p w:rsidR="00DB4D51" w:rsidRPr="00DB4D51" w:rsidRDefault="00D278E8" w:rsidP="00DB4D51">
      <w:pPr>
        <w:spacing w:after="180"/>
      </w:pPr>
      <w:r w:rsidRPr="0045323E">
        <w:t xml:space="preserve">Image: </w:t>
      </w:r>
      <w:r w:rsidR="00DB4D51">
        <w:t xml:space="preserve">Florence Griffith-Joyner: </w:t>
      </w:r>
      <w:r w:rsidR="00DB4D51" w:rsidRPr="00DB4D51">
        <w:rPr>
          <w:i/>
          <w:iCs/>
        </w:rPr>
        <w:t xml:space="preserve">Courtesy </w:t>
      </w:r>
      <w:r w:rsidR="00DB4D51">
        <w:rPr>
          <w:i/>
          <w:iCs/>
        </w:rPr>
        <w:t xml:space="preserve">of the </w:t>
      </w:r>
      <w:r w:rsidR="00DB4D51" w:rsidRPr="00DB4D51">
        <w:rPr>
          <w:i/>
          <w:iCs/>
        </w:rPr>
        <w:t>Ronald Reagan Library.</w:t>
      </w:r>
    </w:p>
    <w:p w:rsidR="0040565E" w:rsidRDefault="003117F6" w:rsidP="00E24309">
      <w:pPr>
        <w:spacing w:after="180"/>
        <w:rPr>
          <w:b/>
          <w:color w:val="5F497A" w:themeColor="accent4" w:themeShade="BF"/>
          <w:sz w:val="24"/>
        </w:rPr>
      </w:pPr>
      <w:r w:rsidRPr="002C79AE">
        <w:rPr>
          <w:b/>
          <w:color w:val="5F497A" w:themeColor="accent4" w:themeShade="BF"/>
          <w:sz w:val="24"/>
        </w:rPr>
        <w:t>References</w:t>
      </w:r>
    </w:p>
    <w:p w:rsidR="0040565E" w:rsidRPr="0040565E" w:rsidRDefault="0040565E" w:rsidP="007207DA">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0565E">
        <w:t xml:space="preserve">Driver, R., et al. (1994). </w:t>
      </w:r>
      <w:r w:rsidRPr="0040565E">
        <w:rPr>
          <w:i/>
        </w:rPr>
        <w:t xml:space="preserve">Making Sense of Secondary Science: Support Materials for Teachers, </w:t>
      </w:r>
      <w:r w:rsidRPr="0040565E">
        <w:t>London: Routledge.</w:t>
      </w:r>
    </w:p>
    <w:p w:rsidR="0040565E" w:rsidRPr="0040565E" w:rsidRDefault="0040565E" w:rsidP="007207DA">
      <w:pPr>
        <w:pStyle w:val="EndNoteBibliography"/>
        <w:spacing w:after="120"/>
      </w:pPr>
      <w:r w:rsidRPr="0040565E">
        <w:t xml:space="preserve">Kibble, B. (2011). Forces. In Sang, D. (ed.) </w:t>
      </w:r>
      <w:r w:rsidRPr="0040565E">
        <w:rPr>
          <w:i/>
        </w:rPr>
        <w:t>Teaching secondary physics.</w:t>
      </w:r>
      <w:r w:rsidRPr="0040565E">
        <w:t xml:space="preserve"> London: Hodder Education.</w:t>
      </w:r>
    </w:p>
    <w:p w:rsidR="00B46FF9" w:rsidRDefault="0040565E" w:rsidP="007207DA">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DD8" w:rsidRDefault="00984DD8" w:rsidP="000B473B">
      <w:r>
        <w:separator/>
      </w:r>
    </w:p>
  </w:endnote>
  <w:endnote w:type="continuationSeparator" w:id="0">
    <w:p w:rsidR="00984DD8" w:rsidRDefault="00984DD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8F8CD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1649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DD8" w:rsidRDefault="00984DD8" w:rsidP="000B473B">
      <w:r>
        <w:separator/>
      </w:r>
    </w:p>
  </w:footnote>
  <w:footnote w:type="continuationSeparator" w:id="0">
    <w:p w:rsidR="00984DD8" w:rsidRDefault="00984DD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BD5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5DDA0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A35490"/>
    <w:multiLevelType w:val="hybridMultilevel"/>
    <w:tmpl w:val="E2E28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84DD8"/>
    <w:rsid w:val="00015578"/>
    <w:rsid w:val="00024731"/>
    <w:rsid w:val="00026DEC"/>
    <w:rsid w:val="000505CA"/>
    <w:rsid w:val="0007651D"/>
    <w:rsid w:val="0009089A"/>
    <w:rsid w:val="000947E2"/>
    <w:rsid w:val="00095E04"/>
    <w:rsid w:val="000A0D12"/>
    <w:rsid w:val="000B473B"/>
    <w:rsid w:val="000D0E89"/>
    <w:rsid w:val="000E2689"/>
    <w:rsid w:val="000E38B6"/>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5728F"/>
    <w:rsid w:val="003752BE"/>
    <w:rsid w:val="00393811"/>
    <w:rsid w:val="003A346A"/>
    <w:rsid w:val="003B2917"/>
    <w:rsid w:val="003B541B"/>
    <w:rsid w:val="003B6FC6"/>
    <w:rsid w:val="003E2B2F"/>
    <w:rsid w:val="003E6046"/>
    <w:rsid w:val="003F16F9"/>
    <w:rsid w:val="0040565E"/>
    <w:rsid w:val="00410507"/>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07DA"/>
    <w:rsid w:val="00722F9A"/>
    <w:rsid w:val="00754539"/>
    <w:rsid w:val="0077646D"/>
    <w:rsid w:val="00781BC6"/>
    <w:rsid w:val="007A3C86"/>
    <w:rsid w:val="007A683E"/>
    <w:rsid w:val="007A748B"/>
    <w:rsid w:val="007B18B8"/>
    <w:rsid w:val="007C26E1"/>
    <w:rsid w:val="007D1D65"/>
    <w:rsid w:val="007D536F"/>
    <w:rsid w:val="007E0A9E"/>
    <w:rsid w:val="007E5309"/>
    <w:rsid w:val="007F5758"/>
    <w:rsid w:val="00800DE1"/>
    <w:rsid w:val="00813F47"/>
    <w:rsid w:val="008450D6"/>
    <w:rsid w:val="00856FCA"/>
    <w:rsid w:val="00873B8C"/>
    <w:rsid w:val="00880E3B"/>
    <w:rsid w:val="008A405F"/>
    <w:rsid w:val="008C7F34"/>
    <w:rsid w:val="008E580C"/>
    <w:rsid w:val="0090047A"/>
    <w:rsid w:val="00917070"/>
    <w:rsid w:val="00925026"/>
    <w:rsid w:val="00931264"/>
    <w:rsid w:val="00942A4B"/>
    <w:rsid w:val="00943803"/>
    <w:rsid w:val="00961D59"/>
    <w:rsid w:val="00984DD8"/>
    <w:rsid w:val="009A35AB"/>
    <w:rsid w:val="009B2D55"/>
    <w:rsid w:val="009C0343"/>
    <w:rsid w:val="009E0D11"/>
    <w:rsid w:val="009F2253"/>
    <w:rsid w:val="00A01222"/>
    <w:rsid w:val="00A24A16"/>
    <w:rsid w:val="00A2577E"/>
    <w:rsid w:val="00A37D14"/>
    <w:rsid w:val="00A6111E"/>
    <w:rsid w:val="00A6149E"/>
    <w:rsid w:val="00A6168B"/>
    <w:rsid w:val="00A62028"/>
    <w:rsid w:val="00A82813"/>
    <w:rsid w:val="00A95FED"/>
    <w:rsid w:val="00AA5B77"/>
    <w:rsid w:val="00AA6236"/>
    <w:rsid w:val="00AB6AE7"/>
    <w:rsid w:val="00AD21F5"/>
    <w:rsid w:val="00B06225"/>
    <w:rsid w:val="00B1649D"/>
    <w:rsid w:val="00B23C7A"/>
    <w:rsid w:val="00B305F5"/>
    <w:rsid w:val="00B46FF9"/>
    <w:rsid w:val="00B47E1D"/>
    <w:rsid w:val="00B75483"/>
    <w:rsid w:val="00BA7952"/>
    <w:rsid w:val="00BB44B4"/>
    <w:rsid w:val="00BB4770"/>
    <w:rsid w:val="00BD6564"/>
    <w:rsid w:val="00BF0BBF"/>
    <w:rsid w:val="00BF6C8A"/>
    <w:rsid w:val="00C05571"/>
    <w:rsid w:val="00C246CE"/>
    <w:rsid w:val="00C54711"/>
    <w:rsid w:val="00C57FA2"/>
    <w:rsid w:val="00CA6F1D"/>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B4D51"/>
    <w:rsid w:val="00DC4A4E"/>
    <w:rsid w:val="00DD1874"/>
    <w:rsid w:val="00DD63BD"/>
    <w:rsid w:val="00DF05DB"/>
    <w:rsid w:val="00DF7E20"/>
    <w:rsid w:val="00E1433A"/>
    <w:rsid w:val="00E172C6"/>
    <w:rsid w:val="00E24309"/>
    <w:rsid w:val="00E53D82"/>
    <w:rsid w:val="00E9330A"/>
    <w:rsid w:val="00EE6B97"/>
    <w:rsid w:val="00F12C3B"/>
    <w:rsid w:val="00F2483A"/>
    <w:rsid w:val="00F26884"/>
    <w:rsid w:val="00F72ECC"/>
    <w:rsid w:val="00F8355F"/>
    <w:rsid w:val="00F8576B"/>
    <w:rsid w:val="00FA3196"/>
    <w:rsid w:val="00FB5F14"/>
    <w:rsid w:val="00FF2D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467352"/>
  <w15:docId w15:val="{E993B84C-4222-4448-810B-50DAC78E2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0565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0565E"/>
    <w:rPr>
      <w:rFonts w:ascii="Calibri" w:hAnsi="Calibri" w:cs="Calibri"/>
      <w:noProof/>
      <w:lang w:val="en-US"/>
    </w:rPr>
  </w:style>
  <w:style w:type="paragraph" w:customStyle="1" w:styleId="EndNoteBibliography">
    <w:name w:val="EndNote Bibliography"/>
    <w:basedOn w:val="Normal"/>
    <w:link w:val="EndNoteBibliographyChar"/>
    <w:rsid w:val="0040565E"/>
    <w:rPr>
      <w:rFonts w:ascii="Calibri" w:hAnsi="Calibri" w:cs="Calibri"/>
      <w:noProof/>
      <w:lang w:val="en-US"/>
    </w:rPr>
  </w:style>
  <w:style w:type="character" w:customStyle="1" w:styleId="EndNoteBibliographyChar">
    <w:name w:val="EndNote Bibliography Char"/>
    <w:basedOn w:val="DefaultParagraphFont"/>
    <w:link w:val="EndNoteBibliography"/>
    <w:rsid w:val="0040565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48736304">
      <w:bodyDiv w:val="1"/>
      <w:marLeft w:val="0"/>
      <w:marRight w:val="0"/>
      <w:marTop w:val="0"/>
      <w:marBottom w:val="0"/>
      <w:divBdr>
        <w:top w:val="none" w:sz="0" w:space="0" w:color="auto"/>
        <w:left w:val="none" w:sz="0" w:space="0" w:color="auto"/>
        <w:bottom w:val="none" w:sz="0" w:space="0" w:color="auto"/>
        <w:right w:val="none" w:sz="0" w:space="0" w:color="auto"/>
      </w:divBdr>
    </w:div>
    <w:div w:id="438261796">
      <w:bodyDiv w:val="1"/>
      <w:marLeft w:val="0"/>
      <w:marRight w:val="0"/>
      <w:marTop w:val="0"/>
      <w:marBottom w:val="0"/>
      <w:divBdr>
        <w:top w:val="none" w:sz="0" w:space="0" w:color="auto"/>
        <w:left w:val="none" w:sz="0" w:space="0" w:color="auto"/>
        <w:bottom w:val="none" w:sz="0" w:space="0" w:color="auto"/>
        <w:right w:val="none" w:sz="0" w:space="0" w:color="auto"/>
      </w:divBdr>
    </w:div>
    <w:div w:id="484393896">
      <w:bodyDiv w:val="1"/>
      <w:marLeft w:val="0"/>
      <w:marRight w:val="0"/>
      <w:marTop w:val="0"/>
      <w:marBottom w:val="0"/>
      <w:divBdr>
        <w:top w:val="none" w:sz="0" w:space="0" w:color="auto"/>
        <w:left w:val="none" w:sz="0" w:space="0" w:color="auto"/>
        <w:bottom w:val="none" w:sz="0" w:space="0" w:color="auto"/>
        <w:right w:val="none" w:sz="0" w:space="0" w:color="auto"/>
      </w:divBdr>
    </w:div>
    <w:div w:id="1190753765">
      <w:bodyDiv w:val="1"/>
      <w:marLeft w:val="0"/>
      <w:marRight w:val="0"/>
      <w:marTop w:val="0"/>
      <w:marBottom w:val="0"/>
      <w:divBdr>
        <w:top w:val="none" w:sz="0" w:space="0" w:color="auto"/>
        <w:left w:val="none" w:sz="0" w:space="0" w:color="auto"/>
        <w:bottom w:val="none" w:sz="0" w:space="0" w:color="auto"/>
        <w:right w:val="none" w:sz="0" w:space="0" w:color="auto"/>
      </w:divBdr>
    </w:div>
    <w:div w:id="1387874588">
      <w:bodyDiv w:val="1"/>
      <w:marLeft w:val="0"/>
      <w:marRight w:val="0"/>
      <w:marTop w:val="0"/>
      <w:marBottom w:val="0"/>
      <w:divBdr>
        <w:top w:val="none" w:sz="0" w:space="0" w:color="auto"/>
        <w:left w:val="none" w:sz="0" w:space="0" w:color="auto"/>
        <w:bottom w:val="none" w:sz="0" w:space="0" w:color="auto"/>
        <w:right w:val="none" w:sz="0" w:space="0" w:color="auto"/>
      </w:divBdr>
    </w:div>
    <w:div w:id="1625036442">
      <w:bodyDiv w:val="1"/>
      <w:marLeft w:val="0"/>
      <w:marRight w:val="0"/>
      <w:marTop w:val="0"/>
      <w:marBottom w:val="0"/>
      <w:divBdr>
        <w:top w:val="none" w:sz="0" w:space="0" w:color="auto"/>
        <w:left w:val="none" w:sz="0" w:space="0" w:color="auto"/>
        <w:bottom w:val="none" w:sz="0" w:space="0" w:color="auto"/>
        <w:right w:val="none" w:sz="0" w:space="0" w:color="auto"/>
      </w:divBdr>
    </w:div>
    <w:div w:id="197926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Focused%20Clo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.template_physics_diagnostic_Focused Cloze.dotx</Template>
  <TotalTime>63</TotalTime>
  <Pages>3</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2019-01-29T08:23:00Z</dcterms:created>
  <dcterms:modified xsi:type="dcterms:W3CDTF">2019-03-01T12:09:00Z</dcterms:modified>
</cp:coreProperties>
</file>