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AE0A7" w14:textId="285BE975" w:rsidR="00304A9C" w:rsidRPr="001A40E2" w:rsidRDefault="003A2563" w:rsidP="00304A9C">
      <w:pPr>
        <w:spacing w:after="180"/>
        <w:rPr>
          <w:b/>
          <w:sz w:val="44"/>
          <w:szCs w:val="44"/>
        </w:rPr>
      </w:pPr>
      <w:r>
        <w:rPr>
          <w:b/>
          <w:sz w:val="44"/>
          <w:szCs w:val="44"/>
        </w:rPr>
        <w:t>Comparing pH</w:t>
      </w:r>
    </w:p>
    <w:p w14:paraId="06E92097" w14:textId="182E43ED" w:rsidR="00304A9C" w:rsidRDefault="00304A9C" w:rsidP="00304A9C">
      <w:pPr>
        <w:spacing w:after="180"/>
      </w:pPr>
    </w:p>
    <w:p w14:paraId="389403FE" w14:textId="223AC04E" w:rsidR="00304A9C" w:rsidRDefault="003A2563" w:rsidP="00304A9C">
      <w:pPr>
        <w:spacing w:after="180"/>
      </w:pPr>
      <w:r>
        <w:t xml:space="preserve">Solution X </w:t>
      </w:r>
      <w:r>
        <w:tab/>
      </w:r>
      <w:r>
        <w:tab/>
      </w:r>
      <w:r>
        <w:tab/>
        <w:t>Solution Y</w:t>
      </w:r>
    </w:p>
    <w:p w14:paraId="4AB48B58" w14:textId="42F03CEA" w:rsidR="003A2563" w:rsidRDefault="003A2563" w:rsidP="00304A9C">
      <w:pPr>
        <w:spacing w:after="180"/>
      </w:pPr>
      <w:r w:rsidRPr="003A2563">
        <w:rPr>
          <w:noProof/>
        </w:rPr>
        <w:drawing>
          <wp:anchor distT="0" distB="0" distL="114300" distR="114300" simplePos="0" relativeHeight="251660288" behindDoc="0" locked="0" layoutInCell="1" allowOverlap="1" wp14:anchorId="520D3891" wp14:editId="03D72450">
            <wp:simplePos x="0" y="0"/>
            <wp:positionH relativeFrom="column">
              <wp:posOffset>1809750</wp:posOffset>
            </wp:positionH>
            <wp:positionV relativeFrom="paragraph">
              <wp:posOffset>13335</wp:posOffset>
            </wp:positionV>
            <wp:extent cx="504825" cy="1163955"/>
            <wp:effectExtent l="0" t="0" r="9525" b="0"/>
            <wp:wrapSquare wrapText="bothSides"/>
            <wp:docPr id="2" name="Picture 6" descr="A close up of a lamp&#10;&#10;Description automatically generated">
              <a:extLst xmlns:a="http://schemas.openxmlformats.org/drawingml/2006/main">
                <a:ext uri="{FF2B5EF4-FFF2-40B4-BE49-F238E27FC236}">
                  <a16:creationId xmlns:a16="http://schemas.microsoft.com/office/drawing/2014/main" id="{A8DCAFE6-CB26-4F55-8A28-4D6D9B6ADA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lamp&#10;&#10;Description automatically generated">
                      <a:extLst>
                        <a:ext uri="{FF2B5EF4-FFF2-40B4-BE49-F238E27FC236}">
                          <a16:creationId xmlns:a16="http://schemas.microsoft.com/office/drawing/2014/main" id="{A8DCAFE6-CB26-4F55-8A28-4D6D9B6ADA08}"/>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4825" cy="1163955"/>
                    </a:xfrm>
                    <a:prstGeom prst="rect">
                      <a:avLst/>
                    </a:prstGeom>
                  </pic:spPr>
                </pic:pic>
              </a:graphicData>
            </a:graphic>
          </wp:anchor>
        </w:drawing>
      </w:r>
      <w:r w:rsidRPr="003A2563">
        <w:rPr>
          <w:noProof/>
        </w:rPr>
        <w:drawing>
          <wp:anchor distT="0" distB="0" distL="114300" distR="114300" simplePos="0" relativeHeight="251658240" behindDoc="0" locked="0" layoutInCell="1" allowOverlap="1" wp14:anchorId="6283F572" wp14:editId="484B086F">
            <wp:simplePos x="0" y="0"/>
            <wp:positionH relativeFrom="column">
              <wp:posOffset>0</wp:posOffset>
            </wp:positionH>
            <wp:positionV relativeFrom="paragraph">
              <wp:posOffset>-3810</wp:posOffset>
            </wp:positionV>
            <wp:extent cx="504825" cy="1163955"/>
            <wp:effectExtent l="0" t="0" r="9525" b="0"/>
            <wp:wrapSquare wrapText="bothSides"/>
            <wp:docPr id="7" name="Picture 6" descr="A close up of a lamp&#10;&#10;Description automatically generated">
              <a:extLst xmlns:a="http://schemas.openxmlformats.org/drawingml/2006/main">
                <a:ext uri="{FF2B5EF4-FFF2-40B4-BE49-F238E27FC236}">
                  <a16:creationId xmlns:a16="http://schemas.microsoft.com/office/drawing/2014/main" id="{A8DCAFE6-CB26-4F55-8A28-4D6D9B6ADA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lamp&#10;&#10;Description automatically generated">
                      <a:extLst>
                        <a:ext uri="{FF2B5EF4-FFF2-40B4-BE49-F238E27FC236}">
                          <a16:creationId xmlns:a16="http://schemas.microsoft.com/office/drawing/2014/main" id="{A8DCAFE6-CB26-4F55-8A28-4D6D9B6ADA08}"/>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4825" cy="1163955"/>
                    </a:xfrm>
                    <a:prstGeom prst="rect">
                      <a:avLst/>
                    </a:prstGeom>
                  </pic:spPr>
                </pic:pic>
              </a:graphicData>
            </a:graphic>
          </wp:anchor>
        </w:drawing>
      </w:r>
    </w:p>
    <w:p w14:paraId="753BEE57" w14:textId="77777777" w:rsidR="003A2563" w:rsidRDefault="003A2563" w:rsidP="00304A9C">
      <w:pPr>
        <w:spacing w:after="180"/>
      </w:pPr>
    </w:p>
    <w:p w14:paraId="2CCF5017" w14:textId="77777777" w:rsidR="003A2563" w:rsidRDefault="003A2563" w:rsidP="00304A9C">
      <w:pPr>
        <w:spacing w:after="180"/>
      </w:pPr>
    </w:p>
    <w:p w14:paraId="6A384381" w14:textId="77777777" w:rsidR="003A2563" w:rsidRDefault="003A2563" w:rsidP="00304A9C">
      <w:pPr>
        <w:spacing w:after="180"/>
      </w:pPr>
    </w:p>
    <w:p w14:paraId="2EA85E81" w14:textId="77777777" w:rsidR="003A2563" w:rsidRDefault="003A2563" w:rsidP="00304A9C">
      <w:pPr>
        <w:spacing w:after="180"/>
      </w:pPr>
    </w:p>
    <w:p w14:paraId="7931B50A" w14:textId="61BD6D0E" w:rsidR="003A2563" w:rsidRDefault="003A2563" w:rsidP="00304A9C">
      <w:pPr>
        <w:spacing w:after="180"/>
      </w:pPr>
      <w:r>
        <w:t xml:space="preserve">      pH2</w:t>
      </w:r>
      <w:r>
        <w:tab/>
      </w:r>
      <w:r>
        <w:tab/>
      </w:r>
      <w:r>
        <w:tab/>
      </w:r>
      <w:r>
        <w:tab/>
        <w:t xml:space="preserve">     pH1</w:t>
      </w:r>
    </w:p>
    <w:p w14:paraId="2169F786" w14:textId="77777777" w:rsidR="00304A9C" w:rsidRPr="00201AC2" w:rsidRDefault="00304A9C" w:rsidP="00304A9C">
      <w:pPr>
        <w:spacing w:after="240"/>
        <w:rPr>
          <w:szCs w:val="18"/>
        </w:rPr>
      </w:pPr>
    </w:p>
    <w:p w14:paraId="794997C2" w14:textId="7A323DA5" w:rsidR="00304A9C" w:rsidRDefault="003A2563" w:rsidP="00304A9C">
      <w:pPr>
        <w:spacing w:after="240"/>
        <w:rPr>
          <w:szCs w:val="18"/>
          <w:lang w:val="en-US"/>
        </w:rPr>
      </w:pPr>
      <w:r>
        <w:rPr>
          <w:szCs w:val="18"/>
          <w:lang w:val="en-US"/>
        </w:rPr>
        <w:t>How does the acidity of the two solutions compare?</w:t>
      </w:r>
    </w:p>
    <w:p w14:paraId="174FE3A4" w14:textId="77777777" w:rsidR="00304A9C" w:rsidRDefault="00304A9C" w:rsidP="00304A9C">
      <w:pPr>
        <w:ind w:firstLine="720"/>
      </w:pPr>
      <w:r>
        <w:t>Put a tick (</w:t>
      </w:r>
      <w:r>
        <w:sym w:font="Wingdings" w:char="F0FC"/>
      </w:r>
      <w:r>
        <w:t>) in the box next to the best answer.</w:t>
      </w:r>
      <w:r>
        <w:tab/>
      </w:r>
    </w:p>
    <w:p w14:paraId="6EDCCF49" w14:textId="77777777"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00449927" w14:textId="77777777" w:rsidTr="00677EDD">
        <w:trPr>
          <w:cantSplit/>
          <w:trHeight w:hRule="exact" w:val="567"/>
        </w:trPr>
        <w:tc>
          <w:tcPr>
            <w:tcW w:w="567" w:type="dxa"/>
            <w:vAlign w:val="center"/>
          </w:tcPr>
          <w:p w14:paraId="28091304"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7F2B3EB7" w14:textId="087257DA" w:rsidR="00304A9C" w:rsidRPr="009F3146" w:rsidRDefault="003A2563" w:rsidP="00677EDD">
            <w:pPr>
              <w:tabs>
                <w:tab w:val="right" w:leader="dot" w:pos="8680"/>
              </w:tabs>
            </w:pPr>
            <w:r>
              <w:t>Solution Y is half as acidic as solution</w:t>
            </w:r>
            <w:r w:rsidR="004175EB">
              <w:t xml:space="preserve"> X</w:t>
            </w:r>
            <w:r>
              <w:t>.</w:t>
            </w:r>
          </w:p>
        </w:tc>
        <w:tc>
          <w:tcPr>
            <w:tcW w:w="567" w:type="dxa"/>
            <w:tcBorders>
              <w:top w:val="single" w:sz="4" w:space="0" w:color="auto"/>
              <w:left w:val="single" w:sz="4" w:space="0" w:color="auto"/>
              <w:bottom w:val="single" w:sz="4" w:space="0" w:color="auto"/>
              <w:right w:val="single" w:sz="4" w:space="0" w:color="auto"/>
            </w:tcBorders>
          </w:tcPr>
          <w:p w14:paraId="3911F083"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EF826A4" w14:textId="77777777" w:rsidTr="00677EDD">
        <w:trPr>
          <w:cantSplit/>
          <w:trHeight w:hRule="exact" w:val="170"/>
        </w:trPr>
        <w:tc>
          <w:tcPr>
            <w:tcW w:w="567" w:type="dxa"/>
            <w:vAlign w:val="center"/>
          </w:tcPr>
          <w:p w14:paraId="62B40C30"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0446EEC"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C6021A9"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9448BF9" w14:textId="77777777" w:rsidTr="00677EDD">
        <w:trPr>
          <w:cantSplit/>
          <w:trHeight w:hRule="exact" w:val="567"/>
        </w:trPr>
        <w:tc>
          <w:tcPr>
            <w:tcW w:w="567" w:type="dxa"/>
            <w:vAlign w:val="center"/>
          </w:tcPr>
          <w:p w14:paraId="30EF17AD"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5F6C273B" w14:textId="43ED9AB9" w:rsidR="00304A9C" w:rsidRPr="009F3146" w:rsidRDefault="003A2563" w:rsidP="00677EDD">
            <w:pPr>
              <w:tabs>
                <w:tab w:val="right" w:leader="dot" w:pos="8680"/>
              </w:tabs>
            </w:pPr>
            <w:r>
              <w:t>Solution Y is twice as acidic as solution X.</w:t>
            </w:r>
          </w:p>
        </w:tc>
        <w:tc>
          <w:tcPr>
            <w:tcW w:w="567" w:type="dxa"/>
            <w:tcBorders>
              <w:top w:val="single" w:sz="4" w:space="0" w:color="auto"/>
              <w:left w:val="single" w:sz="4" w:space="0" w:color="auto"/>
              <w:bottom w:val="single" w:sz="4" w:space="0" w:color="auto"/>
              <w:right w:val="single" w:sz="4" w:space="0" w:color="auto"/>
            </w:tcBorders>
          </w:tcPr>
          <w:p w14:paraId="5329E50A"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2D30DDDE" w14:textId="77777777" w:rsidTr="00677EDD">
        <w:trPr>
          <w:cantSplit/>
          <w:trHeight w:hRule="exact" w:val="170"/>
        </w:trPr>
        <w:tc>
          <w:tcPr>
            <w:tcW w:w="567" w:type="dxa"/>
            <w:vAlign w:val="center"/>
          </w:tcPr>
          <w:p w14:paraId="25BA930B"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01A7E0B2"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063BC05"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03926D8B" w14:textId="77777777" w:rsidTr="00677EDD">
        <w:trPr>
          <w:cantSplit/>
          <w:trHeight w:hRule="exact" w:val="567"/>
        </w:trPr>
        <w:tc>
          <w:tcPr>
            <w:tcW w:w="567" w:type="dxa"/>
            <w:vAlign w:val="center"/>
          </w:tcPr>
          <w:p w14:paraId="46BC48A8"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403C1D4D" w14:textId="5405F8EE" w:rsidR="00304A9C" w:rsidRPr="009F3146" w:rsidRDefault="003A2563" w:rsidP="00677EDD">
            <w:pPr>
              <w:tabs>
                <w:tab w:val="right" w:leader="dot" w:pos="8680"/>
              </w:tabs>
            </w:pPr>
            <w:r>
              <w:t>Solution Y is 10 times as acidic as solution X.</w:t>
            </w:r>
          </w:p>
        </w:tc>
        <w:tc>
          <w:tcPr>
            <w:tcW w:w="567" w:type="dxa"/>
            <w:tcBorders>
              <w:top w:val="single" w:sz="4" w:space="0" w:color="auto"/>
              <w:left w:val="single" w:sz="4" w:space="0" w:color="auto"/>
              <w:bottom w:val="single" w:sz="4" w:space="0" w:color="auto"/>
              <w:right w:val="single" w:sz="4" w:space="0" w:color="auto"/>
            </w:tcBorders>
          </w:tcPr>
          <w:p w14:paraId="5D3CE10C"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B54E941" w14:textId="77777777" w:rsidTr="00677EDD">
        <w:trPr>
          <w:cantSplit/>
          <w:trHeight w:hRule="exact" w:val="170"/>
        </w:trPr>
        <w:tc>
          <w:tcPr>
            <w:tcW w:w="567" w:type="dxa"/>
            <w:vAlign w:val="center"/>
          </w:tcPr>
          <w:p w14:paraId="23811B5B"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2B032BD4"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3B53F94" w14:textId="77777777" w:rsidR="00304A9C" w:rsidRPr="00AE07E9" w:rsidRDefault="00304A9C" w:rsidP="00677EDD">
            <w:pPr>
              <w:tabs>
                <w:tab w:val="right" w:leader="dot" w:pos="8680"/>
              </w:tabs>
              <w:rPr>
                <w:rFonts w:eastAsia="Times New Roman" w:cs="Times New Roman"/>
                <w:lang w:eastAsia="en-GB"/>
              </w:rPr>
            </w:pPr>
          </w:p>
        </w:tc>
      </w:tr>
      <w:tr w:rsidR="00304A9C" w:rsidRPr="003A2563" w14:paraId="7C9D0FBF" w14:textId="77777777" w:rsidTr="00677EDD">
        <w:trPr>
          <w:cantSplit/>
          <w:trHeight w:hRule="exact" w:val="567"/>
        </w:trPr>
        <w:tc>
          <w:tcPr>
            <w:tcW w:w="567" w:type="dxa"/>
            <w:vAlign w:val="center"/>
          </w:tcPr>
          <w:p w14:paraId="13855050"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7C66BD8A" w14:textId="000E2C25" w:rsidR="00304A9C" w:rsidRPr="003A2563" w:rsidRDefault="003A2563" w:rsidP="00677EDD">
            <w:pPr>
              <w:tabs>
                <w:tab w:val="right" w:leader="dot" w:pos="8680"/>
              </w:tabs>
            </w:pPr>
            <w:r w:rsidRPr="003A2563">
              <w:t>Solution Y is a tenth</w:t>
            </w:r>
            <w:r>
              <w:t xml:space="preserve"> as acidic as solution X.</w:t>
            </w:r>
          </w:p>
        </w:tc>
        <w:tc>
          <w:tcPr>
            <w:tcW w:w="567" w:type="dxa"/>
            <w:tcBorders>
              <w:top w:val="single" w:sz="4" w:space="0" w:color="auto"/>
              <w:left w:val="single" w:sz="4" w:space="0" w:color="auto"/>
              <w:bottom w:val="single" w:sz="4" w:space="0" w:color="auto"/>
              <w:right w:val="single" w:sz="4" w:space="0" w:color="auto"/>
            </w:tcBorders>
          </w:tcPr>
          <w:p w14:paraId="0C8244FB" w14:textId="77777777" w:rsidR="00304A9C" w:rsidRPr="003A2563" w:rsidRDefault="00304A9C" w:rsidP="00677EDD">
            <w:pPr>
              <w:tabs>
                <w:tab w:val="right" w:leader="dot" w:pos="8680"/>
              </w:tabs>
              <w:rPr>
                <w:rFonts w:eastAsia="Times New Roman" w:cs="Times New Roman"/>
                <w:lang w:eastAsia="en-GB"/>
              </w:rPr>
            </w:pPr>
          </w:p>
        </w:tc>
      </w:tr>
      <w:tr w:rsidR="00304A9C" w:rsidRPr="003A2563" w14:paraId="7C8E720F" w14:textId="77777777" w:rsidTr="00677EDD">
        <w:trPr>
          <w:cantSplit/>
          <w:trHeight w:hRule="exact" w:val="170"/>
        </w:trPr>
        <w:tc>
          <w:tcPr>
            <w:tcW w:w="567" w:type="dxa"/>
            <w:vAlign w:val="center"/>
          </w:tcPr>
          <w:p w14:paraId="307205ED" w14:textId="77777777" w:rsidR="00304A9C" w:rsidRPr="003A2563" w:rsidRDefault="00304A9C" w:rsidP="00677EDD">
            <w:pPr>
              <w:tabs>
                <w:tab w:val="right" w:leader="dot" w:pos="8680"/>
              </w:tabs>
              <w:jc w:val="center"/>
              <w:rPr>
                <w:rFonts w:eastAsia="Times New Roman" w:cs="Times New Roman"/>
                <w:b/>
                <w:lang w:eastAsia="en-GB"/>
              </w:rPr>
            </w:pPr>
          </w:p>
        </w:tc>
        <w:tc>
          <w:tcPr>
            <w:tcW w:w="7655" w:type="dxa"/>
          </w:tcPr>
          <w:p w14:paraId="215A3289" w14:textId="77777777" w:rsidR="00304A9C" w:rsidRPr="003A2563"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C5178A7" w14:textId="77777777" w:rsidR="00304A9C" w:rsidRPr="003A2563" w:rsidRDefault="00304A9C" w:rsidP="00677EDD">
            <w:pPr>
              <w:tabs>
                <w:tab w:val="right" w:leader="dot" w:pos="8680"/>
              </w:tabs>
              <w:rPr>
                <w:rFonts w:eastAsia="Times New Roman" w:cs="Times New Roman"/>
                <w:lang w:eastAsia="en-GB"/>
              </w:rPr>
            </w:pPr>
          </w:p>
        </w:tc>
      </w:tr>
    </w:tbl>
    <w:p w14:paraId="5408ED4B" w14:textId="77777777" w:rsidR="00201AC2" w:rsidRPr="00201AC2" w:rsidRDefault="00201AC2" w:rsidP="006F3279">
      <w:pPr>
        <w:spacing w:after="240"/>
        <w:rPr>
          <w:szCs w:val="18"/>
        </w:rPr>
      </w:pPr>
    </w:p>
    <w:p w14:paraId="75842FDB" w14:textId="77777777" w:rsidR="00201AC2" w:rsidRPr="00201AC2" w:rsidRDefault="00201AC2" w:rsidP="006F3279">
      <w:pPr>
        <w:spacing w:after="240"/>
        <w:rPr>
          <w:szCs w:val="18"/>
        </w:rPr>
      </w:pPr>
    </w:p>
    <w:p w14:paraId="6B2CEE0D"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5D32FEC4" w14:textId="77777777" w:rsidR="003A2563" w:rsidRPr="006F3279" w:rsidRDefault="003A2563" w:rsidP="003A2563">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CSU: Substances and properties &gt; Topic CSU3: Acids and alkalis</w:t>
      </w:r>
      <w:r w:rsidRPr="00CA4B46">
        <w:rPr>
          <w:i/>
          <w:sz w:val="18"/>
          <w:szCs w:val="18"/>
        </w:rPr>
        <w:t xml:space="preserve"> &gt; </w:t>
      </w:r>
      <w:r>
        <w:rPr>
          <w:i/>
          <w:sz w:val="18"/>
          <w:szCs w:val="18"/>
        </w:rPr>
        <w:t>Key concept</w:t>
      </w:r>
      <w:r w:rsidRPr="00CA4B46">
        <w:rPr>
          <w:i/>
          <w:sz w:val="18"/>
          <w:szCs w:val="18"/>
        </w:rPr>
        <w:t xml:space="preserve"> </w:t>
      </w:r>
      <w:r>
        <w:rPr>
          <w:i/>
          <w:sz w:val="18"/>
          <w:szCs w:val="18"/>
        </w:rPr>
        <w:t>CSU3.1: pH scale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8BF2E50" w14:textId="77777777" w:rsidTr="00323334">
        <w:tc>
          <w:tcPr>
            <w:tcW w:w="12021" w:type="dxa"/>
            <w:shd w:val="clear" w:color="auto" w:fill="FABF8F" w:themeFill="accent6" w:themeFillTint="99"/>
          </w:tcPr>
          <w:p w14:paraId="07934B5F"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28EA8181" w14:textId="77777777" w:rsidTr="00323334">
        <w:tc>
          <w:tcPr>
            <w:tcW w:w="12021" w:type="dxa"/>
            <w:shd w:val="clear" w:color="auto" w:fill="FBD4B4" w:themeFill="accent6" w:themeFillTint="66"/>
          </w:tcPr>
          <w:p w14:paraId="196092C0" w14:textId="2F07458C" w:rsidR="006F3279" w:rsidRPr="00CA4B46" w:rsidRDefault="003A2563" w:rsidP="006F3279">
            <w:pPr>
              <w:spacing w:after="60"/>
              <w:ind w:left="1304"/>
              <w:rPr>
                <w:b/>
                <w:sz w:val="40"/>
                <w:szCs w:val="40"/>
              </w:rPr>
            </w:pPr>
            <w:r>
              <w:rPr>
                <w:b/>
                <w:sz w:val="40"/>
                <w:szCs w:val="40"/>
              </w:rPr>
              <w:t>Comparing pH</w:t>
            </w:r>
          </w:p>
        </w:tc>
      </w:tr>
    </w:tbl>
    <w:p w14:paraId="4776FCB7" w14:textId="77777777" w:rsidR="006F3279" w:rsidRDefault="006F3279" w:rsidP="00E172C6">
      <w:pPr>
        <w:spacing w:after="180"/>
        <w:rPr>
          <w:b/>
        </w:rPr>
      </w:pPr>
    </w:p>
    <w:p w14:paraId="3AC9E3EE"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611206DA" w14:textId="77777777" w:rsidTr="003F16F9">
        <w:trPr>
          <w:trHeight w:val="340"/>
        </w:trPr>
        <w:tc>
          <w:tcPr>
            <w:tcW w:w="2196" w:type="dxa"/>
          </w:tcPr>
          <w:p w14:paraId="6E39E711" w14:textId="77777777" w:rsidR="00FA5B3A" w:rsidRDefault="00FA5B3A" w:rsidP="00FA5B3A">
            <w:pPr>
              <w:spacing w:before="60" w:after="60"/>
            </w:pPr>
            <w:r>
              <w:t>Learning focus:</w:t>
            </w:r>
          </w:p>
        </w:tc>
        <w:tc>
          <w:tcPr>
            <w:tcW w:w="6820" w:type="dxa"/>
          </w:tcPr>
          <w:p w14:paraId="3E626D90" w14:textId="643B7F6B" w:rsidR="00FA5B3A" w:rsidRDefault="003A2563" w:rsidP="00FA5B3A">
            <w:pPr>
              <w:spacing w:before="60" w:after="60"/>
            </w:pPr>
            <w:r>
              <w:t>Acidic and alkaline solutions may be compared using the pH scale.</w:t>
            </w:r>
          </w:p>
        </w:tc>
      </w:tr>
      <w:tr w:rsidR="00FA5B3A" w14:paraId="7D11968C" w14:textId="77777777" w:rsidTr="003F16F9">
        <w:trPr>
          <w:trHeight w:val="340"/>
        </w:trPr>
        <w:tc>
          <w:tcPr>
            <w:tcW w:w="2196" w:type="dxa"/>
          </w:tcPr>
          <w:p w14:paraId="0B9DB55C" w14:textId="77777777" w:rsidR="00FA5B3A" w:rsidRDefault="00FA5B3A" w:rsidP="00FA5B3A">
            <w:pPr>
              <w:spacing w:before="60" w:after="60"/>
            </w:pPr>
            <w:r>
              <w:t>Observable learning outcome:</w:t>
            </w:r>
          </w:p>
        </w:tc>
        <w:tc>
          <w:tcPr>
            <w:tcW w:w="6820" w:type="dxa"/>
          </w:tcPr>
          <w:p w14:paraId="3C434DEF" w14:textId="018181AD" w:rsidR="00FA5B3A" w:rsidRPr="003A2563" w:rsidRDefault="003A2563" w:rsidP="00FA5B3A">
            <w:pPr>
              <w:spacing w:before="60" w:after="60"/>
            </w:pPr>
            <w:r w:rsidRPr="003A2563">
              <w:t>Compare acidity or alkalinity using the pH scale.</w:t>
            </w:r>
          </w:p>
        </w:tc>
      </w:tr>
      <w:tr w:rsidR="00FA5B3A" w14:paraId="2B584A4F" w14:textId="77777777" w:rsidTr="003F16F9">
        <w:trPr>
          <w:trHeight w:val="340"/>
        </w:trPr>
        <w:tc>
          <w:tcPr>
            <w:tcW w:w="2196" w:type="dxa"/>
          </w:tcPr>
          <w:p w14:paraId="26C97910" w14:textId="77777777" w:rsidR="00FA5B3A" w:rsidRDefault="007F5D5D" w:rsidP="00FA5B3A">
            <w:pPr>
              <w:spacing w:before="60" w:after="60"/>
            </w:pPr>
            <w:r>
              <w:t>Question</w:t>
            </w:r>
            <w:r w:rsidR="00FA5B3A">
              <w:t xml:space="preserve"> type:</w:t>
            </w:r>
          </w:p>
        </w:tc>
        <w:tc>
          <w:tcPr>
            <w:tcW w:w="6820" w:type="dxa"/>
          </w:tcPr>
          <w:p w14:paraId="1A362C90" w14:textId="60587501" w:rsidR="00FA5B3A" w:rsidRDefault="00304A9C" w:rsidP="00304A9C">
            <w:pPr>
              <w:spacing w:before="60" w:after="60"/>
            </w:pPr>
            <w:r>
              <w:t>simple</w:t>
            </w:r>
            <w:r w:rsidR="00E252BE" w:rsidRPr="00535269">
              <w:t xml:space="preserve"> multiple</w:t>
            </w:r>
            <w:r w:rsidR="00E252BE">
              <w:t xml:space="preserve"> choice</w:t>
            </w:r>
          </w:p>
        </w:tc>
      </w:tr>
      <w:tr w:rsidR="00FA5B3A" w14:paraId="1A49A030" w14:textId="77777777" w:rsidTr="003F16F9">
        <w:trPr>
          <w:trHeight w:val="340"/>
        </w:trPr>
        <w:tc>
          <w:tcPr>
            <w:tcW w:w="2196" w:type="dxa"/>
          </w:tcPr>
          <w:p w14:paraId="752782CD" w14:textId="77777777" w:rsidR="00FA5B3A" w:rsidRDefault="00FA5B3A" w:rsidP="00FA5B3A">
            <w:pPr>
              <w:spacing w:before="60" w:after="60"/>
            </w:pPr>
            <w:r>
              <w:t>Key words:</w:t>
            </w:r>
          </w:p>
        </w:tc>
        <w:tc>
          <w:tcPr>
            <w:tcW w:w="6820" w:type="dxa"/>
            <w:tcBorders>
              <w:bottom w:val="dotted" w:sz="4" w:space="0" w:color="auto"/>
            </w:tcBorders>
          </w:tcPr>
          <w:p w14:paraId="07D1E4F8" w14:textId="0A0E4FDA" w:rsidR="00FA5B3A" w:rsidRDefault="003A2563" w:rsidP="00FA5B3A">
            <w:pPr>
              <w:spacing w:before="60" w:after="60"/>
            </w:pPr>
            <w:r>
              <w:t>solution, acidity</w:t>
            </w:r>
          </w:p>
        </w:tc>
      </w:tr>
    </w:tbl>
    <w:p w14:paraId="15931DB8" w14:textId="77777777"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2A923916" w14:textId="77777777" w:rsidTr="00323334">
        <w:tc>
          <w:tcPr>
            <w:tcW w:w="709" w:type="dxa"/>
            <w:shd w:val="clear" w:color="auto" w:fill="FABF8F" w:themeFill="accent6" w:themeFillTint="99"/>
            <w:tcMar>
              <w:left w:w="28" w:type="dxa"/>
              <w:bottom w:w="57" w:type="dxa"/>
              <w:right w:w="28" w:type="dxa"/>
            </w:tcMar>
            <w:vAlign w:val="center"/>
          </w:tcPr>
          <w:p w14:paraId="79CB4004"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0563D490" w14:textId="77777777" w:rsidR="00F72ECC" w:rsidRPr="00323334" w:rsidRDefault="00FA5B3A" w:rsidP="00AD59C9">
            <w:pPr>
              <w:spacing w:after="60"/>
              <w:rPr>
                <w:color w:val="E36C0A" w:themeColor="accent6" w:themeShade="BF"/>
                <w:sz w:val="20"/>
              </w:rPr>
            </w:pPr>
            <w:r>
              <w:rPr>
                <w:b/>
                <w:color w:val="E36C0A" w:themeColor="accent6" w:themeShade="BF"/>
              </w:rPr>
              <w:t xml:space="preserve">BRIDGING </w:t>
            </w:r>
          </w:p>
          <w:p w14:paraId="61DE5C92" w14:textId="77777777" w:rsidR="00F72ECC" w:rsidRDefault="00FA5B3A" w:rsidP="007C26E1">
            <w:r w:rsidRPr="00F72ECC">
              <w:rPr>
                <w:sz w:val="20"/>
              </w:rPr>
              <w:t xml:space="preserve">This </w:t>
            </w:r>
            <w:r>
              <w:rPr>
                <w:sz w:val="20"/>
              </w:rPr>
              <w:t>diagnostic question</w:t>
            </w:r>
            <w:r w:rsidRPr="00F72ECC">
              <w:rPr>
                <w:sz w:val="20"/>
              </w:rPr>
              <w:t xml:space="preserve"> </w:t>
            </w:r>
            <w:r w:rsidR="007C26E1">
              <w:rPr>
                <w:sz w:val="20"/>
              </w:rPr>
              <w:t>probes understanding of</w:t>
            </w:r>
            <w:r w:rsidR="00F72ECC"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46A4D7FC" w14:textId="77777777" w:rsidR="00F72ECC" w:rsidRDefault="00F72ECC" w:rsidP="00F72ECC"/>
    <w:p w14:paraId="3CFEB3F7"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2280644" w14:textId="77777777" w:rsidR="0034431F" w:rsidRPr="00B3356D" w:rsidRDefault="00A74F31" w:rsidP="0034431F">
      <w:pPr>
        <w:spacing w:after="180"/>
      </w:pPr>
      <w:r w:rsidRPr="00B3356D">
        <w:t xml:space="preserve">Sheppard </w:t>
      </w:r>
      <w:r w:rsidR="0034431F" w:rsidRPr="00B3356D">
        <w:fldChar w:fldCharType="begin"/>
      </w:r>
      <w:r w:rsidR="0034431F" w:rsidRPr="00B3356D">
        <w:instrText xml:space="preserve"> ADDIN EN.CITE &lt;EndNote&gt;&lt;Cite ExcludeAuth="1"&gt;&lt;Author&gt;Sheppard&lt;/Author&gt;&lt;Year&gt;2006&lt;/Year&gt;&lt;IDText&gt;High school students&amp;apos; understanding of titrations and related acid-base phenomena&lt;/IDText&gt;&lt;DisplayText&gt;(2006)&lt;/DisplayText&gt;&lt;record&gt;&lt;titles&gt;&lt;title&gt;High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rsidR="0034431F" w:rsidRPr="00B3356D">
        <w:fldChar w:fldCharType="separate"/>
      </w:r>
      <w:r w:rsidR="0034431F" w:rsidRPr="00B3356D">
        <w:rPr>
          <w:noProof/>
        </w:rPr>
        <w:t>(2006)</w:t>
      </w:r>
      <w:r w:rsidR="0034431F" w:rsidRPr="00B3356D">
        <w:fldChar w:fldCharType="end"/>
      </w:r>
      <w:r w:rsidR="0034431F" w:rsidRPr="00B3356D">
        <w:t xml:space="preserve"> lists three things that high school students do not generally understand about pH.</w:t>
      </w:r>
    </w:p>
    <w:p w14:paraId="77F421B8" w14:textId="77777777" w:rsidR="0034431F" w:rsidRPr="00B3356D" w:rsidRDefault="0034431F" w:rsidP="0034431F">
      <w:pPr>
        <w:pStyle w:val="ListParagraph"/>
        <w:numPr>
          <w:ilvl w:val="0"/>
          <w:numId w:val="4"/>
        </w:numPr>
        <w:spacing w:after="180"/>
      </w:pPr>
      <w:r w:rsidRPr="00B3356D">
        <w:t>pH is a measure of concentration</w:t>
      </w:r>
    </w:p>
    <w:p w14:paraId="7F4BE88B" w14:textId="77777777" w:rsidR="0034431F" w:rsidRPr="00B3356D" w:rsidRDefault="0034431F" w:rsidP="0034431F">
      <w:pPr>
        <w:pStyle w:val="ListParagraph"/>
        <w:numPr>
          <w:ilvl w:val="0"/>
          <w:numId w:val="4"/>
        </w:numPr>
        <w:spacing w:after="180"/>
      </w:pPr>
      <w:r w:rsidRPr="00B3356D">
        <w:t>pH is not a measure of strength</w:t>
      </w:r>
    </w:p>
    <w:p w14:paraId="4A5577CE" w14:textId="5125773D" w:rsidR="0034431F" w:rsidRPr="00B3356D" w:rsidRDefault="0034431F" w:rsidP="0034431F">
      <w:pPr>
        <w:pStyle w:val="ListParagraph"/>
        <w:numPr>
          <w:ilvl w:val="0"/>
          <w:numId w:val="4"/>
        </w:numPr>
        <w:spacing w:after="180"/>
      </w:pPr>
      <w:r w:rsidRPr="00B3356D">
        <w:t xml:space="preserve">pH is a logarithmic and not a linear scale </w:t>
      </w:r>
    </w:p>
    <w:p w14:paraId="0586354B" w14:textId="77777777" w:rsidR="0084407D" w:rsidRPr="00B3356D" w:rsidRDefault="0034431F" w:rsidP="00A74F31">
      <w:pPr>
        <w:spacing w:after="180"/>
      </w:pPr>
      <w:r w:rsidRPr="00B3356D">
        <w:t xml:space="preserve">Concentration of hydrogen ions, strong and weak acids and logarithmic scales are not generally introduced to younger (age 11 to 14) students. </w:t>
      </w:r>
    </w:p>
    <w:p w14:paraId="1A4092D6" w14:textId="729E410E" w:rsidR="00425095" w:rsidRPr="00B3356D" w:rsidRDefault="004175EB" w:rsidP="00425095">
      <w:pPr>
        <w:spacing w:after="180"/>
      </w:pPr>
      <w:r w:rsidRPr="00B3356D">
        <w:t>However,</w:t>
      </w:r>
      <w:r w:rsidR="0034431F" w:rsidRPr="00B3356D">
        <w:t xml:space="preserve"> it is not unlikely that simplified teaching to these students could reinforce these misunderstandings at a later stage.</w:t>
      </w:r>
    </w:p>
    <w:p w14:paraId="5D5F86C9" w14:textId="0D83F635" w:rsidR="00425095" w:rsidRPr="00B3356D" w:rsidRDefault="00425095" w:rsidP="00425095">
      <w:pPr>
        <w:spacing w:after="180"/>
      </w:pPr>
      <w:r w:rsidRPr="00B3356D">
        <w:t>In this key concept, the phrase ‘more acidic’ is deliberately used rather than ‘stronger acid’. This is more consistent with the idea of concentration and avoids mention of strength which may cause confusion when learning about strong and weak acids later (where a strong acid is an acid which disassociates completely in water).</w:t>
      </w:r>
    </w:p>
    <w:p w14:paraId="010FB8B0" w14:textId="00B044D3" w:rsidR="00425095" w:rsidRPr="00B3356D" w:rsidRDefault="00425095" w:rsidP="00026DEC">
      <w:pPr>
        <w:spacing w:after="180"/>
      </w:pPr>
      <w:r w:rsidRPr="00B3356D">
        <w:t xml:space="preserve">It is likely, if not explicitly told otherwise, that students will assume that the pH scale is linear.  There may be benefits in making clearer at an earlier stage that this is not correct. The pH scale could be explained without logarithms in terms of a multiplication factor of ten between pH numbers. For </w:t>
      </w:r>
      <w:r w:rsidR="004175EB" w:rsidRPr="00B3356D">
        <w:t>example, pH</w:t>
      </w:r>
      <w:r w:rsidRPr="00B3356D">
        <w:t>1</w:t>
      </w:r>
      <w:bookmarkStart w:id="0" w:name="_GoBack"/>
      <w:bookmarkEnd w:id="0"/>
      <w:r w:rsidRPr="00B3356D">
        <w:t xml:space="preserve"> is ten times more acidic than pH2. pH 14 is ten times more alkaline than pH 13.</w:t>
      </w:r>
    </w:p>
    <w:p w14:paraId="59FB786D" w14:textId="23A0587C" w:rsidR="00AA7643" w:rsidRDefault="00AA7643" w:rsidP="00AA7643">
      <w:pPr>
        <w:spacing w:after="180"/>
        <w:jc w:val="center"/>
      </w:pPr>
      <w:r w:rsidRPr="00B3356D">
        <w:rPr>
          <w:noProof/>
        </w:rPr>
        <w:drawing>
          <wp:inline distT="0" distB="0" distL="0" distR="0" wp14:anchorId="596F5BDF" wp14:editId="442FCDB5">
            <wp:extent cx="3521710" cy="854871"/>
            <wp:effectExtent l="0" t="0" r="0" b="0"/>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H sca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69597" cy="866495"/>
                    </a:xfrm>
                    <a:prstGeom prst="rect">
                      <a:avLst/>
                    </a:prstGeom>
                  </pic:spPr>
                </pic:pic>
              </a:graphicData>
            </a:graphic>
          </wp:inline>
        </w:drawing>
      </w:r>
    </w:p>
    <w:p w14:paraId="2BED4947" w14:textId="77777777" w:rsidR="004175EB" w:rsidRDefault="004175EB" w:rsidP="00026DEC">
      <w:pPr>
        <w:spacing w:after="180"/>
        <w:rPr>
          <w:b/>
          <w:color w:val="E36C0A" w:themeColor="accent6" w:themeShade="BF"/>
          <w:sz w:val="24"/>
        </w:rPr>
      </w:pPr>
    </w:p>
    <w:p w14:paraId="5E97020E" w14:textId="25A0FBEC"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236B192" w14:textId="77777777"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674709C0" w14:textId="77777777"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2B4DF12E" w14:textId="77777777"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82A30CC" w14:textId="77777777" w:rsidR="00304A9C" w:rsidRDefault="00304A9C" w:rsidP="00304A9C">
      <w:pPr>
        <w:spacing w:after="180"/>
        <w:rPr>
          <w:rFonts w:cstheme="minorHAnsi"/>
          <w:i/>
        </w:rPr>
      </w:pPr>
      <w:r w:rsidRPr="00AE7928">
        <w:rPr>
          <w:rFonts w:cstheme="minorHAnsi"/>
          <w:i/>
        </w:rPr>
        <w:t>Differentiation</w:t>
      </w:r>
    </w:p>
    <w:p w14:paraId="2C1EC6B9" w14:textId="2ADB5984" w:rsidR="004175EB" w:rsidRDefault="0034431F" w:rsidP="00026DEC">
      <w:pPr>
        <w:spacing w:after="180"/>
        <w:rPr>
          <w:rFonts w:cstheme="minorHAnsi"/>
        </w:rPr>
      </w:pPr>
      <w:r>
        <w:rPr>
          <w:rFonts w:cstheme="minorHAnsi"/>
        </w:rPr>
        <w:t xml:space="preserve">It may help some students to </w:t>
      </w:r>
      <w:r w:rsidR="004175EB">
        <w:rPr>
          <w:rFonts w:cstheme="minorHAnsi"/>
        </w:rPr>
        <w:t>present the answer options more diagrammatically.</w:t>
      </w:r>
    </w:p>
    <w:p w14:paraId="215CBD6D" w14:textId="050857D9"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DDBCA46" w14:textId="1C197130" w:rsidR="00BF6C8A" w:rsidRDefault="003A2563" w:rsidP="00BF6C8A">
      <w:pPr>
        <w:spacing w:after="180"/>
      </w:pPr>
      <w:r>
        <w:t>C</w:t>
      </w:r>
    </w:p>
    <w:p w14:paraId="73EBCACD" w14:textId="77777777" w:rsidR="006A4440" w:rsidRPr="007C57DA" w:rsidRDefault="004C5D20" w:rsidP="00BF6C8A">
      <w:pPr>
        <w:spacing w:after="180"/>
        <w:rPr>
          <w:b/>
          <w:color w:val="E36C0A" w:themeColor="accent6" w:themeShade="BF"/>
          <w:sz w:val="24"/>
        </w:rPr>
      </w:pPr>
      <w:r w:rsidRPr="007C57DA">
        <w:rPr>
          <w:b/>
          <w:color w:val="E36C0A" w:themeColor="accent6" w:themeShade="BF"/>
          <w:sz w:val="24"/>
        </w:rPr>
        <w:t>How to respond - w</w:t>
      </w:r>
      <w:r w:rsidR="006A4440" w:rsidRPr="007C57DA">
        <w:rPr>
          <w:b/>
          <w:color w:val="E36C0A" w:themeColor="accent6" w:themeShade="BF"/>
          <w:sz w:val="24"/>
        </w:rPr>
        <w:t>h</w:t>
      </w:r>
      <w:r w:rsidRPr="007C57DA">
        <w:rPr>
          <w:b/>
          <w:color w:val="E36C0A" w:themeColor="accent6" w:themeShade="BF"/>
          <w:sz w:val="24"/>
        </w:rPr>
        <w:t>at</w:t>
      </w:r>
      <w:r w:rsidR="006A4440" w:rsidRPr="007C57DA">
        <w:rPr>
          <w:b/>
          <w:color w:val="E36C0A" w:themeColor="accent6" w:themeShade="BF"/>
          <w:sz w:val="24"/>
        </w:rPr>
        <w:t xml:space="preserve"> next?</w:t>
      </w:r>
    </w:p>
    <w:p w14:paraId="37CFFF8D" w14:textId="1D5BC474" w:rsidR="004F039C" w:rsidRPr="007C57DA" w:rsidRDefault="003A2563" w:rsidP="006A4440">
      <w:pPr>
        <w:spacing w:after="180"/>
      </w:pPr>
      <w:r w:rsidRPr="007C57DA">
        <w:t xml:space="preserve">A student who selects A or D </w:t>
      </w:r>
      <w:r w:rsidR="004175EB">
        <w:t xml:space="preserve">may </w:t>
      </w:r>
      <w:r w:rsidRPr="007C57DA">
        <w:t xml:space="preserve">misunderstand </w:t>
      </w:r>
      <w:r w:rsidR="004175EB" w:rsidRPr="007C57DA">
        <w:t>how pH</w:t>
      </w:r>
      <w:r w:rsidRPr="007C57DA">
        <w:t xml:space="preserve"> numbers relate to acidity. The lower the number, the more acidic the solution.</w:t>
      </w:r>
    </w:p>
    <w:p w14:paraId="37854CB9" w14:textId="79CF895E" w:rsidR="00A74F31" w:rsidRPr="007C57DA" w:rsidRDefault="00A74F31" w:rsidP="006A4440">
      <w:pPr>
        <w:spacing w:after="180"/>
      </w:pPr>
      <w:r w:rsidRPr="007C57DA">
        <w:t xml:space="preserve">Selection of option B suggests that the student thinks that the pH scale is linear rather than logarithmic (acidity changes by a factor of ten from pH 2 to pH 1.) </w:t>
      </w:r>
    </w:p>
    <w:p w14:paraId="418B9F69" w14:textId="7AE8F0E5" w:rsidR="005F1A7B" w:rsidRPr="007C57DA" w:rsidRDefault="004F039C" w:rsidP="006A4440">
      <w:pPr>
        <w:spacing w:after="180"/>
      </w:pPr>
      <w:r w:rsidRPr="007C57DA">
        <w:t xml:space="preserve">If students have </w:t>
      </w:r>
      <w:r w:rsidR="001E4950" w:rsidRPr="007C57DA">
        <w:t>misunderstanding</w:t>
      </w:r>
      <w:r w:rsidRPr="007C57DA">
        <w:t xml:space="preserve">s about </w:t>
      </w:r>
      <w:r w:rsidR="007C57DA" w:rsidRPr="007C57DA">
        <w:t>the pH scale it may help to introduce students to other non-linear scales such as the Richter scale which is used to measure the magnitude of earthquakes</w:t>
      </w:r>
      <w:r w:rsidRPr="007C57DA">
        <w:t xml:space="preserve">. The following </w:t>
      </w:r>
      <w:r w:rsidR="005F1A7B" w:rsidRPr="007C57DA">
        <w:t xml:space="preserve">BEST </w:t>
      </w:r>
      <w:r w:rsidR="004C5D20" w:rsidRPr="007C57DA">
        <w:t xml:space="preserve">‘response </w:t>
      </w:r>
      <w:r w:rsidR="00C1460B" w:rsidRPr="007C57DA">
        <w:t>activities</w:t>
      </w:r>
      <w:r w:rsidR="004C5D20" w:rsidRPr="007C57DA">
        <w:t>’</w:t>
      </w:r>
      <w:r w:rsidR="005F1A7B" w:rsidRPr="007C57DA">
        <w:t xml:space="preserve"> </w:t>
      </w:r>
      <w:r w:rsidR="004C5D20" w:rsidRPr="007C57DA">
        <w:t>c</w:t>
      </w:r>
      <w:r w:rsidR="005F1A7B" w:rsidRPr="007C57DA">
        <w:t xml:space="preserve">ould </w:t>
      </w:r>
      <w:r w:rsidR="004C5D20" w:rsidRPr="007C57DA">
        <w:t>be used in follow-up to this diagnostic question</w:t>
      </w:r>
      <w:r w:rsidRPr="007C57DA">
        <w:t>:</w:t>
      </w:r>
    </w:p>
    <w:p w14:paraId="246F5B29" w14:textId="78349709" w:rsidR="00A6111E" w:rsidRPr="007C57DA" w:rsidRDefault="004073F2" w:rsidP="00402E34">
      <w:pPr>
        <w:pStyle w:val="ListParagraph"/>
        <w:numPr>
          <w:ilvl w:val="0"/>
          <w:numId w:val="1"/>
        </w:numPr>
        <w:spacing w:after="180"/>
      </w:pPr>
      <w:r>
        <w:t>Unusual scales</w:t>
      </w:r>
    </w:p>
    <w:p w14:paraId="5F08E977" w14:textId="77777777" w:rsidR="003117F6" w:rsidRPr="007C57DA" w:rsidRDefault="00CC78A5" w:rsidP="00026DEC">
      <w:pPr>
        <w:spacing w:after="180"/>
        <w:rPr>
          <w:b/>
          <w:color w:val="E36C0A" w:themeColor="accent6" w:themeShade="BF"/>
          <w:sz w:val="24"/>
        </w:rPr>
      </w:pPr>
      <w:r w:rsidRPr="007C57DA">
        <w:rPr>
          <w:b/>
          <w:color w:val="E36C0A" w:themeColor="accent6" w:themeShade="BF"/>
          <w:sz w:val="24"/>
        </w:rPr>
        <w:t>Acknowledgments</w:t>
      </w:r>
    </w:p>
    <w:p w14:paraId="73F1758F" w14:textId="0426E38C" w:rsidR="00D278E8" w:rsidRDefault="00D278E8" w:rsidP="00E172C6">
      <w:pPr>
        <w:spacing w:after="180"/>
      </w:pPr>
      <w:r w:rsidRPr="007C57DA">
        <w:t xml:space="preserve">Developed </w:t>
      </w:r>
      <w:r w:rsidR="0015356E" w:rsidRPr="007C57DA">
        <w:t xml:space="preserve">by </w:t>
      </w:r>
      <w:r w:rsidR="00E252BE" w:rsidRPr="007C57DA">
        <w:t>Helen Harden</w:t>
      </w:r>
      <w:r w:rsidR="0015356E" w:rsidRPr="007C57DA">
        <w:t xml:space="preserve"> (UYSEG)</w:t>
      </w:r>
      <w:r w:rsidR="007C57DA" w:rsidRPr="007C57DA">
        <w:t>.</w:t>
      </w:r>
    </w:p>
    <w:p w14:paraId="1137EE68" w14:textId="3E18592B" w:rsidR="00CC78A5" w:rsidRDefault="00D278E8" w:rsidP="00E172C6">
      <w:pPr>
        <w:spacing w:after="180"/>
      </w:pPr>
      <w:r w:rsidRPr="0045323E">
        <w:t xml:space="preserve">Images: </w:t>
      </w:r>
      <w:r w:rsidR="00E252BE">
        <w:t>Helen Harden</w:t>
      </w:r>
      <w:r w:rsidR="007C57DA">
        <w:t xml:space="preserve"> and Alistair Moore</w:t>
      </w:r>
      <w:r w:rsidR="00E252BE">
        <w:t xml:space="preserve"> (UYSEG)</w:t>
      </w:r>
    </w:p>
    <w:p w14:paraId="11D373D0" w14:textId="6519AC98" w:rsidR="0034431F" w:rsidRPr="007C57DA" w:rsidRDefault="003117F6" w:rsidP="00E24309">
      <w:pPr>
        <w:spacing w:after="180"/>
        <w:rPr>
          <w:b/>
          <w:color w:val="E36C0A" w:themeColor="accent6" w:themeShade="BF"/>
          <w:sz w:val="24"/>
        </w:rPr>
      </w:pPr>
      <w:r w:rsidRPr="00323334">
        <w:rPr>
          <w:b/>
          <w:color w:val="E36C0A" w:themeColor="accent6" w:themeShade="BF"/>
          <w:sz w:val="24"/>
        </w:rPr>
        <w:t>References</w:t>
      </w:r>
    </w:p>
    <w:p w14:paraId="70B15438" w14:textId="77777777" w:rsidR="0034431F" w:rsidRPr="0034431F" w:rsidRDefault="0034431F" w:rsidP="0034431F">
      <w:pPr>
        <w:pStyle w:val="EndNoteBibliography"/>
      </w:pPr>
      <w:r>
        <w:fldChar w:fldCharType="begin"/>
      </w:r>
      <w:r>
        <w:instrText xml:space="preserve"> ADDIN EN.REFLIST </w:instrText>
      </w:r>
      <w:r>
        <w:fldChar w:fldCharType="separate"/>
      </w:r>
      <w:r w:rsidRPr="0034431F">
        <w:t xml:space="preserve">Sheppard, K. (2006). High school students' understanding of titrations and related acid-base phenomena. </w:t>
      </w:r>
      <w:r w:rsidRPr="0034431F">
        <w:rPr>
          <w:i/>
        </w:rPr>
        <w:t>Chemistry Education Research and Practice,</w:t>
      </w:r>
      <w:r w:rsidRPr="0034431F">
        <w:t xml:space="preserve"> 7(1)</w:t>
      </w:r>
      <w:r w:rsidRPr="0034431F">
        <w:rPr>
          <w:b/>
        </w:rPr>
        <w:t>,</w:t>
      </w:r>
      <w:r w:rsidRPr="0034431F">
        <w:t xml:space="preserve"> 32-45.</w:t>
      </w:r>
    </w:p>
    <w:p w14:paraId="08AADA76" w14:textId="6A8E5074" w:rsidR="0067031A" w:rsidRPr="0067031A" w:rsidRDefault="0034431F" w:rsidP="00E24309">
      <w:pPr>
        <w:spacing w:after="180"/>
      </w:pPr>
      <w:r>
        <w:fldChar w:fldCharType="end"/>
      </w:r>
    </w:p>
    <w:sectPr w:rsidR="0067031A" w:rsidRPr="0067031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B9F66" w14:textId="77777777" w:rsidR="003279CF" w:rsidRDefault="003279CF" w:rsidP="000B473B">
      <w:r>
        <w:separator/>
      </w:r>
    </w:p>
  </w:endnote>
  <w:endnote w:type="continuationSeparator" w:id="0">
    <w:p w14:paraId="5CCC9622" w14:textId="77777777" w:rsidR="003279CF" w:rsidRDefault="003279C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E540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9D3E512" wp14:editId="4107AF2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D3BDC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086A041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662C5F4D"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16FB1" w14:textId="77777777" w:rsidR="003279CF" w:rsidRDefault="003279CF" w:rsidP="000B473B">
      <w:r>
        <w:separator/>
      </w:r>
    </w:p>
  </w:footnote>
  <w:footnote w:type="continuationSeparator" w:id="0">
    <w:p w14:paraId="6D968F98" w14:textId="77777777" w:rsidR="003279CF" w:rsidRDefault="003279C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84D1"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39A4EE4" wp14:editId="41D1535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6767078" wp14:editId="58C572D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A2316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4B8E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ED6DC7B" wp14:editId="73D543C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7972FF8" wp14:editId="5E1819E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B09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877F5F"/>
    <w:multiLevelType w:val="hybridMultilevel"/>
    <w:tmpl w:val="B78E6F54"/>
    <w:lvl w:ilvl="0" w:tplc="1FC2CF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96E88"/>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96E88"/>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279CF"/>
    <w:rsid w:val="0034431F"/>
    <w:rsid w:val="003533B8"/>
    <w:rsid w:val="003752BE"/>
    <w:rsid w:val="003A2563"/>
    <w:rsid w:val="003A346A"/>
    <w:rsid w:val="003B2917"/>
    <w:rsid w:val="003B541B"/>
    <w:rsid w:val="003E2B2F"/>
    <w:rsid w:val="003E6046"/>
    <w:rsid w:val="003F16F9"/>
    <w:rsid w:val="00402E34"/>
    <w:rsid w:val="004073F2"/>
    <w:rsid w:val="004175EB"/>
    <w:rsid w:val="00425095"/>
    <w:rsid w:val="00430C1F"/>
    <w:rsid w:val="00442595"/>
    <w:rsid w:val="0045323E"/>
    <w:rsid w:val="004B0EE1"/>
    <w:rsid w:val="004C5D20"/>
    <w:rsid w:val="004D0A11"/>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031A"/>
    <w:rsid w:val="006772F5"/>
    <w:rsid w:val="00695159"/>
    <w:rsid w:val="006A4440"/>
    <w:rsid w:val="006B0615"/>
    <w:rsid w:val="006C4F41"/>
    <w:rsid w:val="006D166B"/>
    <w:rsid w:val="006F3279"/>
    <w:rsid w:val="006F6C6B"/>
    <w:rsid w:val="00704AEE"/>
    <w:rsid w:val="00722F9A"/>
    <w:rsid w:val="00754539"/>
    <w:rsid w:val="00781BC6"/>
    <w:rsid w:val="007A3C86"/>
    <w:rsid w:val="007A683E"/>
    <w:rsid w:val="007A748B"/>
    <w:rsid w:val="007C26E1"/>
    <w:rsid w:val="007C57DA"/>
    <w:rsid w:val="007D1D65"/>
    <w:rsid w:val="007D3682"/>
    <w:rsid w:val="007E0A9E"/>
    <w:rsid w:val="007E5309"/>
    <w:rsid w:val="007F5D5D"/>
    <w:rsid w:val="00800DE1"/>
    <w:rsid w:val="00813F47"/>
    <w:rsid w:val="0084407D"/>
    <w:rsid w:val="008450D6"/>
    <w:rsid w:val="00847D05"/>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74F31"/>
    <w:rsid w:val="00AA6236"/>
    <w:rsid w:val="00AA7643"/>
    <w:rsid w:val="00AB6AE7"/>
    <w:rsid w:val="00AD21F5"/>
    <w:rsid w:val="00B06225"/>
    <w:rsid w:val="00B23C7A"/>
    <w:rsid w:val="00B305F5"/>
    <w:rsid w:val="00B3356D"/>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18E3"/>
    <w:rsid w:val="00D72FEF"/>
    <w:rsid w:val="00D755FA"/>
    <w:rsid w:val="00DC4A4E"/>
    <w:rsid w:val="00DD1874"/>
    <w:rsid w:val="00DD63BD"/>
    <w:rsid w:val="00DF05DB"/>
    <w:rsid w:val="00DF7E20"/>
    <w:rsid w:val="00E172C6"/>
    <w:rsid w:val="00E24309"/>
    <w:rsid w:val="00E252BE"/>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E8D28"/>
  <w15:docId w15:val="{3D3FA3F9-EEE0-4BD7-AEA9-53D3A57C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4431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431F"/>
    <w:rPr>
      <w:rFonts w:ascii="Calibri" w:hAnsi="Calibri" w:cs="Calibri"/>
      <w:noProof/>
      <w:lang w:val="en-US"/>
    </w:rPr>
  </w:style>
  <w:style w:type="paragraph" w:customStyle="1" w:styleId="EndNoteBibliography">
    <w:name w:val="EndNote Bibliography"/>
    <w:basedOn w:val="Normal"/>
    <w:link w:val="EndNoteBibliographyChar"/>
    <w:rsid w:val="0034431F"/>
    <w:rPr>
      <w:rFonts w:ascii="Calibri" w:hAnsi="Calibri" w:cs="Calibri"/>
      <w:noProof/>
      <w:lang w:val="en-US"/>
    </w:rPr>
  </w:style>
  <w:style w:type="character" w:customStyle="1" w:styleId="EndNoteBibliographyChar">
    <w:name w:val="EndNote Bibliography Char"/>
    <w:basedOn w:val="DefaultParagraphFont"/>
    <w:link w:val="EndNoteBibliography"/>
    <w:rsid w:val="0034431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99</TotalTime>
  <Pages>3</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2019-06-03T08:09:00Z</cp:lastPrinted>
  <dcterms:created xsi:type="dcterms:W3CDTF">2019-05-29T13:13:00Z</dcterms:created>
  <dcterms:modified xsi:type="dcterms:W3CDTF">2019-06-07T13:03:00Z</dcterms:modified>
</cp:coreProperties>
</file>