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A384D" w:rsidP="00201AC2">
      <w:pPr>
        <w:spacing w:after="180"/>
        <w:rPr>
          <w:b/>
          <w:sz w:val="44"/>
          <w:szCs w:val="44"/>
        </w:rPr>
      </w:pPr>
      <w:r>
        <w:rPr>
          <w:b/>
          <w:noProof/>
          <w:sz w:val="44"/>
          <w:szCs w:val="44"/>
          <w:lang w:eastAsia="en-GB"/>
        </w:rPr>
        <mc:AlternateContent>
          <mc:Choice Requires="wpg">
            <w:drawing>
              <wp:anchor distT="0" distB="0" distL="114300" distR="114300" simplePos="0" relativeHeight="251661312" behindDoc="0" locked="0" layoutInCell="1" allowOverlap="1">
                <wp:simplePos x="0" y="0"/>
                <wp:positionH relativeFrom="column">
                  <wp:posOffset>4000500</wp:posOffset>
                </wp:positionH>
                <wp:positionV relativeFrom="paragraph">
                  <wp:posOffset>114300</wp:posOffset>
                </wp:positionV>
                <wp:extent cx="2000250" cy="2411095"/>
                <wp:effectExtent l="0" t="0" r="0" b="8255"/>
                <wp:wrapNone/>
                <wp:docPr id="10" name="Group 10"/>
                <wp:cNvGraphicFramePr/>
                <a:graphic xmlns:a="http://schemas.openxmlformats.org/drawingml/2006/main">
                  <a:graphicData uri="http://schemas.microsoft.com/office/word/2010/wordprocessingGroup">
                    <wpg:wgp>
                      <wpg:cNvGrpSpPr/>
                      <wpg:grpSpPr>
                        <a:xfrm>
                          <a:off x="0" y="0"/>
                          <a:ext cx="2000250" cy="2411095"/>
                          <a:chOff x="0" y="0"/>
                          <a:chExt cx="2000250" cy="2411095"/>
                        </a:xfrm>
                      </wpg:grpSpPr>
                      <pic:pic xmlns:pic="http://schemas.openxmlformats.org/drawingml/2006/picture">
                        <pic:nvPicPr>
                          <pic:cNvPr id="7" name="Picture 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04775" y="0"/>
                            <a:ext cx="1895475" cy="2402205"/>
                          </a:xfrm>
                          <a:prstGeom prst="rect">
                            <a:avLst/>
                          </a:prstGeom>
                        </pic:spPr>
                      </pic:pic>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1638300"/>
                            <a:ext cx="703580" cy="772795"/>
                          </a:xfrm>
                          <a:prstGeom prst="rect">
                            <a:avLst/>
                          </a:prstGeom>
                        </pic:spPr>
                      </pic:pic>
                    </wpg:wgp>
                  </a:graphicData>
                </a:graphic>
              </wp:anchor>
            </w:drawing>
          </mc:Choice>
          <mc:Fallback>
            <w:pict>
              <v:group w14:anchorId="7D263B74" id="Group 10" o:spid="_x0000_s1026" style="position:absolute;margin-left:315pt;margin-top:9pt;width:157.5pt;height:189.85pt;z-index:251661312" coordsize="20002,241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047;width:18955;height:240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">
                  <v:imagedata r:id="rId9" o:title=""/>
                  <v:path arrowok="t"/>
                </v:shape>
                <v:shape id="Picture 8" o:spid="_x0000_s1028" type="#_x0000_t75" style="position:absolute;top:16383;width:7035;height:7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">
                  <v:imagedata r:id="rId10" o:title=""/>
                  <v:path arrowok="t"/>
                </v:shape>
              </v:group>
            </w:pict>
          </mc:Fallback>
        </mc:AlternateContent>
      </w:r>
      <w:r w:rsidR="003E1805" w:rsidRPr="003E1805">
        <w:rPr>
          <w:b/>
          <w:sz w:val="44"/>
          <w:szCs w:val="44"/>
        </w:rPr>
        <w:t>Plant disease detectives</w:t>
      </w:r>
    </w:p>
    <w:p w:rsidR="00201AC2" w:rsidRDefault="00201AC2" w:rsidP="00201AC2">
      <w:pPr>
        <w:spacing w:after="180"/>
      </w:pPr>
    </w:p>
    <w:p w:rsidR="00201AC2" w:rsidRDefault="001A384D" w:rsidP="00201AC2">
      <w:pPr>
        <w:spacing w:after="180"/>
      </w:pPr>
      <w:r>
        <w:t>Plant diseases can be found everywhere.</w:t>
      </w:r>
    </w:p>
    <w:p w:rsidR="001A384D" w:rsidRDefault="001A384D" w:rsidP="00201AC2">
      <w:pPr>
        <w:spacing w:after="180"/>
      </w:pPr>
      <w:r>
        <w:t>Can you find any prime suspects lurking around your school?</w:t>
      </w:r>
    </w:p>
    <w:p w:rsidR="001A384D" w:rsidRDefault="001A384D" w:rsidP="00201AC2">
      <w:pPr>
        <w:spacing w:after="180"/>
      </w:pPr>
    </w:p>
    <w:p w:rsidR="00201AC2" w:rsidRPr="00E172C6" w:rsidRDefault="00201AC2" w:rsidP="00201AC2">
      <w:pPr>
        <w:spacing w:after="180"/>
        <w:rPr>
          <w:b/>
        </w:rPr>
      </w:pPr>
      <w:r>
        <w:rPr>
          <w:b/>
        </w:rPr>
        <w:t>To do</w:t>
      </w:r>
      <w:r w:rsidR="001A384D">
        <w:rPr>
          <w:b/>
        </w:rPr>
        <w:t xml:space="preserve"> as a group</w:t>
      </w:r>
    </w:p>
    <w:p w:rsidR="00201AC2" w:rsidRDefault="001A384D" w:rsidP="001A384D">
      <w:pPr>
        <w:spacing w:after="180"/>
        <w:ind w:right="3356"/>
      </w:pPr>
      <w:r>
        <w:t>Use the equipment provided by your teacher to investigate plants near your school.</w:t>
      </w:r>
    </w:p>
    <w:p w:rsidR="001A384D" w:rsidRDefault="001A384D" w:rsidP="001A384D">
      <w:pPr>
        <w:spacing w:after="180"/>
        <w:ind w:right="3356"/>
      </w:pPr>
      <w:r>
        <w:t>Look for plants that show symptoms of disease.</w:t>
      </w:r>
    </w:p>
    <w:p w:rsidR="001A384D" w:rsidRDefault="001A384D" w:rsidP="001A384D">
      <w:pPr>
        <w:spacing w:after="180"/>
        <w:ind w:right="3356"/>
      </w:pPr>
      <w:r>
        <w:t>Collect evidence!</w:t>
      </w:r>
    </w:p>
    <w:p w:rsidR="001A384D" w:rsidRDefault="000A2A2B" w:rsidP="001A384D">
      <w:pPr>
        <w:spacing w:after="180"/>
        <w:ind w:right="3356"/>
      </w:pPr>
      <w:r>
        <w:t>Write notes from</w:t>
      </w:r>
      <w:r w:rsidR="001A384D">
        <w:t xml:space="preserve"> your investigation, below.</w:t>
      </w:r>
      <w:r w:rsidR="00880959" w:rsidRPr="00880959">
        <w:rPr>
          <w:rFonts w:ascii="Arial" w:hAnsi="Arial"/>
          <w:b/>
          <w:bCs/>
          <w:noProof/>
        </w:rPr>
        <w:t xml:space="preserve"> </w:t>
      </w:r>
    </w:p>
    <w:p w:rsidR="00201AC2" w:rsidRDefault="00880959" w:rsidP="006F3279">
      <w:pPr>
        <w:spacing w:after="240"/>
        <w:rPr>
          <w:szCs w:val="18"/>
        </w:rPr>
      </w:pPr>
      <w:r>
        <w:rPr>
          <w:noProof/>
          <w:szCs w:val="18"/>
          <w:lang w:eastAsia="en-GB"/>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163195</wp:posOffset>
                </wp:positionV>
                <wp:extent cx="5743327" cy="5400675"/>
                <wp:effectExtent l="38100" t="38100" r="105410" b="123825"/>
                <wp:wrapNone/>
                <wp:docPr id="11" name="Folded Corner 11"/>
                <wp:cNvGraphicFramePr/>
                <a:graphic xmlns:a="http://schemas.openxmlformats.org/drawingml/2006/main">
                  <a:graphicData uri="http://schemas.microsoft.com/office/word/2010/wordprocessingShape">
                    <wps:wsp>
                      <wps:cNvSpPr/>
                      <wps:spPr>
                        <a:xfrm>
                          <a:off x="0" y="0"/>
                          <a:ext cx="5743327" cy="5400675"/>
                        </a:xfrm>
                        <a:prstGeom prst="foldedCorner">
                          <a:avLst>
                            <a:gd name="adj" fmla="val 3373"/>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1A384D" w:rsidRPr="001A384D" w:rsidRDefault="001A384D" w:rsidP="001A384D">
                            <w:pPr>
                              <w:jc w:val="center"/>
                              <w:rPr>
                                <w:color w:val="000000" w:themeColor="text1"/>
                              </w:rPr>
                            </w:pPr>
                          </w:p>
                          <w:p w:rsidR="001A384D" w:rsidRPr="001A384D" w:rsidRDefault="001A384D" w:rsidP="001A384D">
                            <w:pPr>
                              <w:jc w:val="center"/>
                              <w:rPr>
                                <w:rFonts w:ascii="Courier New" w:hAnsi="Courier New" w:cs="Courier New"/>
                                <w:color w:val="000000" w:themeColor="text1"/>
                                <w:sz w:val="28"/>
                                <w:u w:val="single"/>
                              </w:rPr>
                            </w:pPr>
                            <w:r w:rsidRPr="001A384D">
                              <w:rPr>
                                <w:rFonts w:ascii="Courier New" w:hAnsi="Courier New" w:cs="Courier New"/>
                                <w:color w:val="000000" w:themeColor="text1"/>
                                <w:sz w:val="28"/>
                                <w:u w:val="single"/>
                              </w:rPr>
                              <w:t>INVESTIGATION 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1" o:spid="_x0000_s1026" type="#_x0000_t65" style="position:absolute;margin-left:-.75pt;margin-top:12.85pt;width:452.25pt;height:4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" adj="20871" fillcolor="white [3212]" strokecolor="black [3213]" strokeweight="1pt">
                <v:shadow on="t" color="black" opacity="26214f" origin="-.5,-.5" offset=".74836mm,.74836mm"/>
                <v:textbox>
                  <w:txbxContent>
                    <w:p w:rsidR="001A384D" w:rsidRPr="001A384D" w:rsidRDefault="001A384D" w:rsidP="001A384D">
                      <w:pPr>
                        <w:jc w:val="center"/>
                        <w:rPr>
                          <w:color w:val="000000" w:themeColor="text1"/>
                        </w:rPr>
                      </w:pPr>
                    </w:p>
                    <w:p w:rsidR="001A384D" w:rsidRPr="001A384D" w:rsidRDefault="001A384D" w:rsidP="001A384D">
                      <w:pPr>
                        <w:jc w:val="center"/>
                        <w:rPr>
                          <w:rFonts w:ascii="Courier New" w:hAnsi="Courier New" w:cs="Courier New"/>
                          <w:color w:val="000000" w:themeColor="text1"/>
                          <w:sz w:val="28"/>
                          <w:u w:val="single"/>
                        </w:rPr>
                      </w:pPr>
                      <w:r w:rsidRPr="001A384D">
                        <w:rPr>
                          <w:rFonts w:ascii="Courier New" w:hAnsi="Courier New" w:cs="Courier New"/>
                          <w:color w:val="000000" w:themeColor="text1"/>
                          <w:sz w:val="28"/>
                          <w:u w:val="single"/>
                        </w:rPr>
                        <w:t>INVESTIGATION NOTES</w:t>
                      </w:r>
                    </w:p>
                  </w:txbxContent>
                </v:textbox>
              </v:shape>
            </w:pict>
          </mc:Fallback>
        </mc:AlternateContent>
      </w: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pPr>
        <w:spacing w:after="200" w:line="276" w:lineRule="auto"/>
        <w:rPr>
          <w:szCs w:val="18"/>
        </w:rPr>
      </w:pPr>
      <w:r>
        <w:rPr>
          <w:szCs w:val="18"/>
        </w:rPr>
        <w:br w:type="page"/>
      </w:r>
    </w:p>
    <w:p w:rsidR="006014D9" w:rsidRDefault="006014D9" w:rsidP="006F3279">
      <w:pPr>
        <w:spacing w:after="240"/>
        <w:rPr>
          <w:szCs w:val="18"/>
        </w:rPr>
      </w:pPr>
    </w:p>
    <w:p w:rsidR="001A384D" w:rsidRDefault="00A571E3" w:rsidP="006F3279">
      <w:pPr>
        <w:spacing w:after="240"/>
        <w:rPr>
          <w:szCs w:val="18"/>
        </w:rPr>
      </w:pPr>
      <w:r>
        <w:rPr>
          <w:rFonts w:ascii="Arial" w:hAnsi="Arial"/>
          <w:b/>
          <w:bCs/>
          <w:noProof/>
          <w:lang w:eastAsia="en-GB"/>
        </w:rPr>
        <mc:AlternateContent>
          <mc:Choice Requires="wpg">
            <w:drawing>
              <wp:anchor distT="0" distB="0" distL="114300" distR="114300" simplePos="0" relativeHeight="251669504" behindDoc="0" locked="0" layoutInCell="1" allowOverlap="1" wp14:anchorId="5E5DFFA2" wp14:editId="5724C869">
                <wp:simplePos x="0" y="0"/>
                <wp:positionH relativeFrom="column">
                  <wp:posOffset>5067299</wp:posOffset>
                </wp:positionH>
                <wp:positionV relativeFrom="paragraph">
                  <wp:posOffset>293371</wp:posOffset>
                </wp:positionV>
                <wp:extent cx="914400" cy="320040"/>
                <wp:effectExtent l="30480" t="26670" r="0" b="11430"/>
                <wp:wrapNone/>
                <wp:docPr id="15"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7290791" flipV="1">
                          <a:off x="0" y="0"/>
                          <a:ext cx="914400" cy="320040"/>
                          <a:chOff x="10848" y="6162"/>
                          <a:chExt cx="1437" cy="504"/>
                        </a:xfrm>
                      </wpg:grpSpPr>
                      <wpg:grpSp>
                        <wpg:cNvPr id="16" name="Group 5"/>
                        <wpg:cNvGrpSpPr>
                          <a:grpSpLocks noChangeAspect="1"/>
                        </wpg:cNvGrpSpPr>
                        <wpg:grpSpPr bwMode="auto">
                          <a:xfrm rot="721970">
                            <a:off x="12121" y="6408"/>
                            <a:ext cx="164" cy="258"/>
                            <a:chOff x="4586" y="6419"/>
                            <a:chExt cx="164" cy="280"/>
                          </a:xfrm>
                        </wpg:grpSpPr>
                        <wps:wsp>
                          <wps:cNvPr id="17"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20"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7DBAB3A" id="Group 4" o:spid="_x0000_s1026" style="position:absolute;margin-left:399pt;margin-top:23.1pt;width:1in;height:25.2pt;rotation:4706805fd;flip:y;z-index:251669504;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" strokecolor="gray" strokeweight="2pt"/>
              </v:group>
            </w:pict>
          </mc:Fallback>
        </mc:AlternateContent>
      </w:r>
      <w:r>
        <w:rPr>
          <w:noProof/>
          <w:szCs w:val="18"/>
          <w:lang w:eastAsia="en-GB"/>
        </w:rPr>
        <w:drawing>
          <wp:anchor distT="0" distB="0" distL="114300" distR="114300" simplePos="0" relativeHeight="251667456" behindDoc="0" locked="0" layoutInCell="1" allowOverlap="1">
            <wp:simplePos x="0" y="0"/>
            <wp:positionH relativeFrom="column">
              <wp:posOffset>3927284</wp:posOffset>
            </wp:positionH>
            <wp:positionV relativeFrom="paragraph">
              <wp:posOffset>224215</wp:posOffset>
            </wp:positionV>
            <wp:extent cx="1758109" cy="1334135"/>
            <wp:effectExtent l="57150" t="76200" r="128270" b="1327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owderymildewongeranium.jpg"/>
                    <pic:cNvPicPr/>
                  </pic:nvPicPr>
                  <pic:blipFill>
                    <a:blip r:embed="rId11" cstate="print">
                      <a:extLst>
                        <a:ext uri="{28A0092B-C50C-407E-A947-70E740481C1C}">
                          <a14:useLocalDpi xmlns:a14="http://schemas.microsoft.com/office/drawing/2010/main" val="0"/>
                        </a:ext>
                      </a:extLst>
                    </a:blip>
                    <a:stretch>
                      <a:fillRect/>
                    </a:stretch>
                  </pic:blipFill>
                  <pic:spPr>
                    <a:xfrm rot="168167">
                      <a:off x="0" y="0"/>
                      <a:ext cx="1758109" cy="133413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A1A89">
        <w:rPr>
          <w:noProof/>
          <w:szCs w:val="18"/>
          <w:lang w:eastAsia="en-GB"/>
        </w:rPr>
        <mc:AlternateContent>
          <mc:Choice Requires="wps">
            <w:drawing>
              <wp:anchor distT="0" distB="0" distL="114300" distR="114300" simplePos="0" relativeHeight="251666432" behindDoc="0" locked="0" layoutInCell="1" allowOverlap="1" wp14:anchorId="72AFFC99" wp14:editId="647A6ED8">
                <wp:simplePos x="0" y="0"/>
                <wp:positionH relativeFrom="column">
                  <wp:posOffset>0</wp:posOffset>
                </wp:positionH>
                <wp:positionV relativeFrom="paragraph">
                  <wp:posOffset>76199</wp:posOffset>
                </wp:positionV>
                <wp:extent cx="5742940" cy="2257425"/>
                <wp:effectExtent l="38100" t="38100" r="105410" b="123825"/>
                <wp:wrapNone/>
                <wp:docPr id="12" name="Folded Corner 12"/>
                <wp:cNvGraphicFramePr/>
                <a:graphic xmlns:a="http://schemas.openxmlformats.org/drawingml/2006/main">
                  <a:graphicData uri="http://schemas.microsoft.com/office/word/2010/wordprocessingShape">
                    <wps:wsp>
                      <wps:cNvSpPr/>
                      <wps:spPr>
                        <a:xfrm>
                          <a:off x="0" y="0"/>
                          <a:ext cx="5742940" cy="225742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1A89" w:rsidRDefault="00DA1A89" w:rsidP="00CA233F">
                            <w:pPr>
                              <w:spacing w:before="120" w:after="240"/>
                              <w:ind w:right="2933"/>
                              <w:rPr>
                                <w:rFonts w:ascii="Courier New" w:hAnsi="Courier New" w:cs="Courier New"/>
                                <w:color w:val="000000" w:themeColor="text1"/>
                                <w:sz w:val="28"/>
                                <w:u w:val="single"/>
                              </w:rPr>
                            </w:pPr>
                            <w:r>
                              <w:rPr>
                                <w:rFonts w:ascii="Courier New" w:hAnsi="Courier New" w:cs="Courier New"/>
                                <w:color w:val="000000" w:themeColor="text1"/>
                                <w:sz w:val="28"/>
                                <w:u w:val="single"/>
                              </w:rPr>
                              <w:t>SUSPECT 1</w:t>
                            </w:r>
                          </w:p>
                          <w:p w:rsidR="00DA1A89" w:rsidRPr="00480756"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DISEASE NAME: Powdery mildew</w:t>
                            </w:r>
                          </w:p>
                          <w:p w:rsidR="002C6BBA"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480756">
                              <w:rPr>
                                <w:rFonts w:ascii="Courier New" w:hAnsi="Courier New" w:cs="Courier New"/>
                                <w:color w:val="000000" w:themeColor="text1"/>
                                <w:sz w:val="24"/>
                              </w:rPr>
                              <w:t>W</w:t>
                            </w:r>
                            <w:r w:rsidR="00480756" w:rsidRPr="00480756">
                              <w:rPr>
                                <w:rFonts w:ascii="Courier New" w:hAnsi="Courier New" w:cs="Courier New"/>
                                <w:color w:val="000000" w:themeColor="text1"/>
                                <w:sz w:val="24"/>
                              </w:rPr>
                              <w:t xml:space="preserve">hite, powdery patches of fungus </w:t>
                            </w:r>
                            <w:r w:rsidR="00480756">
                              <w:rPr>
                                <w:rFonts w:ascii="Courier New" w:hAnsi="Courier New" w:cs="Courier New"/>
                                <w:color w:val="000000" w:themeColor="text1"/>
                                <w:sz w:val="24"/>
                              </w:rPr>
                              <w:t>on</w:t>
                            </w:r>
                            <w:r w:rsidR="00CA233F">
                              <w:rPr>
                                <w:rFonts w:ascii="Courier New" w:hAnsi="Courier New" w:cs="Courier New"/>
                                <w:color w:val="000000" w:themeColor="text1"/>
                                <w:sz w:val="24"/>
                              </w:rPr>
                              <w:t xml:space="preserve"> both sides </w:t>
                            </w:r>
                            <w:r w:rsidR="00480756" w:rsidRPr="00480756">
                              <w:rPr>
                                <w:rFonts w:ascii="Courier New" w:hAnsi="Courier New" w:cs="Courier New"/>
                                <w:color w:val="000000" w:themeColor="text1"/>
                                <w:sz w:val="24"/>
                              </w:rPr>
                              <w:t xml:space="preserve">of </w:t>
                            </w:r>
                            <w:r w:rsidR="00655DF7">
                              <w:rPr>
                                <w:rFonts w:ascii="Courier New" w:hAnsi="Courier New" w:cs="Courier New"/>
                                <w:color w:val="000000" w:themeColor="text1"/>
                                <w:sz w:val="24"/>
                              </w:rPr>
                              <w:t xml:space="preserve">the </w:t>
                            </w:r>
                            <w:r w:rsidR="00480756" w:rsidRPr="00480756">
                              <w:rPr>
                                <w:rFonts w:ascii="Courier New" w:hAnsi="Courier New" w:cs="Courier New"/>
                                <w:color w:val="000000" w:themeColor="text1"/>
                                <w:sz w:val="24"/>
                              </w:rPr>
                              <w:t>leaves</w:t>
                            </w:r>
                            <w:r w:rsidR="00480756">
                              <w:rPr>
                                <w:rFonts w:ascii="Courier New" w:hAnsi="Courier New" w:cs="Courier New"/>
                                <w:color w:val="000000" w:themeColor="text1"/>
                                <w:sz w:val="24"/>
                              </w:rPr>
                              <w:t>.</w:t>
                            </w:r>
                          </w:p>
                          <w:p w:rsidR="00480756" w:rsidRPr="00480756" w:rsidRDefault="00480756" w:rsidP="00CA233F">
                            <w:pPr>
                              <w:spacing w:before="120" w:after="240"/>
                              <w:ind w:right="2933"/>
                              <w:rPr>
                                <w:rFonts w:ascii="Courier New" w:hAnsi="Courier New" w:cs="Courier New"/>
                                <w:color w:val="000000" w:themeColor="text1"/>
                                <w:sz w:val="24"/>
                              </w:rPr>
                            </w:pPr>
                            <w:r>
                              <w:rPr>
                                <w:rFonts w:ascii="Courier New" w:hAnsi="Courier New" w:cs="Courier New"/>
                                <w:color w:val="000000" w:themeColor="text1"/>
                                <w:sz w:val="24"/>
                              </w:rPr>
                              <w:t xml:space="preserve">KNOWN HANGOUTS: Rose bushes, hawthorn bushes, </w:t>
                            </w:r>
                            <w:r w:rsidR="00960E4E">
                              <w:rPr>
                                <w:rFonts w:ascii="Courier New" w:hAnsi="Courier New" w:cs="Courier New"/>
                                <w:color w:val="000000" w:themeColor="text1"/>
                                <w:sz w:val="24"/>
                              </w:rPr>
                              <w:t xml:space="preserve">barley, </w:t>
                            </w:r>
                            <w:r>
                              <w:rPr>
                                <w:rFonts w:ascii="Courier New" w:hAnsi="Courier New" w:cs="Courier New"/>
                                <w:color w:val="000000" w:themeColor="text1"/>
                                <w:sz w:val="24"/>
                              </w:rPr>
                              <w:t>oak trees, birch trees, willow trees, apple trees, cherry trees.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FFC99" id="Folded Corner 12" o:spid="_x0000_s1027" type="#_x0000_t65" style="position:absolute;margin-left:0;margin-top:6pt;width:452.2pt;height:17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" adj="20019" fillcolor="white [3212]" strokecolor="black [3213]" strokeweight="1pt">
                <v:shadow on="t" color="black" opacity="26214f" origin="-.5,-.5" offset=".74836mm,.74836mm"/>
                <v:textbox>
                  <w:txbxContent>
                    <w:p w:rsidR="00DA1A89" w:rsidRDefault="00DA1A89" w:rsidP="00CA233F">
                      <w:pPr>
                        <w:spacing w:before="120" w:after="240"/>
                        <w:ind w:right="2933"/>
                        <w:rPr>
                          <w:rFonts w:ascii="Courier New" w:hAnsi="Courier New" w:cs="Courier New"/>
                          <w:color w:val="000000" w:themeColor="text1"/>
                          <w:sz w:val="28"/>
                          <w:u w:val="single"/>
                        </w:rPr>
                      </w:pPr>
                      <w:r>
                        <w:rPr>
                          <w:rFonts w:ascii="Courier New" w:hAnsi="Courier New" w:cs="Courier New"/>
                          <w:color w:val="000000" w:themeColor="text1"/>
                          <w:sz w:val="28"/>
                          <w:u w:val="single"/>
                        </w:rPr>
                        <w:t>SUSPECT 1</w:t>
                      </w:r>
                    </w:p>
                    <w:p w:rsidR="00DA1A89" w:rsidRPr="00480756"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DISEASE NAME: Powdery mildew</w:t>
                      </w:r>
                    </w:p>
                    <w:p w:rsidR="002C6BBA"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480756">
                        <w:rPr>
                          <w:rFonts w:ascii="Courier New" w:hAnsi="Courier New" w:cs="Courier New"/>
                          <w:color w:val="000000" w:themeColor="text1"/>
                          <w:sz w:val="24"/>
                        </w:rPr>
                        <w:t>W</w:t>
                      </w:r>
                      <w:r w:rsidR="00480756" w:rsidRPr="00480756">
                        <w:rPr>
                          <w:rFonts w:ascii="Courier New" w:hAnsi="Courier New" w:cs="Courier New"/>
                          <w:color w:val="000000" w:themeColor="text1"/>
                          <w:sz w:val="24"/>
                        </w:rPr>
                        <w:t xml:space="preserve">hite, powdery patches of fungus </w:t>
                      </w:r>
                      <w:r w:rsidR="00480756">
                        <w:rPr>
                          <w:rFonts w:ascii="Courier New" w:hAnsi="Courier New" w:cs="Courier New"/>
                          <w:color w:val="000000" w:themeColor="text1"/>
                          <w:sz w:val="24"/>
                        </w:rPr>
                        <w:t>on</w:t>
                      </w:r>
                      <w:r w:rsidR="00CA233F">
                        <w:rPr>
                          <w:rFonts w:ascii="Courier New" w:hAnsi="Courier New" w:cs="Courier New"/>
                          <w:color w:val="000000" w:themeColor="text1"/>
                          <w:sz w:val="24"/>
                        </w:rPr>
                        <w:t xml:space="preserve"> both sides </w:t>
                      </w:r>
                      <w:r w:rsidR="00480756" w:rsidRPr="00480756">
                        <w:rPr>
                          <w:rFonts w:ascii="Courier New" w:hAnsi="Courier New" w:cs="Courier New"/>
                          <w:color w:val="000000" w:themeColor="text1"/>
                          <w:sz w:val="24"/>
                        </w:rPr>
                        <w:t xml:space="preserve">of </w:t>
                      </w:r>
                      <w:r w:rsidR="00655DF7">
                        <w:rPr>
                          <w:rFonts w:ascii="Courier New" w:hAnsi="Courier New" w:cs="Courier New"/>
                          <w:color w:val="000000" w:themeColor="text1"/>
                          <w:sz w:val="24"/>
                        </w:rPr>
                        <w:t xml:space="preserve">the </w:t>
                      </w:r>
                      <w:r w:rsidR="00480756" w:rsidRPr="00480756">
                        <w:rPr>
                          <w:rFonts w:ascii="Courier New" w:hAnsi="Courier New" w:cs="Courier New"/>
                          <w:color w:val="000000" w:themeColor="text1"/>
                          <w:sz w:val="24"/>
                        </w:rPr>
                        <w:t>leaves</w:t>
                      </w:r>
                      <w:r w:rsidR="00480756">
                        <w:rPr>
                          <w:rFonts w:ascii="Courier New" w:hAnsi="Courier New" w:cs="Courier New"/>
                          <w:color w:val="000000" w:themeColor="text1"/>
                          <w:sz w:val="24"/>
                        </w:rPr>
                        <w:t>.</w:t>
                      </w:r>
                    </w:p>
                    <w:p w:rsidR="00480756" w:rsidRPr="00480756" w:rsidRDefault="00480756" w:rsidP="00CA233F">
                      <w:pPr>
                        <w:spacing w:before="120" w:after="240"/>
                        <w:ind w:right="2933"/>
                        <w:rPr>
                          <w:rFonts w:ascii="Courier New" w:hAnsi="Courier New" w:cs="Courier New"/>
                          <w:color w:val="000000" w:themeColor="text1"/>
                          <w:sz w:val="24"/>
                        </w:rPr>
                      </w:pPr>
                      <w:r>
                        <w:rPr>
                          <w:rFonts w:ascii="Courier New" w:hAnsi="Courier New" w:cs="Courier New"/>
                          <w:color w:val="000000" w:themeColor="text1"/>
                          <w:sz w:val="24"/>
                        </w:rPr>
                        <w:t xml:space="preserve">KNOWN HANGOUTS: Rose bushes, hawthorn bushes, </w:t>
                      </w:r>
                      <w:r w:rsidR="00960E4E">
                        <w:rPr>
                          <w:rFonts w:ascii="Courier New" w:hAnsi="Courier New" w:cs="Courier New"/>
                          <w:color w:val="000000" w:themeColor="text1"/>
                          <w:sz w:val="24"/>
                        </w:rPr>
                        <w:t xml:space="preserve">barley, </w:t>
                      </w:r>
                      <w:r>
                        <w:rPr>
                          <w:rFonts w:ascii="Courier New" w:hAnsi="Courier New" w:cs="Courier New"/>
                          <w:color w:val="000000" w:themeColor="text1"/>
                          <w:sz w:val="24"/>
                        </w:rPr>
                        <w:t>oak trees, birch trees, willow trees, apple trees, cherry trees.</w:t>
                      </w:r>
                    </w:p>
                  </w:txbxContent>
                </v:textbox>
              </v:shape>
            </w:pict>
          </mc:Fallback>
        </mc:AlternateContent>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255318" w:rsidP="006F3279">
      <w:pPr>
        <w:spacing w:after="240"/>
        <w:rPr>
          <w:szCs w:val="18"/>
        </w:rPr>
      </w:pPr>
      <w:r>
        <w:rPr>
          <w:noProof/>
          <w:szCs w:val="18"/>
          <w:lang w:eastAsia="en-GB"/>
        </w:rPr>
        <mc:AlternateContent>
          <mc:Choice Requires="wps">
            <w:drawing>
              <wp:anchor distT="0" distB="0" distL="114300" distR="114300" simplePos="0" relativeHeight="251671552" behindDoc="0" locked="0" layoutInCell="1" allowOverlap="1" wp14:anchorId="6D656E90" wp14:editId="674F832B">
                <wp:simplePos x="0" y="0"/>
                <wp:positionH relativeFrom="column">
                  <wp:posOffset>0</wp:posOffset>
                </wp:positionH>
                <wp:positionV relativeFrom="paragraph">
                  <wp:posOffset>179070</wp:posOffset>
                </wp:positionV>
                <wp:extent cx="5742940" cy="2409825"/>
                <wp:effectExtent l="38100" t="38100" r="105410" b="123825"/>
                <wp:wrapNone/>
                <wp:docPr id="23" name="Folded Corner 23"/>
                <wp:cNvGraphicFramePr/>
                <a:graphic xmlns:a="http://schemas.openxmlformats.org/drawingml/2006/main">
                  <a:graphicData uri="http://schemas.microsoft.com/office/word/2010/wordprocessingShape">
                    <wps:wsp>
                      <wps:cNvSpPr/>
                      <wps:spPr>
                        <a:xfrm>
                          <a:off x="0" y="0"/>
                          <a:ext cx="5742940" cy="240982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A11974" w:rsidRDefault="00A11974" w:rsidP="00A11974">
                            <w:pPr>
                              <w:spacing w:before="120" w:after="240"/>
                              <w:ind w:right="2649"/>
                              <w:rPr>
                                <w:rFonts w:ascii="Courier New" w:hAnsi="Courier New" w:cs="Courier New"/>
                                <w:color w:val="000000" w:themeColor="text1"/>
                                <w:sz w:val="28"/>
                                <w:u w:val="single"/>
                              </w:rPr>
                            </w:pPr>
                            <w:r>
                              <w:rPr>
                                <w:rFonts w:ascii="Courier New" w:hAnsi="Courier New" w:cs="Courier New"/>
                                <w:color w:val="000000" w:themeColor="text1"/>
                                <w:sz w:val="28"/>
                                <w:u w:val="single"/>
                              </w:rPr>
                              <w:t>SUSPECT 2</w:t>
                            </w:r>
                          </w:p>
                          <w:p w:rsidR="00A11974" w:rsidRPr="00480756" w:rsidRDefault="00A11974" w:rsidP="00A11974">
                            <w:pPr>
                              <w:spacing w:before="120" w:after="240"/>
                              <w:ind w:right="2649"/>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Violet bramble rust</w:t>
                            </w:r>
                          </w:p>
                          <w:p w:rsidR="00A11974" w:rsidRDefault="00A11974" w:rsidP="00655DF7">
                            <w:pPr>
                              <w:spacing w:before="120" w:after="240"/>
                              <w:ind w:right="2924"/>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CA233F">
                              <w:rPr>
                                <w:rFonts w:ascii="Courier New" w:hAnsi="Courier New" w:cs="Courier New"/>
                                <w:color w:val="000000" w:themeColor="text1"/>
                                <w:sz w:val="24"/>
                              </w:rPr>
                              <w:t>Dark</w:t>
                            </w:r>
                            <w:r w:rsidR="00950E92">
                              <w:rPr>
                                <w:rFonts w:ascii="Courier New" w:hAnsi="Courier New" w:cs="Courier New"/>
                                <w:color w:val="000000" w:themeColor="text1"/>
                                <w:sz w:val="24"/>
                              </w:rPr>
                              <w:t xml:space="preserve"> brown or</w:t>
                            </w:r>
                            <w:r w:rsidR="00CA233F">
                              <w:rPr>
                                <w:rFonts w:ascii="Courier New" w:hAnsi="Courier New" w:cs="Courier New"/>
                                <w:color w:val="000000" w:themeColor="text1"/>
                                <w:sz w:val="24"/>
                              </w:rPr>
                              <w:t xml:space="preserve"> violet-coloured spots on both sides of </w:t>
                            </w:r>
                            <w:r w:rsidR="00655DF7">
                              <w:rPr>
                                <w:rFonts w:ascii="Courier New" w:hAnsi="Courier New" w:cs="Courier New"/>
                                <w:color w:val="000000" w:themeColor="text1"/>
                                <w:sz w:val="24"/>
                              </w:rPr>
                              <w:t xml:space="preserve">the </w:t>
                            </w:r>
                            <w:r w:rsidR="00CA233F">
                              <w:rPr>
                                <w:rFonts w:ascii="Courier New" w:hAnsi="Courier New" w:cs="Courier New"/>
                                <w:color w:val="000000" w:themeColor="text1"/>
                                <w:sz w:val="24"/>
                              </w:rPr>
                              <w:t>leaves.</w:t>
                            </w:r>
                            <w:r w:rsidR="001E3E18">
                              <w:rPr>
                                <w:rFonts w:ascii="Courier New" w:hAnsi="Courier New" w:cs="Courier New"/>
                                <w:color w:val="000000" w:themeColor="text1"/>
                                <w:sz w:val="24"/>
                              </w:rPr>
                              <w:t xml:space="preserve"> Furry fungus on the bottom side of </w:t>
                            </w:r>
                            <w:r w:rsidR="00655DF7">
                              <w:rPr>
                                <w:rFonts w:ascii="Courier New" w:hAnsi="Courier New" w:cs="Courier New"/>
                                <w:color w:val="000000" w:themeColor="text1"/>
                                <w:sz w:val="24"/>
                              </w:rPr>
                              <w:t xml:space="preserve">the </w:t>
                            </w:r>
                            <w:r w:rsidR="001E3E18">
                              <w:rPr>
                                <w:rFonts w:ascii="Courier New" w:hAnsi="Courier New" w:cs="Courier New"/>
                                <w:color w:val="000000" w:themeColor="text1"/>
                                <w:sz w:val="24"/>
                              </w:rPr>
                              <w:t>leaves, which is orange in summer and black in winter.</w:t>
                            </w:r>
                          </w:p>
                          <w:p w:rsidR="00A11974" w:rsidRPr="00480756" w:rsidRDefault="00A11974" w:rsidP="00A11974">
                            <w:pPr>
                              <w:spacing w:before="120" w:after="240"/>
                              <w:ind w:right="2649"/>
                              <w:rPr>
                                <w:rFonts w:ascii="Courier New" w:hAnsi="Courier New" w:cs="Courier New"/>
                                <w:color w:val="000000" w:themeColor="text1"/>
                                <w:sz w:val="24"/>
                              </w:rPr>
                            </w:pPr>
                            <w:r>
                              <w:rPr>
                                <w:rFonts w:ascii="Courier New" w:hAnsi="Courier New" w:cs="Courier New"/>
                                <w:color w:val="000000" w:themeColor="text1"/>
                                <w:sz w:val="24"/>
                              </w:rPr>
                              <w:t xml:space="preserve">KNOWN HANGOUTS: </w:t>
                            </w:r>
                            <w:r w:rsidR="00CA233F">
                              <w:rPr>
                                <w:rFonts w:ascii="Courier New" w:hAnsi="Courier New" w:cs="Courier New"/>
                                <w:color w:val="000000" w:themeColor="text1"/>
                                <w:sz w:val="24"/>
                              </w:rPr>
                              <w:t>Bramble (blackberry)</w:t>
                            </w:r>
                            <w:r>
                              <w:rPr>
                                <w:rFonts w:ascii="Courier New" w:hAnsi="Courier New" w:cs="Courier New"/>
                                <w:color w:val="000000" w:themeColor="text1"/>
                                <w:sz w:val="24"/>
                              </w:rPr>
                              <w:t xml:space="preserve"> bushes</w:t>
                            </w:r>
                            <w:r w:rsidR="00CA233F">
                              <w:rPr>
                                <w:rFonts w:ascii="Courier New" w:hAnsi="Courier New" w:cs="Courier New"/>
                                <w:color w:val="000000" w:themeColor="text1"/>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56E90" id="Folded Corner 23" o:spid="_x0000_s1028" type="#_x0000_t65" style="position:absolute;margin-left:0;margin-top:14.1pt;width:452.2pt;height:18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" adj="20019" fillcolor="white [3212]" strokecolor="black [3213]" strokeweight="1pt">
                <v:shadow on="t" color="black" opacity="26214f" origin="-.5,-.5" offset=".74836mm,.74836mm"/>
                <v:textbox>
                  <w:txbxContent>
                    <w:p w:rsidR="00A11974" w:rsidRDefault="00A11974" w:rsidP="00A11974">
                      <w:pPr>
                        <w:spacing w:before="120" w:after="240"/>
                        <w:ind w:right="2649"/>
                        <w:rPr>
                          <w:rFonts w:ascii="Courier New" w:hAnsi="Courier New" w:cs="Courier New"/>
                          <w:color w:val="000000" w:themeColor="text1"/>
                          <w:sz w:val="28"/>
                          <w:u w:val="single"/>
                        </w:rPr>
                      </w:pPr>
                      <w:r>
                        <w:rPr>
                          <w:rFonts w:ascii="Courier New" w:hAnsi="Courier New" w:cs="Courier New"/>
                          <w:color w:val="000000" w:themeColor="text1"/>
                          <w:sz w:val="28"/>
                          <w:u w:val="single"/>
                        </w:rPr>
                        <w:t>SUSPECT 2</w:t>
                      </w:r>
                    </w:p>
                    <w:p w:rsidR="00A11974" w:rsidRPr="00480756" w:rsidRDefault="00A11974" w:rsidP="00A11974">
                      <w:pPr>
                        <w:spacing w:before="120" w:after="240"/>
                        <w:ind w:right="2649"/>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Violet bramble rust</w:t>
                      </w:r>
                    </w:p>
                    <w:p w:rsidR="00A11974" w:rsidRDefault="00A11974" w:rsidP="00655DF7">
                      <w:pPr>
                        <w:spacing w:before="120" w:after="240"/>
                        <w:ind w:right="2924"/>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CA233F">
                        <w:rPr>
                          <w:rFonts w:ascii="Courier New" w:hAnsi="Courier New" w:cs="Courier New"/>
                          <w:color w:val="000000" w:themeColor="text1"/>
                          <w:sz w:val="24"/>
                        </w:rPr>
                        <w:t>Dark</w:t>
                      </w:r>
                      <w:r w:rsidR="00950E92">
                        <w:rPr>
                          <w:rFonts w:ascii="Courier New" w:hAnsi="Courier New" w:cs="Courier New"/>
                          <w:color w:val="000000" w:themeColor="text1"/>
                          <w:sz w:val="24"/>
                        </w:rPr>
                        <w:t xml:space="preserve"> brown or</w:t>
                      </w:r>
                      <w:r w:rsidR="00CA233F">
                        <w:rPr>
                          <w:rFonts w:ascii="Courier New" w:hAnsi="Courier New" w:cs="Courier New"/>
                          <w:color w:val="000000" w:themeColor="text1"/>
                          <w:sz w:val="24"/>
                        </w:rPr>
                        <w:t xml:space="preserve"> violet-coloured spots on both sides of </w:t>
                      </w:r>
                      <w:r w:rsidR="00655DF7">
                        <w:rPr>
                          <w:rFonts w:ascii="Courier New" w:hAnsi="Courier New" w:cs="Courier New"/>
                          <w:color w:val="000000" w:themeColor="text1"/>
                          <w:sz w:val="24"/>
                        </w:rPr>
                        <w:t xml:space="preserve">the </w:t>
                      </w:r>
                      <w:r w:rsidR="00CA233F">
                        <w:rPr>
                          <w:rFonts w:ascii="Courier New" w:hAnsi="Courier New" w:cs="Courier New"/>
                          <w:color w:val="000000" w:themeColor="text1"/>
                          <w:sz w:val="24"/>
                        </w:rPr>
                        <w:t>leaves.</w:t>
                      </w:r>
                      <w:r w:rsidR="001E3E18">
                        <w:rPr>
                          <w:rFonts w:ascii="Courier New" w:hAnsi="Courier New" w:cs="Courier New"/>
                          <w:color w:val="000000" w:themeColor="text1"/>
                          <w:sz w:val="24"/>
                        </w:rPr>
                        <w:t xml:space="preserve"> Furry fungus on the bottom side of </w:t>
                      </w:r>
                      <w:r w:rsidR="00655DF7">
                        <w:rPr>
                          <w:rFonts w:ascii="Courier New" w:hAnsi="Courier New" w:cs="Courier New"/>
                          <w:color w:val="000000" w:themeColor="text1"/>
                          <w:sz w:val="24"/>
                        </w:rPr>
                        <w:t xml:space="preserve">the </w:t>
                      </w:r>
                      <w:r w:rsidR="001E3E18">
                        <w:rPr>
                          <w:rFonts w:ascii="Courier New" w:hAnsi="Courier New" w:cs="Courier New"/>
                          <w:color w:val="000000" w:themeColor="text1"/>
                          <w:sz w:val="24"/>
                        </w:rPr>
                        <w:t>leaves, which is orange in summer and black in winter.</w:t>
                      </w:r>
                    </w:p>
                    <w:p w:rsidR="00A11974" w:rsidRPr="00480756" w:rsidRDefault="00A11974" w:rsidP="00A11974">
                      <w:pPr>
                        <w:spacing w:before="120" w:after="240"/>
                        <w:ind w:right="2649"/>
                        <w:rPr>
                          <w:rFonts w:ascii="Courier New" w:hAnsi="Courier New" w:cs="Courier New"/>
                          <w:color w:val="000000" w:themeColor="text1"/>
                          <w:sz w:val="24"/>
                        </w:rPr>
                      </w:pPr>
                      <w:r>
                        <w:rPr>
                          <w:rFonts w:ascii="Courier New" w:hAnsi="Courier New" w:cs="Courier New"/>
                          <w:color w:val="000000" w:themeColor="text1"/>
                          <w:sz w:val="24"/>
                        </w:rPr>
                        <w:t xml:space="preserve">KNOWN HANGOUTS: </w:t>
                      </w:r>
                      <w:r w:rsidR="00CA233F">
                        <w:rPr>
                          <w:rFonts w:ascii="Courier New" w:hAnsi="Courier New" w:cs="Courier New"/>
                          <w:color w:val="000000" w:themeColor="text1"/>
                          <w:sz w:val="24"/>
                        </w:rPr>
                        <w:t>Bramble (blackberry)</w:t>
                      </w:r>
                      <w:r>
                        <w:rPr>
                          <w:rFonts w:ascii="Courier New" w:hAnsi="Courier New" w:cs="Courier New"/>
                          <w:color w:val="000000" w:themeColor="text1"/>
                          <w:sz w:val="24"/>
                        </w:rPr>
                        <w:t xml:space="preserve"> bushes</w:t>
                      </w:r>
                      <w:r w:rsidR="00CA233F">
                        <w:rPr>
                          <w:rFonts w:ascii="Courier New" w:hAnsi="Courier New" w:cs="Courier New"/>
                          <w:color w:val="000000" w:themeColor="text1"/>
                          <w:sz w:val="24"/>
                        </w:rPr>
                        <w:t>.</w:t>
                      </w:r>
                    </w:p>
                  </w:txbxContent>
                </v:textbox>
              </v:shape>
            </w:pict>
          </mc:Fallback>
        </mc:AlternateContent>
      </w:r>
      <w:r>
        <w:rPr>
          <w:noProof/>
          <w:szCs w:val="18"/>
          <w:lang w:eastAsia="en-GB"/>
        </w:rPr>
        <w:drawing>
          <wp:anchor distT="0" distB="0" distL="114300" distR="114300" simplePos="0" relativeHeight="251672576" behindDoc="0" locked="0" layoutInCell="1" allowOverlap="1">
            <wp:simplePos x="0" y="0"/>
            <wp:positionH relativeFrom="column">
              <wp:posOffset>3740785</wp:posOffset>
            </wp:positionH>
            <wp:positionV relativeFrom="paragraph">
              <wp:posOffset>210820</wp:posOffset>
            </wp:positionV>
            <wp:extent cx="1553845" cy="1003300"/>
            <wp:effectExtent l="95250" t="114300" r="141605" b="1587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eaf.jpg"/>
                    <pic:cNvPicPr/>
                  </pic:nvPicPr>
                  <pic:blipFill>
                    <a:blip r:embed="rId12" cstate="print">
                      <a:extLst>
                        <a:ext uri="{28A0092B-C50C-407E-A947-70E740481C1C}">
                          <a14:useLocalDpi xmlns:a14="http://schemas.microsoft.com/office/drawing/2010/main" val="0"/>
                        </a:ext>
                      </a:extLst>
                    </a:blip>
                    <a:stretch>
                      <a:fillRect/>
                    </a:stretch>
                  </pic:blipFill>
                  <pic:spPr>
                    <a:xfrm rot="21325096">
                      <a:off x="0" y="0"/>
                      <a:ext cx="1553845" cy="1003300"/>
                    </a:xfrm>
                    <a:prstGeom prst="rect">
                      <a:avLst/>
                    </a:prstGeom>
                    <a:ln>
                      <a:solidFill>
                        <a:schemeClr val="bg1">
                          <a:lumMod val="8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76672" behindDoc="0" locked="0" layoutInCell="1" allowOverlap="1" wp14:anchorId="1B13439A" wp14:editId="4D151C9F">
            <wp:simplePos x="0" y="0"/>
            <wp:positionH relativeFrom="column">
              <wp:posOffset>4297045</wp:posOffset>
            </wp:positionH>
            <wp:positionV relativeFrom="paragraph">
              <wp:posOffset>1693545</wp:posOffset>
            </wp:positionV>
            <wp:extent cx="1020445" cy="848360"/>
            <wp:effectExtent l="76200" t="76200" r="122555" b="1422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ramble rust black.jpg"/>
                    <pic:cNvPicPr/>
                  </pic:nvPicPr>
                  <pic:blipFill rotWithShape="1">
                    <a:blip r:embed="rId13" cstate="print">
                      <a:extLst>
                        <a:ext uri="{28A0092B-C50C-407E-A947-70E740481C1C}">
                          <a14:useLocalDpi xmlns:a14="http://schemas.microsoft.com/office/drawing/2010/main" val="0"/>
                        </a:ext>
                      </a:extLst>
                    </a:blip>
                    <a:srcRect r="19846"/>
                    <a:stretch/>
                  </pic:blipFill>
                  <pic:spPr bwMode="auto">
                    <a:xfrm rot="21242987">
                      <a:off x="0" y="0"/>
                      <a:ext cx="1020445" cy="84836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A1A89" w:rsidRDefault="00126E06" w:rsidP="006F3279">
      <w:pPr>
        <w:spacing w:after="240"/>
        <w:rPr>
          <w:szCs w:val="18"/>
        </w:rPr>
      </w:pPr>
      <w:r>
        <w:rPr>
          <w:rFonts w:ascii="Arial" w:hAnsi="Arial"/>
          <w:b/>
          <w:bCs/>
          <w:noProof/>
          <w:lang w:eastAsia="en-GB"/>
        </w:rPr>
        <mc:AlternateContent>
          <mc:Choice Requires="wpg">
            <w:drawing>
              <wp:anchor distT="0" distB="0" distL="114300" distR="114300" simplePos="0" relativeHeight="251677696" behindDoc="0" locked="0" layoutInCell="1" allowOverlap="1" wp14:anchorId="7F75C34D" wp14:editId="63D24CF1">
                <wp:simplePos x="0" y="0"/>
                <wp:positionH relativeFrom="column">
                  <wp:posOffset>4884420</wp:posOffset>
                </wp:positionH>
                <wp:positionV relativeFrom="paragraph">
                  <wp:posOffset>5715</wp:posOffset>
                </wp:positionV>
                <wp:extent cx="914400" cy="320040"/>
                <wp:effectExtent l="11430" t="26670" r="11430" b="11430"/>
                <wp:wrapNone/>
                <wp:docPr id="25"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914400" cy="320040"/>
                          <a:chOff x="10848" y="6162"/>
                          <a:chExt cx="1437" cy="504"/>
                        </a:xfrm>
                      </wpg:grpSpPr>
                      <wpg:grpSp>
                        <wpg:cNvPr id="26" name="Group 5"/>
                        <wpg:cNvGrpSpPr>
                          <a:grpSpLocks noChangeAspect="1"/>
                        </wpg:cNvGrpSpPr>
                        <wpg:grpSpPr bwMode="auto">
                          <a:xfrm rot="721970">
                            <a:off x="12121" y="6408"/>
                            <a:ext cx="164" cy="258"/>
                            <a:chOff x="4586" y="6419"/>
                            <a:chExt cx="164" cy="280"/>
                          </a:xfrm>
                        </wpg:grpSpPr>
                        <wps:wsp>
                          <wps:cNvPr id="27"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30"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302BC6D" id="Group 4" o:spid="_x0000_s1026" style="position:absolute;margin-left:384.6pt;margin-top:.45pt;width:1in;height:25.2pt;rotation:90;flip:y;z-index:251677696;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" strokecolor="gray" strokeweight="2pt"/>
              </v:group>
            </w:pict>
          </mc:Fallback>
        </mc:AlternateContent>
      </w:r>
    </w:p>
    <w:p w:rsidR="00DA1A89" w:rsidRDefault="00950E92" w:rsidP="006F3279">
      <w:pPr>
        <w:spacing w:after="240"/>
        <w:rPr>
          <w:szCs w:val="18"/>
        </w:rPr>
      </w:pPr>
      <w:r>
        <w:rPr>
          <w:noProof/>
          <w:szCs w:val="18"/>
          <w:lang w:eastAsia="en-GB"/>
        </w:rPr>
        <w:drawing>
          <wp:anchor distT="0" distB="0" distL="114300" distR="114300" simplePos="0" relativeHeight="251675648" behindDoc="0" locked="0" layoutInCell="1" allowOverlap="1">
            <wp:simplePos x="0" y="0"/>
            <wp:positionH relativeFrom="column">
              <wp:posOffset>4852035</wp:posOffset>
            </wp:positionH>
            <wp:positionV relativeFrom="paragraph">
              <wp:posOffset>205740</wp:posOffset>
            </wp:positionV>
            <wp:extent cx="1076325" cy="871855"/>
            <wp:effectExtent l="57150" t="76200" r="123825" b="1187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ramble rust orange.jpg"/>
                    <pic:cNvPicPr/>
                  </pic:nvPicPr>
                  <pic:blipFill>
                    <a:blip r:embed="rId14" cstate="print">
                      <a:extLst>
                        <a:ext uri="{28A0092B-C50C-407E-A947-70E740481C1C}">
                          <a14:useLocalDpi xmlns:a14="http://schemas.microsoft.com/office/drawing/2010/main" val="0"/>
                        </a:ext>
                      </a:extLst>
                    </a:blip>
                    <a:stretch>
                      <a:fillRect/>
                    </a:stretch>
                  </pic:blipFill>
                  <pic:spPr>
                    <a:xfrm rot="267628">
                      <a:off x="0" y="0"/>
                      <a:ext cx="1076325" cy="87185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255318" w:rsidP="006F3279">
      <w:pPr>
        <w:spacing w:after="240"/>
        <w:rPr>
          <w:szCs w:val="18"/>
        </w:rPr>
      </w:pPr>
      <w:r>
        <w:rPr>
          <w:noProof/>
          <w:szCs w:val="18"/>
          <w:lang w:eastAsia="en-GB"/>
        </w:rPr>
        <mc:AlternateContent>
          <mc:Choice Requires="wps">
            <w:drawing>
              <wp:anchor distT="0" distB="0" distL="114300" distR="114300" simplePos="0" relativeHeight="251679744" behindDoc="0" locked="0" layoutInCell="1" allowOverlap="1" wp14:anchorId="44C06BDC" wp14:editId="24F6BC9A">
                <wp:simplePos x="0" y="0"/>
                <wp:positionH relativeFrom="column">
                  <wp:posOffset>0</wp:posOffset>
                </wp:positionH>
                <wp:positionV relativeFrom="paragraph">
                  <wp:posOffset>168275</wp:posOffset>
                </wp:positionV>
                <wp:extent cx="5742940" cy="2009775"/>
                <wp:effectExtent l="38100" t="38100" r="105410" b="123825"/>
                <wp:wrapNone/>
                <wp:docPr id="43" name="Folded Corner 43"/>
                <wp:cNvGraphicFramePr/>
                <a:graphic xmlns:a="http://schemas.openxmlformats.org/drawingml/2006/main">
                  <a:graphicData uri="http://schemas.microsoft.com/office/word/2010/wordprocessingShape">
                    <wps:wsp>
                      <wps:cNvSpPr/>
                      <wps:spPr>
                        <a:xfrm>
                          <a:off x="0" y="0"/>
                          <a:ext cx="5742940" cy="200977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55318" w:rsidRDefault="00255318" w:rsidP="006014D9">
                            <w:pPr>
                              <w:spacing w:before="120" w:after="240"/>
                              <w:ind w:right="3216"/>
                              <w:rPr>
                                <w:rFonts w:ascii="Courier New" w:hAnsi="Courier New" w:cs="Courier New"/>
                                <w:color w:val="000000" w:themeColor="text1"/>
                                <w:sz w:val="28"/>
                                <w:u w:val="single"/>
                              </w:rPr>
                            </w:pPr>
                            <w:r>
                              <w:rPr>
                                <w:rFonts w:ascii="Courier New" w:hAnsi="Courier New" w:cs="Courier New"/>
                                <w:color w:val="000000" w:themeColor="text1"/>
                                <w:sz w:val="28"/>
                                <w:u w:val="single"/>
                              </w:rPr>
                              <w:t>SUSPECT 3</w:t>
                            </w:r>
                          </w:p>
                          <w:p w:rsidR="00255318" w:rsidRPr="00480756"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Apple brown rot</w:t>
                            </w:r>
                          </w:p>
                          <w:p w:rsidR="00255318"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6014D9">
                              <w:rPr>
                                <w:rFonts w:ascii="Courier New" w:hAnsi="Courier New" w:cs="Courier New"/>
                                <w:color w:val="000000" w:themeColor="text1"/>
                                <w:sz w:val="24"/>
                              </w:rPr>
                              <w:t>Furry rings of light</w:t>
                            </w:r>
                            <w:r>
                              <w:rPr>
                                <w:rFonts w:ascii="Courier New" w:hAnsi="Courier New" w:cs="Courier New"/>
                                <w:color w:val="000000" w:themeColor="text1"/>
                                <w:sz w:val="24"/>
                              </w:rPr>
                              <w:t xml:space="preserve"> brown or </w:t>
                            </w:r>
                            <w:r w:rsidR="006014D9">
                              <w:rPr>
                                <w:rFonts w:ascii="Courier New" w:hAnsi="Courier New" w:cs="Courier New"/>
                                <w:color w:val="000000" w:themeColor="text1"/>
                                <w:sz w:val="24"/>
                              </w:rPr>
                              <w:t>cream</w:t>
                            </w:r>
                            <w:r>
                              <w:rPr>
                                <w:rFonts w:ascii="Courier New" w:hAnsi="Courier New" w:cs="Courier New"/>
                                <w:color w:val="000000" w:themeColor="text1"/>
                                <w:sz w:val="24"/>
                              </w:rPr>
                              <w:t xml:space="preserve">-coloured fungus on the </w:t>
                            </w:r>
                            <w:r w:rsidR="006014D9">
                              <w:rPr>
                                <w:rFonts w:ascii="Courier New" w:hAnsi="Courier New" w:cs="Courier New"/>
                                <w:color w:val="000000" w:themeColor="text1"/>
                                <w:sz w:val="24"/>
                              </w:rPr>
                              <w:t>surface of the apples</w:t>
                            </w:r>
                            <w:r>
                              <w:rPr>
                                <w:rFonts w:ascii="Courier New" w:hAnsi="Courier New" w:cs="Courier New"/>
                                <w:color w:val="000000" w:themeColor="text1"/>
                                <w:sz w:val="24"/>
                              </w:rPr>
                              <w:t>.</w:t>
                            </w:r>
                          </w:p>
                          <w:p w:rsidR="00255318" w:rsidRPr="00480756" w:rsidRDefault="00255318" w:rsidP="006014D9">
                            <w:pPr>
                              <w:spacing w:before="120" w:after="240"/>
                              <w:ind w:right="3216"/>
                              <w:rPr>
                                <w:rFonts w:ascii="Courier New" w:hAnsi="Courier New" w:cs="Courier New"/>
                                <w:color w:val="000000" w:themeColor="text1"/>
                                <w:sz w:val="24"/>
                              </w:rPr>
                            </w:pPr>
                            <w:r>
                              <w:rPr>
                                <w:rFonts w:ascii="Courier New" w:hAnsi="Courier New" w:cs="Courier New"/>
                                <w:color w:val="000000" w:themeColor="text1"/>
                                <w:sz w:val="24"/>
                              </w:rPr>
                              <w:t>KNOWN HANGOUTS: The fruit of apple trees.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06BDC" id="Folded Corner 43" o:spid="_x0000_s1029" type="#_x0000_t65" style="position:absolute;margin-left:0;margin-top:13.25pt;width:452.2pt;height:15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" adj="20019" fillcolor="white [3212]" strokecolor="black [3213]" strokeweight="1pt">
                <v:shadow on="t" color="black" opacity="26214f" origin="-.5,-.5" offset=".74836mm,.74836mm"/>
                <v:textbox>
                  <w:txbxContent>
                    <w:p w:rsidR="00255318" w:rsidRDefault="00255318" w:rsidP="006014D9">
                      <w:pPr>
                        <w:spacing w:before="120" w:after="240"/>
                        <w:ind w:right="3216"/>
                        <w:rPr>
                          <w:rFonts w:ascii="Courier New" w:hAnsi="Courier New" w:cs="Courier New"/>
                          <w:color w:val="000000" w:themeColor="text1"/>
                          <w:sz w:val="28"/>
                          <w:u w:val="single"/>
                        </w:rPr>
                      </w:pPr>
                      <w:r>
                        <w:rPr>
                          <w:rFonts w:ascii="Courier New" w:hAnsi="Courier New" w:cs="Courier New"/>
                          <w:color w:val="000000" w:themeColor="text1"/>
                          <w:sz w:val="28"/>
                          <w:u w:val="single"/>
                        </w:rPr>
                        <w:t>SUSPECT 3</w:t>
                      </w:r>
                    </w:p>
                    <w:p w:rsidR="00255318" w:rsidRPr="00480756"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Apple brown rot</w:t>
                      </w:r>
                    </w:p>
                    <w:p w:rsidR="00255318"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6014D9">
                        <w:rPr>
                          <w:rFonts w:ascii="Courier New" w:hAnsi="Courier New" w:cs="Courier New"/>
                          <w:color w:val="000000" w:themeColor="text1"/>
                          <w:sz w:val="24"/>
                        </w:rPr>
                        <w:t>Furry rings of light</w:t>
                      </w:r>
                      <w:r>
                        <w:rPr>
                          <w:rFonts w:ascii="Courier New" w:hAnsi="Courier New" w:cs="Courier New"/>
                          <w:color w:val="000000" w:themeColor="text1"/>
                          <w:sz w:val="24"/>
                        </w:rPr>
                        <w:t xml:space="preserve"> brown or </w:t>
                      </w:r>
                      <w:r w:rsidR="006014D9">
                        <w:rPr>
                          <w:rFonts w:ascii="Courier New" w:hAnsi="Courier New" w:cs="Courier New"/>
                          <w:color w:val="000000" w:themeColor="text1"/>
                          <w:sz w:val="24"/>
                        </w:rPr>
                        <w:t>cream</w:t>
                      </w:r>
                      <w:r>
                        <w:rPr>
                          <w:rFonts w:ascii="Courier New" w:hAnsi="Courier New" w:cs="Courier New"/>
                          <w:color w:val="000000" w:themeColor="text1"/>
                          <w:sz w:val="24"/>
                        </w:rPr>
                        <w:t xml:space="preserve">-coloured fungus on the </w:t>
                      </w:r>
                      <w:r w:rsidR="006014D9">
                        <w:rPr>
                          <w:rFonts w:ascii="Courier New" w:hAnsi="Courier New" w:cs="Courier New"/>
                          <w:color w:val="000000" w:themeColor="text1"/>
                          <w:sz w:val="24"/>
                        </w:rPr>
                        <w:t>surface of the apples</w:t>
                      </w:r>
                      <w:r>
                        <w:rPr>
                          <w:rFonts w:ascii="Courier New" w:hAnsi="Courier New" w:cs="Courier New"/>
                          <w:color w:val="000000" w:themeColor="text1"/>
                          <w:sz w:val="24"/>
                        </w:rPr>
                        <w:t>.</w:t>
                      </w:r>
                    </w:p>
                    <w:p w:rsidR="00255318" w:rsidRPr="00480756" w:rsidRDefault="00255318" w:rsidP="006014D9">
                      <w:pPr>
                        <w:spacing w:before="120" w:after="240"/>
                        <w:ind w:right="3216"/>
                        <w:rPr>
                          <w:rFonts w:ascii="Courier New" w:hAnsi="Courier New" w:cs="Courier New"/>
                          <w:color w:val="000000" w:themeColor="text1"/>
                          <w:sz w:val="24"/>
                        </w:rPr>
                      </w:pPr>
                      <w:r>
                        <w:rPr>
                          <w:rFonts w:ascii="Courier New" w:hAnsi="Courier New" w:cs="Courier New"/>
                          <w:color w:val="000000" w:themeColor="text1"/>
                          <w:sz w:val="24"/>
                        </w:rPr>
                        <w:t>KNOWN HANGOUTS: The fruit of apple trees.</w:t>
                      </w:r>
                    </w:p>
                  </w:txbxContent>
                </v:textbox>
              </v:shape>
            </w:pict>
          </mc:Fallback>
        </mc:AlternateContent>
      </w:r>
    </w:p>
    <w:p w:rsidR="00DA1A89" w:rsidRDefault="006014D9" w:rsidP="006F3279">
      <w:pPr>
        <w:spacing w:after="240"/>
        <w:rPr>
          <w:szCs w:val="18"/>
        </w:rPr>
      </w:pPr>
      <w:r>
        <w:rPr>
          <w:rFonts w:ascii="Arial" w:hAnsi="Arial"/>
          <w:b/>
          <w:bCs/>
          <w:noProof/>
          <w:lang w:eastAsia="en-GB"/>
        </w:rPr>
        <mc:AlternateContent>
          <mc:Choice Requires="wpg">
            <w:drawing>
              <wp:anchor distT="0" distB="0" distL="114300" distR="114300" simplePos="0" relativeHeight="251682816" behindDoc="0" locked="0" layoutInCell="1" allowOverlap="1" wp14:anchorId="496BBF87" wp14:editId="459F8D16">
                <wp:simplePos x="0" y="0"/>
                <wp:positionH relativeFrom="column">
                  <wp:posOffset>5010150</wp:posOffset>
                </wp:positionH>
                <wp:positionV relativeFrom="paragraph">
                  <wp:posOffset>54610</wp:posOffset>
                </wp:positionV>
                <wp:extent cx="914400" cy="320040"/>
                <wp:effectExtent l="106680" t="7620" r="87630" b="0"/>
                <wp:wrapNone/>
                <wp:docPr id="53"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8144965" flipV="1">
                          <a:off x="0" y="0"/>
                          <a:ext cx="914400" cy="320040"/>
                          <a:chOff x="10848" y="6162"/>
                          <a:chExt cx="1437" cy="504"/>
                        </a:xfrm>
                      </wpg:grpSpPr>
                      <wpg:grpSp>
                        <wpg:cNvPr id="54" name="Group 5"/>
                        <wpg:cNvGrpSpPr>
                          <a:grpSpLocks noChangeAspect="1"/>
                        </wpg:cNvGrpSpPr>
                        <wpg:grpSpPr bwMode="auto">
                          <a:xfrm rot="721970">
                            <a:off x="12121" y="6408"/>
                            <a:ext cx="164" cy="258"/>
                            <a:chOff x="4586" y="6419"/>
                            <a:chExt cx="164" cy="280"/>
                          </a:xfrm>
                        </wpg:grpSpPr>
                        <wps:wsp>
                          <wps:cNvPr id="55"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7"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58"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5F6C765" id="Group 4" o:spid="_x0000_s1026" style="position:absolute;margin-left:394.5pt;margin-top:4.3pt;width:1in;height:25.2pt;rotation:3773820fd;flip:y;z-index:251682816;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" strokecolor="gray" strokeweight="2pt"/>
              </v:group>
            </w:pict>
          </mc:Fallback>
        </mc:AlternateContent>
      </w:r>
      <w:r>
        <w:rPr>
          <w:noProof/>
          <w:szCs w:val="18"/>
          <w:lang w:eastAsia="en-GB"/>
        </w:rPr>
        <w:drawing>
          <wp:anchor distT="0" distB="0" distL="114300" distR="114300" simplePos="0" relativeHeight="251680768" behindDoc="0" locked="0" layoutInCell="1" allowOverlap="1">
            <wp:simplePos x="0" y="0"/>
            <wp:positionH relativeFrom="column">
              <wp:posOffset>4041710</wp:posOffset>
            </wp:positionH>
            <wp:positionV relativeFrom="paragraph">
              <wp:posOffset>6153</wp:posOffset>
            </wp:positionV>
            <wp:extent cx="1571107" cy="1555437"/>
            <wp:effectExtent l="133350" t="133350" r="200660" b="19748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apple.jpg"/>
                    <pic:cNvPicPr/>
                  </pic:nvPicPr>
                  <pic:blipFill>
                    <a:blip r:embed="rId15" cstate="print">
                      <a:extLst>
                        <a:ext uri="{28A0092B-C50C-407E-A947-70E740481C1C}">
                          <a14:useLocalDpi xmlns:a14="http://schemas.microsoft.com/office/drawing/2010/main" val="0"/>
                        </a:ext>
                      </a:extLst>
                    </a:blip>
                    <a:stretch>
                      <a:fillRect/>
                    </a:stretch>
                  </pic:blipFill>
                  <pic:spPr>
                    <a:xfrm rot="508532">
                      <a:off x="0" y="0"/>
                      <a:ext cx="1586900" cy="1571072"/>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Pr="00201AC2" w:rsidRDefault="00DA1A89"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7B56A8" w:rsidP="006F3279">
      <w:pPr>
        <w:spacing w:after="240"/>
        <w:rPr>
          <w:i/>
          <w:sz w:val="18"/>
          <w:szCs w:val="18"/>
        </w:rPr>
      </w:pPr>
      <w:r>
        <w:rPr>
          <w:i/>
          <w:sz w:val="18"/>
          <w:szCs w:val="18"/>
        </w:rPr>
        <w:lastRenderedPageBreak/>
        <w:t xml:space="preserve">Biology&gt; Big idea BHD: </w:t>
      </w:r>
      <w:r w:rsidRPr="00C47E42">
        <w:rPr>
          <w:i/>
          <w:sz w:val="18"/>
          <w:szCs w:val="18"/>
        </w:rPr>
        <w:t>Health and disease</w:t>
      </w:r>
      <w:r>
        <w:rPr>
          <w:i/>
          <w:sz w:val="18"/>
          <w:szCs w:val="18"/>
        </w:rPr>
        <w:t xml:space="preserve"> &gt; Topic BHD3: Health and infectious disease</w:t>
      </w:r>
      <w:r w:rsidRPr="00240541">
        <w:rPr>
          <w:i/>
          <w:sz w:val="18"/>
          <w:szCs w:val="18"/>
        </w:rPr>
        <w:t xml:space="preserve"> &gt; Key concept BHD</w:t>
      </w:r>
      <w:r>
        <w:rPr>
          <w:i/>
          <w:sz w:val="18"/>
          <w:szCs w:val="18"/>
        </w:rPr>
        <w:t>3</w:t>
      </w:r>
      <w:r w:rsidRPr="00240541">
        <w:rPr>
          <w:i/>
          <w:sz w:val="18"/>
          <w:szCs w:val="18"/>
        </w:rPr>
        <w:t>.</w:t>
      </w:r>
      <w:r>
        <w:rPr>
          <w:i/>
          <w:sz w:val="18"/>
          <w:szCs w:val="18"/>
        </w:rPr>
        <w:t>1</w:t>
      </w:r>
      <w:r w:rsidRPr="00240541">
        <w:rPr>
          <w:i/>
          <w:sz w:val="18"/>
          <w:szCs w:val="18"/>
        </w:rPr>
        <w:t xml:space="preserve">: </w:t>
      </w:r>
      <w:r>
        <w:rPr>
          <w:i/>
          <w:sz w:val="18"/>
          <w:szCs w:val="18"/>
        </w:rPr>
        <w:t>Pathogens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E1805" w:rsidP="006F3279">
            <w:pPr>
              <w:spacing w:after="60"/>
              <w:ind w:left="1304"/>
              <w:rPr>
                <w:b/>
                <w:sz w:val="40"/>
                <w:szCs w:val="40"/>
              </w:rPr>
            </w:pPr>
            <w:r w:rsidRPr="003E1805">
              <w:rPr>
                <w:b/>
                <w:sz w:val="40"/>
                <w:szCs w:val="40"/>
              </w:rPr>
              <w:t>Plant disease detectives</w:t>
            </w:r>
          </w:p>
        </w:tc>
      </w:tr>
    </w:tbl>
    <w:p w:rsidR="006F3279" w:rsidRDefault="006F3279" w:rsidP="00FD26EF">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B56A8" w:rsidTr="003F16F9">
        <w:trPr>
          <w:trHeight w:val="340"/>
        </w:trPr>
        <w:tc>
          <w:tcPr>
            <w:tcW w:w="2196" w:type="dxa"/>
          </w:tcPr>
          <w:p w:rsidR="007B56A8" w:rsidRDefault="007B56A8" w:rsidP="007B56A8">
            <w:pPr>
              <w:spacing w:before="60" w:after="60"/>
            </w:pPr>
            <w:r>
              <w:t>Learning focus:</w:t>
            </w:r>
          </w:p>
        </w:tc>
        <w:tc>
          <w:tcPr>
            <w:tcW w:w="6820" w:type="dxa"/>
          </w:tcPr>
          <w:p w:rsidR="007B56A8" w:rsidRDefault="007B56A8" w:rsidP="00D021CF">
            <w:pPr>
              <w:spacing w:before="60" w:after="60"/>
            </w:pPr>
            <w:r w:rsidRPr="00551C16">
              <w:t xml:space="preserve">The health of humans, other animals and plants can be affected by </w:t>
            </w:r>
            <w:bookmarkStart w:id="0" w:name="_GoBack"/>
            <w:bookmarkEnd w:id="0"/>
            <w:r w:rsidRPr="00551C16">
              <w:t>infection with pathogens, including viruses and some bacteria and fungi.</w:t>
            </w:r>
          </w:p>
        </w:tc>
      </w:tr>
      <w:tr w:rsidR="007B56A8" w:rsidTr="003F16F9">
        <w:trPr>
          <w:trHeight w:val="340"/>
        </w:trPr>
        <w:tc>
          <w:tcPr>
            <w:tcW w:w="2196" w:type="dxa"/>
          </w:tcPr>
          <w:p w:rsidR="007B56A8" w:rsidRDefault="007B56A8" w:rsidP="007B56A8">
            <w:pPr>
              <w:spacing w:before="60" w:after="60"/>
            </w:pPr>
            <w:r>
              <w:t>Observable learning outcome:</w:t>
            </w:r>
          </w:p>
        </w:tc>
        <w:tc>
          <w:tcPr>
            <w:tcW w:w="6820" w:type="dxa"/>
          </w:tcPr>
          <w:p w:rsidR="007B56A8" w:rsidRPr="00A50C9C" w:rsidRDefault="007B56A8" w:rsidP="007B56A8">
            <w:pPr>
              <w:spacing w:before="60" w:after="60"/>
              <w:rPr>
                <w:b/>
              </w:rPr>
            </w:pPr>
            <w:r w:rsidRPr="00551C16">
              <w:t>Recall that some diseases in humans, other animals and plants are caused by pathogens.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6438A6" w:rsidP="0009089A">
            <w:pPr>
              <w:spacing w:before="60" w:after="60"/>
            </w:pPr>
            <w:r w:rsidRPr="006438A6">
              <w:t>Fieldwork</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56A8" w:rsidP="007B56A8">
            <w:pPr>
              <w:spacing w:before="60" w:after="60"/>
            </w:pPr>
            <w:r>
              <w:t>Health, disease, pathogens, fungi, infection</w:t>
            </w:r>
          </w:p>
        </w:tc>
      </w:tr>
    </w:tbl>
    <w:p w:rsidR="00E172C6" w:rsidRDefault="00E172C6" w:rsidP="00FD26EF"/>
    <w:p w:rsidR="004032EA" w:rsidRPr="00EC04E4" w:rsidRDefault="00725106" w:rsidP="00EC04E4">
      <w:pPr>
        <w:spacing w:after="180"/>
      </w:pPr>
      <w:r w:rsidRPr="00EC04E4">
        <w:t xml:space="preserve">This activity can help develop students’ </w:t>
      </w:r>
      <w:r w:rsidR="00EC04E4" w:rsidRPr="00EC04E4">
        <w:t xml:space="preserve">confidence with the idea that plants can get diseases, by investigating the local area for signs of common plant diseases. It can be used in response to </w:t>
      </w:r>
      <w:r w:rsidR="004032EA" w:rsidRPr="00EC04E4">
        <w:t xml:space="preserve">the following diagnostic </w:t>
      </w:r>
      <w:r w:rsidR="005908A7" w:rsidRPr="00EC04E4">
        <w:t>question</w:t>
      </w:r>
      <w:r w:rsidR="00EC04E4" w:rsidRPr="00EC04E4">
        <w:t>s</w:t>
      </w:r>
      <w:r w:rsidR="004032EA" w:rsidRPr="00EC04E4">
        <w:t>:</w:t>
      </w:r>
    </w:p>
    <w:p w:rsidR="00EC04E4" w:rsidRPr="00EC04E4" w:rsidRDefault="00EC04E4" w:rsidP="00EC04E4">
      <w:pPr>
        <w:pStyle w:val="ListParagraph"/>
        <w:numPr>
          <w:ilvl w:val="0"/>
          <w:numId w:val="1"/>
        </w:numPr>
        <w:spacing w:after="180"/>
      </w:pPr>
      <w:r w:rsidRPr="00EC04E4">
        <w:t xml:space="preserve">Diagnostic question: </w:t>
      </w:r>
      <w:r w:rsidR="002B5C88">
        <w:t>Attack of the pathogens!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7B56A8" w:rsidRDefault="007B56A8" w:rsidP="007B56A8">
      <w:pPr>
        <w:spacing w:after="180"/>
      </w:pPr>
      <w:r>
        <w:t xml:space="preserve">When children aged 14-15 in Turkey were asked to draw and write about disease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only one student out of 81 made reference to plants – by drawing a “faded flower” that was said to be “sick”; all other answers pertained to humans.</w:t>
      </w:r>
    </w:p>
    <w:p w:rsidR="007B56A8" w:rsidRDefault="007B56A8" w:rsidP="007B56A8">
      <w:pPr>
        <w:spacing w:after="180"/>
        <w:jc w:val="center"/>
      </w:pPr>
      <w:r>
        <w:rPr>
          <w:noProof/>
          <w:lang w:eastAsia="en-GB"/>
        </w:rPr>
        <w:drawing>
          <wp:inline distT="0" distB="0" distL="0" distR="0" wp14:anchorId="538B72BF" wp14:editId="27BDDA63">
            <wp:extent cx="3036570" cy="1314450"/>
            <wp:effectExtent l="19050" t="19050" r="1143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ded flower.jpg"/>
                    <pic:cNvPicPr/>
                  </pic:nvPicPr>
                  <pic:blipFill rotWithShape="1">
                    <a:blip r:embed="rId18" cstate="print">
                      <a:extLst>
                        <a:ext uri="{28A0092B-C50C-407E-A947-70E740481C1C}">
                          <a14:useLocalDpi xmlns:a14="http://schemas.microsoft.com/office/drawing/2010/main" val="0"/>
                        </a:ext>
                      </a:extLst>
                    </a:blip>
                    <a:srcRect t="-2" b="1037"/>
                    <a:stretch/>
                  </pic:blipFill>
                  <pic:spPr bwMode="auto">
                    <a:xfrm>
                      <a:off x="0" y="0"/>
                      <a:ext cx="3036570" cy="1314450"/>
                    </a:xfrm>
                    <a:prstGeom prst="rect">
                      <a:avLst/>
                    </a:prstGeom>
                    <a:ln w="9525" cap="flat" cmpd="sng" algn="ctr">
                      <a:solidFill>
                        <a:sysClr val="window" lastClr="FFFFFF">
                          <a:lumMod val="65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7B56A8" w:rsidRPr="00777F6B" w:rsidRDefault="007B56A8" w:rsidP="007B56A8">
      <w:pPr>
        <w:spacing w:after="180"/>
        <w:jc w:val="center"/>
        <w:rPr>
          <w:sz w:val="20"/>
        </w:rPr>
      </w:pPr>
      <w:r>
        <w:rPr>
          <w:sz w:val="20"/>
        </w:rPr>
        <w:t xml:space="preserve">“A faded flower. It is sick.” </w:t>
      </w:r>
      <w:r w:rsidRPr="00777F6B">
        <w:rPr>
          <w:i/>
          <w:sz w:val="20"/>
        </w:rPr>
        <w:t>(from Isik, Çetin and Özarslan, 2017)</w:t>
      </w:r>
    </w:p>
    <w:p w:rsidR="007B56A8" w:rsidRDefault="007B56A8" w:rsidP="007B56A8">
      <w:pPr>
        <w:spacing w:after="180"/>
      </w:pPr>
      <w:r w:rsidRPr="00B572C7">
        <w:t>In England, the current National Curriculum programme of study for science</w:t>
      </w:r>
      <w:r>
        <w:t xml:space="preserve"> does not </w:t>
      </w:r>
      <w:r w:rsidRPr="00B572C7">
        <w:t>explicit</w:t>
      </w:r>
      <w:r>
        <w:t>ly</w:t>
      </w:r>
      <w:r w:rsidRPr="00B572C7">
        <w:t xml:space="preserve"> require</w:t>
      </w:r>
      <w:r>
        <w:t xml:space="preserve"> students</w:t>
      </w:r>
      <w:r w:rsidRPr="00B572C7">
        <w:t xml:space="preserve"> </w:t>
      </w:r>
      <w:r>
        <w:t>to</w:t>
      </w:r>
      <w:r w:rsidRPr="00B572C7">
        <w:t xml:space="preserve"> learn about </w:t>
      </w:r>
      <w:r>
        <w:t xml:space="preserve">plant diseases until age 14, a requirement that was introduced for the first time in 2014 </w: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EN.CITE.DATA </w:instrText>
      </w:r>
      <w:r>
        <w:fldChar w:fldCharType="end"/>
      </w:r>
      <w:r>
        <w:fldChar w:fldCharType="separate"/>
      </w:r>
      <w:r>
        <w:rPr>
          <w:noProof/>
        </w:rPr>
        <w:t>(Department for Education, 2013b; 2013a; 2014)</w:t>
      </w:r>
      <w:r>
        <w:fldChar w:fldCharType="end"/>
      </w:r>
      <w:r>
        <w:t>.</w:t>
      </w:r>
    </w:p>
    <w:p w:rsidR="003E6F72" w:rsidRDefault="007B56A8" w:rsidP="007B56A8">
      <w:pPr>
        <w:spacing w:after="180"/>
      </w:pPr>
      <w:r>
        <w:t xml:space="preserve">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 A focus only on disease in humans provides an undesirably restricted view, and could lead to (or reinforce) the misunderstanding that only humans get diseases.</w:t>
      </w:r>
    </w:p>
    <w:p w:rsidR="007B56A8" w:rsidRDefault="007B56A8">
      <w:pPr>
        <w:spacing w:after="200" w:line="276" w:lineRule="auto"/>
        <w:rPr>
          <w:b/>
          <w:color w:val="538135"/>
          <w:sz w:val="24"/>
        </w:rPr>
      </w:pPr>
      <w:r>
        <w:rPr>
          <w:b/>
          <w:color w:val="538135"/>
          <w:sz w:val="24"/>
        </w:rPr>
        <w:br w:type="page"/>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D31F25" w:rsidRDefault="00E15A66" w:rsidP="004032EA">
      <w:pPr>
        <w:spacing w:after="180"/>
      </w:pPr>
      <w:r w:rsidRPr="00E15A66">
        <w:t xml:space="preserve">Ideally, this </w:t>
      </w:r>
      <w:r>
        <w:t xml:space="preserve">activity should </w:t>
      </w:r>
      <w:r w:rsidR="009F2B0F">
        <w:t>involve</w:t>
      </w:r>
      <w:r>
        <w:t xml:space="preserve"> fieldwork in which students investigate plants growing in </w:t>
      </w:r>
      <w:r w:rsidR="009F2B0F">
        <w:t>loc</w:t>
      </w:r>
      <w:r>
        <w:t>al habitats</w:t>
      </w:r>
      <w:r w:rsidR="00D31F25">
        <w:t xml:space="preserve">. Students could be encouraged to </w:t>
      </w:r>
      <w:r w:rsidR="009F2B0F">
        <w:t xml:space="preserve">collect evidence of plant disease; this could comprise </w:t>
      </w:r>
      <w:r w:rsidR="00D31F25">
        <w:t>tak</w:t>
      </w:r>
      <w:r w:rsidR="009F2B0F">
        <w:t>ing</w:t>
      </w:r>
      <w:r w:rsidR="00D31F25">
        <w:t xml:space="preserve"> photographs of any infected plants they find, where symptoms of disease are apparent</w:t>
      </w:r>
      <w:r w:rsidR="009F2B0F">
        <w:t xml:space="preserve"> on the leaves, fruit or stems; or t</w:t>
      </w:r>
      <w:r w:rsidR="00D31F25">
        <w:t>hey could be instructed to collect samples of infected leaves into sealable, clear plastic food bags to take back to the classroom for closer examination. The bags should remain sealed at all times after collection.</w:t>
      </w:r>
    </w:p>
    <w:p w:rsidR="004032EA" w:rsidRDefault="00E15A66" w:rsidP="004032EA">
      <w:pPr>
        <w:spacing w:after="180"/>
      </w:pPr>
      <w:r>
        <w:t>As an alternative</w:t>
      </w:r>
      <w:r w:rsidR="009F2B0F">
        <w:t xml:space="preserve"> to fieldwork</w:t>
      </w:r>
      <w:r>
        <w:t xml:space="preserve">, infected </w:t>
      </w:r>
      <w:r w:rsidR="009F2B0F">
        <w:t xml:space="preserve">plant </w:t>
      </w:r>
      <w:r>
        <w:t xml:space="preserve">material could be collected in advance of the lesson and examined inside </w:t>
      </w:r>
      <w:r w:rsidR="00CE0BD3">
        <w:t xml:space="preserve">sealed, </w:t>
      </w:r>
      <w:r>
        <w:t>clear plastic food bags in the classroom.</w:t>
      </w:r>
    </w:p>
    <w:p w:rsidR="00CE0BD3" w:rsidRDefault="00D42FED" w:rsidP="004032EA">
      <w:pPr>
        <w:spacing w:after="180"/>
      </w:pPr>
      <w:r>
        <w:t xml:space="preserve">The student worksheet </w:t>
      </w:r>
      <w:r w:rsidR="009F2B0F">
        <w:t>describes</w:t>
      </w:r>
      <w:r>
        <w:t xml:space="preserve"> three plant diseases (powdery mildew, violet bramble rust and apple brown rot) that are widespread in the UK and </w:t>
      </w:r>
      <w:r w:rsidR="009F2B0F">
        <w:t xml:space="preserve">are </w:t>
      </w:r>
      <w:r>
        <w:t xml:space="preserve">relatively easy to find. </w:t>
      </w:r>
      <w:r w:rsidR="009F2B0F">
        <w:t>Students could, of course, be told about a</w:t>
      </w:r>
      <w:r>
        <w:t xml:space="preserve">lternative diseases known to be present in local </w:t>
      </w:r>
      <w:r w:rsidR="009F2B0F">
        <w:t>habitats</w:t>
      </w:r>
      <w:r>
        <w:t>.</w:t>
      </w:r>
    </w:p>
    <w:p w:rsidR="00D42FED" w:rsidRDefault="00D42FED" w:rsidP="004032EA">
      <w:pPr>
        <w:spacing w:after="180"/>
      </w:pPr>
      <w:r>
        <w:t xml:space="preserve">An extension activity, in which leaves infected with violet bramble rust are examined under </w:t>
      </w:r>
      <w:r w:rsidR="009F2B0F">
        <w:t>a</w:t>
      </w:r>
      <w:r>
        <w:t xml:space="preserve"> light microscope is described in the activity ‘Violet bramble rust’ on the SAPS website (see References section). That activity is aimed at 14-16 year old students, but could be adapted for use with younger students.</w:t>
      </w:r>
    </w:p>
    <w:p w:rsidR="00D42FED" w:rsidRPr="009F2B0F" w:rsidRDefault="00D42FED" w:rsidP="004032EA">
      <w:pPr>
        <w:spacing w:after="180"/>
        <w:rPr>
          <w:b/>
        </w:rPr>
      </w:pPr>
      <w:r w:rsidRPr="009F2B0F">
        <w:rPr>
          <w:b/>
        </w:rPr>
        <w:t>Further guidance on locating infected plant material</w:t>
      </w:r>
      <w:r w:rsidR="009F2B0F">
        <w:rPr>
          <w:b/>
        </w:rPr>
        <w:t xml:space="preserve"> in Britain</w:t>
      </w:r>
      <w:r w:rsidRPr="009F2B0F">
        <w:rPr>
          <w:b/>
        </w:rPr>
        <w:t>:</w:t>
      </w:r>
    </w:p>
    <w:p w:rsidR="00A95BD1" w:rsidRPr="00A95BD1" w:rsidRDefault="00A95BD1" w:rsidP="004032EA">
      <w:pPr>
        <w:spacing w:after="180"/>
        <w:rPr>
          <w:i/>
        </w:rPr>
      </w:pPr>
      <w:r w:rsidRPr="00A95BD1">
        <w:rPr>
          <w:i/>
        </w:rPr>
        <w:t>Powdery mildew</w:t>
      </w:r>
    </w:p>
    <w:p w:rsidR="00A95BD1" w:rsidRDefault="008F7E5B" w:rsidP="004032EA">
      <w:pPr>
        <w:spacing w:after="180"/>
      </w:pPr>
      <w:r w:rsidRPr="008F7E5B">
        <w:t>Susceptible species grow in all parts of the British Isles, and powdery mildew infection is widespread all year round. Powdery mildew is most likely to be found in damp locations that are sheltered from the wind. It is commonly found on roses, aquilegia, geraniums, hawthorn, oak, birch, willow, acers and fruit trees such as apple and cherry.</w:t>
      </w:r>
      <w:r>
        <w:t xml:space="preserve"> It can also be found on </w:t>
      </w:r>
      <w:r w:rsidRPr="008F7E5B">
        <w:t>blackcurrants, gooseberries, grapes, courgettes, marrows, cucumbers, peas, honeysuckle, rhododendrons</w:t>
      </w:r>
      <w:r>
        <w:t xml:space="preserve"> and</w:t>
      </w:r>
      <w:r w:rsidRPr="008F7E5B">
        <w:t xml:space="preserve"> azaleas</w:t>
      </w:r>
      <w:r>
        <w:t>.</w:t>
      </w:r>
    </w:p>
    <w:p w:rsidR="00CA233F" w:rsidRPr="002B64B8" w:rsidRDefault="002B64B8" w:rsidP="004032EA">
      <w:pPr>
        <w:spacing w:after="180"/>
        <w:rPr>
          <w:i/>
        </w:rPr>
      </w:pPr>
      <w:r w:rsidRPr="002B64B8">
        <w:rPr>
          <w:i/>
        </w:rPr>
        <w:t>Violet bramble rust</w:t>
      </w:r>
    </w:p>
    <w:p w:rsidR="002B64B8" w:rsidRDefault="002B64B8" w:rsidP="004032EA">
      <w:pPr>
        <w:spacing w:after="180"/>
      </w:pPr>
      <w:r w:rsidRPr="002B64B8">
        <w:t>Bramble/blackberry bushes grow in all parts of the British Isles and retain their leaves all year round.</w:t>
      </w:r>
    </w:p>
    <w:p w:rsidR="002B64B8" w:rsidRPr="008D633B" w:rsidRDefault="008D633B" w:rsidP="004032EA">
      <w:pPr>
        <w:spacing w:after="180"/>
        <w:rPr>
          <w:i/>
        </w:rPr>
      </w:pPr>
      <w:r w:rsidRPr="008D633B">
        <w:rPr>
          <w:i/>
        </w:rPr>
        <w:t>Brown rot</w:t>
      </w:r>
    </w:p>
    <w:p w:rsidR="008D633B" w:rsidRPr="00A95BD1" w:rsidRDefault="008D633B" w:rsidP="004032EA">
      <w:pPr>
        <w:spacing w:after="180"/>
      </w:pPr>
      <w:r w:rsidRPr="008D633B">
        <w:t>Suitable fruit trees, such as apple trees, grow in most parts of the British Isles. Fruit infected with brown rot fungi can be found from mid-summer onwards. Infected fruit can remain on the tree in a mummified state, but infected fallen fruit are commonly found on the ground in autumn. Look out for the cream/buff coloured pustules (2-5 mm) on the skin, often forming concentric rings.</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553179" w:rsidP="004032EA">
      <w:pPr>
        <w:pStyle w:val="ListParagraph"/>
        <w:numPr>
          <w:ilvl w:val="0"/>
          <w:numId w:val="1"/>
        </w:numPr>
        <w:spacing w:after="180"/>
      </w:pPr>
      <w:r>
        <w:t>hand lens or magnifying glass</w:t>
      </w:r>
    </w:p>
    <w:p w:rsidR="00553179" w:rsidRDefault="00553179" w:rsidP="004032EA">
      <w:pPr>
        <w:pStyle w:val="ListParagraph"/>
        <w:numPr>
          <w:ilvl w:val="0"/>
          <w:numId w:val="1"/>
        </w:numPr>
        <w:spacing w:after="180"/>
      </w:pPr>
      <w:r>
        <w:t>access to hand sanitiser gel/foam</w:t>
      </w:r>
    </w:p>
    <w:p w:rsidR="00553179" w:rsidRDefault="00553179" w:rsidP="004032EA">
      <w:pPr>
        <w:pStyle w:val="ListParagraph"/>
        <w:numPr>
          <w:ilvl w:val="0"/>
          <w:numId w:val="1"/>
        </w:numPr>
        <w:spacing w:after="180"/>
      </w:pPr>
      <w:r>
        <w:t>scissors and clear, sealable plastic food bags (for taking samples of infected leaves) (optional)</w:t>
      </w:r>
    </w:p>
    <w:p w:rsidR="00D42FED" w:rsidRDefault="00D42FED">
      <w:pPr>
        <w:spacing w:after="200" w:line="276" w:lineRule="auto"/>
        <w:rPr>
          <w:b/>
          <w:color w:val="538135"/>
          <w:sz w:val="24"/>
        </w:rPr>
      </w:pPr>
      <w:r>
        <w:rPr>
          <w:b/>
          <w:color w:val="538135"/>
          <w:sz w:val="24"/>
        </w:rPr>
        <w:br w:type="page"/>
      </w:r>
    </w:p>
    <w:p w:rsidR="0039010C" w:rsidRPr="00DF043F" w:rsidRDefault="0039010C" w:rsidP="0039010C">
      <w:pPr>
        <w:spacing w:after="180"/>
        <w:rPr>
          <w:b/>
          <w:color w:val="538135"/>
          <w:sz w:val="24"/>
        </w:rPr>
      </w:pPr>
      <w:r w:rsidRPr="00DF043F">
        <w:rPr>
          <w:b/>
          <w:color w:val="538135"/>
          <w:sz w:val="24"/>
        </w:rPr>
        <w:lastRenderedPageBreak/>
        <w:t>Health and safety</w:t>
      </w:r>
    </w:p>
    <w:p w:rsidR="0039010C" w:rsidRDefault="009F2B0F" w:rsidP="0039010C">
      <w:pPr>
        <w:spacing w:after="180"/>
      </w:pPr>
      <w:r w:rsidRPr="009F2B0F">
        <w:t>Powdery mildew</w:t>
      </w:r>
      <w:r>
        <w:t>, v</w:t>
      </w:r>
      <w:r w:rsidRPr="009F2B0F">
        <w:t xml:space="preserve">iolet bramble rust </w:t>
      </w:r>
      <w:r>
        <w:t xml:space="preserve">and brown rot are all caused by fungi. </w:t>
      </w:r>
      <w:r w:rsidR="0039010C">
        <w:t>Fungal spores are usually present in normal air, so the risk of adverse reactions to the spores is minimal. Students with a known allergy to fungal spores should avoid handling the infected plant material.</w:t>
      </w:r>
      <w:r w:rsidR="0039010C" w:rsidRPr="0039010C">
        <w:t xml:space="preserve"> </w:t>
      </w:r>
      <w:r w:rsidR="0039010C">
        <w:t>It is not necessary to wear gloves when handling the infected plant material, but hands must be cleaned immediately after doing so.</w:t>
      </w:r>
    </w:p>
    <w:p w:rsidR="0039010C" w:rsidRDefault="0039010C" w:rsidP="0039010C">
      <w:pPr>
        <w:spacing w:after="180"/>
      </w:pPr>
      <w:r>
        <w:t xml:space="preserve">If samples are removed from infected plants, transporting the infected material in sealed bags will eliminate most of the safety concerns and prevent infection of other plants. </w:t>
      </w:r>
      <w:r w:rsidR="00AC6B1C">
        <w:t xml:space="preserve">The bags should remain sealed during handling. </w:t>
      </w:r>
      <w:r>
        <w:t>Sealed bags should be disposed of after use. Infected plant material could be composted, as the composting process will sterilise the spores produced by the fungus.</w:t>
      </w:r>
    </w:p>
    <w:p w:rsidR="0039010C" w:rsidRDefault="0039010C" w:rsidP="0039010C">
      <w:pPr>
        <w:spacing w:after="180"/>
        <w:rPr>
          <w:b/>
          <w:color w:val="76923C" w:themeColor="accent3" w:themeShade="BF"/>
          <w:sz w:val="24"/>
        </w:rPr>
      </w:pPr>
      <w:r>
        <w:t>Field</w:t>
      </w:r>
      <w:r w:rsidRPr="002454AC">
        <w:t xml:space="preserve">work should be carried out in accordance with local health and safety </w:t>
      </w:r>
      <w:r>
        <w:t>requirements.</w:t>
      </w:r>
    </w:p>
    <w:p w:rsidR="003117F6" w:rsidRPr="00A82D25" w:rsidRDefault="00CC78A5" w:rsidP="00026DEC">
      <w:pPr>
        <w:spacing w:after="180"/>
        <w:rPr>
          <w:b/>
          <w:color w:val="538135"/>
          <w:sz w:val="24"/>
        </w:rPr>
      </w:pPr>
      <w:r w:rsidRPr="00A82D25">
        <w:rPr>
          <w:b/>
          <w:color w:val="538135"/>
          <w:sz w:val="24"/>
        </w:rPr>
        <w:t>Acknowledgments</w:t>
      </w:r>
    </w:p>
    <w:p w:rsidR="00D278E8" w:rsidRPr="00A67CD6" w:rsidRDefault="009C7E61" w:rsidP="00E172C6">
      <w:pPr>
        <w:spacing w:after="180"/>
        <w:rPr>
          <w:sz w:val="20"/>
        </w:rPr>
      </w:pPr>
      <w:r>
        <w:rPr>
          <w:sz w:val="20"/>
        </w:rPr>
        <w:t xml:space="preserve">Developed </w:t>
      </w:r>
      <w:r w:rsidR="0015356E" w:rsidRPr="00A67CD6">
        <w:rPr>
          <w:sz w:val="20"/>
        </w:rPr>
        <w:t xml:space="preserve">by </w:t>
      </w:r>
      <w:r w:rsidR="003E6F72" w:rsidRPr="00A67CD6">
        <w:rPr>
          <w:sz w:val="20"/>
        </w:rPr>
        <w:t>Alistair Moore</w:t>
      </w:r>
      <w:r w:rsidR="0015356E" w:rsidRPr="00A67CD6">
        <w:rPr>
          <w:sz w:val="20"/>
        </w:rPr>
        <w:t xml:space="preserve"> (UYSEG)</w:t>
      </w:r>
      <w:r w:rsidR="003E6F72" w:rsidRPr="00A67CD6">
        <w:rPr>
          <w:sz w:val="20"/>
        </w:rPr>
        <w:t xml:space="preserve"> </w:t>
      </w:r>
      <w:r w:rsidR="00D278E8" w:rsidRPr="00A67CD6">
        <w:rPr>
          <w:sz w:val="20"/>
        </w:rPr>
        <w:t xml:space="preserve">from </w:t>
      </w:r>
      <w:r w:rsidR="003E6F72" w:rsidRPr="00A67CD6">
        <w:rPr>
          <w:sz w:val="20"/>
        </w:rPr>
        <w:t xml:space="preserve">resources </w:t>
      </w:r>
      <w:r w:rsidR="00324CAF" w:rsidRPr="00A67CD6">
        <w:rPr>
          <w:sz w:val="20"/>
        </w:rPr>
        <w:t xml:space="preserve">he </w:t>
      </w:r>
      <w:r w:rsidR="003E6F72" w:rsidRPr="00A67CD6">
        <w:rPr>
          <w:sz w:val="20"/>
        </w:rPr>
        <w:t xml:space="preserve">originally developed for </w:t>
      </w:r>
      <w:r w:rsidR="003E6F72" w:rsidRPr="00A67CD6">
        <w:rPr>
          <w:i/>
          <w:sz w:val="20"/>
        </w:rPr>
        <w:t xml:space="preserve">Science </w:t>
      </w:r>
      <w:r w:rsidR="00F57263" w:rsidRPr="00A67CD6">
        <w:rPr>
          <w:i/>
          <w:sz w:val="20"/>
        </w:rPr>
        <w:t>&amp;</w:t>
      </w:r>
      <w:r w:rsidR="003E6F72" w:rsidRPr="00A67CD6">
        <w:rPr>
          <w:i/>
          <w:sz w:val="20"/>
        </w:rPr>
        <w:t xml:space="preserve"> Plants for Schools</w:t>
      </w:r>
      <w:r w:rsidR="005B184B" w:rsidRPr="00A67CD6">
        <w:rPr>
          <w:sz w:val="20"/>
        </w:rPr>
        <w:t xml:space="preserve"> </w:t>
      </w:r>
      <w:r w:rsidR="00781DC5" w:rsidRPr="00A67CD6">
        <w:rPr>
          <w:sz w:val="20"/>
        </w:rPr>
        <w:fldChar w:fldCharType="begin">
          <w:fldData xml:space="preserve">PEVuZE5vdGU+PENpdGU+PEF1dGhvcj5TQVBTPC9BdXRob3I+PFllYXI+MjAxNTwvWWVhcj48SURU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</w:fldData>
        </w:fldChar>
      </w:r>
      <w:r w:rsidR="00781DC5" w:rsidRPr="00A67CD6">
        <w:rPr>
          <w:sz w:val="20"/>
        </w:rPr>
        <w:instrText xml:space="preserve"> ADDIN EN.CITE </w:instrText>
      </w:r>
      <w:r w:rsidR="00781DC5" w:rsidRPr="00A67CD6">
        <w:rPr>
          <w:sz w:val="20"/>
        </w:rPr>
        <w:fldChar w:fldCharType="begin">
          <w:fldData xml:space="preserve">PEVuZE5vdGU+PENpdGU+PEF1dGhvcj5TQVBTPC9BdXRob3I+PFllYXI+MjAxNTwvWWVhcj48SURU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</w:fldData>
        </w:fldChar>
      </w:r>
      <w:r w:rsidR="00781DC5" w:rsidRPr="00A67CD6">
        <w:rPr>
          <w:sz w:val="20"/>
        </w:rPr>
        <w:instrText xml:space="preserve"> ADDIN EN.CITE.DATA </w:instrText>
      </w:r>
      <w:r w:rsidR="00781DC5" w:rsidRPr="00A67CD6">
        <w:rPr>
          <w:sz w:val="20"/>
        </w:rPr>
      </w:r>
      <w:r w:rsidR="00781DC5" w:rsidRPr="00A67CD6">
        <w:rPr>
          <w:sz w:val="20"/>
        </w:rPr>
        <w:fldChar w:fldCharType="end"/>
      </w:r>
      <w:r w:rsidR="00781DC5" w:rsidRPr="00A67CD6">
        <w:rPr>
          <w:sz w:val="20"/>
        </w:rPr>
      </w:r>
      <w:r w:rsidR="00781DC5" w:rsidRPr="00A67CD6">
        <w:rPr>
          <w:sz w:val="20"/>
        </w:rPr>
        <w:fldChar w:fldCharType="separate"/>
      </w:r>
      <w:r w:rsidR="00781DC5" w:rsidRPr="00A67CD6">
        <w:rPr>
          <w:noProof/>
          <w:sz w:val="20"/>
        </w:rPr>
        <w:t>(SAPS, 2015a; 2015b; 2015c)</w:t>
      </w:r>
      <w:r w:rsidR="00781DC5" w:rsidRPr="00A67CD6">
        <w:rPr>
          <w:sz w:val="20"/>
        </w:rPr>
        <w:fldChar w:fldCharType="end"/>
      </w:r>
      <w:r w:rsidR="0019019B" w:rsidRPr="00A67CD6">
        <w:rPr>
          <w:sz w:val="20"/>
        </w:rPr>
        <w:t>, with the generous assistance of Dr Charles Lane (</w:t>
      </w:r>
      <w:r w:rsidR="00255318" w:rsidRPr="00A67CD6">
        <w:rPr>
          <w:sz w:val="20"/>
        </w:rPr>
        <w:t>Food and Environment Research Agency</w:t>
      </w:r>
      <w:r w:rsidR="0019019B" w:rsidRPr="00A67CD6">
        <w:rPr>
          <w:sz w:val="20"/>
        </w:rPr>
        <w:t xml:space="preserve">), Dr Oliver Ellingham (University of Reading), and </w:t>
      </w:r>
      <w:r w:rsidR="00255318" w:rsidRPr="00A67CD6">
        <w:rPr>
          <w:sz w:val="20"/>
        </w:rPr>
        <w:t>Dr Paul Beales (Animal and Plant Health Agency).</w:t>
      </w:r>
    </w:p>
    <w:p w:rsidR="00CC78A5" w:rsidRPr="00A67CD6" w:rsidRDefault="00D278E8" w:rsidP="00E172C6">
      <w:pPr>
        <w:spacing w:after="180"/>
        <w:rPr>
          <w:sz w:val="20"/>
        </w:rPr>
      </w:pPr>
      <w:r w:rsidRPr="00A67CD6">
        <w:rPr>
          <w:sz w:val="20"/>
        </w:rPr>
        <w:t xml:space="preserve">Images: </w:t>
      </w:r>
      <w:r w:rsidR="003B12FD" w:rsidRPr="00A67CD6">
        <w:rPr>
          <w:sz w:val="20"/>
        </w:rPr>
        <w:t>plant</w:t>
      </w:r>
      <w:r w:rsidR="00D230FF" w:rsidRPr="00A67CD6">
        <w:rPr>
          <w:sz w:val="20"/>
        </w:rPr>
        <w:t xml:space="preserve"> illustration</w:t>
      </w:r>
      <w:r w:rsidR="003B12FD" w:rsidRPr="00A67CD6">
        <w:rPr>
          <w:sz w:val="20"/>
        </w:rPr>
        <w:t xml:space="preserve"> – pixabay.com/Clker-Free-Vector-Images (34592); </w:t>
      </w:r>
      <w:r w:rsidR="00FD26EF" w:rsidRPr="00A67CD6">
        <w:rPr>
          <w:sz w:val="20"/>
        </w:rPr>
        <w:t>detective</w:t>
      </w:r>
      <w:r w:rsidR="005F3696" w:rsidRPr="00A67CD6">
        <w:rPr>
          <w:sz w:val="20"/>
        </w:rPr>
        <w:t xml:space="preserve"> – pixabay.com/</w:t>
      </w:r>
      <w:r w:rsidR="00FD26EF" w:rsidRPr="00A67CD6">
        <w:rPr>
          <w:sz w:val="20"/>
        </w:rPr>
        <w:t>OpenClipart-Vectors</w:t>
      </w:r>
      <w:r w:rsidR="005F3696" w:rsidRPr="00A67CD6">
        <w:rPr>
          <w:sz w:val="20"/>
        </w:rPr>
        <w:t xml:space="preserve"> (</w:t>
      </w:r>
      <w:r w:rsidR="00FD26EF" w:rsidRPr="00A67CD6">
        <w:rPr>
          <w:sz w:val="20"/>
        </w:rPr>
        <w:t>160143</w:t>
      </w:r>
      <w:r w:rsidR="005F3696" w:rsidRPr="00A67CD6">
        <w:rPr>
          <w:sz w:val="20"/>
        </w:rPr>
        <w:t>)</w:t>
      </w:r>
      <w:r w:rsidR="003B12FD" w:rsidRPr="00A67CD6">
        <w:rPr>
          <w:sz w:val="20"/>
        </w:rPr>
        <w:t xml:space="preserve">; </w:t>
      </w:r>
      <w:r w:rsidR="00A11974" w:rsidRPr="00A67CD6">
        <w:rPr>
          <w:sz w:val="20"/>
        </w:rPr>
        <w:t xml:space="preserve">powdery mildew – University of Reading/Oliver Ellingham; </w:t>
      </w:r>
      <w:r w:rsidR="00A67CD6">
        <w:rPr>
          <w:sz w:val="20"/>
        </w:rPr>
        <w:t xml:space="preserve">violet bramble rust x3 – </w:t>
      </w:r>
      <w:r w:rsidR="00A67CD6" w:rsidRPr="00A67CD6">
        <w:rPr>
          <w:sz w:val="20"/>
        </w:rPr>
        <w:t>BioImages.org/Malcolm Storey</w:t>
      </w:r>
      <w:r w:rsidR="00A67CD6">
        <w:rPr>
          <w:sz w:val="20"/>
        </w:rPr>
        <w:t xml:space="preserve">; </w:t>
      </w:r>
      <w:r w:rsidR="00C45AA4">
        <w:rPr>
          <w:sz w:val="20"/>
        </w:rPr>
        <w:t xml:space="preserve">apple brown rot – </w:t>
      </w:r>
      <w:r w:rsidR="00A67CD6">
        <w:rPr>
          <w:sz w:val="20"/>
        </w:rPr>
        <w:t xml:space="preserve"> </w:t>
      </w:r>
      <w:r w:rsidR="002B64B8">
        <w:rPr>
          <w:sz w:val="20"/>
        </w:rPr>
        <w:t>WikimediaCommons/</w:t>
      </w:r>
      <w:r w:rsidR="002B64B8" w:rsidRPr="002B64B8">
        <w:rPr>
          <w:sz w:val="20"/>
        </w:rPr>
        <w:t>Cwmhiraeth</w:t>
      </w:r>
    </w:p>
    <w:p w:rsidR="003117F6" w:rsidRPr="00A82D25" w:rsidRDefault="003117F6" w:rsidP="00026DEC">
      <w:pPr>
        <w:spacing w:after="180"/>
        <w:rPr>
          <w:b/>
          <w:color w:val="538135"/>
          <w:sz w:val="24"/>
        </w:rPr>
      </w:pPr>
      <w:r w:rsidRPr="00A82D25">
        <w:rPr>
          <w:b/>
          <w:color w:val="538135"/>
          <w:sz w:val="24"/>
        </w:rPr>
        <w:t>References</w:t>
      </w:r>
    </w:p>
    <w:p w:rsidR="007B56A8" w:rsidRPr="007B56A8" w:rsidRDefault="003E6F72" w:rsidP="007B56A8">
      <w:pPr>
        <w:pStyle w:val="EndNoteBibliography"/>
        <w:spacing w:after="120"/>
        <w:rPr>
          <w:sz w:val="20"/>
          <w:szCs w:val="20"/>
        </w:rPr>
      </w:pPr>
      <w:r w:rsidRPr="007B56A8">
        <w:rPr>
          <w:sz w:val="20"/>
          <w:szCs w:val="20"/>
        </w:rPr>
        <w:fldChar w:fldCharType="begin"/>
      </w:r>
      <w:r w:rsidRPr="007B56A8">
        <w:rPr>
          <w:sz w:val="20"/>
          <w:szCs w:val="20"/>
        </w:rPr>
        <w:instrText xml:space="preserve"> ADDIN EN.REFLIST </w:instrText>
      </w:r>
      <w:r w:rsidRPr="007B56A8">
        <w:rPr>
          <w:sz w:val="20"/>
          <w:szCs w:val="20"/>
        </w:rPr>
        <w:fldChar w:fldCharType="separate"/>
      </w:r>
      <w:r w:rsidR="007B56A8" w:rsidRPr="007B56A8">
        <w:rPr>
          <w:sz w:val="20"/>
          <w:szCs w:val="20"/>
        </w:rPr>
        <w:t xml:space="preserve">Department for Education (2013a). </w:t>
      </w:r>
      <w:r w:rsidR="007B56A8" w:rsidRPr="007B56A8">
        <w:rPr>
          <w:i/>
          <w:sz w:val="20"/>
          <w:szCs w:val="20"/>
        </w:rPr>
        <w:t xml:space="preserve">Science programmes of study: key stage 3 - National curriculum in England (DFE-00185-2013), </w:t>
      </w:r>
      <w:r w:rsidR="007B56A8" w:rsidRPr="007B56A8">
        <w:rPr>
          <w:sz w:val="20"/>
          <w:szCs w:val="20"/>
        </w:rPr>
        <w:t>London, UK.</w:t>
      </w:r>
    </w:p>
    <w:p w:rsidR="007B56A8" w:rsidRPr="007B56A8" w:rsidRDefault="007B56A8" w:rsidP="007B56A8">
      <w:pPr>
        <w:pStyle w:val="EndNoteBibliography"/>
        <w:spacing w:after="120"/>
        <w:rPr>
          <w:sz w:val="20"/>
          <w:szCs w:val="20"/>
        </w:rPr>
      </w:pPr>
      <w:r w:rsidRPr="007B56A8">
        <w:rPr>
          <w:sz w:val="20"/>
          <w:szCs w:val="20"/>
        </w:rPr>
        <w:t xml:space="preserve">Department for Education (2013b). </w:t>
      </w:r>
      <w:r w:rsidRPr="007B56A8">
        <w:rPr>
          <w:i/>
          <w:sz w:val="20"/>
          <w:szCs w:val="20"/>
        </w:rPr>
        <w:t xml:space="preserve">Science programmes of study: key stages 1 and 2 - National curriculum in England (DFE-00182-2013), </w:t>
      </w:r>
      <w:r w:rsidRPr="007B56A8">
        <w:rPr>
          <w:sz w:val="20"/>
          <w:szCs w:val="20"/>
        </w:rPr>
        <w:t>London, UK.</w:t>
      </w:r>
    </w:p>
    <w:p w:rsidR="007B56A8" w:rsidRPr="007B56A8" w:rsidRDefault="007B56A8" w:rsidP="007B56A8">
      <w:pPr>
        <w:pStyle w:val="EndNoteBibliography"/>
        <w:spacing w:after="120"/>
        <w:rPr>
          <w:sz w:val="20"/>
          <w:szCs w:val="20"/>
        </w:rPr>
      </w:pPr>
      <w:r w:rsidRPr="007B56A8">
        <w:rPr>
          <w:sz w:val="20"/>
          <w:szCs w:val="20"/>
        </w:rPr>
        <w:t xml:space="preserve">Department for Education (2014). </w:t>
      </w:r>
      <w:r w:rsidRPr="007B56A8">
        <w:rPr>
          <w:i/>
          <w:sz w:val="20"/>
          <w:szCs w:val="20"/>
        </w:rPr>
        <w:t xml:space="preserve">Science programmes of study: key stage 4 - National curriculum in England (DFE-00677-2014), </w:t>
      </w:r>
      <w:r w:rsidRPr="007B56A8">
        <w:rPr>
          <w:sz w:val="20"/>
          <w:szCs w:val="20"/>
        </w:rPr>
        <w:t>London, UK.</w:t>
      </w:r>
    </w:p>
    <w:p w:rsidR="007B56A8" w:rsidRPr="007B56A8" w:rsidRDefault="007B56A8" w:rsidP="007B56A8">
      <w:pPr>
        <w:pStyle w:val="EndNoteBibliography"/>
        <w:spacing w:after="120"/>
        <w:rPr>
          <w:sz w:val="20"/>
          <w:szCs w:val="20"/>
        </w:rPr>
      </w:pPr>
      <w:r w:rsidRPr="007B56A8">
        <w:rPr>
          <w:sz w:val="20"/>
          <w:szCs w:val="20"/>
        </w:rPr>
        <w:t xml:space="preserve">Guest, D. (2012). The impact of plant disease on food security. </w:t>
      </w:r>
      <w:r w:rsidRPr="007B56A8">
        <w:rPr>
          <w:i/>
          <w:sz w:val="20"/>
          <w:szCs w:val="20"/>
        </w:rPr>
        <w:t>Agriculture,</w:t>
      </w:r>
      <w:r w:rsidRPr="007B56A8">
        <w:rPr>
          <w:sz w:val="20"/>
          <w:szCs w:val="20"/>
        </w:rPr>
        <w:t xml:space="preserve"> 2(Special Issue).</w:t>
      </w:r>
    </w:p>
    <w:p w:rsidR="007B56A8" w:rsidRPr="007B56A8" w:rsidRDefault="007B56A8" w:rsidP="007B56A8">
      <w:pPr>
        <w:pStyle w:val="EndNoteBibliography"/>
        <w:spacing w:after="120"/>
        <w:rPr>
          <w:sz w:val="20"/>
          <w:szCs w:val="20"/>
        </w:rPr>
      </w:pPr>
      <w:r w:rsidRPr="007B56A8">
        <w:rPr>
          <w:sz w:val="20"/>
          <w:szCs w:val="20"/>
        </w:rPr>
        <w:t xml:space="preserve">Isik, E., Çetin, G. and Özarslan, M. (2017). Students' views about disease concept: drawing and writing technique. </w:t>
      </w:r>
      <w:r w:rsidRPr="007B56A8">
        <w:rPr>
          <w:i/>
          <w:sz w:val="20"/>
          <w:szCs w:val="20"/>
        </w:rPr>
        <w:t>Asia-Pacific Forum on Science Learning and Teaching,</w:t>
      </w:r>
      <w:r w:rsidRPr="007B56A8">
        <w:rPr>
          <w:sz w:val="20"/>
          <w:szCs w:val="20"/>
        </w:rPr>
        <w:t xml:space="preserve"> 18(2).</w:t>
      </w:r>
    </w:p>
    <w:p w:rsidR="007B56A8" w:rsidRPr="007B56A8" w:rsidRDefault="007B56A8" w:rsidP="007B56A8">
      <w:pPr>
        <w:pStyle w:val="EndNoteBibliography"/>
        <w:spacing w:after="120"/>
        <w:rPr>
          <w:sz w:val="20"/>
          <w:szCs w:val="20"/>
        </w:rPr>
      </w:pPr>
      <w:r w:rsidRPr="007B56A8">
        <w:rPr>
          <w:sz w:val="20"/>
          <w:szCs w:val="20"/>
        </w:rPr>
        <w:t xml:space="preserve">Oerke, E. C. (2006). Crop losses to pests. </w:t>
      </w:r>
      <w:r w:rsidRPr="007B56A8">
        <w:rPr>
          <w:i/>
          <w:sz w:val="20"/>
          <w:szCs w:val="20"/>
        </w:rPr>
        <w:t>The Journal of Agricultural Science,</w:t>
      </w:r>
      <w:r w:rsidRPr="007B56A8">
        <w:rPr>
          <w:sz w:val="20"/>
          <w:szCs w:val="20"/>
        </w:rPr>
        <w:t xml:space="preserve"> 144(1)</w:t>
      </w:r>
      <w:r w:rsidRPr="007B56A8">
        <w:rPr>
          <w:b/>
          <w:sz w:val="20"/>
          <w:szCs w:val="20"/>
        </w:rPr>
        <w:t>,</w:t>
      </w:r>
      <w:r w:rsidRPr="007B56A8">
        <w:rPr>
          <w:sz w:val="20"/>
          <w:szCs w:val="20"/>
        </w:rPr>
        <w:t xml:space="preserve"> 31-43.</w:t>
      </w:r>
    </w:p>
    <w:p w:rsidR="007B56A8" w:rsidRPr="007B56A8" w:rsidRDefault="007B56A8" w:rsidP="007B56A8">
      <w:pPr>
        <w:pStyle w:val="EndNoteBibliography"/>
        <w:spacing w:after="120"/>
        <w:rPr>
          <w:sz w:val="20"/>
          <w:szCs w:val="20"/>
        </w:rPr>
      </w:pPr>
      <w:r w:rsidRPr="007B56A8">
        <w:rPr>
          <w:sz w:val="20"/>
          <w:szCs w:val="20"/>
        </w:rPr>
        <w:t xml:space="preserve">SAPS. (2015a). </w:t>
      </w:r>
      <w:r w:rsidRPr="007B56A8">
        <w:rPr>
          <w:i/>
          <w:sz w:val="20"/>
          <w:szCs w:val="20"/>
        </w:rPr>
        <w:t xml:space="preserve">Identifying the cause of brown rot </w:t>
      </w:r>
      <w:r w:rsidRPr="007B56A8">
        <w:rPr>
          <w:sz w:val="20"/>
          <w:szCs w:val="20"/>
        </w:rPr>
        <w:t xml:space="preserve">[Online]. Cambridge, UK: Science &amp; Plants for Schools. Available at: </w:t>
      </w:r>
      <w:hyperlink r:id="rId19" w:history="1">
        <w:r w:rsidRPr="007B56A8">
          <w:rPr>
            <w:rStyle w:val="Hyperlink"/>
            <w:sz w:val="20"/>
            <w:szCs w:val="20"/>
          </w:rPr>
          <w:t>http://saps.org.uk/secondary/teaching-resources/1361-plant-disease-practicals-identifying-the-cause-of-brown-rot</w:t>
        </w:r>
      </w:hyperlink>
      <w:r w:rsidRPr="007B56A8">
        <w:rPr>
          <w:sz w:val="20"/>
          <w:szCs w:val="20"/>
        </w:rPr>
        <w:t>.</w:t>
      </w:r>
    </w:p>
    <w:p w:rsidR="007B56A8" w:rsidRPr="007B56A8" w:rsidRDefault="007B56A8" w:rsidP="007B56A8">
      <w:pPr>
        <w:pStyle w:val="EndNoteBibliography"/>
        <w:spacing w:after="120"/>
        <w:rPr>
          <w:sz w:val="20"/>
          <w:szCs w:val="20"/>
        </w:rPr>
      </w:pPr>
      <w:r w:rsidRPr="007B56A8">
        <w:rPr>
          <w:sz w:val="20"/>
          <w:szCs w:val="20"/>
        </w:rPr>
        <w:t xml:space="preserve">SAPS. (2015b). </w:t>
      </w:r>
      <w:r w:rsidRPr="007B56A8">
        <w:rPr>
          <w:i/>
          <w:sz w:val="20"/>
          <w:szCs w:val="20"/>
        </w:rPr>
        <w:t xml:space="preserve">The powdery mildew survey </w:t>
      </w:r>
      <w:r w:rsidRPr="007B56A8">
        <w:rPr>
          <w:sz w:val="20"/>
          <w:szCs w:val="20"/>
        </w:rPr>
        <w:t xml:space="preserve">[Online]. Cambridge, UK: Science &amp; Plants for Schools. Available at: </w:t>
      </w:r>
      <w:hyperlink r:id="rId20" w:history="1">
        <w:r w:rsidRPr="007B56A8">
          <w:rPr>
            <w:rStyle w:val="Hyperlink"/>
            <w:sz w:val="20"/>
            <w:szCs w:val="20"/>
          </w:rPr>
          <w:t>http://saps.org.uk/secondary/teaching-resources/1360-plant-disease-practicals-powdery-mildew</w:t>
        </w:r>
      </w:hyperlink>
      <w:r w:rsidRPr="007B56A8">
        <w:rPr>
          <w:sz w:val="20"/>
          <w:szCs w:val="20"/>
        </w:rPr>
        <w:t>.</w:t>
      </w:r>
    </w:p>
    <w:p w:rsidR="007B56A8" w:rsidRPr="007B56A8" w:rsidRDefault="007B56A8" w:rsidP="007B56A8">
      <w:pPr>
        <w:pStyle w:val="EndNoteBibliography"/>
        <w:spacing w:after="120"/>
        <w:rPr>
          <w:sz w:val="20"/>
          <w:szCs w:val="20"/>
        </w:rPr>
      </w:pPr>
      <w:r w:rsidRPr="007B56A8">
        <w:rPr>
          <w:sz w:val="20"/>
          <w:szCs w:val="20"/>
        </w:rPr>
        <w:t xml:space="preserve">SAPS. (2015c). </w:t>
      </w:r>
      <w:r w:rsidRPr="007B56A8">
        <w:rPr>
          <w:i/>
          <w:sz w:val="20"/>
          <w:szCs w:val="20"/>
        </w:rPr>
        <w:t xml:space="preserve">Violet bramble rust </w:t>
      </w:r>
      <w:r w:rsidRPr="007B56A8">
        <w:rPr>
          <w:sz w:val="20"/>
          <w:szCs w:val="20"/>
        </w:rPr>
        <w:t xml:space="preserve">[Online]. Cambridge, UK: Science &amp; Plants for Schools. Available at: </w:t>
      </w:r>
      <w:hyperlink r:id="rId21" w:history="1">
        <w:r w:rsidRPr="007B56A8">
          <w:rPr>
            <w:rStyle w:val="Hyperlink"/>
            <w:sz w:val="20"/>
            <w:szCs w:val="20"/>
          </w:rPr>
          <w:t>http://saps.org.uk/secondary/teaching-resources/1359-plant-disease-practicals-investigating-violet-bramble-rust</w:t>
        </w:r>
      </w:hyperlink>
      <w:r w:rsidRPr="007B56A8">
        <w:rPr>
          <w:sz w:val="20"/>
          <w:szCs w:val="20"/>
        </w:rPr>
        <w:t>.</w:t>
      </w:r>
    </w:p>
    <w:p w:rsidR="00A82D25" w:rsidRPr="000F28B4" w:rsidRDefault="003E6F72" w:rsidP="007B56A8">
      <w:pPr>
        <w:spacing w:after="120"/>
        <w:rPr>
          <w:sz w:val="20"/>
        </w:rPr>
      </w:pPr>
      <w:r w:rsidRPr="007B56A8">
        <w:rPr>
          <w:sz w:val="20"/>
          <w:szCs w:val="20"/>
        </w:rPr>
        <w:fldChar w:fldCharType="end"/>
      </w:r>
    </w:p>
    <w:sectPr w:rsidR="00A82D25" w:rsidRPr="000F28B4" w:rsidSect="00642ECD">
      <w:headerReference w:type="default" r:id="rId22"/>
      <w:footerReference w:type="default" r:id="rId2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05" w:rsidRDefault="003E1805" w:rsidP="000B473B">
      <w:r>
        <w:separator/>
      </w:r>
    </w:p>
  </w:endnote>
  <w:endnote w:type="continuationSeparator" w:id="0">
    <w:p w:rsidR="003E1805" w:rsidRDefault="003E180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43E9E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21CF">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9101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21CF">
      <w:rPr>
        <w:noProof/>
      </w:rPr>
      <w:t>5</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05" w:rsidRDefault="003E1805" w:rsidP="000B473B">
      <w:r>
        <w:separator/>
      </w:r>
    </w:p>
  </w:footnote>
  <w:footnote w:type="continuationSeparator" w:id="0">
    <w:p w:rsidR="003E1805" w:rsidRDefault="003E180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B166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4DB35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1805"/>
    <w:rsid w:val="00015578"/>
    <w:rsid w:val="00024731"/>
    <w:rsid w:val="00026DEC"/>
    <w:rsid w:val="000505CA"/>
    <w:rsid w:val="0007651D"/>
    <w:rsid w:val="0008368D"/>
    <w:rsid w:val="0009089A"/>
    <w:rsid w:val="000947E2"/>
    <w:rsid w:val="00095E04"/>
    <w:rsid w:val="000A2A2B"/>
    <w:rsid w:val="000B473B"/>
    <w:rsid w:val="000D0E89"/>
    <w:rsid w:val="000E2689"/>
    <w:rsid w:val="000F28B4"/>
    <w:rsid w:val="00126E06"/>
    <w:rsid w:val="00142613"/>
    <w:rsid w:val="00144DA7"/>
    <w:rsid w:val="0015356E"/>
    <w:rsid w:val="00161D3F"/>
    <w:rsid w:val="0019019B"/>
    <w:rsid w:val="001915D4"/>
    <w:rsid w:val="00194675"/>
    <w:rsid w:val="001A1FED"/>
    <w:rsid w:val="001A384D"/>
    <w:rsid w:val="001A40E2"/>
    <w:rsid w:val="001C4334"/>
    <w:rsid w:val="001C4805"/>
    <w:rsid w:val="001E3E18"/>
    <w:rsid w:val="00201AC2"/>
    <w:rsid w:val="00214608"/>
    <w:rsid w:val="002178AC"/>
    <w:rsid w:val="0022547C"/>
    <w:rsid w:val="0025410A"/>
    <w:rsid w:val="00255318"/>
    <w:rsid w:val="0027553E"/>
    <w:rsid w:val="0028012F"/>
    <w:rsid w:val="002828DF"/>
    <w:rsid w:val="00287876"/>
    <w:rsid w:val="00292C53"/>
    <w:rsid w:val="00294E22"/>
    <w:rsid w:val="002B5C88"/>
    <w:rsid w:val="002B64B8"/>
    <w:rsid w:val="002C22EA"/>
    <w:rsid w:val="002C59BA"/>
    <w:rsid w:val="002C6BBA"/>
    <w:rsid w:val="002F41B2"/>
    <w:rsid w:val="00301AA9"/>
    <w:rsid w:val="003117F6"/>
    <w:rsid w:val="00324CAF"/>
    <w:rsid w:val="003533B8"/>
    <w:rsid w:val="00367F0C"/>
    <w:rsid w:val="003752BE"/>
    <w:rsid w:val="0039010C"/>
    <w:rsid w:val="003A346A"/>
    <w:rsid w:val="003A50A4"/>
    <w:rsid w:val="003B12FD"/>
    <w:rsid w:val="003B2917"/>
    <w:rsid w:val="003B541B"/>
    <w:rsid w:val="003E1805"/>
    <w:rsid w:val="003E2B2F"/>
    <w:rsid w:val="003E6046"/>
    <w:rsid w:val="003E6F72"/>
    <w:rsid w:val="003F16F9"/>
    <w:rsid w:val="004032EA"/>
    <w:rsid w:val="00430C1F"/>
    <w:rsid w:val="00442595"/>
    <w:rsid w:val="0045323E"/>
    <w:rsid w:val="00480756"/>
    <w:rsid w:val="004B0EE1"/>
    <w:rsid w:val="004D0D83"/>
    <w:rsid w:val="004E1DF1"/>
    <w:rsid w:val="004E5592"/>
    <w:rsid w:val="0050055B"/>
    <w:rsid w:val="00524710"/>
    <w:rsid w:val="00553179"/>
    <w:rsid w:val="00555342"/>
    <w:rsid w:val="005560E2"/>
    <w:rsid w:val="005633AC"/>
    <w:rsid w:val="005908A7"/>
    <w:rsid w:val="005A452E"/>
    <w:rsid w:val="005A6EE7"/>
    <w:rsid w:val="005B184B"/>
    <w:rsid w:val="005E07F2"/>
    <w:rsid w:val="005E0D76"/>
    <w:rsid w:val="005F1A7B"/>
    <w:rsid w:val="005F3696"/>
    <w:rsid w:val="006014D9"/>
    <w:rsid w:val="006355D8"/>
    <w:rsid w:val="00642ECD"/>
    <w:rsid w:val="006438A6"/>
    <w:rsid w:val="006502A0"/>
    <w:rsid w:val="00655DF7"/>
    <w:rsid w:val="006772F5"/>
    <w:rsid w:val="006A4440"/>
    <w:rsid w:val="006B0615"/>
    <w:rsid w:val="006B1690"/>
    <w:rsid w:val="006D166B"/>
    <w:rsid w:val="006F3279"/>
    <w:rsid w:val="00704AEE"/>
    <w:rsid w:val="00722F9A"/>
    <w:rsid w:val="00725106"/>
    <w:rsid w:val="00754539"/>
    <w:rsid w:val="00781BC6"/>
    <w:rsid w:val="00781DC5"/>
    <w:rsid w:val="007A3C86"/>
    <w:rsid w:val="007A683E"/>
    <w:rsid w:val="007A748B"/>
    <w:rsid w:val="007B56A8"/>
    <w:rsid w:val="007D1D65"/>
    <w:rsid w:val="007E0A9E"/>
    <w:rsid w:val="007E5309"/>
    <w:rsid w:val="00800549"/>
    <w:rsid w:val="00800DE1"/>
    <w:rsid w:val="00806B12"/>
    <w:rsid w:val="00813F47"/>
    <w:rsid w:val="008450D6"/>
    <w:rsid w:val="00856FCA"/>
    <w:rsid w:val="00873B8C"/>
    <w:rsid w:val="00880959"/>
    <w:rsid w:val="00880E3B"/>
    <w:rsid w:val="008A405F"/>
    <w:rsid w:val="008C7F34"/>
    <w:rsid w:val="008D633B"/>
    <w:rsid w:val="008E580C"/>
    <w:rsid w:val="008F7E5B"/>
    <w:rsid w:val="0090047A"/>
    <w:rsid w:val="009158ED"/>
    <w:rsid w:val="00925026"/>
    <w:rsid w:val="00931264"/>
    <w:rsid w:val="00942A4B"/>
    <w:rsid w:val="00950E92"/>
    <w:rsid w:val="00960E4E"/>
    <w:rsid w:val="00961D59"/>
    <w:rsid w:val="00972187"/>
    <w:rsid w:val="009B2D55"/>
    <w:rsid w:val="009C0343"/>
    <w:rsid w:val="009C7E61"/>
    <w:rsid w:val="009E0D11"/>
    <w:rsid w:val="009F2B0F"/>
    <w:rsid w:val="00A11974"/>
    <w:rsid w:val="00A24A16"/>
    <w:rsid w:val="00A37D14"/>
    <w:rsid w:val="00A571E3"/>
    <w:rsid w:val="00A6111E"/>
    <w:rsid w:val="00A6168B"/>
    <w:rsid w:val="00A62028"/>
    <w:rsid w:val="00A67CD6"/>
    <w:rsid w:val="00A82D25"/>
    <w:rsid w:val="00A95BD1"/>
    <w:rsid w:val="00AA6236"/>
    <w:rsid w:val="00AB6AE7"/>
    <w:rsid w:val="00AC6B1C"/>
    <w:rsid w:val="00AD21F5"/>
    <w:rsid w:val="00B06225"/>
    <w:rsid w:val="00B23B31"/>
    <w:rsid w:val="00B23C7A"/>
    <w:rsid w:val="00B305F5"/>
    <w:rsid w:val="00B46FF9"/>
    <w:rsid w:val="00B75483"/>
    <w:rsid w:val="00BA7952"/>
    <w:rsid w:val="00BB44B4"/>
    <w:rsid w:val="00BF0BBF"/>
    <w:rsid w:val="00BF6C8A"/>
    <w:rsid w:val="00C05571"/>
    <w:rsid w:val="00C246CE"/>
    <w:rsid w:val="00C45AA4"/>
    <w:rsid w:val="00C57FA2"/>
    <w:rsid w:val="00C70BA8"/>
    <w:rsid w:val="00C80257"/>
    <w:rsid w:val="00CA233F"/>
    <w:rsid w:val="00CC2E4D"/>
    <w:rsid w:val="00CC78A5"/>
    <w:rsid w:val="00CC7B16"/>
    <w:rsid w:val="00CE0BD3"/>
    <w:rsid w:val="00CE15FE"/>
    <w:rsid w:val="00D021CF"/>
    <w:rsid w:val="00D02E15"/>
    <w:rsid w:val="00D14F44"/>
    <w:rsid w:val="00D230FF"/>
    <w:rsid w:val="00D278E8"/>
    <w:rsid w:val="00D31F25"/>
    <w:rsid w:val="00D421E8"/>
    <w:rsid w:val="00D42FED"/>
    <w:rsid w:val="00D44604"/>
    <w:rsid w:val="00D479B3"/>
    <w:rsid w:val="00D52283"/>
    <w:rsid w:val="00D524E5"/>
    <w:rsid w:val="00D72FEF"/>
    <w:rsid w:val="00D755FA"/>
    <w:rsid w:val="00DA1A89"/>
    <w:rsid w:val="00DC3D50"/>
    <w:rsid w:val="00DC4A4E"/>
    <w:rsid w:val="00DD1874"/>
    <w:rsid w:val="00DD63BD"/>
    <w:rsid w:val="00E15A66"/>
    <w:rsid w:val="00E172C6"/>
    <w:rsid w:val="00E24309"/>
    <w:rsid w:val="00E53D82"/>
    <w:rsid w:val="00E610E5"/>
    <w:rsid w:val="00E61521"/>
    <w:rsid w:val="00E9330A"/>
    <w:rsid w:val="00EC04E4"/>
    <w:rsid w:val="00EE6B97"/>
    <w:rsid w:val="00F12C3B"/>
    <w:rsid w:val="00F26884"/>
    <w:rsid w:val="00F57263"/>
    <w:rsid w:val="00F72ECC"/>
    <w:rsid w:val="00F8355F"/>
    <w:rsid w:val="00FA3196"/>
    <w:rsid w:val="00FD26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1EA362C-BF24-4F76-BBDE-C0A8EA6B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E6F7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E6F72"/>
    <w:rPr>
      <w:rFonts w:ascii="Calibri" w:hAnsi="Calibri" w:cs="Calibri"/>
      <w:noProof/>
      <w:lang w:val="en-US"/>
    </w:rPr>
  </w:style>
  <w:style w:type="paragraph" w:customStyle="1" w:styleId="EndNoteBibliography">
    <w:name w:val="EndNote Bibliography"/>
    <w:basedOn w:val="Normal"/>
    <w:link w:val="EndNoteBibliographyChar"/>
    <w:rsid w:val="003E6F72"/>
    <w:rPr>
      <w:rFonts w:ascii="Calibri" w:hAnsi="Calibri" w:cs="Calibri"/>
      <w:noProof/>
      <w:lang w:val="en-US"/>
    </w:rPr>
  </w:style>
  <w:style w:type="character" w:customStyle="1" w:styleId="EndNoteBibliographyChar">
    <w:name w:val="EndNote Bibliography Char"/>
    <w:basedOn w:val="DefaultParagraphFont"/>
    <w:link w:val="EndNoteBibliography"/>
    <w:rsid w:val="003E6F72"/>
    <w:rPr>
      <w:rFonts w:ascii="Calibri" w:hAnsi="Calibri" w:cs="Calibri"/>
      <w:noProof/>
      <w:lang w:val="en-US"/>
    </w:rPr>
  </w:style>
  <w:style w:type="character" w:styleId="Hyperlink">
    <w:name w:val="Hyperlink"/>
    <w:basedOn w:val="DefaultParagraphFont"/>
    <w:uiPriority w:val="99"/>
    <w:unhideWhenUsed/>
    <w:rsid w:val="003E6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saps.org.uk/secondary/teaching-resources/1359-plant-disease-practicals-investigating-violet-bramble-rust"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aps.org.uk/secondary/teaching-resources/1360-plant-disease-practicals-powdery-mild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hyperlink" Target="http://saps.org.uk/secondary/teaching-resources/1361-plant-disease-practicals-identifying-the-cause-of-brown-ro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5</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49</cp:revision>
  <cp:lastPrinted>2017-02-24T16:20:00Z</cp:lastPrinted>
  <dcterms:created xsi:type="dcterms:W3CDTF">2019-02-17T17:27:00Z</dcterms:created>
  <dcterms:modified xsi:type="dcterms:W3CDTF">2020-02-23T15:00:00Z</dcterms:modified>
</cp:coreProperties>
</file>