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70073" w:rsidP="00201AC2">
      <w:pPr>
        <w:spacing w:after="180"/>
        <w:rPr>
          <w:b/>
          <w:sz w:val="44"/>
          <w:szCs w:val="44"/>
        </w:rPr>
      </w:pPr>
      <w:r>
        <w:rPr>
          <w:b/>
          <w:sz w:val="44"/>
          <w:szCs w:val="44"/>
        </w:rPr>
        <w:t>Forest dwellers</w:t>
      </w:r>
    </w:p>
    <w:p w:rsidR="00201AC2" w:rsidRDefault="00201AC2" w:rsidP="00201AC2">
      <w:pPr>
        <w:spacing w:after="180"/>
      </w:pPr>
    </w:p>
    <w:p w:rsidR="00B9226B" w:rsidRPr="001C4D07" w:rsidRDefault="00B9226B" w:rsidP="00B9226B">
      <w:pPr>
        <w:spacing w:after="180"/>
        <w:rPr>
          <w:b/>
        </w:rPr>
      </w:pPr>
      <w:r w:rsidRPr="001C4D07">
        <w:rPr>
          <w:b/>
        </w:rPr>
        <w:t>Part 1</w:t>
      </w:r>
    </w:p>
    <w:p w:rsidR="00B9226B" w:rsidRDefault="00B9226B" w:rsidP="00201AC2">
      <w:pPr>
        <w:spacing w:after="180"/>
      </w:pPr>
    </w:p>
    <w:p w:rsidR="001C4D07" w:rsidRDefault="001C4D07" w:rsidP="001C4D07">
      <w:pPr>
        <w:spacing w:after="180"/>
        <w:jc w:val="center"/>
      </w:pPr>
      <w:r>
        <w:rPr>
          <w:noProof/>
          <w:lang w:eastAsia="en-GB"/>
        </w:rPr>
        <w:drawing>
          <wp:inline distT="0" distB="0" distL="0" distR="0">
            <wp:extent cx="3457575" cy="230685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r-5733089_64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57182" cy="2306588"/>
                    </a:xfrm>
                    <a:prstGeom prst="rect">
                      <a:avLst/>
                    </a:prstGeom>
                  </pic:spPr>
                </pic:pic>
              </a:graphicData>
            </a:graphic>
          </wp:inline>
        </w:drawing>
      </w:r>
    </w:p>
    <w:p w:rsidR="001C4D07" w:rsidRDefault="001C4D07" w:rsidP="00201AC2">
      <w:pPr>
        <w:spacing w:after="180"/>
      </w:pPr>
    </w:p>
    <w:p w:rsidR="00201AC2" w:rsidRDefault="001C4D07" w:rsidP="00201AC2">
      <w:pPr>
        <w:spacing w:after="180"/>
      </w:pPr>
      <w:r>
        <w:t>A population of squirrels lives in a forest.</w:t>
      </w:r>
    </w:p>
    <w:p w:rsidR="001C4D07" w:rsidRDefault="001C4D07" w:rsidP="00201AC2">
      <w:pPr>
        <w:spacing w:after="180"/>
      </w:pPr>
    </w:p>
    <w:p w:rsidR="006C6AD4" w:rsidRDefault="001C4D07" w:rsidP="006C6AD4">
      <w:pPr>
        <w:pStyle w:val="ListParagraph"/>
        <w:numPr>
          <w:ilvl w:val="0"/>
          <w:numId w:val="3"/>
        </w:numPr>
        <w:spacing w:after="180"/>
        <w:ind w:left="567" w:hanging="567"/>
        <w:contextualSpacing w:val="0"/>
      </w:pPr>
      <w:r>
        <w:t xml:space="preserve">The squirrels </w:t>
      </w:r>
      <w:r w:rsidR="003E2213">
        <w:t xml:space="preserve">are in </w:t>
      </w:r>
      <w:r>
        <w:t>compet</w:t>
      </w:r>
      <w:r w:rsidR="003E2213">
        <w:t>ition with one another</w:t>
      </w:r>
      <w:r>
        <w:t xml:space="preserve"> for resources such as food.</w:t>
      </w:r>
    </w:p>
    <w:p w:rsidR="001C4D07" w:rsidRDefault="001C4D07" w:rsidP="001C4D07">
      <w:pPr>
        <w:pStyle w:val="ListParagraph"/>
        <w:spacing w:after="180"/>
        <w:ind w:left="567"/>
        <w:contextualSpacing w:val="0"/>
      </w:pPr>
      <w:r>
        <w:t>Wh</w:t>
      </w:r>
      <w:r w:rsidR="003E2213">
        <w:t>ich</w:t>
      </w:r>
      <w:r>
        <w:t xml:space="preserve"> </w:t>
      </w:r>
      <w:r w:rsidR="003E2213">
        <w:t xml:space="preserve">statement </w:t>
      </w:r>
      <w:r>
        <w:t>about this competition</w:t>
      </w:r>
      <w:r w:rsidR="003E2213">
        <w:t xml:space="preserve"> do you think is true</w:t>
      </w:r>
      <w:r>
        <w:t>?</w:t>
      </w:r>
    </w:p>
    <w:p w:rsidR="00856F0B" w:rsidRDefault="00856F0B" w:rsidP="001C4D07"/>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3E2213" w:rsidP="00571216">
            <w:pPr>
              <w:rPr>
                <w:szCs w:val="18"/>
              </w:rPr>
            </w:pPr>
            <w:r>
              <w:rPr>
                <w:szCs w:val="18"/>
              </w:rPr>
              <w:t>The winners will be decided at random.</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3E2213" w:rsidP="00571216">
            <w:pPr>
              <w:rPr>
                <w:szCs w:val="18"/>
              </w:rPr>
            </w:pPr>
            <w:r>
              <w:rPr>
                <w:szCs w:val="18"/>
              </w:rPr>
              <w:t xml:space="preserve">The winners will </w:t>
            </w:r>
            <w:r w:rsidRPr="003E2213">
              <w:rPr>
                <w:b/>
                <w:szCs w:val="18"/>
              </w:rPr>
              <w:t>not</w:t>
            </w:r>
            <w:r>
              <w:rPr>
                <w:szCs w:val="18"/>
              </w:rPr>
              <w:t xml:space="preserve"> be decided at random.</w:t>
            </w:r>
          </w:p>
        </w:tc>
      </w:tr>
    </w:tbl>
    <w:p w:rsidR="00201AC2" w:rsidRDefault="00201AC2" w:rsidP="006F3279">
      <w:pPr>
        <w:spacing w:after="240"/>
        <w:rPr>
          <w:szCs w:val="18"/>
        </w:rPr>
      </w:pPr>
    </w:p>
    <w:p w:rsidR="006C6AD4" w:rsidRDefault="003E2213" w:rsidP="006C6AD4">
      <w:pPr>
        <w:pStyle w:val="ListParagraph"/>
        <w:numPr>
          <w:ilvl w:val="0"/>
          <w:numId w:val="3"/>
        </w:numPr>
        <w:spacing w:after="180"/>
        <w:ind w:left="567" w:hanging="567"/>
        <w:contextualSpacing w:val="0"/>
      </w:pPr>
      <w:r>
        <w:t>Which statement best</w:t>
      </w:r>
      <w:r w:rsidR="006C6AD4">
        <w:t xml:space="preserve"> explain</w:t>
      </w:r>
      <w:r>
        <w:t>s</w:t>
      </w:r>
      <w:r w:rsidR="006C6AD4">
        <w:t xml:space="preserve"> your answer to question 1?</w:t>
      </w:r>
    </w:p>
    <w:p w:rsidR="006C6AD4" w:rsidRDefault="006C6AD4" w:rsidP="001C4D07"/>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C6AD4" w:rsidTr="003E2213">
        <w:trPr>
          <w:trHeight w:hRule="exact" w:val="754"/>
        </w:trPr>
        <w:tc>
          <w:tcPr>
            <w:tcW w:w="572" w:type="dxa"/>
          </w:tcPr>
          <w:p w:rsidR="006C6AD4" w:rsidRPr="00461B7C" w:rsidRDefault="006C6AD4" w:rsidP="00571216">
            <w:pPr>
              <w:rPr>
                <w:b/>
                <w:szCs w:val="18"/>
              </w:rPr>
            </w:pPr>
            <w:r>
              <w:rPr>
                <w:b/>
                <w:szCs w:val="18"/>
              </w:rPr>
              <w:t>A</w:t>
            </w:r>
          </w:p>
        </w:tc>
        <w:tc>
          <w:tcPr>
            <w:tcW w:w="7882" w:type="dxa"/>
          </w:tcPr>
          <w:p w:rsidR="006C6AD4" w:rsidRDefault="003E2213" w:rsidP="003E2213">
            <w:pPr>
              <w:spacing w:after="180"/>
              <w:rPr>
                <w:szCs w:val="18"/>
              </w:rPr>
            </w:pPr>
            <w:r>
              <w:rPr>
                <w:szCs w:val="18"/>
              </w:rPr>
              <w:t>All members of a population are the same, so none of them are better or worse at competing for resources.</w:t>
            </w:r>
          </w:p>
        </w:tc>
      </w:tr>
      <w:tr w:rsidR="006C6AD4" w:rsidTr="00571216">
        <w:trPr>
          <w:trHeight w:hRule="exact" w:val="567"/>
        </w:trPr>
        <w:tc>
          <w:tcPr>
            <w:tcW w:w="572" w:type="dxa"/>
          </w:tcPr>
          <w:p w:rsidR="006C6AD4" w:rsidRPr="00461B7C" w:rsidRDefault="006C6AD4" w:rsidP="00571216">
            <w:pPr>
              <w:rPr>
                <w:b/>
                <w:szCs w:val="18"/>
              </w:rPr>
            </w:pPr>
            <w:r>
              <w:rPr>
                <w:b/>
                <w:szCs w:val="18"/>
              </w:rPr>
              <w:t>B</w:t>
            </w:r>
          </w:p>
        </w:tc>
        <w:tc>
          <w:tcPr>
            <w:tcW w:w="7882" w:type="dxa"/>
          </w:tcPr>
          <w:p w:rsidR="006C6AD4" w:rsidRDefault="003E2213" w:rsidP="003E2213">
            <w:pPr>
              <w:spacing w:after="180"/>
              <w:rPr>
                <w:szCs w:val="18"/>
              </w:rPr>
            </w:pPr>
            <w:r>
              <w:rPr>
                <w:szCs w:val="18"/>
              </w:rPr>
              <w:t>The biggest and strongest squirrels will always win.</w:t>
            </w:r>
          </w:p>
        </w:tc>
      </w:tr>
      <w:tr w:rsidR="006C6AD4" w:rsidTr="00571216">
        <w:trPr>
          <w:trHeight w:hRule="exact" w:val="567"/>
        </w:trPr>
        <w:tc>
          <w:tcPr>
            <w:tcW w:w="572" w:type="dxa"/>
          </w:tcPr>
          <w:p w:rsidR="006C6AD4" w:rsidRPr="00461B7C" w:rsidRDefault="006C6AD4" w:rsidP="00571216">
            <w:pPr>
              <w:rPr>
                <w:b/>
                <w:szCs w:val="18"/>
              </w:rPr>
            </w:pPr>
            <w:r>
              <w:rPr>
                <w:b/>
                <w:szCs w:val="18"/>
              </w:rPr>
              <w:t>C</w:t>
            </w:r>
          </w:p>
        </w:tc>
        <w:tc>
          <w:tcPr>
            <w:tcW w:w="7882" w:type="dxa"/>
          </w:tcPr>
          <w:p w:rsidR="006C6AD4" w:rsidRDefault="003E2213" w:rsidP="003E2213">
            <w:pPr>
              <w:spacing w:after="180"/>
              <w:rPr>
                <w:szCs w:val="18"/>
              </w:rPr>
            </w:pPr>
            <w:r>
              <w:rPr>
                <w:szCs w:val="18"/>
              </w:rPr>
              <w:t>The fastest squirrels will always win.</w:t>
            </w:r>
          </w:p>
        </w:tc>
      </w:tr>
      <w:tr w:rsidR="006C6AD4" w:rsidTr="00571216">
        <w:trPr>
          <w:trHeight w:hRule="exact" w:val="567"/>
        </w:trPr>
        <w:tc>
          <w:tcPr>
            <w:tcW w:w="572" w:type="dxa"/>
          </w:tcPr>
          <w:p w:rsidR="006C6AD4" w:rsidRDefault="006C6AD4" w:rsidP="00571216">
            <w:pPr>
              <w:rPr>
                <w:b/>
                <w:szCs w:val="18"/>
              </w:rPr>
            </w:pPr>
            <w:r>
              <w:rPr>
                <w:b/>
                <w:szCs w:val="18"/>
              </w:rPr>
              <w:t>D</w:t>
            </w:r>
          </w:p>
        </w:tc>
        <w:tc>
          <w:tcPr>
            <w:tcW w:w="7882" w:type="dxa"/>
          </w:tcPr>
          <w:p w:rsidR="006C6AD4" w:rsidRDefault="003E2213" w:rsidP="003E2213">
            <w:pPr>
              <w:spacing w:after="180"/>
              <w:rPr>
                <w:szCs w:val="18"/>
              </w:rPr>
            </w:pPr>
            <w:r>
              <w:rPr>
                <w:szCs w:val="18"/>
              </w:rPr>
              <w:t>Some of the squirrels will have inherited features that make them better at competing for resources.</w:t>
            </w:r>
          </w:p>
        </w:tc>
      </w:tr>
    </w:tbl>
    <w:p w:rsidR="00845CD9" w:rsidRDefault="00845CD9">
      <w:pPr>
        <w:spacing w:after="200" w:line="276" w:lineRule="auto"/>
        <w:rPr>
          <w:szCs w:val="18"/>
        </w:rPr>
      </w:pPr>
      <w:r>
        <w:rPr>
          <w:szCs w:val="18"/>
        </w:rPr>
        <w:br w:type="page"/>
      </w:r>
    </w:p>
    <w:p w:rsidR="00845CD9" w:rsidRPr="001A40E2" w:rsidRDefault="00845CD9" w:rsidP="00845CD9">
      <w:pPr>
        <w:spacing w:after="180"/>
        <w:rPr>
          <w:b/>
          <w:sz w:val="44"/>
          <w:szCs w:val="44"/>
        </w:rPr>
      </w:pPr>
      <w:r>
        <w:rPr>
          <w:b/>
          <w:sz w:val="44"/>
          <w:szCs w:val="44"/>
        </w:rPr>
        <w:lastRenderedPageBreak/>
        <w:t>Forest dwellers</w:t>
      </w:r>
    </w:p>
    <w:p w:rsidR="00845CD9" w:rsidRDefault="00845CD9" w:rsidP="00845CD9">
      <w:pPr>
        <w:spacing w:after="180"/>
      </w:pPr>
    </w:p>
    <w:p w:rsidR="00B9226B" w:rsidRPr="001C4D07" w:rsidRDefault="00B9226B" w:rsidP="00B9226B">
      <w:pPr>
        <w:spacing w:after="180"/>
        <w:rPr>
          <w:b/>
        </w:rPr>
      </w:pPr>
      <w:r w:rsidRPr="001C4D07">
        <w:rPr>
          <w:b/>
        </w:rPr>
        <w:t>P</w:t>
      </w:r>
      <w:r>
        <w:rPr>
          <w:b/>
        </w:rPr>
        <w:t>art 2</w:t>
      </w:r>
    </w:p>
    <w:p w:rsidR="00B9226B" w:rsidRDefault="00B9226B" w:rsidP="00845CD9">
      <w:pPr>
        <w:spacing w:after="180"/>
      </w:pPr>
    </w:p>
    <w:p w:rsidR="00845CD9" w:rsidRDefault="008D04FA" w:rsidP="00845CD9">
      <w:pPr>
        <w:spacing w:after="180"/>
        <w:jc w:val="center"/>
      </w:pPr>
      <w:r>
        <w:rPr>
          <w:noProof/>
          <w:lang w:eastAsia="en-GB"/>
        </w:rPr>
        <w:drawing>
          <wp:inline distT="0" distB="0" distL="0" distR="0">
            <wp:extent cx="3651400" cy="230760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st-272595_640.jpg"/>
                    <pic:cNvPicPr/>
                  </pic:nvPicPr>
                  <pic:blipFill rotWithShape="1">
                    <a:blip r:embed="rId9">
                      <a:extLst>
                        <a:ext uri="{28A0092B-C50C-407E-A947-70E740481C1C}">
                          <a14:useLocalDpi xmlns:a14="http://schemas.microsoft.com/office/drawing/2010/main" val="0"/>
                        </a:ext>
                      </a:extLst>
                    </a:blip>
                    <a:srcRect b="15556"/>
                    <a:stretch/>
                  </pic:blipFill>
                  <pic:spPr bwMode="auto">
                    <a:xfrm>
                      <a:off x="0" y="0"/>
                      <a:ext cx="3651400" cy="2307600"/>
                    </a:xfrm>
                    <a:prstGeom prst="rect">
                      <a:avLst/>
                    </a:prstGeom>
                    <a:ln>
                      <a:noFill/>
                    </a:ln>
                    <a:extLst>
                      <a:ext uri="{53640926-AAD7-44D8-BBD7-CCE9431645EC}">
                        <a14:shadowObscured xmlns:a14="http://schemas.microsoft.com/office/drawing/2010/main"/>
                      </a:ext>
                    </a:extLst>
                  </pic:spPr>
                </pic:pic>
              </a:graphicData>
            </a:graphic>
          </wp:inline>
        </w:drawing>
      </w:r>
    </w:p>
    <w:p w:rsidR="00845CD9" w:rsidRDefault="00845CD9" w:rsidP="00845CD9">
      <w:pPr>
        <w:spacing w:after="180"/>
      </w:pPr>
    </w:p>
    <w:p w:rsidR="00845CD9" w:rsidRDefault="00845CD9" w:rsidP="00845CD9">
      <w:pPr>
        <w:spacing w:after="180"/>
      </w:pPr>
      <w:r>
        <w:t xml:space="preserve">A </w:t>
      </w:r>
      <w:r w:rsidR="008D04FA">
        <w:t xml:space="preserve">forest includes </w:t>
      </w:r>
      <w:r w:rsidR="00761DDB">
        <w:t xml:space="preserve">a </w:t>
      </w:r>
      <w:r w:rsidR="008D04FA">
        <w:t>population of</w:t>
      </w:r>
      <w:r>
        <w:t xml:space="preserve"> trees.</w:t>
      </w:r>
    </w:p>
    <w:p w:rsidR="00845CD9" w:rsidRDefault="00845CD9" w:rsidP="00845CD9">
      <w:pPr>
        <w:spacing w:after="180"/>
      </w:pPr>
    </w:p>
    <w:p w:rsidR="00845CD9" w:rsidRDefault="00845CD9" w:rsidP="00845CD9">
      <w:pPr>
        <w:pStyle w:val="ListParagraph"/>
        <w:numPr>
          <w:ilvl w:val="0"/>
          <w:numId w:val="3"/>
        </w:numPr>
        <w:spacing w:after="180"/>
        <w:ind w:left="567" w:hanging="567"/>
        <w:contextualSpacing w:val="0"/>
      </w:pPr>
      <w:r>
        <w:t xml:space="preserve">Which statement </w:t>
      </w:r>
      <w:r w:rsidR="008D04FA">
        <w:t xml:space="preserve">about the trees </w:t>
      </w:r>
      <w:r>
        <w:t>do you think is true?</w:t>
      </w:r>
    </w:p>
    <w:p w:rsidR="00845CD9" w:rsidRDefault="00845CD9" w:rsidP="00845CD9"/>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45CD9" w:rsidTr="0098425F">
        <w:trPr>
          <w:trHeight w:hRule="exact" w:val="567"/>
        </w:trPr>
        <w:tc>
          <w:tcPr>
            <w:tcW w:w="572" w:type="dxa"/>
          </w:tcPr>
          <w:p w:rsidR="00845CD9" w:rsidRPr="00461B7C" w:rsidRDefault="00845CD9" w:rsidP="0098425F">
            <w:pPr>
              <w:rPr>
                <w:b/>
                <w:szCs w:val="18"/>
              </w:rPr>
            </w:pPr>
            <w:r>
              <w:rPr>
                <w:b/>
                <w:szCs w:val="18"/>
              </w:rPr>
              <w:t>A</w:t>
            </w:r>
          </w:p>
        </w:tc>
        <w:tc>
          <w:tcPr>
            <w:tcW w:w="7882" w:type="dxa"/>
          </w:tcPr>
          <w:p w:rsidR="00845CD9" w:rsidRDefault="00845CD9" w:rsidP="008D04FA">
            <w:pPr>
              <w:rPr>
                <w:szCs w:val="18"/>
              </w:rPr>
            </w:pPr>
            <w:r>
              <w:rPr>
                <w:szCs w:val="18"/>
              </w:rPr>
              <w:t xml:space="preserve">The trees are in competition with one another for resources. </w:t>
            </w:r>
          </w:p>
        </w:tc>
      </w:tr>
      <w:tr w:rsidR="00845CD9" w:rsidTr="0098425F">
        <w:trPr>
          <w:trHeight w:hRule="exact" w:val="567"/>
        </w:trPr>
        <w:tc>
          <w:tcPr>
            <w:tcW w:w="572" w:type="dxa"/>
          </w:tcPr>
          <w:p w:rsidR="00845CD9" w:rsidRPr="00461B7C" w:rsidRDefault="00845CD9" w:rsidP="0098425F">
            <w:pPr>
              <w:rPr>
                <w:b/>
                <w:szCs w:val="18"/>
              </w:rPr>
            </w:pPr>
            <w:r>
              <w:rPr>
                <w:b/>
                <w:szCs w:val="18"/>
              </w:rPr>
              <w:t>B</w:t>
            </w:r>
          </w:p>
        </w:tc>
        <w:tc>
          <w:tcPr>
            <w:tcW w:w="7882" w:type="dxa"/>
          </w:tcPr>
          <w:p w:rsidR="00845CD9" w:rsidRDefault="008D04FA" w:rsidP="0098425F">
            <w:pPr>
              <w:rPr>
                <w:szCs w:val="18"/>
              </w:rPr>
            </w:pPr>
            <w:r>
              <w:rPr>
                <w:szCs w:val="18"/>
              </w:rPr>
              <w:t xml:space="preserve">The trees are </w:t>
            </w:r>
            <w:r w:rsidRPr="008D04FA">
              <w:rPr>
                <w:b/>
                <w:szCs w:val="18"/>
              </w:rPr>
              <w:t>not</w:t>
            </w:r>
            <w:r>
              <w:rPr>
                <w:szCs w:val="18"/>
              </w:rPr>
              <w:t xml:space="preserve"> in competition with one another for resources.</w:t>
            </w:r>
          </w:p>
        </w:tc>
      </w:tr>
    </w:tbl>
    <w:p w:rsidR="00845CD9" w:rsidRDefault="00845CD9" w:rsidP="00845CD9">
      <w:pPr>
        <w:spacing w:after="240"/>
        <w:rPr>
          <w:szCs w:val="18"/>
        </w:rPr>
      </w:pPr>
    </w:p>
    <w:p w:rsidR="00845CD9" w:rsidRDefault="00845CD9" w:rsidP="00845CD9">
      <w:pPr>
        <w:pStyle w:val="ListParagraph"/>
        <w:numPr>
          <w:ilvl w:val="0"/>
          <w:numId w:val="3"/>
        </w:numPr>
        <w:spacing w:after="180"/>
        <w:ind w:left="567" w:hanging="567"/>
        <w:contextualSpacing w:val="0"/>
      </w:pPr>
      <w:r>
        <w:t>Which statement best explains your answer to question 1?</w:t>
      </w:r>
    </w:p>
    <w:p w:rsidR="00845CD9" w:rsidRDefault="00845CD9" w:rsidP="00845CD9"/>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45CD9" w:rsidTr="008D04FA">
        <w:trPr>
          <w:trHeight w:hRule="exact" w:val="567"/>
        </w:trPr>
        <w:tc>
          <w:tcPr>
            <w:tcW w:w="572" w:type="dxa"/>
          </w:tcPr>
          <w:p w:rsidR="00845CD9" w:rsidRPr="00461B7C" w:rsidRDefault="00845CD9" w:rsidP="0098425F">
            <w:pPr>
              <w:rPr>
                <w:b/>
                <w:szCs w:val="18"/>
              </w:rPr>
            </w:pPr>
            <w:r>
              <w:rPr>
                <w:b/>
                <w:szCs w:val="18"/>
              </w:rPr>
              <w:t>A</w:t>
            </w:r>
          </w:p>
        </w:tc>
        <w:tc>
          <w:tcPr>
            <w:tcW w:w="7882" w:type="dxa"/>
          </w:tcPr>
          <w:p w:rsidR="00845CD9" w:rsidRDefault="008D04FA" w:rsidP="0098425F">
            <w:pPr>
              <w:spacing w:after="180"/>
              <w:rPr>
                <w:szCs w:val="18"/>
              </w:rPr>
            </w:pPr>
            <w:r>
              <w:rPr>
                <w:szCs w:val="18"/>
              </w:rPr>
              <w:t>Trees cannot fight one another because they cannot move.</w:t>
            </w:r>
          </w:p>
        </w:tc>
      </w:tr>
      <w:tr w:rsidR="00845CD9" w:rsidTr="0098425F">
        <w:trPr>
          <w:trHeight w:hRule="exact" w:val="567"/>
        </w:trPr>
        <w:tc>
          <w:tcPr>
            <w:tcW w:w="572" w:type="dxa"/>
          </w:tcPr>
          <w:p w:rsidR="00845CD9" w:rsidRPr="00461B7C" w:rsidRDefault="00845CD9" w:rsidP="0098425F">
            <w:pPr>
              <w:rPr>
                <w:b/>
                <w:szCs w:val="18"/>
              </w:rPr>
            </w:pPr>
            <w:r>
              <w:rPr>
                <w:b/>
                <w:szCs w:val="18"/>
              </w:rPr>
              <w:t>B</w:t>
            </w:r>
          </w:p>
        </w:tc>
        <w:tc>
          <w:tcPr>
            <w:tcW w:w="7882" w:type="dxa"/>
          </w:tcPr>
          <w:p w:rsidR="00845CD9" w:rsidRDefault="00D0488D" w:rsidP="0098425F">
            <w:pPr>
              <w:spacing w:after="180"/>
              <w:rPr>
                <w:szCs w:val="18"/>
              </w:rPr>
            </w:pPr>
            <w:r>
              <w:rPr>
                <w:szCs w:val="18"/>
              </w:rPr>
              <w:t>Trees make their own food, so they don’t need to compete for it.</w:t>
            </w:r>
          </w:p>
        </w:tc>
      </w:tr>
      <w:tr w:rsidR="00845CD9" w:rsidTr="0098425F">
        <w:trPr>
          <w:trHeight w:hRule="exact" w:val="567"/>
        </w:trPr>
        <w:tc>
          <w:tcPr>
            <w:tcW w:w="572" w:type="dxa"/>
          </w:tcPr>
          <w:p w:rsidR="00845CD9" w:rsidRPr="00461B7C" w:rsidRDefault="00845CD9" w:rsidP="0098425F">
            <w:pPr>
              <w:rPr>
                <w:b/>
                <w:szCs w:val="18"/>
              </w:rPr>
            </w:pPr>
            <w:r>
              <w:rPr>
                <w:b/>
                <w:szCs w:val="18"/>
              </w:rPr>
              <w:t>C</w:t>
            </w:r>
          </w:p>
        </w:tc>
        <w:tc>
          <w:tcPr>
            <w:tcW w:w="7882" w:type="dxa"/>
          </w:tcPr>
          <w:p w:rsidR="00845CD9" w:rsidRDefault="00D0488D" w:rsidP="0098425F">
            <w:pPr>
              <w:spacing w:after="180"/>
              <w:rPr>
                <w:szCs w:val="18"/>
              </w:rPr>
            </w:pPr>
            <w:r>
              <w:rPr>
                <w:szCs w:val="18"/>
              </w:rPr>
              <w:t>Trees compete for limited resources such as water.</w:t>
            </w:r>
          </w:p>
        </w:tc>
      </w:tr>
      <w:tr w:rsidR="00845CD9" w:rsidTr="0098425F">
        <w:trPr>
          <w:trHeight w:hRule="exact" w:val="567"/>
        </w:trPr>
        <w:tc>
          <w:tcPr>
            <w:tcW w:w="572" w:type="dxa"/>
          </w:tcPr>
          <w:p w:rsidR="00845CD9" w:rsidRDefault="00845CD9" w:rsidP="0098425F">
            <w:pPr>
              <w:rPr>
                <w:b/>
                <w:szCs w:val="18"/>
              </w:rPr>
            </w:pPr>
            <w:r>
              <w:rPr>
                <w:b/>
                <w:szCs w:val="18"/>
              </w:rPr>
              <w:t>D</w:t>
            </w:r>
          </w:p>
        </w:tc>
        <w:tc>
          <w:tcPr>
            <w:tcW w:w="7882" w:type="dxa"/>
          </w:tcPr>
          <w:p w:rsidR="00845CD9" w:rsidRDefault="00D0488D" w:rsidP="0098425F">
            <w:pPr>
              <w:spacing w:after="180"/>
              <w:rPr>
                <w:szCs w:val="18"/>
              </w:rPr>
            </w:pPr>
            <w:r>
              <w:rPr>
                <w:szCs w:val="18"/>
              </w:rPr>
              <w:t>Only animals compete for resources.</w:t>
            </w:r>
          </w:p>
        </w:tc>
      </w:tr>
    </w:tbl>
    <w:p w:rsidR="00845CD9" w:rsidRPr="00201AC2" w:rsidRDefault="00845CD9"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840F60" w:rsidP="006F3279">
      <w:pPr>
        <w:spacing w:after="240"/>
        <w:rPr>
          <w:i/>
          <w:sz w:val="18"/>
          <w:szCs w:val="18"/>
        </w:rPr>
      </w:pPr>
      <w:r w:rsidRPr="00840F60">
        <w:rPr>
          <w:i/>
          <w:sz w:val="18"/>
          <w:szCs w:val="18"/>
        </w:rPr>
        <w:lastRenderedPageBreak/>
        <w:t xml:space="preserve">Biology &gt; Big idea </w:t>
      </w:r>
      <w:r w:rsidR="00B9226B">
        <w:rPr>
          <w:i/>
          <w:sz w:val="18"/>
          <w:szCs w:val="18"/>
        </w:rPr>
        <w:t>BE</w:t>
      </w:r>
      <w:r w:rsidRPr="00840F60">
        <w:rPr>
          <w:i/>
          <w:sz w:val="18"/>
          <w:szCs w:val="18"/>
        </w:rPr>
        <w:t xml:space="preserve">: Variation, adaptation and evolution &gt; Topic </w:t>
      </w:r>
      <w:r w:rsidR="00B9226B">
        <w:rPr>
          <w:i/>
          <w:sz w:val="18"/>
          <w:szCs w:val="18"/>
        </w:rPr>
        <w:t>BE</w:t>
      </w:r>
      <w:r w:rsidRPr="00840F60">
        <w:rPr>
          <w:i/>
          <w:sz w:val="18"/>
          <w:szCs w:val="18"/>
        </w:rPr>
        <w:t xml:space="preserve">3: Evolution &gt; Key concept </w:t>
      </w:r>
      <w:r w:rsidR="00B9226B">
        <w:rPr>
          <w:i/>
          <w:sz w:val="18"/>
          <w:szCs w:val="18"/>
        </w:rPr>
        <w:t>BE</w:t>
      </w:r>
      <w:r w:rsidRPr="00840F60">
        <w:rPr>
          <w:i/>
          <w:sz w:val="18"/>
          <w:szCs w:val="18"/>
        </w:rPr>
        <w:t>3.1: 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70073" w:rsidP="006F3279">
            <w:pPr>
              <w:spacing w:after="60"/>
              <w:ind w:left="1304"/>
              <w:rPr>
                <w:b/>
                <w:sz w:val="40"/>
                <w:szCs w:val="40"/>
              </w:rPr>
            </w:pPr>
            <w:r w:rsidRPr="00870073">
              <w:rPr>
                <w:b/>
                <w:sz w:val="40"/>
                <w:szCs w:val="40"/>
              </w:rPr>
              <w:t>Forest dwellers</w:t>
            </w:r>
          </w:p>
        </w:tc>
      </w:tr>
    </w:tbl>
    <w:p w:rsidR="006F3279" w:rsidRDefault="006F3279" w:rsidP="00840F6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40F60" w:rsidTr="003F16F9">
        <w:trPr>
          <w:trHeight w:val="340"/>
        </w:trPr>
        <w:tc>
          <w:tcPr>
            <w:tcW w:w="2196" w:type="dxa"/>
          </w:tcPr>
          <w:p w:rsidR="00840F60" w:rsidRDefault="00840F60" w:rsidP="00C30819">
            <w:pPr>
              <w:spacing w:before="60" w:after="60"/>
            </w:pPr>
            <w:r>
              <w:t>Learning focus:</w:t>
            </w:r>
          </w:p>
        </w:tc>
        <w:tc>
          <w:tcPr>
            <w:tcW w:w="6820" w:type="dxa"/>
          </w:tcPr>
          <w:p w:rsidR="00840F60" w:rsidRDefault="00840F60" w:rsidP="0098425F">
            <w:pPr>
              <w:spacing w:before="60" w:after="60"/>
            </w:pPr>
            <w:r w:rsidRPr="00E819DC">
              <w:t>The characteristics of a species can change over generations as advantageous adaptations become more common; this is evolution, and can be explained by a process of natural selection.</w:t>
            </w:r>
          </w:p>
        </w:tc>
      </w:tr>
      <w:tr w:rsidR="00840F60" w:rsidTr="003F16F9">
        <w:trPr>
          <w:trHeight w:val="340"/>
        </w:trPr>
        <w:tc>
          <w:tcPr>
            <w:tcW w:w="2196" w:type="dxa"/>
          </w:tcPr>
          <w:p w:rsidR="00840F60" w:rsidRDefault="00840F60" w:rsidP="003F16F9">
            <w:pPr>
              <w:spacing w:before="60" w:after="60"/>
            </w:pPr>
            <w:r>
              <w:t>Observable learning outcome:</w:t>
            </w:r>
          </w:p>
        </w:tc>
        <w:tc>
          <w:tcPr>
            <w:tcW w:w="6820" w:type="dxa"/>
          </w:tcPr>
          <w:p w:rsidR="00840F60" w:rsidRPr="00A50C9C" w:rsidRDefault="00840F60" w:rsidP="0098425F">
            <w:pPr>
              <w:spacing w:before="60" w:after="60"/>
              <w:rPr>
                <w:b/>
              </w:rPr>
            </w:pPr>
            <w:r w:rsidRPr="00E819DC">
              <w:t>Recognise that organisms compete for limited resources, and that some individuals have traits that help them compete more successfully than other individuals in the same population.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C6AD4" w:rsidP="0021607B">
            <w:pPr>
              <w:spacing w:before="60" w:after="60"/>
            </w:pPr>
            <w:r>
              <w:t>Two-tier</w:t>
            </w:r>
            <w:r w:rsidR="00856F0B" w:rsidRPr="0021479E">
              <w:t xml:space="preserve"> </w:t>
            </w:r>
            <w:r>
              <w:t xml:space="preserve">multiple </w:t>
            </w:r>
            <w:r w:rsidR="00856F0B" w:rsidRPr="0021479E">
              <w:t>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40F60" w:rsidP="00856F0B">
            <w:pPr>
              <w:spacing w:before="60" w:after="60"/>
            </w:pPr>
            <w:r>
              <w:t>competition, population</w:t>
            </w:r>
          </w:p>
        </w:tc>
      </w:tr>
    </w:tbl>
    <w:p w:rsidR="00E172C6" w:rsidRDefault="00E172C6" w:rsidP="00840F60"/>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840F60" w:rsidRDefault="00840F60" w:rsidP="00840F60">
      <w:pPr>
        <w:spacing w:after="240"/>
        <w:rPr>
          <w:noProof/>
          <w:lang w:eastAsia="en-GB"/>
        </w:rPr>
      </w:pPr>
      <w:r>
        <w:t xml:space="preserve">The explanation for evolution developed by Charles Darwin, </w:t>
      </w:r>
      <w:r w:rsidRPr="005858C1">
        <w:t>Alfred Russel</w:t>
      </w:r>
      <w:r>
        <w:t xml:space="preserve"> Wallace and others, and described by Darwin in his book </w:t>
      </w:r>
      <w:r w:rsidRPr="00D7348F">
        <w:rPr>
          <w:i/>
        </w:rPr>
        <w:t>On the Origin of Species by Means of Natural Selection</w:t>
      </w:r>
      <w:r>
        <w:t xml:space="preserve"> in 1859, have been summarised by </w:t>
      </w:r>
      <w:proofErr w:type="spellStart"/>
      <w:r>
        <w:t>Mayr</w:t>
      </w:r>
      <w:proofErr w:type="spellEnd"/>
      <w:r>
        <w:t xml:space="preserve"> </w:t>
      </w:r>
      <w:r>
        <w:fldChar w:fldCharType="begin"/>
      </w:r>
      <w: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fldChar w:fldCharType="separate"/>
      </w:r>
      <w:r>
        <w:rPr>
          <w:noProof/>
        </w:rPr>
        <w:t>(1982)</w:t>
      </w:r>
      <w:r>
        <w:fldChar w:fldCharType="end"/>
      </w:r>
      <w:r>
        <w:t xml:space="preserve"> and others into five observations (or facts) and three inferences.</w:t>
      </w:r>
      <w:r w:rsidRPr="00E62954">
        <w:rPr>
          <w:noProof/>
          <w:lang w:eastAsia="en-GB"/>
        </w:rPr>
        <w:t xml:space="preserve"> </w:t>
      </w:r>
      <w:bookmarkStart w:id="0" w:name="_GoBack"/>
      <w:bookmarkEnd w:id="0"/>
    </w:p>
    <w:p w:rsidR="00840F60" w:rsidRDefault="00F4539D" w:rsidP="00840F60">
      <w:pPr>
        <w:spacing w:after="180"/>
      </w:pPr>
      <w:r>
        <w:rPr>
          <w:noProof/>
          <w:lang w:eastAsia="en-GB"/>
        </w:rPr>
        <mc:AlternateContent>
          <mc:Choice Requires="wpg">
            <w:drawing>
              <wp:inline distT="0" distB="0" distL="0" distR="0">
                <wp:extent cx="5731510" cy="4325446"/>
                <wp:effectExtent l="0" t="0" r="2540" b="0"/>
                <wp:docPr id="23" name="Group 23"/>
                <wp:cNvGraphicFramePr/>
                <a:graphic xmlns:a="http://schemas.openxmlformats.org/drawingml/2006/main">
                  <a:graphicData uri="http://schemas.microsoft.com/office/word/2010/wordprocessingGroup">
                    <wpg:wgp>
                      <wpg:cNvGrpSpPr/>
                      <wpg:grpSpPr>
                        <a:xfrm>
                          <a:off x="0" y="0"/>
                          <a:ext cx="5731510" cy="4325446"/>
                          <a:chOff x="0" y="0"/>
                          <a:chExt cx="5934075" cy="4478348"/>
                        </a:xfrm>
                      </wpg:grpSpPr>
                      <pic:pic xmlns:pic="http://schemas.openxmlformats.org/drawingml/2006/picture">
                        <pic:nvPicPr>
                          <pic:cNvPr id="24" name="Picture 2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52400" y="0"/>
                            <a:ext cx="4162425" cy="3743325"/>
                          </a:xfrm>
                          <a:prstGeom prst="rect">
                            <a:avLst/>
                          </a:prstGeom>
                        </pic:spPr>
                      </pic:pic>
                      <wps:wsp>
                        <wps:cNvPr id="25" name="Text Box 25"/>
                        <wps:cNvSpPr txBox="1"/>
                        <wps:spPr>
                          <a:xfrm>
                            <a:off x="0" y="4177334"/>
                            <a:ext cx="5934075" cy="3010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539D" w:rsidRPr="00FE6CC0" w:rsidRDefault="00F4539D" w:rsidP="00F4539D">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61925" y="3600046"/>
                            <a:ext cx="956579" cy="5923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539D" w:rsidRDefault="00F4539D" w:rsidP="00F4539D">
                              <w:pPr>
                                <w:jc w:val="center"/>
                              </w:pPr>
                              <w:r>
                                <w:rPr>
                                  <w:b/>
                                </w:rPr>
                                <w:t>Heredity and variation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27" name="Text Box 27"/>
                        <wps:cNvSpPr txBox="1"/>
                        <wps:spPr>
                          <a:xfrm>
                            <a:off x="171450" y="1790499"/>
                            <a:ext cx="956579" cy="23933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539D" w:rsidRDefault="00F4539D" w:rsidP="00F4539D">
                              <w:pPr>
                                <w:jc w:val="center"/>
                              </w:pPr>
                              <w:r w:rsidRPr="00731794">
                                <w:rPr>
                                  <w:b/>
                                </w:rPr>
                                <w:t>Ecology</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28" name="Text Box 28"/>
                        <wps:cNvSpPr txBox="1"/>
                        <wps:spPr>
                          <a:xfrm>
                            <a:off x="1543050" y="2733368"/>
                            <a:ext cx="1329349" cy="4155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539D" w:rsidRDefault="00F4539D" w:rsidP="00F4539D">
                              <w:pPr>
                                <w:jc w:val="center"/>
                              </w:pPr>
                              <w:r>
                                <w:rPr>
                                  <w:b/>
                                </w:rPr>
                                <w:t>Competition and natural selection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29" name="Text Box 29"/>
                        <wps:cNvSpPr txBox="1"/>
                        <wps:spPr>
                          <a:xfrm>
                            <a:off x="3305175" y="2543175"/>
                            <a:ext cx="956310" cy="499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539D" w:rsidRDefault="00F4539D" w:rsidP="00F4539D">
                              <w:pPr>
                                <w:jc w:val="center"/>
                              </w:pPr>
                              <w:r>
                                <w:rPr>
                                  <w:b/>
                                </w:rPr>
                                <w:t>Evolution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noAutofit/>
                        </wps:bodyPr>
                      </wps:wsp>
                    </wpg:wgp>
                  </a:graphicData>
                </a:graphic>
              </wp:inline>
            </w:drawing>
          </mc:Choice>
          <mc:Fallback>
            <w:pict>
              <v:group id="Group 23" o:spid="_x0000_s1026" style="width:451.3pt;height:340.6pt;mso-position-horizontal-relative:char;mso-position-vertical-relative:line" coordsize="59340,44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McTiQAUAAAQaAAAOAAAAZHJzL2Uyb0RvYy54bWzsWVtv2zYUfh+w/yDo&#10;PbWulmXEKVynKQoEbdBm6DMtU7ZQidQoOnY27L/vO6RkO3KGNel6GeCHOLzzXL7z8ZA6f7mtSueO&#10;q6aQYuL6LzzX4SKTi0IsJ+5vt1dnI9dpNBMLVkrBJ+49b9yXF7/+cr6pxzyQK1kuuHKwiGjGm3ri&#10;rrSux4NBk614xZoXsuYCnblUFdOoquVgodgGq1flIPC84WAj1aJWMuNNg9ZL2+lemPXznGf6fZ43&#10;XDvlxIVs2vwq8zun38HFORsvFatXRdaKwZ4hRcUKgU13S10yzZy1Ko6WqopMyUbm+kUmq4HM8yLj&#10;Rgdo43s9bd4oua6NLsvxZlnvzATT9uz07GWzd3c3yikWEzcIXUewCj4y2zqowzibejnGmDeq/ljf&#10;qLZhaWuk7zZXFf2HJs7WmPV+Z1a+1U6GxjgJ/diH9TP0RWEQR9HQGj5bwTtH87LV625mGkZeErcz&#10;o2QURiOaOeg2HpB8O3HqIhvjr7UTSkd2+nc8YZZeK+62i1RftEbF1Od1fQaX1kwX86Is9L2BJ5xH&#10;Qom7myK7UbZyYPKoMzm6aVcniEg9mkKj7BxGOl3L7HPjCDlbMbHk06YGshFvxhgPhw+o+mDDeVnU&#10;V0VZkp+o3KqGKOih6BHrWIReymxdcaFtyCleQkspmlVRN66jxryacyBIvV34Jgjg+OtG03YEARMG&#10;fwajqeelwauzWezNzuDV12fTNErOEu91EnnRyJ/5s79oth+N1w2Hvqy8rItWVrQeSfso5lt2sNFk&#10;otK5Yyb2LWwgkIFPJyKQRCYhWRutuM5WVMxhrQ+wsJ2z6zCm3VuTDN0gKmhGLw78OIg8IP44GCJ/&#10;GERBC+kwiULEwwNIw92q0W+4rBwqwKwQxJiV3cGqVqRuCHTZS2GKqFLUgk2bztGofZnxiEsf46GP&#10;K1ZziEDLHqAXSljCuCU3v5Jbx6rSDiPCcPQW7S1Qqf0f7GVNFflJEoYmBCx0DHscckAIkvTNgB0F&#10;PNFe8LMsi0UXD+ag4bNSWZiU2oZUb1QpnM3EHYaxZxwhJE23nigFuZ+bo6Z1z15PU9L3JacxpfjA&#10;c1CtoUlq6O3Nsgwh1u1vRtMoi8Uvn9iO30v1lF2tHphhdpZC7yZXhZDKaN8Te/G5Ezm344HJA72p&#10;qLfzLaxFxblc3AMWSgLYcHpTZ1cFUH7NGn3DFI5eNCKd0O/xk5cSVpdtyXVWUv3xWDuNB8DR6zob&#10;HOUTt/l9zYjDy7cC0E/9KMKy2lSiOAlQUYc988Mesa5mEozhG+lMkcbrsivmSlafEClT2hVdTGTY&#10;e+LqrjjTNsFA1pLx6dQMskfDtfhY40CxLEkxfLv9xFTdBrpGGL2TXbCxcS/e7VhyjJDTtZZ5Ychg&#10;b9XW8Aj878UAw2MGMCc7yQSieAoD+EM/JVoEY4ZDz/O6FIGohWggjYdxktpMIE6DcPRVrNmL7x6k&#10;TyxAifO3YAGTaRq+2MP2B5KBPwLSHiUDg0Gg++cng6YmMrj68WSQHJNBQpnNc8gg8SOctUQGfpJ6&#10;UZrSQvuc4JAMgjANQ8M6p5Rgl8c8zCV+0pTAXjs7iPzwzOBEBu2jy6MXqyfeDfDs078bmJv7c8gg&#10;jkKvZYMA94NwaFbas4EfBrgjtLlB5MdxGHzNjeqUGxAO9neih1zy7W4Ihg7aR6ef4KJwooP/kA4Q&#10;nH06MEf6M+ggBBn49CaI5ABPiSGV+8lBuHttTFMfZfSfkoP/YXJgXnpON4Xv92xg3tPxqcHES/tZ&#10;hL5lHNbNM8P+483F3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NZeoMndAAAA&#10;BQEAAA8AAABkcnMvZG93bnJldi54bWxMj0FLw0AQhe+C/2EZwZvdJNJQYzalFPVUCraCeJtmp0lo&#10;djZkt0n677v1opeBx3u8902+nEwrBupdY1lBPItAEJdWN1wp+Nq/Py1AOI+ssbVMCi7kYFnc3+WY&#10;aTvyJw07X4lQwi5DBbX3XSalK2sy6Ga2Iw7e0fYGfZB9JXWPYyg3rUyiKJUGGw4LNXa0rqk87c5G&#10;wceI4+o5fhs2p+P68rOfb783MSn1+DCtXkF4mvxfGG74AR2KwHSwZ9ZOtArCI/73Bu8lSlIQBwXp&#10;Ik5AFrn8T19cAQAA//8DAFBLAwQKAAAAAAAAACEAd+GlIWRJAQBkSQEAFAAAAGRycy9tZWRpYS9p&#10;bWFnZTEucG5niVBORw0KGgoAAAANSUhEUgAAA1EAAAL7CAIAAACTF5jBAAAALHRFWHRDcmVhdGlv&#10;biBUaW1lAFR1ZSAyOSBEZWMgMjAyMCAxNDozMjoyNCAtMDAwMDki3WQAAAAHdElNRQfkDB0OIRC9&#10;NLn6AAAACXBIWXMAAAsSAAALEgHS3X78AAAABGdBTUEAALGPC/xhBQABSLtJREFUeNrs3Y9vU/eh&#10;N/7nf7C34+/cfTXrsVJZVpBabpr6eQSLGiKl0FlKWKEKqFiQgpLmXuTQKvGomoAe7Go4PK0pxWy3&#10;6S1WezE0FmVmF7MbA/Gog2wGXvEGrpKVsPhLEgwBQxJi5/h7fvjH8c84sRPnOO+XjiZ2fH58PscJ&#10;vPv5df5HBAAAAADK3f8odQEAAAAAYMkh8wEAAACUP2Q+AAAAgPKHzAcAAABQ/pYv822ElWHPnj2l&#10;/qkDAACA5bZUme/IkSMVFRUCoQDbSt4IEVH1StXly5dL/XMIAAAAS6vImY+KesKfCEseZbAtYqMy&#10;OsIfAABAuSpa5kOrXtls6PwFAAAoP0XIfFWvVOUZJoQ/ERIiAltptzy/rI0bN5b6hxMAAACKpqDM&#10;t2fPnty5AWPFVjLq65u3dRZfHwAAQHlYfObL0WKEzkHeydFYS31U6tIBAABAoRaT+S5fvpwxHFAp&#10;EM1CvHbkyJFsya/URQMAAICCLDjzZezPFf5EiLRXNrIlP3zFAAAA/LWwzJcx8KEntyxl7O3Fdw0A&#10;AMBTC8h8Gcf7o+2njGXsxEfsAwAA4KN8M196Cx8VAUtdeFgO6bHvyJEjpS4UAAAALExemQ+Bb5VL&#10;n6ON9l0AAAB+mT/zpXfwIfCtQuk9+6UuEQAAACzA/JkPgQ9YKT8JL/z8hVKXCAAAAPI1T+ZLmbxJ&#10;iIhSFxhKCfM5AAAAeCpX5kvv1S11aaHE8CMBAADAU7kyn/AnwoUN2yef+T12s2F/y1u1MvoUee1b&#10;LRqD2e7xT5Mph4b8lhb2sjK9O1Tqp7AEQo+GPW7ada9/KrYz6NbXMrWWqSwjpS7hIqVM6EFfPwAA&#10;AC9kzXwpL2OY7592MjTuMrXXE5nf3CWtbTe5x2c4x5d95ssY71ZI5iOfOg5I6WLU6t3BRZyf8h8D&#10;pasIAAAA5Ctr5ltQFx758M+6Omm2V7VGxwLWHXY+DMfOQOYrWeYjg54vdrHDNBeZ+VJ6eNHUBwAA&#10;sPJlznwpjXwbN27MdQ1yzK5ZHzt4bZOuzzXymIlxoeCIy6LbLo9+RFRq+gPRTt7VmflKiOlrdjku&#10;fPVxu7Iy9mUtMvNF0lbsK3XtAAAAYB6ZM99C/kUnZ70n6qNHVjQcvR5MGbpHPrp5dGu0z1e0vffO&#10;M2YvN/O5ph/esh79jWqDnHhVqVLrTI67qeP/QmM3z36q2dNQLaKzo2zDNnW38ax7NG2Y4Owj3yWT&#10;Vt20QR49TGu6NPyEc9SIRSVj7tti8YdC/itH331dRv/5R+u7L7HlkXY5nnJKH+sGFQh+edTznL3S&#10;zLjnj73a9p3MsEWmzAePmx3DwWgrZsitl6U2c7LJL3sQDAV8A6cNmtYdympCVK3c0aoxnB7wBZLS&#10;sN+iYq+mosr+wGs9xjwQSbVyT9eJi75gOJJL/NbcbfGZL6Wpr+qVqsVdBwAAAJZH5sy3kH/Op329&#10;W6MHv6xzPiMzHPLMqX2ZDZGS13tvz9G7EpmvYu+B7tR+4aqdX3gS2TH0j3Ptr2UaKZh8WGTG33+o&#10;TpR2mOiNAwP3Y0clMl/f7T/31Etj+W96zKoWs8fXGL2J+PTEra9njhGvN9x4Tu8J3jG1yDMURkDU&#10;6QbG6ZC20MxHBv9qercmQwVFNa2mvyYqGM98Oz7r62lMOZ6o/9j1JEfsyzPzJb6XeRtg0dQHAADA&#10;IxkyX8rEzPmuMGptrczUQsYVcHSti0aTVus4vYeTLZgZvnWtHx7Wvrf1VUks7mw23HzMnBuKpzFi&#10;Q/txc5/F8o1JG+svFu0wDbFTQ8jZoa+2idmrSRSq/YcPf9hSJ49ebY3GNsbml3jme/u3+uZoyGPa&#10;/Mgxa2v09LdNw7HpJnO3ezeyRVIaPHQ8IkctzdHD1m7t+p2ZKoxhn1JGcHMh+Wj4utthUlez81eU&#10;+vOx2buZMh857uiuS3oO3JIL67od49HUF898TEe5rG5P1+FDHW8pYuFPts08TEbyEX8IBWW+lAEA&#10;eBsbAADASpYh83FnZVJ/nucC4ZuGV4j5Bq7NjpibBUmtaNzMV6uxjbDpgjO9QCDptDOhb8LeyYan&#10;dV2OQPR65ANH92tsomo0/cAEnQeOrpqU/mVyeuhsO5s1KzabfEz7YjzucDc681FpLta9K99pGWHD&#10;E+m37BRxO3bD49a9TMYSr9N9F+szDgdsHZJ4r2u0iHnO4SCfe46uZ88V7zDeeBBNWaEHN4w7opG0&#10;/oR3lrlTIvNJ6/VXAyG2kgGn7nW2ImK1LRDJR3EyX2Rh7cEAAABQShky38JetEB3ZArmy3zpSSKx&#10;h9hmHkk0T3Ey0CsGD50O4wFFWqc55RoOMGP4yFDwgZ9x/xGzY8apfZE5S9JhC8S7ODljDZvYu3Ay&#10;n7zZ0P+3iem5eCHjDYqxuEmFuffFSR274eDIrdRV98inP57+t8VmvnjPuHid3jXFfWZTLv06MfPR&#10;1l7fNL0nnvnEautYPI6RM4O6itS755Yj85HT/r+7WdeHH83XbPjCz19A9y4AAAAvpGa+lLH5818g&#10;r3Y+TuZLbecT1xhvJQ1De+rokrL9tnut49QnM0OmHdyxa8SrDXs69b2WS57o7GAaOWxqZA9oMLr9&#10;HD9aO6XcrJlIkA29f09pxkp07/5Lj3uG5HRJRzt2Y2YfDV+3W829Bm1n69vKeH/0YjLffZt6bWor&#10;ZlT87mvVtvv0jnjmS26BSwwfLELmW5iU7t1CLgUAAABLKjXzbdy4cYH/ihc4ni99Bmu84ZDpcqVM&#10;3+7LvNpzZUP32TvMfNVM0yYydeDmjjuJ7l2maS18y1gjTp6xS93pnl23JflelZuUNeJFZr4c5Uk7&#10;eOVlvkhyq3CBlwIAAIClk5r5uJMxqT/ncYUC5+3G98Q8tndK2B7M9xO9tOxb3Y4f3NtQnRz+ol2i&#10;xcl8ie5dekhf2Nf7OlPCeuP3s9EDZkctbdEJJYp3Dpv+6Ljpu/doOlPqWhXtfJHkzDfPOo4AAABQ&#10;OqmZjzuBI79/wheyPp/wTaOXbQpM9PaK37WOccbzTbmPrGMP3thLT7sIBSeSBu6RoeDYsKff1LmJ&#10;4A77i+UhYpfFn2sU2jxxJ969K+m88HdLK8EdTkd//IOpUZre21tA5lvUeL6VlPm4/5GAF3IAAACs&#10;WKmZb2ETOFiFvYcjed7uzRNNcu66J5xmvxbz3enEPeMD+NgBgvFFVURbj96Mzz0gQyOXTugZv3f4&#10;k+ZwZIk78e5d6baW5rWJ6Bktdbzfudk8Emv7C/ntXbHFVpZn3u4SZr6FzeGgUDlvgQ3DAAAAUAK5&#10;Ml/+VynkfbuZ16WLv7GDEyiZ7tRvLBTzZ53RF4jFm8dm/dZ9sUX71qu6jpn6TvXq1bGV86rbrOzk&#10;4HmbuDgLr6R3PZPD5m3RKSC17f9hd7mc/eZP3q1LdDdnyHyEXHX4lOVbu+9x0dbnW8LMt7C1WiLJ&#10;A0CR+QAAAFas4mQ+ukVt3GXKPNOCTUgm9/gM5/hEtpDueX+fQpx8fFWz2Tcbv/T4FV1DZabLEvKm&#10;z1zxHJlhdkVsqoeu38+uZpdPt2a8ZTGlY5e5x5hNU5lyfdEb3Z/rtrB/bjTFlkVOrPzCCXlFeg8H&#10;Mh8AAAAsULEyH4OdaWHYv0fJzrSQVCt3awxmu8ef9mLc5Pft+p0m7b81vCoRiKob9mZ43y45PXr9&#10;fK9WrYoujCKrbVIfNJ51+6fn0gpw0aTXtKi21Mqk1UpV2mt58xnKFl8FOrljN3qLpyOOL7tUdTJ2&#10;1ZiuL+y+QCgeE0UNetfD6JHTP9qN+1Ub5PNmPuZ5LOR9u8h8AAAAsEBFzXyw+iDzAQAA8AIyHxQE&#10;mQ8AAIAXFpn5ck/XwFZmW46fBGQ+AAAAXkDmw4bMBwAAUP6Q+bAh8wEAAJQ/jOeDgiDzAQAA8AIy&#10;HxQEmQ8AAIAXkPmgIMh8AAAAvIDMBwVB5gMAAOAFZD4oCDIfAAAALyxp5ou/4yuxEYrdhoF/5vFO&#10;rwVh3xjWYvHnfWH6PWZpL0ArJqbu+b4MrdiWvHYJyHwAAAC8sPSZT6o2XXOzXANndE1rBeLd5rsz&#10;Ra1FfpkvNOG7fsM3wdw66DH3GMyeR0V+nCl1X87Mx60dMh8AAAAkW/rMJ9O7E0mMfO45ul4obTT9&#10;QBazFvllvmVMQiXIfNzaIfMBAABAsmXOfGwcSd1XMGQ+ZD4AAADIpaTtfOSk9/QHShlB3060fqfh&#10;ij9E7Q669bWCtz/uO9GmEFHFIGTKD057J8n4BRNBijmSvn5y5gv9c8CwmzmXc1kma0arRl2Bm4oy&#10;F4O5pqy7z/bbBuYjzkhEMuS/Yti1nhCmFC+t7lt0pmhJJIpdnw742R7tGf/ApzsVEqYw8f2hMata&#10;LKzVDsa6m5/fMPxSLH7XOkZGyOCt013bqtkayd7sPvv3YMr9MtSuYsvhf48WMlEptrIHtr7K3r2y&#10;ofvsnWC4kO8YmQ8AAIAXljPzhYMjA8ZdVQLRDtMQlXKmhsxtclG9+vP/crqvDfTpmuQVdbo/PySZ&#10;JCck5Koj5xzXXI6zPaoqwZoP7YFwfplvZsi0g5A3Gy5856Yue2p/naiy2XKXDE34LuqVQqlSf/66&#10;byKUyHzZisFeU0Bs2Pe57Tv34HkDVQz5B/aH4cjzvxo3VrDFcw9e7FW/Jlhz0PFkLkPdhdJa9e9t&#10;gy7XwMl2hUTe2f8wEpkbMm0WVakM5530AMevNXVScbNllAp2Y9ZWMfGS1vmMPp0Nx1XttvvkrM/c&#10;XEVsaDdaB6gLWY3ttaK6bsd4UurLUDsq6sUqZXpPIVzXaR9LVNZ4zuG65rAeV2+QKbqvPCygox2Z&#10;DwAAgBeWe94uFUT2/WFolvrwyUDXGsk6vWsqevDsqKVNTMfBB3SSE71jHnnOfkCOmLeJ5DstI2Re&#10;mW/cYThwxMbcgjLj1L4Yi50Zez+zFuMpc814wxv51HFAKqzVu4PMuVLl0etsYxs54TlvueiZCGWo&#10;+8s65zM2T006tTVMOcIPHcc1R2zDsyn7qT9P2DurBf/S456hGzs9BiUbJcNeY43wTaP3afTC5H1b&#10;e5VYbQukPOzU2sXjI+chhG8Zayrqjd9HH04kHLB1SMTv2wKLb+pD5gMAAOCFZZ2366bboKJtSmGP&#10;oUpYox2cjB9NZbsmYWWL9XYsycU+CLn10ebCvPp2yeCQw3xC36XeqdpSy3TL5sh82YtxN2WMIF0K&#10;NvOR9wcOvMH0mVYr92j0X1gHR4KZ+3YzFJW6wZNhxxkjVb5dO7ZukDPdtWz55p44DlYKlQZPkOnY&#10;lTJJNNrcmLqlj4jMMZ4v/gC5XcCJjanUYiHzAQAA8MKyz+GIWUDmo5upxDXGW+F8Mt/030y7qgiF&#10;quu4qe+szeE2d75Y7MzHlGnCe+Wc6Vj33s30MDtRg971MEPdMxQ1eMfUIhetV3UdM/V9a3M4zJ3r&#10;EpV95tS+LFlvuP5oUPcSG/4i4XHrXiKfpQfzyXzj1hZRked2IPMBAADwQsky3zx9u+I2yyjbA0nO&#10;ek/UC6s77RPRCzaZR9hWtZDP1CRLyXwpGY6ctGukhfTtZsh8c8OW91Qdplhna9ItUuqenvlmbhpe&#10;ISq0zuj6hOS4XaPgnDzp1m8S1HQZDtQKNvb6mCGCc77e19mBfdFTRqxt1YJG03CGaRzzZb65270b&#10;JZJ2WyB67qzfuk8ufNs0vPjlEpH5AAAAeKF0mW/eORxNur6Ba64Bc3eDjGj4nXc6NspNtElz6pLL&#10;dblPt10e7eVMZD5m8J+0TvP1gMvl7P9a27SWqkg0Y9FJSFKn/da9gDkcmdr56JgoljdpT/U73e7v&#10;bMa2amFNl+NBhrqnZ77ZYfM2GVG3/9TANffgn05pmSq8qHPOsCmMnbpBPXzZNnMs1JGjtn3rYnM4&#10;2FpXt1lHUnuTM9cuXnT2ewiN2TSVsTkcTGXF8rZzfszhAAAAKHclzHw512qR7uw6sEUmTFnlJEIG&#10;/2p6t4ZZJEVe1/7lhc+b0+ft+u3x1VXe0VudVz7ZTNB9taMR8t6Ffa9R5xKt1vE812rJ3LcbDnq/&#10;6XpLQUSH1jVqTt9KG9CXrW+XypL9uobK6L30525c+bhexBSJPZBZooXTzMnW+tZpTaMs1+0iWWsX&#10;4Wa+5MoKK5WaM16s1QIAALAKLGnmW5xg6ng+WMGQ+QAAAHgBmQ8KgswHAADAC8h8UBBkPgAAAF5Y&#10;gZkP+ASZDwAAgBeQ+aAgyHwAAAC8gMwHBUHmAwAA4AVkPigIMh8AAAAvIPNBQZD5AAAAeKG8M1/q&#10;usqLPaZY9ypDyHwAAAC8sAIz38yE78Z138RioxMZmvBdp88nI5G5oOebnp5vPMG57Mdny2oLLUY+&#10;9ypDyHwAAAC8sAIzX8pbyxZqoe1t2Y4vsBirBTIfAAAALyDzIfMVBJkPAACAF5Y284Xceplwh6Hv&#10;sxaFhL6mrFFz+laQZD8MB71nNMpK5l4Sxa5PB/wz0aQVLQCTw8hJ7+kDW19lThdWNnSfvRMM02f7&#10;LSrha4f6+nQNzBVE63carvhDbIBjT5epLMOcPEeG/FcMu9YTbDpR7DYM/JNJeRkzX8ZifKCUEZx7&#10;kSl15VyHPl126LRNt0WWVDvKjN/57+o6OVsdpeaMl64O8+qRHScumPYqRFSxR7LWOmstuPsJmfKD&#10;095Jtnxk8Nbprm3VIqYusje7z/49SEaKCJkPAACAF5Yh8wkE8p09fxhwuQbO9eyUC9dr7GNkhJwd&#10;MjfLK2rVv7cNUp+c0TWtJeoOOx8+m/DZ9EqpQKm30YPpng2Z2+SierXxnMN1zWE9rt4gU3RfeUiy&#10;mY+KX/Xqz//L6f7ugqFZLlzXaR8LTdy+qH9TIHxTb3P7Jp4mcticz/RrmVxluDDocrsundJsIsRt&#10;ltHZLJlvJnMx6HtdG+jTNckr6nR/fpgUnlIzn0AoZWvnvGBQycXyzv6HEXLa+7sGkayh2zxAVecP&#10;R1RyyTq9a4rNfC/KZPIGtfYTs2c0a62z1eL5X40bK+SqI+cc19yDF3vVrwnWHHQ8mYvM+szNVcSG&#10;dqOVfv5WY3utqK7bMV7E1IfMBwAAwAvLkPlk28zD0ZBBDpu3yYhdFj/5wNFVI1h3xD0V+2TU0iyu&#10;2GzyzXE7VcO3jDUV9cbvZ6PXCwdsHRLx+7ZAmMl8xEta5zP2k6eOLin7kl5u9uL8+aHDoDlqG55i&#10;7zYzqKsQ1urdwbz6dp8MdK1hwxlrdtTSJhbtMA3NcOuamvle1jmfsbULOLrWMYWbsHdWC+pPeGfZ&#10;/U+9xi3EKwZPmMl8ou29d5ja5Kh1tlrQT0OqPHqdbcMjJzznLRc9E6Gw11gjfNPofRq9Ennf1l4l&#10;VtsCxfsBQuYDAADghWXIfGy0YjHhhko/MzcNrxAVWmciNJH/MDdVEK3WcW7YYhvzUrd4ymG6QRN3&#10;ypn5IuHgsMNs1Hep31G9VSuLXyePzBf2GKqENdrByURhR8xNwsoW6yi3rqmZLzEWMKnWTCFTxA5g&#10;P8hR62y1IO8PHHiD7tgVVSv3aPRfWAdHqPjH7enmbJlKsGjIfAAAALywzJlv0qmtEdQYvc/zy3zj&#10;1hYRJ9hxLSzzzU7f+WqnXKpQdR03fXPW5nCbO/Jv5yta5puOFzJFcubLWmsyey0idH+098o507Hu&#10;vZvp0XuiBr1rYty6l1jiJQOR+QAAAHhhGTJfZbPlbrQHd/Z7Y71E0ml/HMmvb3fudu9GiaTdFoid&#10;77fukwvfNg3PLDDzTXoMmwQv6pwz7IXCk/YPpEvdt5ue+UL3beq1go29vugSfo+c2lo6AYeTM1/W&#10;Wgey1WJu2PKeqsMU68MlJ+0apqf7ua/3dWFVu+1+7CmPWNuqBY2m4eIN6EPmAwAA4IXlmcOxXdd3&#10;2eW63Ne9WSxqMnqppJVtDkc4GpjqtFa3byI0O2bTVMZmMzCTJ8TytnN+ct52PqXW6uLM4Xg2Yn6H&#10;EG3SnLrkcjv7T2mb5IQg2nSXM/NFi7GoORwZMl/4oeOQQlil6jlLV+fU/jpRRWPv32ZT2vkioSy1&#10;fp61FnQqFcubtKf6nW73dzZjW7WwpsvxgIrStn3rYnM4LvfptsuF1W3WEczhAAAAWG2WIfNV7enq&#10;bGBWOeGsLRLJslZLhG7WuvAbBd07udc6Hk5aJCWxuEmOzBch/X/cRy8NU9livZvIYaF79sTKKT3W&#10;G//9Sb2UucVMlsyXvRj5rdWSKfNF6LVaBj7dya5ck7hOSuaLZK111lo8D3q/6XpLQURH7CXWxKHX&#10;atE0ytL2FwsyHwAAAC8s83g+KDfIfAAAALyAzAcFQeYDAADgBWQ+KAgyHwAAAC+swPftAp8g8wEA&#10;APACMh8UBJkPAACAF5D5oCDIfAAAALyAzAcFQeYDAADgBWQ+KAgyHwAAAC8g8y21bO/5yHJMylrT&#10;Kx4yHwAAAC8g8y0FMjThu37dN0G/Y2Mu6Pmmp+cbT3Au+/HIfAAAALC0kPmWQj5te1mOR+YDAACA&#10;JYDMtxSQ+QAAAGBl4UvmCwe933S9pSDoghGyhoNn70ySETI0YmmVE+Jdp+/SvajhgP3DSqF8m+nO&#10;FP3+jx2Gvs9aFBK6LrJGzelbQZK5EjnpPf2BUkbQ+0Xrdxqu+EPMB3TYeu1QX5+uoTL1I/qUA1tf&#10;ZS4lrGzoPnsnGM5+Chvg2GdIpbdhTv4jQ/4rhl3rCTYhKXYbBv7JpML0zDc8ZlWLhbXawUfRB/D8&#10;huGXYvG71jGy1F9FMmQ+AAAAXuBF5iNnh8zN8opa9XGr45rLcc6oricUhxwPqeA1PWJRy4XVrZbh&#10;2YdXuhVi8bavhmZJ5p1vAoF8Z88fBlyugXM9O+XC9Ro7lZemhsxtclG9+vP/crqvDfTpmuQVdbo/&#10;PyTZAEflNvaj7y4YmuXCdZ32sUj8FOM5h+uaw3pcvUGm6L6S45TQxO2L+jcFwjf1Nrdv4mkiz835&#10;TL+WyVWGC4Mut+vSKc0mQtxmGZ3N2M5HBmztEuIlrfMZ8wSee46uF1a12+6vsMiHzAcAAMAPvMh8&#10;U15jo6D+hHc2GniYPLRWbbtP/5/QsOXdasGaPV3v1wnkasvIdCT6nl/ZNvNw7IRh8zYZscvifzzQ&#10;tUayTu+ail55dtTSJhbtMA3NMGErnrEikaeOLqlApneHwreMNRX1xu9no6eEA7YOifh9WyCc9ZSk&#10;vl3Onx86DJqjtmH25uTMoK4i+jLijH27DxxdNYKXdc5nVCWCHoNSINlvfzw3/9NaXsh8AAAAvMCL&#10;zDdiUcm4BWM3Jl1FIrEeXgHT2scOoGMyHxunWEG3vpY6YdBtqBLWaAcn45cmR8xNwsoW62jqQDr6&#10;Eswt2Ma81I25eLZTsmW+SDg47DAb9V3qd1Rv1cri18mc+chng7qX2O7dZ07ty+JEuFxJkPkAAAB4&#10;gReZb9TaWilQWfyZP2V7fqnMV9Vs9rGtcWmZb9KprRHUGD3XF575xq0toiyTKhaW+Wan73y1Uy5V&#10;qLqOm745a3O4zR052/kikSmXfp3kJe3VCTr8bdK7JyMrDzIfAAAAL/Ai8037ercKJB10dyqD9J9r&#10;k1c0mn6gu26nvb1NcqK+8/D7tQKxqvc2nfOYzFfZbLkb7dud/d5YL5F02h8/yd23mynAzd3u3SiR&#10;tNsCsWv5rfvkwrdNwzMLzHyTHsMmwYs65wx7ofCk/QNp7szHdum+3Nb1Xo3gl0c9z1faWD4aMh8A&#10;AAAv8CLzRcixC/vWxOZwDJzRNa0VyPdZ/bNUKvIamwhRY48rQDJzOIiG33mn43M4tuv6Lrtcl/u6&#10;N4tFTUZvMDLPHI7MAW7MpqmMzeFgThHL2875yXnb+ZRaq4szh+PZiPkdQrRJc+qSy+3sP6Vtotsm&#10;2UbHrGu1zPl6X6e/i4rNJl9sKN+4Q9+q2vUxM4Wl9JD5AAAAeIEfmY9Zq+WMRsksiSIkZMoPTnsn&#10;yUj4ievjepF4ne67J3QTWPih45BCKK3vuRZwUZmvak9XZwOzJgtnVZTca7VkDHDJpwgrlZoz3sRa&#10;LZlPIf1/3EcvE1PZYr2byHOhe3bdFmYYn0Sxq8d6478/qZcKRHut4zNZ1+ejp/pWCETvmEeexx4F&#10;O7ox/8X/lhYyHwAAAC/wJfMtTNp4Pt5iZhxzepZXHGQ+AAAAXkDmW6nIB75r15xmjWKlzt5gIfMB&#10;AADwAjLfSsX0FAuE0uhww5UKmQ8AAIAXyjPzwbJB5gMAAOAFZD4oCDIfAAAALyDzQUGQ+QAAAHgB&#10;mQ8KgswHAADAC8h8UBBkPgAAAF5A5sssEAj4Ym7cuGFhXL161cdR6jKuCMh8AAAAvIDMR7t37x6V&#10;506ePNnR0dHY2Mh9CPNuu3fvps6iEiEVDamkWOqqLDdkPgAAAF5YvZmPymcXL17U6XTZwhwV/jqy&#10;UygU2c46duwYlSCnpqZKXcXlgMwHAADAC6su81FRjIp6u3fv5taUCnDxtroFddpSV6OOj7cRpuQ/&#10;KlBSH5W6xksLmQ8AAIAXVlHmCwQCx44d47bPUZmMyn/37t0r4l2oCEhlR26mbGxspPaUa7MfMh8A&#10;AAAvrIrMR+WtkydPckfgLUPfKxUxqagXHx1IZU0qX5b6SRQfMh8AAAAvlH/m8/l88eDV0dGx/PNt&#10;qXwZLwAVN8tsngcyHwAAAC+Ueea7ePFivIO1tKurUCVhu5Wp/71x40apH0zRIPMBAADwQjlnvmPH&#10;jrEVof6wEobTBQKB+Di/spnbgcwHAADAC2Wb+eItfGnpKuS3tGRYZkVU3bBXZ7o0FCTjB7r1MuYj&#10;lcWfdIURi0pG75fp3aFIxG9R5V7Djz0sJp5Ey6O1D5kPAACAF8oz8927d4+tQqZpE1kyX3SrbrUM&#10;RxPa0mQ+CrsooEKhWAmtjwVC5gMAAOCF8sx87FJ5VLTK9GE8872pt11zR10b6NM1yQl6f43RG2YP&#10;zC/zTfu97vhlTGopc4pSb4vvvD78iEw6n4p67KyOY8eOlfpRFQqZDwAAgBfKMPP5fL6crWjxzNdi&#10;8XPb32aGTW8n7c8z8yVdO9spmQtJbXyfxovMBwAAwAtlmPnYAXMnT57M8vl8mU+y3/54jjlwCTMf&#10;hW3q4/uifch8AAAAvFCGmY/NUtlXZolnvh29nnv+qNEh11ftCrFASMjbL4yzXbFLnPksFgu7ZGCp&#10;H1hBkPkAAAB4oQwz33yFzzWHg6g71O+fiR24tJmP7d5F5gMAAIBlULaZL/uU2NzzdqV13X/yh5iG&#10;viXOfFevXkXmAwAAgOVRhpmPXfc4+6LHGcfzkaHgjwM9Wwh6f02X4wFz4NJmPnbcocViKfUDKwgy&#10;HwAAAC+UYeY7efJkzvazbHM4IuSIuYneT1QZbtKrtcQDXKNpmLvYCvkPc1MFvf8Vgyeccu18M9/U&#10;1BT7KrZ79+6V+oEVBJkPAACAF8ow8wUCAbb8WaZxZMt85HPP0fX0fnGN8RaT5UatrZX0keIW893p&#10;+GGhu6d3iunri9W21HVW8s58bDBtbGws9dMqFDIfAAAAL5Rh5ovEuk2zLNGXcU1ml7P/y846KbN/&#10;k949yRw5O2ppE7NpZkP7cUu/0+3sN//f1g3sYes19jEy9dp5Zb744nxl8Po1ZD4AAABeKM/MF+85&#10;3b17d1rsm28Ox4FL44lX7t7r736DyD3VI+na82e+e/fusWXL8poQnkHmAwAA4IXyzHwRTrSiYl/y&#10;uy4yZz7iVaVKfdB49sZ4SpIjnww7zhzvVu98q1YmqlbueEfdbbQM/hgkM911vszn8/myh1FeQuYD&#10;AADghbLNfBFO7KP+dyX0orKLMJdT4Isg8wEAAPBEOWe+CBP72KVb2Jm8pXq5rc/nY98Ownbplk3g&#10;iyDzAQAA8ESZZ74IM7aPnSTLbseOHcv+Wrbiu3r1KpU12VsrFAq+v103HTIfAAAAL5R/5mMFAgF2&#10;Mi+7NTY2UvFr6Zr97t27RwVNtmeZ3aj/W07Ne3HIfAAAALywWjIfi01+3ChGhT9qz9WrVwvPf1TO&#10;o3JkyvWpP1ssllL1KS8DZD4AAABeWF2ZjzU1NUWFPJ1Olz57t6OjgwptVEqjDvDFpJwb308lPOpI&#10;6jrxIYPcqEddZyVMHFlqyHwAAAC8sBozHxcV3ajcFh9yV8hG5TzqOtTVlnO8YMkh8wEAAPDCas98&#10;XIFAgI2AbApkcTtq493B7Ec6nY468uLFi9RZZdx7mxsyHwAAAC8g80FBkPkAAAB4AZkPCoLMBwAA&#10;wAvIfFAQZD4AAABeQOaDgiDzAQAA8AIyHxQEmQ8AAIAXkPmgIMh8AAAAvIDMBwVB5gMAAOAFZD4o&#10;CDIfAAAALyDzQUGQ+QAAAHgBmQ8KgswHAADAC0XNfOQzv8duNuxveatWRl9BXvtWi8Zgtnv802TK&#10;oSG/pYW9i0zvDpX6KSyB0KNhj5t23eufiu0MuvW1TK1lKstIqUtYHMh8AAAAvFCszEeGxl2m9noi&#10;+dW0sU1a225yj89wji/7zJcx3pU485HBIYfZoNnTUC0iZBu2tnT2mOx3HoXIQq6JzAcAAMALxcl8&#10;5MM/6+qkgsyBLxYI6g47H4ZjZyDzLXPmI0P+P3Vn+I4kine/8gbDi74uMh8AAAAvFCPzkWN2zfrY&#10;WWubdH2ukcdMjAsFR1wW3XZ59COiUtMfiDYqrc7MVzrkqG3fuuh3JHu9pUun7WiqFkVbYesN16cW&#10;e2FkPgAAAF4oPPORs94T9dFTKhqOXg+mdBWSj24e3Rrt8xVt773zjNnLzXyu6Ye3rEd/o9ogJ15V&#10;qtQ6k+Nu6vi/0NjNs58ynZJ0dpRt2KbuNp51j6YNE5x95Ltk0qqbNsijh2lNl4afcI4asahkzH1b&#10;LP5QyH/l6Luvy+g//2h99yW2PNIux1NO6Z86DkjZwv/yqOc5e6WZcc8fe7XtO5lhi0yZDx43O4Zj&#10;rWUht16W2pzGJr/sQTAU8A2cNmhadyirCVG1ckerxnB6wBdISsN+i4q9mooq+wOv9RjzQCTVyj1d&#10;Jy76crbVkSPmbWzCW9NhHWU72cPBm581sDsl++2P5xb3A4TMBwAAwAuFZ75pX+/W6Ckv65zPMg0O&#10;e+bUvkywPYmv995mwkUi81XsPZDW51i18wtPIjuG/nGu/bVMIwWTD4vM+PsP1YnSDhO9cWDgfuyo&#10;RObru/3nnnppLP9Nj1nVYvb4GqM3EZ+euPX1zDHi9YYbz+k9wTumFnmGwgiIOt3AOB3SFpr5yOBf&#10;Te/WZKigqKbV9NdEBeOZb8dnfT2NKccT9R+7nmSLfYnkKum0P07s/sHUyD6BTQYPG3QT30ueDbDI&#10;fAAAALxQeOYbtbZWZmoh4wo4uqIdi0SrdZzew8kWzAzfutYPD2vf2/qqJBZ3NhtusuEkFE9jxIb2&#10;4+Y+i+UbkzbWXyzaYRpiW63I2aGvtoljY9RU+w8f/rClTh692hqNbYzNL/HM9/Zv9c3RkMe0+ZFj&#10;1tbo6W+bhmPTTeZu925ki6Q0eIL0bUYtzdHD1m7t+p2ZKoxhn1JGcHMh+Wj4utthUlezPadK/fnY&#10;7N1MmY8cd3TXJT0HbsmFdd2O8Wjqi2c+pqNcVren6/ChjrcUsfAn22YezjIdI/zI/Z96xse24UQw&#10;TGS+Wr07GEn5XpD5AAAAykjBmS980/AKMd/AtdkRc7MgqRWNm/lqNbYRNl2QQc8Xu6oESS1SE/ZO&#10;Njyt63IEotcjHzi6X2MTVaPpByboPHB01aT0L5PTQ2fb2axZsdnkY9oX45mPu9GZj0pzse5d+U7L&#10;CBueSL9lp4jbsRset+5lMpZ4ne67WJ9xOGDrkMR7XaNFzHMOB/ncc3Q9e654h/HGg2jKCj24YdwR&#10;jaT1J7yzzJ0SmU9ar78aYOfbkgGn7nW2ImK1LRDJHzl754tGtnbi920BNgoi8wEAAJSngjMf3ZEp&#10;mC/zpSeJxB5im3kk0TzFyUCvGDx0DomnNGmd5pRrOMCM4SNDwQd+xv1HzI4Zp/ZFdmhaRyy+RJLG&#10;Gjaxd+FkPnmzof9vE9PxcWyJBsVY3KTC3PvipI7dcHDkVuqqe+TTH0//22IzX7xnXLxO70qaSDHl&#10;0q8TMx9t7fVN03vimU+sto7F4xg5M6irSL37vOamRy7EutS5c2vIaf/f3azrw4/yWMUFmQ8AAIAX&#10;lqedj5P5Utv5xDXGW0nD0J46uqRsv+1e6zj1ycyQaQd37BrxasOeTn2v5ZInOjuYRg6bGtkDGoxu&#10;P8eP1k4pN2smEmRD799TmrES3bv/0uOeITld0tGO3ZjZR8PX7VZzr0Hb2fq2Mt4fvZjMd9+mXpva&#10;ihkVv/tate0+vSOe+ZJb4BLDB/PNfDN+52cqOZEyDHFxkPkAAAB4oeTj+dJnsMYbDpkuV8r07b7M&#10;qz1XNnSfvcPMV800bSJTB24i88VHsHEkuneZprXwLWONOHnGLnWne3bdluR7VW5S1ogXmflylCft&#10;4GJkPnL6R3vP2/HVc+Sqz5z+mflOygWZDwAAgBdKPm83vifmsb1TkjLILPZWt+MH9zZUJ4e/aJdo&#10;cTJfonuXHtIX9vW+zpSw3vj9bPSA2VFLW3RCieKdw6Y/Om767j2azpS6VmA7Hxny//moqio2S6a+&#10;3eQaL+wlHBFkPgAAAJ5Y3vX5hG8avalrgojftY5xxvNNuY+sYw/e2EtPuwgFJ5IG7pGh4Niwp9/U&#10;uYngDvuL5SFil8WfK8bkznyJ7l1J54W/W1oJ7nC6CHeia1JvbwGZb1Hj+RaV+bjvSiHqPujzPijK&#10;UtjIfAAAALxQ+vdwJM/bvXmiSc5d94TT7NdivjuduGd8AB87QDC+qIpo69Gb8bkHZGjk0gl2kZLf&#10;O/xJczgyZ75E9650W0vz2kT0jJY63u/cbB6Jtf2F/Pau2GIryzNvdxGZL/EdEfJdX2Z/2RrmcAAA&#10;AJSn0r9vN/O6dPE3dnACJdOd+o2FYv6sU1mZ3Dw267fuiy3at17VdczUd6pXr46tnFfdZmUnB8+X&#10;+bgLr6R3PZPD5m3RKSC17f9hd7mc/eZP3q1LdDdnyHyEXHX4lOVbu+9x0dbnW3jmmxsybRbFFvbb&#10;sEWV6j2TN/X9KFirBQAAoJwUJ/PRLWrjLlPmmRZsQjK5x7lzBRLZQrrn/X0KcfLxVc1m32z80uNX&#10;dA2VmS5LyJs+c8VzZIbZFbGpHrp+f3Tg2ryZj9OymNKxy9xjzKapTLm+6I3uz3Vb2D83mmLLIidW&#10;fuGEvCK9h2PBmS++rGC2DWsyAwAAlLliZT4GO9PCsH+Pkp1pIalW7tYYzHaPP+3FuMnv2/U7Tdp/&#10;a3hVIhBVN+zN8L5dcnr0+vlerVoVXRhFVtukPmg86/ZPz6UV4KJJr2lRbamVSauVqrTX8uaR+RKr&#10;QCd37EZv8XTE8WWXqk7GrhrT9YXdFwjFY6KoQe96GD1y+ke7cb9qg3zezMc8j4W8b3fBmS9+X2Q+&#10;AACAVaqomQ9WH2Q+AAAAXkDmg4Ig8wEAAPDCIjNf7uka2Mpsy/GTgMwHAADAC8h82JD5AAAAyh8y&#10;HzZkPgAAgPKH8XxQEGQ+AAAAXkDmg4Ig8wEAAPACMh8UBJkPAACAF5D5oCDIfAAAALyAzAcFQeYD&#10;AADghaJnPs7Lu+KbaP1Ow5XYG2+Lh34XWdpLzIp4PN8l6su8cS7rm9kKgswHAADAC0uU+arVJoeb&#10;5brcp9suF8q3m4fmFnXFrPLKcDMTvhvXfRP0m2ODHnOPwex5tHRPc2VB5gMAAICYJcp8tXp3MLHv&#10;+Q3DL8WCRtNwcVv68sp8Sxh3VjpkPgAAAIhZlszHZg6Z3h0qatmR+XJD5gMAAICYZW/nIye9pz9Q&#10;yoiUcX4ht14m3GHo+6xFIaE/kjVqTt8K0p+k5JWgW18bjY/czBf654Bht0KUMnyQOTdanRaLy8zJ&#10;iOGg94xGWcl8JFHs+nTAP0Pvpq/52qG+Pl1DZepIRO4tEsVLqX38GELW8FtbX7eMuq+fjrpk8Nbp&#10;rm3V0dPf7D7793jtZIdO23RbZCklyXoK8wR2nLhg2qsQsdWZ8Q98upN9bql1Sc58Y9ZWMfGS1vks&#10;9jA9BqVArLaOLT6MI/MBAADwwpJnPjL4o8O4Wy6s2GzyzUWmhsxtclG9+vP/crqvDfTpmuQVdbo/&#10;PyTZzCcQyHf2/GHA5Ro417NTLlyvsY+ReWW+mSHTDkLebLjwnZu67Kn9daLKZstdkh7MZ9MrpQKl&#10;3nbdNzHSFzuenB0yN8sratW/tw1Sdzuja1pL1B12Pgwz16SiHlvC7y4YmuXCdZ32sUjkqde4hWCL&#10;53b297YrhDVdjgfJdX92p3c7IdrUabpInWv7fF+tiMmaVOab9Zmbq4gN7UYrXTursb1WVNftGI/W&#10;TihlS+K8YFDJxfLO/ofUxbKewjyBF2UyeYNa+4nZ82huyLRZVKUynHe63a6BrzV1UnGzZZTMlPnI&#10;+7b2KsHLOuczJq4yWVzSbgsU0OeOzAcAAMALyzJvl8o0+74dniUjTwa61kjW6V1T0YNnRy1tYtEO&#10;09AMk/lk28yxIX/ksHmbjNhFxZR8Mt+4w3DgiG1olj1kxql9Md6TzDk9cfwDR1eNYN0R91TsbqOW&#10;ZjGTSuljOC1hTx1dUvZSzHWUn3mCYeaEcc/5s+c940lhacal/xcxpxXtkVNby2a+sNdYI3zT6H0a&#10;/YTJXmK1LcBeNh7CIgFH1zr2ftlPYZ6AaHvvHfY+4YeO45ojNvrx0iad2pq05xN/CHNPHAcrhbXa&#10;wUfUFZ97jq4XVnfaJwr5AULmAwAA4IWln7frvuGbiHZWhj2GKmGNdnAyfjQ5Ym4SVrZYR5nMx+0R&#10;jme7vPp2yeCQw3xC36XeqdpSy3Qc58p84ZuGV4gKrXMmUY5/mJsqiFbreMoYQbpY7KVC4wO6Orrd&#10;TlKt3N2p/w/r4I+pfbup4wvZR0FlvulMOViQs3ah7KdwnkC08E+GHWeMVOV37di6QR47LMt4vmdO&#10;7ctsMGUiaSJuLhIyHwAAAC8szxyOqIVkPqa9qsboDeeR+ab/ZtpVRShUXcdNfWdtDre588WiZz76&#10;oNCE99Ifvjre/a8Nr0oEQmmd/lpSJQM2tbiiyfyPWIaKZ76ZceteIjawL1m22oWzn5KS+YJ3TC1y&#10;0XpV1zFT37c2h8PcuS5X5otMuvWb6Kg3cVX7MrfNdZGQ+QAAAHhhWTPffH277CA89pPvjfUSSaf9&#10;MZtXmswj7Achn6lJlpJpUqIkOWnXSAvp282U+eaGLO+9868m7/PoCeN2jSJ1JvLc7d6NEs7wOCZd&#10;Mbltztf7urCq3XY/dr8Ra1s1M6kla6LNfkpy5kvJr9yCZc58bJduzXtdbS8JlQZPpq9pIZD5AAAA&#10;eGF5M9/8czi26/ouu1yX+7o3i0VNRm8wOrdUtElz6pIrurxzat8lOWLeJpLWab4ecLmc/V9rm9ZS&#10;hY/FICbu1Gmt7vzncGRs52Niony79tSfnG6X03a85VVJZdfAk+S6j9k0lbH5H0lzOMhR2751sQkZ&#10;bC2q26wjuWaoZD0lOfOxAx/r9p8auOYe/NMpLfN8XtQ5Z8isa7Uw2ZSOaL82Fb5MNjIfAAAALyxz&#10;5su9VkvVnq7OBuYjQrHbMPDPaKoJ/tX0bg1BF0le1/7lhc+b0+ft+u2/jZ34jt7qvPLJZoLpMo5E&#10;Zv0XfkMvniLaa72R51otmft2k1ZOEVYqNWe87HyOLLUjFC2HOpQC7lotmkaZMGWpl+yZL+spKX27&#10;ZMjfn1hZRn/uxpWP60WC5H7qlLsw05y5M2YKgMwHAADAC0XPfIuUNp6Ph8iA9+K3593xIXhMCyXb&#10;5LayPB8xv0NIOmyBcOHXQuYDAADgBWS+ImIG8EWXCXT2n9I2ySvqDdcLnCRRVKEHvusu5392KqSF&#10;z95gIfMBAADwAjJfMSX3xr7eejT2Do+VgukXpsIZO3ixGJD5AAAAeGGlZD7gKWQ+AAAAXkDmg4Ig&#10;8wEAAPACMh8UBJkPAACAF5D5oCDIfAAAALyw8jNfytpySyj7PJLlK0PhlYi98C1U+LXygcwHAADA&#10;Cys/8z3ymA095oLfERaa8F2/4ZuYyXUIXzMfSVfuum+CniOMzAcAAAAZrPzMVyQpL9jIhLeZj5vz&#10;kPkAAAAgA2S+BGS+RUDmAwAA4IVCMh+zwO+OExdMexUiJk7Rb5s9sPVVCftG2obus3foN9IyKUTW&#10;3WdjX4lLyBr0A0PXo6/QFdW0mv7KvEaWDPmvGHatJ9j0kHjfbjxvpVwn6Z28HNzrEDLlB6e9kyQd&#10;+GL1oi814x/4dKdCkvKyXSbzres4frSV/SjjW3Ez1zGtEJzFmTnlzFEFqthXT6g3ybjFpveHg95v&#10;ut5SRKvTcPDsncnkVZ7ZkMfWjvoWhpn/23TYdIStYNJTylR4cszaKiZe0jqfxb5W+pVxYrV1LK/U&#10;iMwHAADACwVnvhdlMnmDWvuJ2TM6ZG6Ti+rVxnMO1zWH9bh6g0zRfeUhGQ0lxIZ9n9u+c/23oUlM&#10;p5OGbvOA67v/0m8TC5UGTzAy5zP9WiZXGS4MutyuS6c0mwhxm2V0NjXzxa7jHjxvUFUJ5B/YU94n&#10;8fyvxo0VctWRc45r7sGLverXBGsOOgJjvot6pVCq1J+/7puYGTJtFlWpDOedbrdr4GtNnVTcbBkl&#10;2cwnEMh39vxhwOW63KfbLheu19jHyEQZprLUMfnBzPrMzVXRcrLXESl1zgkyRxWmPcaGCnHDwb6B&#10;ay7H2R5q/7oj7qm52SFzs7yiVn3c6qD2nzOq6wnFIUdSlcnQxO2L+jcFwjf1Nrdv4mnSLVyXTO2v&#10;xZ5StsLft7VXCV7WOZ8x1Xh+w/BLsaTdFsjvBSLIfAAAALxQcOYTbe+9w7QQhW8Zayrqjd/PRj8N&#10;B2wdEvH7tsAMk0JqtYOPmP1MfvrlUc9zpnFvxNzEdrk+dBg0R23D7DtgyZlBXUW0mzUl88WvQz51&#10;HJCmd8XSTXpS5dHrTPtchJzwnLdc9EyEOH274YeO45ojtuFZNtRMOrU1ApneHWIzn2ybeTiadsgf&#10;TI1SYpfFT8bKkLWO3BA298RxsFK4Se+ejO4g71qaK4lfm4bmslXh8WP7fonwTaP3Kbv/uffE66JN&#10;Bs+E19goqD/hnY2VKGBrl6xV2+4nfxHpfbuJWySeZNbCzzIFZk8hn3uOrhdWd9on8vwBQuYDAADg&#10;hYIzH5OWaNz+08RGpY1HySPMksfGcaJYcNhhNuq71O+o3qqVRc9Nz3yJkWqZh9+R9wcOvMH0Glcr&#10;92j0X1gHR5j4xx3PRz4Zdpyhb7Vrx9YNcqYbN575uBeMVzBWhqx15JbhqcewSfCizjkTbyibHTE3&#10;C0R7reMzWapwnz4l/iQTmPum3THtwFzj+RKVylH4Z07ty2Kme/eRU1ubaPPLAzIfAAAALxQv841b&#10;W0QZJ0mE8sh8d6fvfLVTLlWouo6bvjlrc7jNHRWLy3y0mQnvlXOmY917N1eLqPDXoHc95GS+4B1T&#10;i1y0XtV1zNT3rc3hMHeuy5X5aozecKwMWevItYjM9/8lPcmEUWtrZR5zR/LLfLkKP+nWb6Kj3sRV&#10;7cuSdXrXVN4/QMh8AAAAvFC8zDd3u3ejhDMObNZv3ScXvm0afppH5vtbck4KT9o/kC4q880NW95T&#10;dZiinaQRctKukTJljGe+8E3DK0SF1hldqY8ct2sUnMxX2Wy5G6vB98Z6iaTT/jhehqx15C77N2/f&#10;bnoVJgO298XCrb2+afaEZ4O6l4SNRm/A17tVIOmI9x2T/nNt8opG0w+ZpnHMl/lyFZ7t0q15r6vt&#10;JXZ4Zd6Q+QAAAHiheJkvEhqzaSpjUwQG+nRNcrG87ZyfzKed74cR8zuEaJPm1CWX29l/StskJwTC&#10;Gu3g5ILb+Z4MdK0Ry5u0p/qdbvd3NmNbtbCmy/GAuZGkTvut+7bTtE1G1O0/NXDNPfinU9rtcqqy&#10;TNyMzeHYruu7HJ3DIWoyepNyZ5Y6Jj+YeeZwZKgC+fBKt0LCTj1hp5UQjV/cmSXJsQv71sTmcAyc&#10;0TWtFcj3Wf2zyfdjL6vUWl2xORwZn1LOwjOJkM5tdDZdwA8QMh8AAAAvFDHzsUuBfKBkViERCCuV&#10;mjPe+Fot847nC92z67bIooun9Fhv/Pcn9VKmP/QfC+zb5S5uwllvhbx3Yd9r1E6i9Q+j/n5dQyX9&#10;qWj9Tv25G1c+rhdR+61++oJNh3v/T9pCKilrtaTXMVWutVoyV4G7xExi+RimOmc0Sqa0SWu4JN/O&#10;/8d99MoslS3Wu7meUq7CzwyZdhDcKSz5QeYDAADghVWzJjPM4znd1MrpR84TMh8AAAAvIPNB6IHv&#10;usv5n50K6YJmb7CQ+QAAAHgBmQ+YPnoqsdUddj5cWCNfBJkPAACAJ5D5oCDIfAAAALyAzAcFQeYD&#10;AADgBWQ+KAgyHwAAAC8g80FBkPkAAAB4AZkPCoLMBwAAwAu8znzJyzvzQOqazKW+ThEg8wEAAPAC&#10;Ml+xzEz4blz3TeRMYXNBzzc9Pd94ggt5u9kSXqcIkPkAAAB4AZmvLAuzfJD5AAAAeAGZrywLs3yQ&#10;+QAAAHhhmTJfyK2XCZs/v/BFq0JCByNy0nv6wNZXJcyNKhu6z94Jsm+AmPEPfLpTwe6XKHZ9OuCf&#10;YfaTIf/VE+pNMno/IVN+cNo7SbIxa4vOZNitEKUcz0Wde8Wwaz3B5hLFbsPAPzP1wM74nf+urpOz&#10;RVJqznjZImUrKl0l2Y7Pz5rerSE4Dy06zC70z4FoqQQC0fqdhiv+EJk8Do8uvOzQaZtui0yYo/Dc&#10;BxIvVeI6zIPl3j1WgEg46P2m6y0FwT6xhoNn71BPrPiQ+QAAAHhhOTOfVCZbq1T/nx7z1RvmNrmo&#10;Xm0853Bdc1iPqzfIFN1XHpKRuSHTZlGVynDe6Xa7Br7W1EnFzZZRKqpMe4wNFeKGg30D11yOsz2q&#10;KsG6I+6pu3TmE0pr1b+3DbpcAyfbFRJ5Z//DlHvP+Uy/lslVhguDLrfr0inNJkLcZhmdTT6InPb+&#10;rkEka+g2D1BF+sMRlVzCvHx2aihLUZkqERUymVy5V9tjsrn+qFdKBUq9jR7TNz1k2kHImw0XvnO7&#10;rw2c2l8nqmy23CXTMl+88M4LBpVcnFZ48rn3xOvUA+k563C5nP2fqxWSyq6BJ5zrkMERj5vlcpo1&#10;CiEh3/XVnem52SFzs7yiVn3c6qCe2Dmjup5QHHIs/NVq80LmAwAA4IXlzHwVjb1/o6NW+JaxpqLe&#10;+H0sdoUDtg6J+H1b4PlDx3HNEdvwLNsgNenU1ghkendo7rF9v0T4ptH7lNnPJqFNBs/f6Nj0ss75&#10;LOX45Hs/dBg0R23DU+y5M4O6CmGt3h1MPmjC3lktqD/hjd76qde4hXjF4HmerahhpkoCovGLO9FT&#10;uH274w7DgSO2oehZM07ti2y50jJfovABR9e6tMKzx2856mGb6EITnouW854JMsO8XfLJtZ56KVGn&#10;Gxindk55jY2c6kTIgK1dslZtu1/0HyBkPgAAAF5YzswXS1p+iyq1O5LamE/JJ8OOM0Z9l3rXjq0b&#10;mG5WOgY99Rg2ZQhzqUPogm59babDwsFhh5m+6Duqt2pl8XslHXLT8AqR4dQcRWUyH+eUpMKQwSGH&#10;+QR1y52qLbUygjorc+abr/Dk+KUDdVI6Tr3asKdT/4X12khy327s+Q5b3q0WyFtMd4KJwqSVPEMF&#10;C4bMBwAAwAulyHzj1haRTGUZSTsqeMfUIhetV3UdM/V9a3M4zJ1s01e2MJdPbCKn73y1Uy5VqLqO&#10;m745a3O4zR0Z2vlSA1xM1qJGcmW+6b+ZdlURzC37mFt2vrjIzMfcaNx76Zzp+MG9DdUElavq/q8r&#10;+Dwp85EBV08jIXrjwMD92Ii9UWtr5fJMKEHmAwAA4IVSZL65270bJZJ2WyCaUGb91n1y4dsm36Dh&#10;FaJC64xOZCDH7RoFE4PCAdv7YuHWXt80+8GzQd1Lwkaj93YesYlpI3xR55xhbxaetH8gzdC3e9+m&#10;XivY2OuLLnj3yKmtFdQYvbNZijo8kyPzhT2GKmGNdnAyWo9Ju0a6uMw3M2z5UPWvX3mfpxT+Eec6&#10;M6PWjkph1c4vPMHEHI1pX+9WgaSD7oNmy+A/1yavaDT9UPRpHMh8AAAAvFCKzBcJjdk0lbGJEQN9&#10;uia5WN52zj83bN4mI+r2nxq45h780yntdjlVDCaukQ+vdCskctWRc45r7NwOZiBdPrHp+Yj5HUK0&#10;SXPqksvt7D+lbZITAk4giwk/dBxSCNnZEuysC3b0YZaiklna+eq0VrdvfOjUNpG0TvP1AD3x4mtt&#10;01rqYTJZdqGZb+6J42ClcG2T9uv+QZd78I/G1vWCNQcdT+LtfDPBm581iAREXXef0xWdy+G+NRIM&#10;k2MX9q2JzeEYOKOjyiDfZ/XPMjX9eKeqVe8YL8o3i8wHAADACyXJfOwCKB8omYFunCVIyJC/X9dQ&#10;GV3fRH/uxpWP66lA02odT1pvJb6sSX7do6F79sR6KD3WG//9Sb1UINprHU+ZxMpZFSWxukq2oqZn&#10;vln/hd/Qi7PQV37qt/+2gTmFULyjtzqvfLKZEFa2WO8uuG83aaWY+CI18ez4iD4r43BDeq2WMxpl&#10;ZfKJkdhYwCwd1guHzAcAAMALvF6TGUoPmQ8AAIAXkPmgIMh8AAAAvIDMBwVB5gMAAOAFZD4oCDIf&#10;AAAALyDzQUGQ+QAAAHgBmQ8KgswHAADAC8h8UBBkPgAAAF5A5oOCIPMBAADwAjIfFASZDwAAgBeQ&#10;+aAgyHwAAAC8gMwHBUHmAwAA4AVkPigIMh8AAAAvIPNBQZD5AAAAeAGZDwqCzAcAAMALyHxQEGQ+&#10;AAAAXkDmg4Ig85WxjTHUN4tthWzxL2XPnj2l/gEBAJ5B5ou6d+/ejRs3LBaLTqfr6OjYvXs391Gk&#10;bB2MkydPUsf7fL5AIFDq4pcMMl85oWLECz9/IcdPPraVuVHfGiIgAMxrVWc+Kq5RoY1Kb4X/natQ&#10;KKiwePHiRSo7lrpaywqZrwxwv0RsvN6EPxEi/AFANqsx8924cePYsWNUSksJbdymO8rU1FTG0wOB&#10;AHsAdSR1nfTI2NjYSF1nlYQ/ZD7+unz5ckVFRcljCral2F74+QvU91vqHzEAWFlWUeajshqV0qhA&#10;xs15VGi7evVq4fmMusLFixd1Oh03SlL3onZmy47lAZmPp6gvK8/0UPIRbNgybnl+d0h+ABC3KjIf&#10;lbqobMeNekvaDpfSjkj9gcqa5Zr8kPl4p+qVqtwpgfpOS11GWAB2kk2O75T6xktdRgBYEco/81F5&#10;Kx6/Ojo6rl69ujz3pUIeda94syJVBioLlvphFB8yH49cvnw5WywQ/kR45MiRUhcQCkJ9g9T3mO0r&#10;RoMfAJRz5gsEAvHpt1Ta8/l8JSkGN/npdLoya/BD5uOLbBM1KioqSl00KLJswzQxvQNglSvbzHfv&#10;3j22eY/634sXL5a6OHRzI/tUqRhaTrEPmY8XMoaAF37+QqnLBUsoY4cvIj7AalaemS8e+KiAlWnx&#10;PPK55+j6aDVrtYOPUj8PufUy5lPR9t47zzgfBN36Wnq/TO8OMTv8FlX6f0/L6lSdPV857k6TWUtV&#10;NrEPmW/lQ0/fqnXkyJGM/filLhcAlEYZZj4qTs0XrYIegzJWTeIlrfNZyufxzCck5G3n/Inoll/m&#10;i25rt524/iR77Cv1cyoOZL4VDi09kHGd7VIXCgBKoAwzHztFt7GxMWtb2vMbhl+KEzV9Wed8lhzN&#10;EpmP2jbp3ZOxD7JmPqnadM3Ncvaf0jbJ2V6Vum7HePKlE7HPYrGU+lEVATLfSoYRXcCivnfEPgAo&#10;t8wXCATYwmefsRHv2H1pu2qzJGP3blLmExCNX9yZZZNb1swX38HeYnboq21ier/4XesYmVqCixcv&#10;sgMNy6CHF5lvxUofzoX+3NUsvZ8XAzoBVptyy3wnT55kZ+lmP+SRU8vkNvH7th/Oq8WZundjma9i&#10;7wcahVggXK+xs8ktz8xHpb5R67svRe8SCKcXgp3Ju2wLxywdZL6VKX0RPgQ+SF+sB0v3Aawq5Zb5&#10;2Deh5cpSz5zal4lYC9yIZZecruyag44nc4ljYplPpv/urqVNTB2w7oh7ilxA5otM+3q3Mo9xa69v&#10;Or0U7DTeY8eOlfqBFQqZbwVKb9FB4ANWeuzDuowAq0e5ZT625Jnm6rLIZ4O6l+hj5DstI2Tk+Yj5&#10;HYL+v9Wd9onEUYnM5w5Ne4wNFQJh5U7zUGgBmS/kt7Sw84L17mB6OXw+33ztkfyAzLcC4R91yCF9&#10;bF+pSwQAy6Q8M1/2z2Mdu6J3zCPPqf8/5+t9nTlF0ml/HD+Km/ki4YD9w0q6LfBDe2ASmS8FMh/l&#10;yy+/LHURElKG8eFFapAupesfA/sAVolyy3zslNisEzge2zslTO0aTcPs1IrwLWMNM4dXst/+ONa9&#10;m5T5IhHyrqW5UiCsaDA6BvLNfE89hk3MY2yx+EPpBWGncSDzlQeq7h999FGpS0FL6dVdmm8k/t8z&#10;gvSf+/zM+AdPdqnqZPRFZCrLSKkf22qU8pY29P4DrAbllvl0Ol32cXJzj+37JVmX0+N076Zkvgg5&#10;dfPTepFAIG5Uvb02r8w3d7t3o4Q+ssbozTCFIzrusAyWa0HmGxoaYqtP/aHUZUnt1V2amxSY+cjZ&#10;O180iuKFROajBBxd6wrI0IuRPrCv1A8BAJZcuWW+q1evssugZBrSN2HvrBZkzXwCSbstwDb+pWY+&#10;6t+pMbtmfeLgeTLf83H7QQW9X7xO70pfjoXt2KW2e/fulfqBFQqZ76OPPmKr/zPxz0pbkpRGviXr&#10;1S0w88WnNwmIDS2H9B+b3A9K+9xKLRz0frmTXdFzGTNfJK2HF+M+y8BXX331q1/96heSX6S042Jb&#10;yRv1fVGhhfruluEnpNwyXyS2DIpOp0vZTwZs7WzHbp3W6nInuL7V1jFtcmK1dYz5Gzc983GW3MuY&#10;+ThrMn9n+3xfLduMId9n9c+mFGNqamr37t3l0bEbQeaLRLZv3770MSsvy9VsU2Dmi02EWuUtfOSj&#10;4etul+OPXxn2KWVEAc+zIGjqKw9Uzvsp8dOSZxdshW/U90jlv7/85S9L9KNShpkv3oqW3HMaGrOq&#10;6VVXhBWbTb65pDPiDQ8vtVpH6Za+DJmPMunWb8qW+TJsoje6+++l/wXOviYkS0sk/yDz/a///b+4&#10;33up5nOkNPItZZtNpswX/0VQWfyhB17rMc2ehmqRpFq5p+vERV8wnHoiZ+P8ls0+8l0yadVNG+QC&#10;ISHbsE2tNV0a5r6/cMSikjFn0cNkQ/4rR999XcYdMhsK+OzUBbbV0ilKXttEXeDycJA7uoJ7hamH&#10;3vNHNbuVr0qIVxv2dP3+om8ydQF18smw47RB07KVLhJzwd4/esZnUg4KPbpjN+nUTbX0CEUZdZTO&#10;dGkomLYYe/JTTFr4vVSZj/v7K8CoPr45cOAAol65btQ329zcXPSfmTLMfJHY6ndJsS++SHJsxi5H&#10;/M0csddmZM58ETLQr1mT3AWTKfMRr27eqzXZfYFsgU9QFqsxs5D50l93UZKBfSnFWMpb5cx8Oz7r&#10;62kkUn4j6j92PQnPl/lm/P2H6kRpf/eJ3jgwcD8WnxKJre/2n3vqpfH8x5TrXn/3G0T672OdbmA8&#10;/rsYv0Lzv/f9tj7ldqLGHlcgEdWyXFAg3/OFN54OyZD/T9110rR6SesOXBrPEfvyzXyFz5iZB7cA&#10;mMDLF1QaKHkowbY8m0KhKOJPTnlmvggnXel0upXwirNAIMDO2yinwBdB5sv0TtuSDOzjFmCJu5hz&#10;Zj56I2R1e7oOH+p4SxELTLJt5mEyQk77/+52O0xqdlitVKk/73a7rw8/IpPGTkgUqv2HD3/YUieP&#10;XnCNxsYOukgktrd/q28WRy/OZr6pIVNsj2i96sOPDnftqYv2mRKV+y7EXoEYvwJb/tdbunTajqbq&#10;WPgjtplHokdO3zW3xG4hqX7rPe3h/SqFJHqi4iNnkOktmL1j2hYtJ6FQfXj4o67W12XRs9bts42S&#10;+TzR+NMrReZLGdW3lD85UAQHDhzIHRF+SvxULpcvRRMRLAXqm6JS3c9+9rPcX2uxvtCyzXyR2Hoo&#10;1NbY2Hjjxo3SloRdRIb633IKfBFkvkyZj9q2b9++nGVIWWV3ie+WO/NJ6/VXAyEm6pABp+519kix&#10;2hYbypBxPN8DR1cNs7Oi4eh1tleUnB46276O3Rkbj5Gc2LiZ78lAF9sGL9p69OYj5gJz03fPtkd3&#10;7jANsR2yiSsQ9UecAXa4bfjJ4G/XsVeLvyzx+Q3DL5lVnITVrad902yRgteP0iu0UzvXqm33qVs8&#10;cRysZK/W8NlNthOZfHr37PvRnb82Dc3N9zgjJc58keSfYczkWLH+8pe/5EgGVM5bnkkAsHSor5iN&#10;Chk34U+EhY/zK+fMF2HG9rFTOgTMnIms6/YtGSrhcQtQBhN1UxQr83355ZdqtXpFLW6cZ7Gz/X4u&#10;Z124c/SoPy/x3XJmvvhEKBo5M6irYPerLP7ozkyZb8apfZE5TNLBeT81Oes9Uc+e3sQ2v3Eyn7zZ&#10;0P+3iem5lBslZt/TnnqNb7Kpscn8D2Z3/AqxwbspBYj1FMdXaxfUn/DOxg+c9Tv+Q0/rOWYfmYtM&#10;OrVsVK1qt91PXG32e2M92yLYbB5JncWVQa7MxzaOMpgW0aXA/flB9+7KlK1576fET6mPSl06KDIq&#10;vmfL97/61a8KuXKZZ74IM0/WYrHEszOVwC5evLjU8yeo61M3jac96g9l1rwXV6zMlzIT4ic//Qm1&#10;h7r4Rx99tBLWvcsmvlBLxm3ZSs696Z49e5b4bjkzX3JqoQet5ZH5yGFTI3tYg9Ht5/jR2inlXjae&#10;2KQNvX/n3Gdm2PR2dL/xWvIFNFLmyrFyxa+Q/IKcxOg6NvMl1vKs0Dpnsj0J8gdTIzuSr8noHuHc&#10;9o61U5HhLtnkynzLIWUmRwlKADnJ5fKMaQ8Ne+XtL3/5yy8kv8gwfOhnix8+VP6Zj5WS/Kht9+7d&#10;VPgrbsObz+ej7sIuxVL2aY9VrMz38//357lHM1Ap8H9K/ycVBKmYtXKaA1Oiasomk8mWpxjL+2tb&#10;/MyXOCzrxkaxLIktcc3sW7QAeWa+RB1zxbCM8zCStvzWoyl15ouU79/8ZSDjzFykvdWD+q4zrra4&#10;uH7e1ZL54qgExr6rg7t1dHScPHmS+ogKbflP+AgEAtTxVHCkzo3Pz2A3KlweO3Zs+buSl1+xMt/i&#10;VhCl/jakUtf27dtL1RxIxdDcJVSr1UtdhmVvpFldmS9XO1+ZZr6lbyqGvFD/qKcHPrlcXupyQQn8&#10;6le/KkrsW3WZj0UFOyrhUbEs3v2aslGhrSO7bKMsqatR+a+080WWWbEy3yIC37zNgXa7famrT91u&#10;3iItdTFe+PkLRfkK8lb8zBc/ndhl8ecaspYt88WLJN9pGck55i3PzMcp+cZeznqez0esB1W0d35j&#10;/ZGMX03UmvG12vlaAZmPu9ZP1StVpSkEcFD/nKf/ZYKhe6vZV199VXjsW6WZjysQCFApzWKxUGEu&#10;WwTMtlHHU2dR51JXWAkrwiy/omS++Ctrl2j7mfhn8ebA4lY/n7sv9aSKZf/XegkyX/z91IlZtxF6&#10;6buRSyeYGRP63zv8SXM4UsfJxadcJObP0qZH7L3M+Ud+5xhNnsMxT+aLPLZ3sq/tEdZqbCPse7dD&#10;/gsaBTuZV2nwBDnLuSemGzNXu2s/cYS57384/DyYwxEpwX85wDzSW/iW7t0MwBfUz0B6n9iCfjCQ&#10;+TJgO23ZfltLMmoP+1H5zcBdnKJkvtwzIZZi+8lPf7JmzZoCmwPzj6rUjZbuK+DeaFle/rYEmS8y&#10;67fuk7NHitaruo6Z+k716tWxl5JVt1lHciU2CjlibYu+TZtQqLqOm/rMn+vVDdG7J96CmHfmizy+&#10;adgcW1+wUqn+P3rte1tfja7PJ951+i6zHg3pP9fGviqXXlaQuu0Zc+9htbKS2UPI287580lppV6r&#10;JZL8i7z0U79hHgh8kEPKj8eCfmGR+aAgRcl8KSPSSrJRvzYvvPACFc7UanWezYELiqpFb2KMW/bf&#10;2aXIfPRLL+y6LZlG9VU26Pr97IJ/OTIf3QjXr2uozPDwZVt09vhbEPPPfBEy6PliV1X6BYm6Q/3+&#10;+Bi/Gb/9tw0yIu0wQtbwW7s/61DAJCss8+Ev/9JKHzuEwAcpUmLfLyS/yPNEZD4oSFEy35o1a0qe&#10;+XI0B7JLxqQ3B27fvn1BV1uiWSZlkvko5DO/56JJr2lRbamVSauVKnW38ax7dDrRVJYj8zEXmGYu&#10;0NmqeqtWJmIv8K3b/yzTG3vnz3zMBUfdZz9l3h0syPIC3wi9+DN92x7qtls3yIlXqdsepMrtn85n&#10;OeZcTy/r014a+Mt/JUhfhw+BD9KlD/fM80UdyHxQkKJkvsVN2i1VcyA7R0StVs87aTdlo/7LbCm+&#10;AvzOQlHgB2klQOCDPKXHvnx+WpD5oCBFyXwlT3LLti3FeLtl+50t+dPDtqRfMf7yL7mUBXiXbJZu&#10;4n02i2w7Do06v+hWbWBXim4paNI6FCClVTifZgVkPigIMt9Ct6IvKI3Mt6q25fl+l/QHCTJKWYkj&#10;/xFaC1dg5nt2p3c7kSjqKs58oYDP/lV0MImsduuudq3pku9RHlP1iydl9Oe8PbzIfFCQwjPf8k/a&#10;LflW3IF9yHyralue73dJf5Ago5RR+Ut5q8IyX3xlJaG0tvWAXv+f7kfhhV6jHMwOndtXT6T9hhIK&#10;9ak7ebxxsXhSBkflPhiZDwpSeOZb6EyIMth+Jl782xLTIfOtqm15vt8l/UGCdCmNfHmOx1+swjJf&#10;lglPq0yisZNQ7Dz0+ak+05HWDdLoP4W/Ng3lPYOrcAv64UHmg4IUnvlyv7K2XDcq6RbrK8DvLBQF&#10;fpBKiNvIt/TrI6Znvvj0cHo2fejhLevR/XuU1YSoWrmn+8TFO7H1xhMncjbOFHi6r9OkVW+rpVcv&#10;yjTPPT5FnZ7IP+Mf+Ky1Ts6Z1E+GHt2xm3Tqplp6vr+MuoDOdGkosdp5vuWMCweHHWbD/pa3qAsS&#10;sg3b1Nre856xtMnx8xU7XfiWsYZZnl3cYr47HS39mLUtupD726bh/NZpKpKUkaA5jkTmg4IUnvlE&#10;/4+o5AmsJFuxBvbhdxaKAj9IpZLSTkP93yW+Ya7Mt+Pfv+6plyb/ZSWt77n2JOlFOJkyX+hef/cb&#10;Gfo663QD47GUlch8Z267Pq4XxfNfhFli80/dddK060vrDlwaj4a5PMvJmvH3H6oTpf/dW7XzCw/n&#10;rTl5FDvduLWFvXKTeST3YlLxKmdZYaooUubw5pj9U9TMRy+vZY9lagGdl99q0RjMdo9/OjV9Jxad&#10;Kt0bJpdU6NGwh31fktcffydb9pXJeKvwzFfy7FXC7f9n7318m7jSvu8/wt61te4jPdZaRpYVJMqm&#10;afZW2KghUihdSwkLVAFBFFIQKXsjh1aJl6oJaLFRMblbU4ppl7CtX/rE0ERparo43ZhiLzg8Ni94&#10;W7eN+yZd0k2WJM2P4pCEOBm/M+fMb884tuPYjnO+GlVlMnPmzPH58Zlzrus6aTHsQ0M1UlqEKlK2&#10;xJ6kycgmKHGYDx7a8vo3z7A2npHIX7EPPY1GZ0eC9/x3bXoVvGyn2XnX7w8MTuFpzA7Y6hTkxVtq&#10;3jx9pvlQORmrXFZw7MYoZAAagPb92VxHRVCHzLfQb9ujJYeS4po3z5xurt9GBWkvOeaEeycmmM8o&#10;QZAPr9YqqLHp+epGo+nNmi0U21UY+ybAZYllO1aR8PgI0HiYBhjs8R1TCZz80ztGYzB3NZkvyp0q&#10;juPAmy7mwyJjPluDgD0jpO+yBpt/jD3VmffMJ4h32WU+OG0OI8cWaLbuqtWbbK7+qciKtvBEzLeS&#10;Iy2ueWioRkqLUEXKltgl//vf/371HxiX+eRVZi8JLAzESDfrnY/IuwXt+R67mzcCVGK2zF6ae9jV&#10;QJ7cbxsAAMAAEOsgmG/psedkARxH6C2zsZmHXa+TJ0kLucTzGQ5YdBDdtK9eG4AB0rGpB+d2Q0pR&#10;6J0TiWc7vuZGgn6ft/f/nDkAmVJdaQ3M0X/NFPPx4raIXZYe5sMm/2ESmJLlHLLyM95JeoEcMV+G&#10;mQ9bGPz02NbY30hZ/Gp7/1zq2LdC5nO5XFkHr+weer1+hT8tGqqR0iJUkbKiBIfqtCoe8yledbAm&#10;t6a9xlL+mCXAfNh8n0kNblc2OCeY22eC1p3gSnW1/QfiNANAMm3Nud5vRqnBh35QYYPzEZPAwlfW&#10;CjiHV2cfWkgin4xz8U5rcIa+DhvxvG8Ges81tJRwtuOLA7Iybd3H/bMsDw6CCKHghOgqKpGPh3Qw&#10;HzbqMmyh7tpcberwDf0Mq1F4yNdp2qulyqLA0DvBX5VfV8yXPS1801alJiGv5s+X7Nds7/yxjDR0&#10;UO+whVL2MVoh863DQC2xR+yubkkptQED7oomq3w/yCZ+0Junv0kSfSJsCLDhJ+Puh00HLx/SkpMB&#10;i+Hgh7VaWTocBsGwxxiPp0urlGwmhJgvK2Iv7P7qV+n06BdXPObjNn+hgUyA+eYHbfvAGVWl9e4I&#10;S/9yGFTsZBk82tMWmmWeg31vq4JTEtVW/xArgX5HE4w/ByfJEs7nz64m6E6xweSdF8O2hLMdX/zJ&#10;S5n2wIfBcBbi12i1WjobYsu7K2c+bCF4sYK8RV157h7fcYY1myqR723rfwLOsn853xzhffOnGnKr&#10;SpPN85A/8RQZfcDsegm8b/gbcUItTIVu2oz6aiI+OHTSsd0cfCy02yZRWSMjt869uk1D/P+/HK9u&#10;gvlRNXtmWLmf8ZyAv73kd+cCT2FK82OBz9uMDbXAbBFur3nB7qHdfJg9RpkDVkRxEIxMhNxXLYb6&#10;/dAFaX+9wXLVHZrg1Da2x1Pkp6DjPCgQZZHuUPPFnlDcGrYYtJbCb6MDVx+Si7mRUUeDEiZYZRtM&#10;daZvhcy3Pp12eccKLXhWwnwSaUGtfSDCObtsNzc/Hrp/LzSeBHOthPkmnHqFbFNTu4944iOnfrPk&#10;2SY78Y8V2SREo1MBu+WsPZCOtRZ2gaTAfFhkPHTv3srfaKVCzJcVsYt9lUO00Eo789GXiR+wUYht&#10;Lc2kKXawO5AE8hlvD+vYu5bL9vLCIuHRAV+7gVzw1Oyxpzyopi6eM5DgNStnvrlQ227ylmdN3idC&#10;r/nEa3wWGkUqt7V9B6aUmF9OffREjKsOz63mh+6GF4QsBbmXiTnpyF864abnihnm6/juH5TXD15x&#10;50YdetKQs9QaZPDpsd9cAa5RbLHcB6ah4X7bYa1Q5aDdfJJlPiz8T9urpQIvKC+tt/2TeUG6Eu9/&#10;r+NsFe96WcXbvsdi2Lc45jgK7Qw4M9UCrSLpDd1XyHzJblmbr8fGjRuTLTpaK2A+hUajkmx80zWx&#10;yDq77C+fPNashPmYe1N6dCbEzlUKOUy+TFZHiPmyomwU+3pivnjzfKkzHzY39SjGhwMfaiecjXAm&#10;hbQXzLjYmRfcfnflzDfsqCe9b7gzZGxNeJpLSCyod4wRZ5b1vtlhefAzuDdC05hsa8MFe0dn5yc2&#10;I7VezJhYYgsDV/aQTjrK4prjZ868ebicmufcaHCStp50Xd/3lpny1gEVFxt11JO3syLrMDYBOguY&#10;EcCGO+vIyzbvbn7fjmfGckxHuvmQXIhNDd7ze2z6InBSpTNfp7x3hdoPNuZpKeeUAzvn0vIWD+Wl&#10;zjUa0JQfaj5zqvHlYgr+4nxY4J8gP4Hq+YhVPxcf971VAmsnYxiRaebjBRBfz8fp06eTLb1U2yz4&#10;pQnmK3uro61OoSgx+2aZs4j5khViPqQUlQ1jvugqMB99u7a2cyje/Jbo9BuVJXl93IaQcD6ZTO5u&#10;CzEOFdiQ4081QH9yDGEJZztGiwFLIXwRTqwWxkCQQp1Miz2kCk4br5j5Fh9YnpPx6wRfC0P2OjJZ&#10;chaNzXxlBucQaQgaDlw+UAjPK5tcAPrGXU0QnkqaPRQ3Yz95Wl6ARFVl+x4U+E+eZmjCyawvY3MD&#10;XQ2QNWmTNcHwQqDiYsPU8i7z82MjnbVw4pBc2KUnzBQlpjvUmjGD9qy+PkEfDuxp4NwWeK9iv/X+&#10;T9R020/3rftJJK24GFwAT2KYT1Vhvj0BV4KwCa9pmySJDwtsbuRbv9/b2/5WbTHAWXm1NUgvcGWa&#10;+bJOWjl1pBa6ZSXMZ/aPEtHkaaMLDvMthoPXDDr4RacsPvCue2Se24JiMWV+xP0uWa+YWxJiPiz8&#10;9VVDFZwglxUftLj/HeFNmb9cU8PMBOApzLCeVaAzXAMGNKCJ7Xu74+KRYmgHonvjanAao1vf/os3&#10;bEeL5Xhm3BScgSxpWjqcb1WCjzf66aBA/u22HCSTqnzL2dGi4WeeVyCDxD93mWzkXaxCEC4cdk8Y&#10;24WKlCf/XYYIq8erJ6hv5oLKlq7+5M2JEPNlXr///e/pMl/NDXZ5SjvzRZdCbdtg46W9bgnNDbna&#10;gMdE6/ueYY4PB398oRcMuRZikYeui60ghb96RhaSySdNDopiw40ROFxGhpwGeBk5QZNotmNF2JyA&#10;F2Es1ojcOkjkoJc0M+rDEeWahwrWqBUzH/Pzx2G+WJJgzsj2cDCZYaDnLAHiJ6Brp6rc0O4bnAA2&#10;fPTE1cijKXBi3mvcAO5SNjrphSq2rSEJ46wOWltn6f1mfI72XmAmFCncxGHudQWrfhCj4NDX/Kh7&#10;2My/rv53qsxHV3TWXAvUrM9MOp9Tnyl0a2HH/mF9WCQ2u8CbYS2su/LNLKv8ARHCVxycSuDDZyXM&#10;hyNO1jErp444QZXiaGXMFwZhDpTaI90jGJv5sIUBe51WXab/wNnn87mvmao3A9f7J+Mhp1mnkujM&#10;zhgTtKUB2w55YY3lutfv97k/NpSrFHWdRJe5LPMthOx1hbKtxy457/h9X3aY9mrlOpN3HAsPBfCn&#10;gcnye/2DA4HP6UcP37duw591tsvj83l7L+mLlQXN7sdkE5Npa1q7PXd9nq6zNYXU4jX40waNRlup&#10;N75jDwQ4zEcsI4Cn91234Ldo33ARQQbA9kry7U22Hq//jvPSMeD2xMv8PLdAYA+josrto4Zipbap&#10;d1K0cLDI+Hc95p0g1Jk/ND6fUHny32V4wH5EK6/QW7s9vrsexwX9Vk1xy63JJO2JEPNlXuwRuri4&#10;OFOPTT/zERNoR4rIgaC4pvmCrcN+yayvJL/ZtMccBLHFM7PDRrqPaEkbMJDANXvbGT35zSkjO6gk&#10;8onNPniXjPlMfPsdNZpZy2L05hkJZjtWbNdVTWWDBb/xg1N0/D/2jZmK1QJVV1dH1yhBl6DMzPOx&#10;OIM/z6cotX7N+SCd8TTDeI/yo44x/C/zA7b9bNs12fOVh5rMbZ03A6R3MCj/QVsVvKDS6ue63zSp&#10;2DWMIcjKtm95yM0s7/7mrJ+wAKCXpMmFXUoLU4P3XA57m8XYVL9PR69Hp8J8wCadOMOaxSRFP50K&#10;OCTSWpi5kFSYTxJjFpmcVsJ8yGk39vjtf/022Z9ghcxHfNu43iyAVgQM84GJ85JWP/VBAKwa4Hy5&#10;2PLl4qTngqHVOQinpWH0BFhXl2E+GJpru9k/TZ7AHnbWFZARuYTXdmE6u84F4BxeZDzQ03k9gEMi&#10;0cSYuKx4l27fI4cz9/BP9Ec5L6kyY98UvAO4bYGSmfeZf6PYZPRSX/FTXmOZ0CRlzNouY9lMF4J4&#10;4YjOfca5hfsuxDZQ6grrV9QgA1YeFK+zvn5XsSIhrUT4qEyXeaYcOKKrwnzELhq9psoCgW5Ns8vk&#10;+pG8Lp5rxfyIi5xr5x7EFLuLnOFOJp+0yz/vkL/U0vtjJKlsC4m9LMk5tPtavY8E7OYzwnzLWgtk&#10;3Z4v1oM1pj7NfdchHO2ZWcIQcpvgHTA1oa1RmN+QXt4FU2v0hnqMxy6xT4vLtIv7rILtulJFiswX&#10;Jz+JOiIlyXzkTeGxAZ/9OOnywhojk9VKmG/v3r1ZZ6wcPJLdk23FzIf/Y8B+oICI2xL2kcwHvuXU&#10;Ri8z74T9YK9Wg/YrbrKGPR70XLOam/UH9u/eqmXq6jLMNxOwbOeaWgNrEPjVJ2LPh43dPAF8v+BH&#10;4GXH3SF6bZfdQBiK5f2Jx3xMlpiS4Tw6Kg5ncez5WA8VK5w49nyit3DfRTDObfIDDGK+zItd5nH2&#10;y0q3VoP5CGFzI4Eem7mpvublMo28SFejb7F+6h95EtdxkK0lkADcOADG8Thp7fKPsJbjkshnFOwN&#10;5u86ZzgIpmYEQ3kklm0xRUYD1/+K30gE3NCU7T4gdGNmmS+6XEPOut8ua9kbig6rw/5Ohbu6XTh5&#10;tLKIC3/kkmh6mI9Z3iUmBhbJlX4l6wN6YbjzCOlQUvzKGdvnngehH6fmhKgrp+b5luamRmN8OPBS&#10;feRsKOQ8InmthPlQoBaxIynDvjQwXxRb6L9cJS+otX10KnXmAy7t8i01zedtHZ86PR57U8nqMR94&#10;h7HgzW4b1S3Iyv/HF/6Zz3yE1QdcTEie+QiTHbar+0qYT7xwRJONcwv3XYitP9MQBxQxX+aFyhwp&#10;7Vpt5ksmPh8TEVssmjY262+FzqSSF9sItwt6VzvScI+IgjMY6LU1bSfThGZ/FA/JDnSOxIPz+MzH&#10;LO8qm25821kPHsHy+mHiRnJWe1fAfCnZ8yXNfGBMBT8QN6o4Hbu84LBjOLXqtRLm+8Uvf5F1usrN&#10;41eKJEKzpoP5KGegDRqNPNW1XR4mYmMuQ/Gqre3OD3a+WfPHK0FyAn5x2vUGWJD9D9HEFEc6h+Fn&#10;Guydippc49EUmA+47bMC9E/7zdtTZL558cIRY7445cl7F34+F0Ycx7Ts+AOrWZGQViJU5khp12oz&#10;30r34eD67T64WA3DlFBuE8y0H2V0Ca+kDfiggSAdVIXZNY+4KjJ08yLcaOUDzwjHh0NklpVe3lXt&#10;OVy3mUFPMtf0nDbcB4Z8FVczFWwlM367STMf7YwikVVd7ifNg7DIsIPcVZDh2oz6cGQdrXL5wAs2&#10;hWJMvPD5zEdQX68B1Ie4PhyLZCMqNzr8XB8ObNC+RyMrP97uvuvv+6IdBlSCs3cp+3BExZgPYuLm&#10;auPHvX0+f9/n1votko0nPY9/Jn048G7IfdfntrdUaqi9RpJnvmhk1GkokFfoL/1N3Icjyi0QEeZb&#10;EC8cMgM6o8PH8eGIU578d6HyCXw43B2maq2CsnlPsT0mdydSqspwmWe9W0NHBn7r+A/K/n674IiJ&#10;S0ebJ7OAEiynftKJy/5eE+nOQ0+PwU9beC9cDWlvM+upyHlFRxzQOXg55mMHXiEO7tIz6IXBeVVZ&#10;w19dhMOg/Z1Xy5nlZgHmk2lrzrR3fuoK/Zy2+HzJ2/PRwznwYDpmsV2zX/pzDRkDQsYaHjIaqyXr&#10;DS/HjwQN+1Jrs7HMF43OPbQfVkjjx2oBbe3Gn4hAJKSXFVPLGGto+ZZac/f9W29XyIEJb6qxWqhq&#10;L7S2y4lOQsdkAU1MVdt8AhrdxsQ3SY754FPe0JExXA6fatQJZZ5dID+IrO2KFw7hsfj5MaIx8qbb&#10;49wSY7bIyicrck1yytiYhEQrw2We9T4NHRn4reM/KD3MR3RPYz6bsKeFBBCSzT/GXmhg2EJ16PVj&#10;xQru9YV19hDtIY2N3RJ2qyG+5t/z0Rwp4F0Bj4JKUy8Znmd55mPNLBIHJ5wj+T3NS1/+Ussl0y74&#10;/8wmZkzkF3CkdR+OVHw46I1KY8vQ4h1jLN4zxnw40GS94eX+kYhhX8a6krWgGBhaibCJYM+n1/00&#10;4oUDFl3csP5rW6giZV4ZLvOsd2joyMBvHf9B6WI+IOhpYTl+SAc9LZRFuoMGi90VGInZGJe73+6I&#10;12b870r8k11eVHlUYL9dbG743vU2o76GDIyiKavmu/PQGeixmQ2Ha3aVaVTQ/Ya7LW8CzMfEcuQu&#10;7JKPmBnyfNhcU66BDoPNl12hiQiNifJKs2+SvHLuXy7r8RrobZfe/XZT9NvFuTxw/bIZxJdRabbu&#10;qhUow8wxn16vz3rDy/3j16pfL1uSGR42cltpZT5owKets9y4A8KYG6u16grLvdmVJ5yTQhUp80Jl&#10;jpR2ZZD5kNafUmY+5LSb4LHsnmyozbKUXubjrDhLNNvqz90aieTnJF8UVaRsCJU5UtqFmA9pFZUy&#10;8z3zzDNZx6ncPxIJ0YzaLFJahCpS5oXKHCntWhXmy/pYiI5MHnFqQsrMx94KGh2Cx7IzfEm1WSSk&#10;+EIVKfNCZY6UdsWvVIj50LH8EacmpMx8WX+pXD5+pfhV4mGZE/ylkJDiC1WkzAuVOVLaFb9SIeZD&#10;x/JHnJqwEr9dvV7/2//67a9Vv0Zzfuwj8ch8SbVZJKT4QhUp80prmdM+gvQh05T/0eL8ngr+wA11&#10;BPeiJf5JR3UQ2gAwx8XfIDFbEt+RchmJb72YquJXKmTPh7QirSQ+H08DAwOnT5/GE8RBcN1u0ZHs&#10;ZrtR1GaR0iRUkTKvVWC+nWbnXRhW3+fpstSXypjYZ1MBu+WsHWwhRewrKNvU1O4LjUfgFqDPNtl9&#10;3Cjra0LhgP2sxR6YynY+WGWbnBDzIa0ppZH5BIVTIJwOfOaZZ/J7OvB/K/93Utvs0sr1NpuJD/GU&#10;P7JTUPr76BzJSa5XpHzUKjAftz5EBjtfLWLtRkgpzjbWSBkVYj6kNaXVZr5YuVwuOB24cePGvJkO&#10;3Lt3b8oFkuttNt+Ybykc+OTs2U8C4aWVp7UyIeZb81p15otiT/pMm6Ta2s4hzgweYr5cEWI+pDWl&#10;zDOfoNb0dCBOsSt591xvs/nGfLkjxHxrXqvPfHAZV6Jq9sxQzWSIDuOPHy/X1GjoPIB7ObsaFlS2&#10;dPXDffyI6P+a/Ze6wK5RxJVE9MrmPUVycK9mZ0vXt2FqU3vNqatOU+z+h1hk5PZF/XZwnt4vMQq2&#10;ifqk+eViGTxfebKrH57Hr79lObBFxr+eJaZ7ifNctkTS5HVTxMvCQJ+gVPdfvGE7WizX7H/bXK+Q&#10;bTJ6n1BlTuzNo9A7RgfJLmjUIXJBJBr5t9tysBgWl3xLrQUG+1z7zAe3haD2NWefTWOo1IQykjNL&#10;MPmsHGG+WMHpQJwCc3k6UKPRrPxNc32oRsy3WkLMt+aVCeYDgy9oHVQzCQ8FnGadVKUzX7/XPzgQ&#10;+NysU0l0Zue90HjkyYD9iFZeobd2e3x3PY4L+q2a4pZbkxhMR6bWaLS6o8aznwQmvrPXFcq2Nlgd&#10;bp/P7bA2lMnh7vBwsytVmf4DZ5/Pe8NSo1Vom3qJ/anmAtZKtaLyZIf7rs/TdbamUFLS6p9dWhiw&#10;12nVZfoLDg9+vtuqr5AVn/JMLkaf/tP6olpb09rtuevv62nTvyDZeNLzmDu/zmU+4eeyJZZmfObb&#10;gL92pd74jv3BV45XN0meNXmfALx5et/yO4WywTmBUWWLDYtcMD9g2y8jN/W5624/Xi4vqOt8iOUN&#10;8+HfB7X2gQjn7LLMh0XGQ/fupcuMFDFfJpSzzCconAL37t2Lg+CvFL/KOvDp9fq0vFT6h419b3dc&#10;PAK+R1nfwYJf+dQeFbLigxb3v8mWhk33d52s1MjI8zbTLnanzJAZe8+M+RHvX/TlcKPCAp3hWhBO&#10;LYhNOUQXw/1dLXAbbuKL+S9ndqkFmI/9Ya2pMlz9mp6HEMwG6LvqLt24XF+slOw/bWH33VHsaeDc&#10;Fummese/qI7lXw7hC4Yx0XkL8ewx3/1wGHvhVEeHiXlB8k9Y+Nuulp3UNEar7Uw1Yr41rewwX1R8&#10;bXfxa2upusL6FWX9tzjhbFQqXndOLMJ0ZFWX+xeIqrgYtJZKd1qDM+SF2CNnQ6FC75yAqTHtYsLT&#10;XALa19LPruNK5hbsafDiNvl2S2A8aK2SVFwMLpBNBJtwNig3652PQCZVunP3oN8xNh643tkTGOe+&#10;HY/5BJ4bjbleKM34zCff29YPZ+7gW1SY/Y+pJl/a7PmJVYZiF4x5LCdanQNkwc57jRvIXic/mE+h&#10;0agkG990TSzGlGC8W9P68oj5MqG1xXyxysp0IP6g1Nw1BLUKw4YMfgeT3+KwIQt/5R+75Lzj933Z&#10;YdqrletM3nEcdyY9p4qlm6tN1/DPf/C1LZMsw3zYXPD9SrmmssXu9t31fNZao1WWmH2z0VmxKQds&#10;8lZLsVJbbepw4x/r1y14JqWx+03PBK27ZNras5+5fX5vb1tDMb935mUD9l0qjWazTv/ns3b//+fQ&#10;K6Rlxj7oEgjWaJSNzol5qmOZGxW+ICI6b8GR2Hc/tbM2/uKX/ub137lhqdNKS5pco1FszNNSLtHu&#10;NXV86SPPSxDzrWllgvnGHIflsIInwHz0ru6cA2xPzxnEWTuzsw/iz2LtayZg2S4EAXB+LmYNhOgY&#10;HrlPvER8OMmLdIcM5suOvqFw/LVdkU9KlsTSjM987HQeu5s3KrdY7j+FTZ6YqsQ4Txe+AP9gG/DY&#10;L5qb9bU1u8rAJ3E+MV/ZWx1tdQoF6Lh5JRjvVsR8a05rnfliBUPGwOnAX8p+mXbgS2Q7taSU/mFD&#10;/op96Cn8NzZk3yMHBuCcr/ylx56TBdLtZv80eR/2sLOuQPYH28DiUOcBrWyPnbIYjwAwit8pj7ua&#10;ilgf+oDVnrMEnopNOeDUVS9jZ5KwoYllPvA43XsBcspwLHC963qAWnsSZT51Vds35BN/djUpZZvN&#10;PsImiFijURY0ux+zOxbhC2ZF5y04Evvuh8MPyyRoxtOsAn8a6ayVa/bYB6l0wSoSYr61rNVnPujD&#10;AatfAsxHAKKIJQZnEF8ccxyVCdc9sfYlthf2sKO+QNwwY348eKvbdr7l6A7CcFBeafZxV2uTZT6x&#10;NBNnvuiU11gm+d25wNQd47OQ7XhvLXTB3De2A4Wy4prmC7aOLqfHb2/Kr3k+/LNgtL9tr4yeEeVU&#10;l/kR97u1xXC9hja0ZH834EU/yCsIKtlw7BpTkqaRHJNM4jcWNVkVXBiKiixpJbZghF8QGfZebCgH&#10;mM9KVmwxiF1WrDUvbg0WKs9k3nQFyj/mE9SHH37IftOUjwS3U0tK6R822B0c3XI5TRh8sm8weefp&#10;r+6FIXudRH7UMdLH+7rDBm1V8Tvl+QeW52QCnbPolMN/+JnEvrdVqWKGjciY21ROtF9lke5gk/mv&#10;jr5/JbC2CzoZUj95mkuJvvspXKOBjMvuWAQvEJ+34L6fyHe/6JTDHD9784O2fYj51rRWnfkiA/YD&#10;BdSaWwLMt/Rd24tKYH8G718YcRzTSvfZBud5EzdLobZt0sIG5yPqC2TIcaRIUmUbxMTaF/7N9rpC&#10;urstNAdvADBaZQ1OhNp2gwlycjDCRrqPaNVVtu8XBztfq2m0UcvH2LTLoIppR0ky35JYmkQ66mr7&#10;D6TvyMCVarkY82Gz/tYSqe60pWkT8zrspwtcsBiwFEpLjX3TMe+SP8wXxh7fMZUotUe6RzAO8y0N&#10;2HbIC2ss171+v8/9saFcpajrHMawyPh3PeadIKSkPzQ+E5f5WGtM4dkkTSO5JpmBYZH1I5GFoYWQ&#10;yJJWggtG7jvWapliR0vHlz6fu/tsrRaMEyKLQRFg8VBYc7bL4/N5ey/pi+FEArcSC5dn4m+6ouq1&#10;TpiP96YpHEltp5aUVpf5iPknRan168UEme8/D6ylCrXRy/jLLdspz4ksAohOOYCJNM7TxXw48F4l&#10;ePOzKxda/lhJfOqoys13w0kwHxyWdJbAEPnh/pT3MSl4Qfx5C0qi3/2izDdPWFAxwwby4cgDrQLz&#10;xcRklr/U0vsjf2JCNFZLZNRpKKCGCXeHqVqriB3ECWHDzmMllA8HGAqlRUccQ3GGQtIkA9qNgKEK&#10;rhtgozeObaSGP/c1U/VmifaYY2QBLJIqtNXG9l58cLvjtB4pIs0zWEp2nk8sTeBsISs/3u6m8iAV&#10;Yz7SM4MY8pgFDe7TYy4ACyaqcsPHhMVL78dGkD7oJ/OI+Yi1GNebBVLgy8NUl8VJzwVDq3OQXPiY&#10;9hpLqQJlv3wkLvMxlqTJm0ZyTTJFTVZ/EFoYejQttqS1lNiCEbEYpGQeB3yICi23A8KLQf8Gr7Dr&#10;XADO+UXGAz2d1wPjHEqLU54JvumKpvrWD/Nt3LgxZeBLdju1pJT+YYOJ4IotBC9WSIuaXOPcHl98&#10;bXeJt1C7OO16Q8XulKupXjISslXDFME2AC+2hUiHPLAyUmoNLohNOcxyjcHJj2Y+Zi0NdL72yh9t&#10;QWoBeMxlKGbsjQSyEct8OF76zCWq0tP/c+JZ1ba270AGuR2LwAVzYvMW7IYr/t0vblrE6z3gGyHm&#10;W8taBeZj9zzE3mvnaOeqhJgPOk69oYMrUezFpRgDLfaSVyI+Utw4KewlqcVw8JpBV0DmWTiGC2e1&#10;jVHSa7tiaeLnr9TD5TLN9oYrXZf2a0SZDxrqSSkD3KjAW8dcMD/ieovybHvF7PDeemeHTFpw2PEw&#10;n5iPnFgm4raEfUx1wR4Peq5Zzc36A/t3b9VShp/RpJiPW/OSMo3k/oSi60dTQgtD4tMbYz8kMnkA&#10;OnruoEJXF6HFoIWxmyfKVUQteb7yUJP5suPuUOxqrGh5Jvimye8Ww9L6Yb6UPTxS2E4tKa3CsCGD&#10;7hE+t70F76Vg3CVeuxOd8IYOGfCL9q7nM8thohuFnTLoB+XbDe03qYkBWFeh2wecz4ZT9fAbSXzK&#10;AQR9ID/KyQ2mYu35wMKrdq+x/Quv3+d1Xjj8PJwmF8uGEPORfbeEZePI61hiL4iKzluwJP7dH8+c&#10;PGitlpE5d3db6oHlCWK+NSxU5khpV1aZL4ot9F+ukhfU2j46RXVb/bbDWvmWmubzto5PnR6Pvalk&#10;RcyXtGkkl4TimKwKLAz93b0y5hMaVKLLLAZFxoI3u20XTh6tLMIHNln5//g4GwDEKc/E3zR1rR/m&#10;S4H2Ut5OLeWMrTgxUGdUtc0nYuKaxv3K58RqIQKvvH+Y/GKuMlx5r3EDWfGw8D+BGS5+i7a84cMb&#10;l+qYWC20TSo7aonYlAMI7mqFqEecf9/aWBLbgjgxY1m3i2VDqHlCQz0JZS8RjemaYi+Iis9bsCX2&#10;3T8sznz4/w97rUwYnSvWBjVivrUsVOZIaVd2mY9Yp/SathFWZdAicpGw12bMfZgFl6gQ89XZh+DH&#10;8dyArVYmxHzJm0ZySUjMZPX7oNDC0Om/u+Ku7S67YESERFdSa0DR6BOv8VllqdX3jfBi0FcDnW/W&#10;/PFK8Cl7mYw7JsUrz8TedDA2UnkSQswndqQr/F5SGVtxYnGc3ZDyXIg/Mi9U5khpV7aZj6C+XsNG&#10;askVG7Tv0cBFGX/fF+1GsLBCzpxBStMZHb7Q+Dz4eiZXiMCyjkwoSlAKppG8UU1s/UhkYUh0SSux&#10;BSMywhZwDfHdbDdsh67NIotB88BqanO18ePePp+/73Nr/RZ+IPJ45Zngm66oeq0T5jt9+nTitCf9&#10;hXSF26klJcR8SGkR4o/MC5U5UtqVfeaLRuce2g8rSDM7LDLSy8SXN3ffv/V2hVwiq3eMEfNbnx8j&#10;1nfAAgc2HSSCjEBD1Nev3Li4X9ieL1nTyJhRTWT9SHxhSHhJK9EFI1YIGNbtIotBnOgqgotEccoz&#10;0TddidYJ8+n1+gSBb+PGjRnOG2I+pLQI8UfmhcocKe3KNPMhrSutE+b77X/9NhHgW43we8sKtVmk&#10;tAhVpMwLlTlS2oWYD2kVtU6Y75lnnolPe7+U/TID7hqCQm0WKS1CFSnzQmWOlHYh5kNaRa0T5pP+&#10;QhoH+NK+nVpSQm0WKS1CFSnzQmWOlHYh5kNaRa0T5osDfKsdfi+pvGW7nJDWsFBFyryyVOY5uBm9&#10;2FY6a/29siDEfEirqPXAfC6XS5D2Vm87taS0BttsWvr3BJWfXilYOHD5QKFEms6Im2uwIq15Ieaj&#10;lHKfgEXGQ/fuhcaJiJ5L4cAnZ4kdWZeSTiaPhJgPaRW1HphPMFDLqm6nlpTWYJtFzLdCwe3qS5vs&#10;3tD4iuJrsrUGK9KaF2I+Sin3CTn4LlkWYj6kVdR6YD72O+bIei5ba7DNIuZboVZlnFuDFWnNCzEf&#10;JcR8aRNiPqRV1Hpgvo0bN9LvmJnt1JLSGmyziPlWKMR8eaIUy5wV5JWzVyGxa98Lpzo6mIit1J+w&#10;8LddLTupDRVbbWeqBeoPEUtWs/9SFwg0C/7KCRBbUNnS1U+EdAVtat/bHReZbQCpwLHgT/sv3iBi&#10;6wLDA3ZQWHZWo4vh/q4WJp9/ObNLDfqEIbFdTOGOixf12zVMtNqfQEOABYg/bpDdLkQi6YK2o2np&#10;cNJhfdn7RiZfyJpdJve3X5GxhJXFr16hot6yY+6yNrEU/404W1DiyTqvntKkYryROvN9+eWXq1XT&#10;syC6JiXbXa68e83kCJdprQfm+6Xsl/AFM7adWlJKdagW7J1j+3cYVHy/peM9Zgvdq1+HMaEUxLo5&#10;0f5dfFttgf4dDir4Iz5pfrlYBs9Xnuzqn8aWfc0NDRfajsaMT1GxVwZbBv9FX66V8KKXxxsGBHfI&#10;xd/iluXAFllMTHVOyHfNzpaub8NCryE0boE3YsY53pDAfqL4eJbOioSUulIq8/kB236Zts5y447f&#10;f9fdfrxcXlDX+ZCoPkQ9xGtmhf7S37z+OzcsdVppSZNrlNr/aa+p40sfeV4iwnwytUaj1R01ElZx&#10;4QH7ES21dZPHcUG/VVPccmsSgzVQpq1p7fbc9Xm6ztYUSja+6ZqgcHADnkSl3viOPTBMpkDkB27+&#10;pC43/WMSi2KTt1qKldpqUwexg9R1C54CnqX4zDcXsFaqFZUn8VvIh5ac9T78pse8UyLdaXb6Q+Mz&#10;TH8iumMW7HMk5J/go7VvuCYXUylk3w1LNdFLwFx5/3Z2t0KxxXL/aRRbGLDXadVl+g+cfT64t5as&#10;/IwXf4rYb4Tf0n+5Sq4qb/qwt8/ndX6g36pKzWA3debLHYuldIiuScmaebKvZ5uLpvDoPNQz/+uZ&#10;vGc+Sca3U0s2e6kzX2zvzO/fIYdJqA0D3d1na7XSLQbXKMZPYUqsmxPv38WZT6B/b/XPLlGPALsU&#10;erqt+gpZ8SnP5OIyr0mPT3BjQ3J8mhV5ZWwu+H6lXFPZYnfj5z9rrdEqS8y+2WWGASHme/pP64tq&#10;+Gh/X0+b/gVy70RyQGqwOogidVgbyuTlLZ4xfrciPG49Cg8FnMw4x7XnWwrZ/qDR1lhu9Pn8cHdH&#10;xZHO4YXVrEhIqSulMh/zWE60OgfIH3Xea9xATYQR9VC2yeh9Av8042mGu8+PdNbKNXvsg9SnzrDj&#10;1U0izCeRVV3uX4CfV19bS9UV1q+o2rM44WxUKl53TkwTbUr+in2I2o6e2AFVW9s5RPYJYENR4g+P&#10;3c0bYduBWhjuPKKQ77cNhEc662XsFEYd9Yr4zLf0s+u4UrrTGpyBdzwNXtwm324JTLP6ELo/eQq2&#10;Ld1u9k+TyWAPO+sKZH+wDSzBa8qMfVPwDzOeE/xd7JMoZHLDWEsA7q36g70afs2CvVuJLosu8s46&#10;hXqHLbQk9htFH/vNFZJnTd4n5Ffhkz7TpgwwHz5s01cXPleYdBXOXWXRFTyfmY9dYfLrI4FR5rdT&#10;S0orYj66dxbt3xcBh7EHDLDF84HOEYybgmg3F/xRtH8XY76fRfr38aC1SlJxMbhAPWLC2aDcrHc+&#10;Wu41WU8ftFVJwfgk+sqPXE1FrKfMBK27ZM9ZAovxhwEh5iPOq3Tn7sE5PGw8cL2zJzAeWQxaS5m3&#10;w//wyNlQqNA7Jzg5X1pu3BLqiCY9FsM55yAcZLH5PpNaYDxLb0VCSl2plTkWHvDYL5qb9bU1u8o0&#10;1F72UdF6OMffEHV+0LZPjPkYOwg4I8U/8HT+w7eXYG7kmFIsBiyF0lJj3zST8yF7NbEz6ncx+4J+&#10;b6tSxWW+mYBlu5CRRkSI+aaJi8l956EWhux1EvlRx9i8+NpCCoXMa4lU5hcfWJ6TqY1e5oMM4CCx&#10;J6romkAMJ/CuTFOl4jOfWq3O02kbxHyrInb1OnToULazsx61Iuaj+1DR/j0c0yfSN3JTEO3m/p9u&#10;0f5djPkeifTvoCnF5DOutV5YdHwSe+U+N/4igmkmO9ZGsEfuEy8Ry6zyIt0hg/myo28oTK8u8Q/+&#10;I2cSH7dYWgwPeuxWPI+v1LxcpqF+xNWsSEipK5Uyn/vGdqBQVlzTfMHW0eX0+O1Ny317zBPfGGz2&#10;EhnIeMw35jgsF2SOmDZFfP8oSq1fLybKfN8TH2+cuk2PkmLMJ2aYuzrMl2ghp5H5Hjn1myXV9iE6&#10;y5lhPnzYztOWL2TPl5AxJn39HNdcdEjcGEjMeikPlae1ZS0pPcwn2r/H9onTXmOppNQaXEyQ+f7P&#10;30X7dzHm+49I/z7sqC9IsikJMh8Yn8RemTfy0Up+rAUpzI8Hb3Xbzrcc3UFY78krzb7xMcdR2fKf&#10;jikwHzbXf6VWqwJ5/ATksRHN8+WyUihzHkhh0y6Darl6+LOrSalkprSxMZeheHnmW/qu7UWlssE5&#10;QVbAhRHHMa10n23wJ6JNMTYD2ELwYoW0qMk1zm9uomu7s9yJfPItGOaj0ScSslXDPMH4RLvbQnPw&#10;DrD0WWUNPk5pbXcZ5ku4kEWYb5m1XcG+Yi7UtluibHROQIrAZv2tJRlgvtRq4VqQGPMta4zJXB8Z&#10;/45lLjolZv8kbr2Ub8rfL4S1pPQwn2j/Pg/6RMpwjfjLV9YKpbLJ9TMfp8S6ue+mRPt32Ljq7ENw&#10;8JgbsNXKiP53WqR/n+B2i1FspPuIVl1l+x6L/5qC45PoKz8kPrhfbAuRFr9TXmMZzriBe/GHAXW1&#10;/Qe4hBsZuFItJ/70dLDztZpGG/fFifOhtm3SwgbnI6qkhhxHiiRVtkHOa6SwtsvDxMVp1xsqxHw5&#10;rBTKHBjPqcoNH7t9Pm/vx8bqzfi95LeWKE+Eg9ZqmXy7of0mYZJrqQfzGssxXzQy6jQUUGMc8MBQ&#10;aI90j9A+HGCM87ntLZUaWeX7wTks5hNrVsyHAxrsysqPtwODXUt9qYwcJcMBi05CZhXYsFJT4OTA&#10;ShrmfmwoVwHTQ9KizujwJePDsQzzJVzIYswX34dD+PsQG71xbCN5S+Z8OHg35JFJnxjzLWuMKTh1&#10;HBG3f5oXt07NN7GN+fLLEmAtKT3MJ9q/0z4cwOkP7z1bdijk1dZgOCYF8W5OtH/HngbObZHCvhU+&#10;VAbXIkX6d4zqFoEPB3TI0B5zjOCtcHHS83ZtTb3ZMybwmsz4BHJFjk9ir4wndapYWlhztos4T/hq&#10;qKvavnkaZxh4et/yOwX5gjBXcNmXmOdQaKuN7b1ev/+O03qkSFra7PkJx2HnsRLKhwMObEVHHEOJ&#10;+XAIjFuU8Dy+Qg7tfm9vuxGUJ2dxbRUqElLqSs1vd8RFxxl5xezw3npnh4xYMB2ON98cGfZamdAq&#10;V6wN6uWZL8qJtMI4sIM2paptPrGLCv5Ce+jHTKuLxmohHPOtsCsgUn7f2lgCR0ks/E8QLAY/ry1v&#10;+PDGpTpWrBbaJ515KDby+TEipABeAg8TjdWyvD1fgoUsxnzRuLFaxNYEWLfIS+tPHXspM8zH9sTM&#10;o8YvxnzL/ngizJe4fStjvZRvyl8v77WkNDGfWP8O+8TCQ81NMeGsYi1sxGK1iPbvxENtVBSV8tev&#10;3Li4n4nVItC/cx/Bjn4C22ZsFwkyucvUZoodn0RfmRMoixmoxIcBIldX6slYNtsbrnRd2q8BBcOO&#10;LMMOc8MZkNjneUpw3GIU+dHFvOlZx/2/v1OhAsvBcVybV1iRkFLX2izzvIx5mXUtTgV7O6/fo5kY&#10;fA8n+sHGVtLM19rayr4nX6L0pZv5RO2fZsWtU/NKaGE3R7Tav4KYX1vuacLTXAWMipBSEWrOmdfa&#10;LHPEfKshaMBXWGO57vWTKwmyincfzCYVGI5Q0szHu0etVme7LNKidDOfqDFQHOvUvBK7kkh/Ic12&#10;dtavEPMBLU66TVVH2vvnku4ikaDWJn+sba3NMkfMtzriLDtoy199j1mRSEapMB87YsuaqotxlEbm&#10;I81FxeyfxK2XxEyO1p6+/PJLdg1pbW3Ndo7WrxDzIaVFedfnrwGhMkdKu1JhPt6InhdTfWlhPra5&#10;6LC4MZCY9ZKYydHaE9t7A/VW2RX6IZDSIlSRMi9U5khpVyrMF40Z1PPFqg8pDeJZfCLvjewKDRtI&#10;aRGqSJkXKnOktCtF5uNN9aFIHEi0eN7K2c7Oehf6LZDSIlSRMi9U5khpV4rMF40J2oJ21kKKxtQK&#10;NMmXdaFhAyktQhUp80JljpR2pc580ZgZHbTCu87Fi8+C3HVzQWjYQEqLUEXKvDJU5qns3Cq2AW6c&#10;K9Py3ASSRYqrFTEfb4xHfcF6Fm+5H30D5IjyqHmKhxoW1WI4+GEtsdtEUnchCSiPKtKaUYbKPByw&#10;n7XYA1PJ3EMj11TAbjlrD4j77YtfgJgvG1oR80VjnDlQd7BuxasGaFU3R5SRtjk/Hrp/LzS+ylSV&#10;AvM9IvbGfbbJ7sMzhyLzrUiok8+8crjM04FciPmyoZUyXzRmsM+92om06uJVAOTTkzvKSMPMTP+b&#10;AvOhgSFtQj185pXDZY6Yb60qDcwXu6iXexUUabWEfv0cF2I+NDCkRaiBZ14Zt+cj2ovm1FWnwPbT&#10;i+H+rpZKsJM1scf0X87sUnPs+UYd9QrZJqP3CZloOGDRSRR6x+gg0wax6f6uk8zG3DbTLtZzWe2U&#10;vZMHa29rTn5Yt0T+7bYcBLtyx9mcWiQdIqa8Zv+lLturpTLYtxCBdU/sfh5eWVDZ0tUfXhQqsRdO&#10;dXSYmAK5Re6Ey47Lyz4f55ZcqlQJMV9UZOBH5lx5L14oPvS756DSOmxgkZFblgNbQDhxmUb3xtXg&#10;NAY7X/IReKc5RfTX+y/esB0tJracdifUm2t2mZxXT2moj36mE5dpKt9ydrRoiJTnOMy3bNdM9OYS&#10;VsYiWPjrq4YqDZyKxocc978jUaFOn5MC509ECs17isjRZWdL17fk6CI26ggPAHx4Ze1lEuaW3lA0&#10;Muy92FAOU2ClnHROcqsiISWkrDCfRKoq03/g7PN5b1hqtAptU+8kXt8mb7UUK7XVpg73XX/fdUtN&#10;oYTcPopiL2zY8eomybMm7xNQ4Z7et/xOAXYfpeFscdJzqli6udp0ze2DicskyzHf0oBthxxuMuv3&#10;uT82lKsUdZ3DxBPoW2aC1l0ybe3Zz9w+v7e3raFYWtrs+Yn3iqLpEG1PptZotLqjxrOfBMLhAfsR&#10;LbWBlsdxQb9VU9xyaxKLLTG8RVfoL/3N679zw1KnlZY0uUaj0VnyduI83H9LXW76B3G76C25VakS&#10;Zb6okD8HCuCS3yp8rhABX+4rncPG039aX1Rra1q7PXi/39Omf0Gy8aTn8ex4yGnWqSQ6s5Ow6QP9&#10;9Qa8E63UG9+xBwIivTm20H+5Sq4qb/qwFx9dnB/ot6qoAeBJf9temXx7k60H7xydl46VySG0sZlv&#10;dvmuGQsPBT5nMjYbstcVyrYeu+S84/d92WHaq5XrTN5xjN/pLzEp8P408R1IocHqwMcst8PaUCYv&#10;b/GMYaKjjtgAsBzzMaU3FLRWyxQ7Wjq+xJ/YfbZWK91u9k9HF0JJ5iTHKlIO68UXX/zwww+znQtS&#10;2WE+mtuiE57mEtBa8RpbL5O/Yh96Cu/AiFk9LvNFl8BW8hVm/2P8708D57aQdY+GwqHOA1rZHvsQ&#10;2Ugjow69YhnmwzHxgqHVObgA75n2GkupL0au47DuvQD85MPGAte7rgfGuJAmng74MpRVXe6Hf1r8&#10;2lqqrrB+tUDdOOFsVCped04sxpQYa1JzxtOsAuk9djdvVJaYfbPkdQvDnUcU8v22gXnRWzJTk1hK&#10;G/NFRWb7nvlfz2T8pZBWV/gPLf2FFAHfmlA6hw2i21Lpzt0jp5rGA9c7ewKE5wa7ywb9tXxvWz/s&#10;3MR688d+cwVrdMGe9Jk2wQFg3mf+jYK1SDTlNZbxmS/Brpk1ID32nCyAwASFPeysK5D9wTbwlNvp&#10;s8UdDxaD1lLpTmtwhkrhkbOhUKF3ToiNOqIDwMwyzEeX3s+uJqWSeU3A3IWWB0+TzUmuVaQc1m//&#10;67f4C+YI9mWH+QRaK3t6Hgj73lal4sdqARV+i+X+U7iwW9Lqn8WYNEFr4qQxaKtadm0XezzouWY1&#10;N+sP7N+9VQtmr3nMFxlzm8qJz0Jlke5gk/mvjr5/Ccxti6XDyxWcjeMfMfuJ8ywRqUTmA5ZCaamx&#10;b5p57JC9Gu7FKnJLhLNOkomNy9PJfFER7ENenPkktVot+BNnO19Iwkrnb4Q9cp94iVjYlRfpDhnM&#10;lx19Q7B3jWE+phMV681jLO3oPpFv2U3Pis1x98JOoGtmLQAFLNslG0zeeXo0WBiy10nkRx0jfbyh&#10;iBFnPIDZiHkomAURHHUWRQeAh8swH/VIkELsSyWdk5yrSDksyHw5gn05w3yzQWsVt/kIxucDn2e/&#10;OxeYumN8FsIf60riO02hNnrnk3huuN92WCvfUtN83tbxqdPjsTeVxDBflLA5GQ/e/OzKhZY/VhLG&#10;Hqpy811umxFPh8d8Y47D8gTcStLJfDODnu5OUvATenWVZuaDig3ggsgvDyRGe/j5bGcNSVTpHjbm&#10;x4O3um3nW47uIIzJ5JVm32RKzAeiqFTTCz2sbnTCqVeoq+0/UH8RYr4Eu+Z0Mt/imOOoTNSDRGDU&#10;mVox87HOs5V0TtIydbDemC8XsC9nmA+u2zJTy9i0y6CSxDAfNutvLZHqTluaNkl3t4XmwLX0BeOu&#10;piJJxcUgOaG+OO16Q8V+Lt0bREK2ashQDyzPyRhMxMZchmI+8y0NdL72yh9twacC11BaFE+Hx3xL&#10;37W9qARmiPDfCyOOY1rpPtvgvEiJwQxTiSyztivIfJnWqjBfFFhFCPIBXO1tbW3N+JsipahDhw4J&#10;ruTCA/2UOa40DhtLg52v1TTauP0+szwRh/lie/PIXKhtt0TZSK3GwtEC9In8bnfab97OZ74Eu+aE&#10;13YTYL7oUqhtm7SwwfmIfCY25DhSJKmyDS6KjDoT8dd26+xDcM12bsBWKxNiPoC/ym1t35E2hk+8&#10;xmeVpdavF5LNSToGlnXIfFnHvpxhPrySBqyValn58Xb3XZ+ny1JfKpNKBPbhAK4bhI8UY7dHX4DN&#10;Bd+vlKvKDR+7fXc9n1kOE/5b8LlgLVi+3dB+0wdtbeG89cKgfY8GPtTf90W7EZwnv9zoZH/yNJdK&#10;tHuN7V94/T6v88Lh55UFze7H7BfExNPhs1dk1GkooAyFgQ2uQnukewQTKzF4E51IfB+OvGa+KFjn&#10;FZvwgwdOEmq1Gvl55KBwZOftnIum99ao0jlsEF+xCm21sb3X6/ffcVqPFLHNtMuNDj/lw8F0ZiK9&#10;eSSKjd44tlFNeghyfDiobhc4uIn4cCTWNbMHpIU4PhwJMV8UG3YeK6E8J+C7FB1x4EOb2KgjNgBA&#10;C3dy8APnZRJB5sPGPC3lEuiT4bvZbtgug6Z+SedkcdLzdm1NvdkzlhMVKYfFY77sYl8OMR/hs3/b&#10;ClFPWqAzvG9tLBHaew20d2lBXedDqi2yL5gf8b5/mHTVrzJcea9xA4lBWPifwDseT1xb3vDhjUt1&#10;0NMrMtLLBDcxd9+/9XaFXCKrd4yxkuX4sBN5uxbkR1cRTye2+bN97YVTiwtw8WK15DvzQQmG80DH&#10;mj5wlEfuGmtFaR02FsPBT5pfLpbBBJlQIAsjN/5ExAeRH3WMTfPMvUV6c5jaNYMOdsSl9aeOvUT3&#10;iax+U1Z8+FSjTiIcq2W5rpk7IInHakmM+bgpiEZOYWdGbADAzxPRWCREMJry16/cuLhfkPminNgr&#10;TJ6TzglcH085/m3aK1LuKpb5soh966TMkTKpVWc+KJz84s/5oWNNHGq1GtHe2lKuDhuLU8Hezuv3&#10;qKikZHAHwvoNmwj2fHrdT1urgZkDjikeUhaUqxUpzRJkvmxh3zopc6RMKkPMR6vwucI4xmHoyM0D&#10;/8nQEvwaVa4OG9CAD0ZJ9Xl7PzZWb5ZVvPuACO4ADPi0dZYbd/x+b2+7sVqrrrDcm135M5FWoFyt&#10;SGmWGPNlBfvWSZkjZVKZZj5ara2tarUaTf7l7IH/NDigo1m9ta7cHTY4i7Pa8lffo3ZV4i1cbqs/&#10;l51NipDYyt2KlFbFYb7MY986KXOkTCprzIeEhJQBoWEDKS1aJxUpPvNlGPvWSZkjZVKI+ZCQ8llo&#10;2EBKi9ZJRVqW+TKJfeukzJEyKcR8SEj5LDRsIKVF66QiJcJ8GcO+dVLmSJkUYj4kpHwWGjaQ0qJ1&#10;UpESZL7MYN86KXOkTAoxHxJSPgsNG0hp0TqpSIkzXwawb22XOX/j7NzJQ4S3+eG6EmI+JKR81toe&#10;NpByRuukIiXFfKuNfWu7zHOB+cIB+1mLPTAF9qEO3bsXGiciACDmQ8yHhJSnWtvDBlLOaJ1UpGSZ&#10;b1Wxb22XeS4wHyM25yHmQ8yHhJSnWtvDBlLOaJ1UpBSYb/Wwb22XOWK+nBRiPiSkfNbaHjaQckYp&#10;VKTTa1C/Vv06BeZbJezLZOMlNpeW1l26cbm+WAm2qJ4fcb9bi/8/8XRl8YF3qZDpxB7WmlNXnaZd&#10;Gt6fsOn+rpOV5DbZBy020y6hHbRZG08D9tK0dDjfAnfJNJVm98A9cntueWm97Z/hOLHYsUH7Ho3k&#10;xbbQEv6P+UHbPolUVWX7nrgDG+o8oJXtsQ8NQ+4cBJAHS5L+Z/UZWyt8QfZO1uwHREZuWQ5sAXuF&#10;yzS6N64Gp8mdIgV37k78dYjSOLH7eVi2BZUtXf0Ce4WvltY+8xEfE8s1SOEd1NMhsAs7eMo6/WhA&#10;ynEh5kNKi1KoSKnB09o90o59GWc+lUazWaf/81l7YHrAtkMOt0b0+9wfG8pVirrOYQJZCObD6apM&#10;/4Gzz+e9YanRKrRNvZPRxUnPqWLp5mrTNbcPnpdJSOabHbAf0cor9Jf+5vXfdXeYqrXqctM/JjE4&#10;3yaRbT12yXnH93dLtYJgssoWu9t352/mPQqpzhIIi2cZcJ68Hoy8j5z6zXhSCr1zAv/Lz64mJeA/&#10;aq4xMv5dj3mnRLrT7PSHxmfYz/X7btoaXpBo33BNcsHr6T+tL6q1Na3dnrv+vp42/QuSjSc9j5ei&#10;CyF7XSF175cdpr1auc7kHceiCb4OVRrWbo/vrsdxQb9VU9xyazJTOw0h5luZEPMh5bYQ88XX7Oxs&#10;CCjbGcl1IebLPPZlnPnUVW3fLBD/wgHugqHVObgASWTaayylhlHAfM+avE/gnyY8zSXgT9TUGsku&#10;kVGHXgGZ77G7eaOyxOyjtsxeGO48opDvtw1A9ioz9k2B8yDl350LPIVTdfbq5ZaGl0Jt26RFTa7x&#10;6LzXuEFV9HyBRHXCM7M07z+7Wbq7LTTHWl+OXduln4vN95nU0jKzn8uXxL0q3bl7cHIOGw9c7+wJ&#10;jM8/9pwskG43+6fJy7CHnXUFsj/YBpYiCb3O4tfWUnWF9asF8v7FCWejUvG6cyJDU32I+VYmxHxI&#10;uS3EfLhwpLt9+3ZnZ2cjUHFxcfweA78Av8xkMuG34DciIowi5ssG9mWc+Vjcgz0e9Fyzmpv1B/bv&#10;3qplDaMAZYjFX6iw31xG/GmOGArZIy02aKsClLMYsBRKS4190/SzAAAVHHY85NrVcVNOxBzw6X3L&#10;75Sbzb45Av72/bWztVRaZQ1OhNp2k7AVj/mYIZv/7mQuH7lPvASWZYt0hwzmy46+IRz/ZgKW7ZIN&#10;Ju88PS+3MGSvk8iPOsbmE3odYWKJefqqKZ+YLxvUhZgPKbe1Pplvdnb2/v37H3300cGDB9M1luMU&#10;iCeIJ5vtl8uOEPNlHvuyx3zhftthrXxLTfN5W8enTo/H3lSyDPPNf20tVaiN3nk6RYpyVpH5olNe&#10;Y5nkxQu9n9TLSq3BWZ/5N+oqW0/HgQIcBOc5iSTPfITmx4O3um3nW47uKJLj8Fdp9v24UuYbcxyW&#10;Z9O1ZT0yHxYe8NgthvrdZRqZRFNWrTe1XQ+MRXjL6VhkKuQmLtune14pe163v/64xe4OTS1wrhJl&#10;vgVw9/HD+3VFcmWRbt9hA7g7ErNoH/kp6LjYot9TplHhXxPNbTcHw9NEK6LZn/iUUYB/UgaqpKDV&#10;KvF0xauO0UxZAyCtLa035rt9+7bJZOKNwVVVVTixdXZ29vT0JLKSC6/BL4ZTg/jtvFnA8+fPrzf4&#10;Q8yXeezLGvMtPrA8J2MADhtzGYqXYb7IuKupSFJxMUguBy9Ou95QJbS2uxLmW/rZdVwpf0H3e62q&#10;2TMTJfKg+MPuncqSZs8EN5GkmW9psPO1mkZbcIYsg2mXQYW/6N2JZdZ2l3udpe/aXlQqG5wT5JC9&#10;MOI4ppXusw3ORzOi9cZ8WGTki5ZyVUwTlWkPfBhkfGcWw8Er9aTLEueQFR+1Uc47hASZD5sO2o4W&#10;y2M7AmXxq1eCbA+dyI+9LWD2mJ2TOqvtzy8wzBcNByw68ukHOkeYZ5NWqxLppnrHMEI+JEGtE+ab&#10;mJjA+Yy9aIuDGpyWm52dTUv6cOKQzX/4/+MPTUv6uS/EfJnHvqwxH3CJlZUfb3ff9fd90W7cq8Xz&#10;QE5uiTEfNhd8v1KuKjd87Pbd9XxmOUwMoIn4cCTAfJMe84GaWrNnMjbfhLsGXj7Aqo+wjXtdgWdV&#10;edz18xI3EfgsndHho3w4lpvnI1BVoa02tvd6/f47TuuRImlps+en5Xw4ln2dyKjTUED5cIDSUGiP&#10;dI8gH45ElRTzRQbsBwrIF5YX7248debNGgrOFMXGO/A3xyZvtRQryMs02w43nz7TfKgc+pnjR/Ep&#10;D+3gI8B80H2JBDhN+aHmM6eb67dppNRTGA8dCPgkDha9/JrxzJuHy7WsnwTWQuxp4NwWeIZt6Tnj&#10;aVbBF3nFPvQ02z8DUo4q75kPRy4cvHgchiPa6j3xxx9/ZMMfDprrgfwQ82Ue+7LGfMTkSK+pEoyV&#10;8i215u77t96ukEtk9Y4xUebD/39+xPv+YThXoqkyXHmvcUMCsVoSYT44yjMPZQkbdry6ifLeJVaN&#10;98hZC1+sRLCRz48ReYtdUxZb210MBz9pfrmYnJTB3+jq16Q/R5xYLYm8Drs0pAU6w7UgitWShJb3&#10;4aB/AxY8aY9eHZgBP99i+MF7lXI2UTHzaorq9+9PwsVcLDLpt1ZDIFMyTjexzMcsxWqrrf5JcjF3&#10;YfL++8BzGz92WuF08VLI9gc1OKMqb/kCtIEoNjd43VDGZT52mtSUdRQDrkmgzjGuUkhIfOU3892/&#10;f5+e22tsbMzweuvt27fxh9Ksmd+uHoj5Mo99+d14kxE24zmhbXL9nO185IHWFfPNEe48PGiLEh8K&#10;ng9azYT+4hqah8vt4DLWmj24btbfWgLTJONACjAf8B4HZ0pa/bNsFpv2m7fDp29r+464m7DlhKyp&#10;d4xGWNnprFNwmY/BUBlpmsq8i2aPfRAhH5KY8njYOH/+fC7wFg6a9JxfZ2dntktltYSYL/PYl8eN&#10;NzlNftlS9Vp7f4Y8W/Nb64r5gJEpcYbjQ8TXhFMPkYuI9MOlKXo5lV5j5TMfZU8glQCTUraILxUV&#10;nD4EcSOBNxO4t8rGoTbse1uVist8rBlKiJsgzjjxT7SwixRXeTlszM7O0hNsH330UbazQ+QHzwbM&#10;D06i2c7OqggxX+axLy8bL1J2lU/Mt6w9HwwgLlkmFg6dYGxUv9iVXP6ZCL3Hi/DdMGWwxs/75zL5&#10;ZJZ3gYMPBaZoYRcpvvJy2ICeucXFxbdv3xb6O+sbiQmRyohuerKqy/0LGPcP7MYbYW3ZRB8yzdaa&#10;JvPHniHeFyGx1JvH2IeYL/PYl5eNFym7Wp/Ml+PzfD/Yq9UxbEov726qd/xIJYUWdpGWUf4NG7TH&#10;hvh6LmOSiyPaJqP3CffPzOeWtOiIYyjWDT8u81GHtvbig0kx7Ovp6cl2OaVZiPkyj33513iRsq51&#10;xXxhKu4dZVEHhf3L8adXagiddAw9zb4934SzQSmJYT5m6kLZ1H3bCuyH0MIu0nLKs2FjYmJieahi&#10;JsXBwewTRYrFfNx2Ksp8RXqbxw9Fh66Qcl34KUEkLS4uXlXf4cwLMV/msS/PGi9SLmhdMR+I30h2&#10;1m86R2AIxPkR55tkaBVya7ws+O1WmL4chVdGRtymSipiH3cNmk554zZdKUGlaGEXaVnl2bAB/TYa&#10;GxvFL6G/jjbtrdkB2jt/eZfDfMweo3GYj2cNMjtgqwPT+cKhMaFLR56t8CLmyzz25VnjRcoF5RPz&#10;xTmoLnv2nqWCCsisqdQb3zI2VheR8fkKau0DZEyXLMTnk2l0R0Xi89Fir1hJ0MIuUiLKs2EDRmaJ&#10;66ULtmOSAgOM768DOw3+8i7FfMVHm48STXXjmy6uqcZyzBfFRh314BMO2mnwBFd48axmu7TSKcR8&#10;mce+PGu8SLmgdcZ8RJTFD2u1spgLmAh51GXZ2odDothjeGNnrD1flGuZjhZ2kRJSPg0bOOpJQGSW&#10;eBc98RqfJRo4iMtKubdvPOl5zFhzUMxXZvZ93VlXgH+JkRtDJcx8jAUIbeYhVOz5FLEPMV/msS9z&#10;jTehjc6EBJpMrMNiXPGiOueH1sxLrTfmw7U0N+LvOnf8kK6IgC2w367t5kCYP2OWsf12J0Kuy83E&#10;U1SarXsaznYHJwdE/YtZhkpoYRcpEeUT80FTubhrptiTPtMm4mW1tZ14+3g6ZH8FfFPBrZlIMczn&#10;fww2jJJIFIftD+eSYD7aIUxkuIOhZBDzoWMl2JdS450fD92/FxpPBsKINST7WYs9MEUMfOOhe8T9&#10;iY0uqTDfVMBuOWsP5Fe0vQwzX5I/E0trn/nyT0x8viprkLeh07TXWAr+hBZ2kRLSOmM+amGXmgWn&#10;faqUrCD+LOYLR7FRl2GLRCorMPROIOYTF2K+zGNfSo13hfDB20Bs2ctTYL68VIaZL8mfiSXEfNnT&#10;4qDzbbD9h/ndzuBj6iy20H+5Cq4L0xtF01r4ylqhZA9pSEjxlU/MB9d2Dx48KHoFueE6K/7R4tfW&#10;UgWvNXGYj975Rl5tfdCbKPMtPrA8B0xERHp5aHeYT667iPlW49i4cWN6yxwxX5aEmA9pWZETDETR&#10;y4pfOWP7pLOzs8N2upa0IwQTD9RU3tKI/9MO2zuvlkPjP2YPaSSkuMon5pudnYUvIsJSLMd8gYNZ&#10;3uUxH46KDyw7ZIQpbc0+VULMR00fKkqtX8fujp6Q3eFaE2K+tB+/Vv063WVOx6CVACCYIsKT7b94&#10;g7AvB+Z6kX+7LQdJW3P5llrLLdKKnbTnG2QFpIy5XlNluPo13wgKMJ+68d22V0vB2FSgM1yjbdax&#10;8NdXm/eQXpKanS1d34LbWXhEPPeFUx0dpsoCfpaYR8s0lW85O1o0MYgDGvJ+S8d7h+Ggycnh/Ij7&#10;XWowVRYfeNdNR+pgzrNyK/am2HTw6ondz5PXV7Z09ZNvtxju72phsv2XM7vUQsy3GA5eM+gKYrJB&#10;FILm1FWnaZeG/ye2sMjILcuBLTKSEw5a3P+OcOKGJm2FiZgvi8J/zi9aylVC3QFey82eMaZ+c6JL&#10;yHdYHqDNppESUj4xX5TagQP/r9Af6c0VhQ9lgxN+RMUwXxSb6DVsZFy7lmG+yIiruRyc54XwJAUX&#10;dvNs713EfBkGvpTKfH485DTrVBKd2UkYe4GQtBs0Gm2l3viOPfBowLZfpq2z3Ljj9991tx8vlxfU&#10;dT4k2gTlwxEZ/67HvFMi3Wl2+kPjE0HrLpm29uxnbp/f29vWUCwtbfb8xHkgaQ5RWHO2y+O76+4w&#10;VWsV5GzFQsheVyjb2mB1uH0+t8PaUCYvb/GMYXzmw0e0Cv2lv3n9d25Y6rTSkibXaDT6pL9tr0y+&#10;vcnWg593XjpWJpdIhJmPiI5O5NDn7j5bq5VuMbiI+ZClAdsOeWGN5brX7/e5PzaUqxR1ncMY9jR4&#10;cZsc5tbn7b2kL1YWNLsfR2dE3nR2wH5Ei2fP2o2/ncdxQb9VAyNvgOAeSm21qcN919933VJTSPxM&#10;fObDFgbsdVp1mf4DZx+ewWum6s2y8jNeIu4HpHMV/JP3hqVGq9A29U7yfk8ioJtGW2O50efz+262&#10;G7bLFEc6h59yf6b5aDJCzJddUZ4ihyrhx5Ds+cpDTebL1++NzHFWdclNO+RFukMnLvcNr/uJdKRE&#10;lWfMB6fQ8OP+/fu8PzHBzMuNDp+fke9TYzn4TKeCn8cyHyvkniDzsWMy/+2SvgJ8dsu0R7pHYqbb&#10;e3p6JCBQy+zsbDSPhJgvw8CXWplzFxkB88n3tvXDUEVjHsuJVucA6Yc47zVuoKo647fLXjQESene&#10;C8CZLWwscL3remAsJr4526FwftC2TyKvx29fDFpL6WC0xO2PnA2FILYRj/lYoZTATldEluZ95t8o&#10;WCGWoJ2uIPOxTNuxQfsejexA5wi2OOm5YGh1DpI7KwI7eCJd+Ha7zgVg8I3IeKCn83pgHBN5U8Iy&#10;RM2E4yX22WpUErtwzY901stYFlZk8CY+8/3kaS5lR30HZiTqHbbQEiwEJlz8hKe5RGCNfNJjMZxz&#10;DsKeBJvvM6nJXgut7SIhIQkpz5gP10cffQSh6scff2Sdjow69ADaYJfK1lyobTcoATKEshDz4dTn&#10;M5coRJhP4JCVn+qNWYuhkRTtvRZFzLcy4EutzAWYj0USWHjAY79obtbX1uwqAxFn4zJfZMxtKicm&#10;I5RFuoNN5r86+v4luLbLZhXQuPCWNSXcdohLeczHWp2kU+PHjhFGHOpZzA6lzPtijwc916z4qx7Y&#10;v3urlno0jnM3T4C1NXJ6xXF3iOA8kTcVjgqCP/E/vIIlPS95zAesftVGL9NNgI1VZfWOMb79H/+X&#10;opMID3rsxGu8UvNyGavXQsyHhIQkpPxjPlwHDx6E2Mc4xmLDjlc3Ea8p4N7EBLaEhrDCzId/xLve&#10;LFie+ZRFlf9ttN3kh21ibbabZztwQCHmyzDwpVbm8Zhv7hvbgUJZcU3zBVtHl9PjtzctM88XBTFB&#10;gjc/u3Kh5Y+VhE2bqtx8l2PZKsx8Vdbg4zHHUZkwlCTAfMSu9+pq+w/0roiJMR+Yzyu1BhfD/bbD&#10;WvmWmubzto5PnR6PvYk1ixYZC97stl04ebSSiNcmK/8fX3hJ+E2J/VEFDeZmg9YqyQaTdx4TeCla&#10;K2U+bK7/Sq1WBX6xT8Av1ojm+ZCQkOIpL5lvdnYWYp8kN8zm8PzA2cd8Bb4oYr6MA19qZR6H+YCB&#10;UKmxj7RAxaZdBlVc5lsa6HztlT/agtT65ZjLUMznEkBpwFQO/nsmaN0JfeSBn1Nhg/MRta455DhS&#10;BBzqE2A+EPOcNsCldqsXZD7KJDFKxrUgojLxYIvJ+fxg55s1f7wSfEp69U+73lDhFPV/7wu/6VNe&#10;NuDWWftsg7PAXYxZuYaFmfTa7jLMNxOwbGeRJZVbxHxISEhiykvmiwLMgv4cEuAhm8VIeLdv34Yb&#10;7OYx8EUR82Uc+FIrc5L5yo0OP+XDQZEENmTfI1eVGz52E+4LHxurN+PJkmDEZz6d0eELjQ8TyKLd&#10;a2z/wuv3eZ0XDj8PPR5YIn04NlebrrlJHw5NpTUwRzxv2HmshPLh+LLDtFcrLTriGMISmeeLRkad&#10;hgLKt2M5H469po4viUe07FDIq63BMGnYV368nXCw+KLduJfY45SAp8XHnpMFeG6NH/f2+fx9n1vr&#10;t4BNesZE3pTKBvDhgB4qpBXvXMBaqYaP8Hm6LPXAbTlZH45lmA+ElJdvN7TfJDxL2o3VxBZikNrZ&#10;PxPy4UBCQqKUr8wH1dPTAyPh4UdjYyOOX5l8Opv28GzEupXkkxDzZRj4UitzYi7qxp+ImCPyo46x&#10;aS5JzI+43qoEZnyy4lfMDu+td3bIpAWHHcNs9sJGPj9GhDIhznOCrXDjsJAisEu968wFgWArMFaL&#10;oYqMOMEEQEmE+WCQlDd0ZG4Pn2rUiTBf4aHmJuqlYCiTKIiJ0ctkydx9/9bbFXIJsajKib0i0+je&#10;uAo2UxV9U1Y2uCWAP+K2tZ6OUPO+tbEk2Vgty9vzRX50McFczjru//2dChX4ZRfZP1MaKxViPiSk&#10;ta38Zr4omPA7f/48/Y44hH300Udc9440C08cfwTNmviB/zPPvHRjhZgvw8CXWpnnibCJYM+n1/00&#10;4oUDFh3Xfo5QjD0f0vJCzIeElM9aJ8PGxMQETn5sDoPwd//+/bTQGJ4InhSeID2xB+f28Ifm02Yb&#10;cYSYL8PAl1qZ54uAAR8ZShAua6orLPd4LRkxXwpCzIeElM9aV8MGTma3b9+m7fzY/Ief7OzsDIVC&#10;CU4B4pfhF+O34FTH5jx44KnhD8r7uT22EPNlGPhSK/O8EXddeFv9OWbJmBZivhSEmA8JKZ+1PocN&#10;CH+CuEYfBw8ebIwR7Q4ce+BJ4QmuN9SjhZgvw8CXWpkjIcUXYj4kpHwWGjZwRAuFQj09PR999FF8&#10;qoslQvwWODu4PjmPLcR8GQa+1MocCSm+EPMhIeWz0LARR3ABl9aqen6sdSHmyzDwpVbmSEjxhZgP&#10;CSmfhYYNpLQIMV+GgS+1MkdCii/EfEhI+Sw0bCClRYj5Mgx8qZV5khLaMQyKv+OtkBK5JreU+vYV&#10;aZJ4gWdKiPmQkPJZiPmQ0iLEfBkGvtTKPEmJI0g4YD9rsQem4t2dHebDIuOhe/dC4zFuvAlcnxXm&#10;mx8P3SeeT/w/Yj4kJKTVFGI+pLQohYokk8vW3JE7wJdamSeplSFIdpgvWW5jX58V5mMXMmI+JCSk&#10;1RRiPqS0aJ1UpN/+129zBPiiiPmEhZhvRULMh4SUz1onQzXSamudVKQUmG+VgC+60jKfH3G/W1sM&#10;N5Zl7/TKFkCQXSab5SCxRS/7MjbPRf7tJi+QaSrfcna0aCA2Edeod535i+XAFmLbWfZmu5xtbQsq&#10;W7r64Ta1RBhlzf5LXbZXS2V89gJ7zu6/eMN2tFhOPDoycotMmdlLF0IbLBOQPbEHkeJdPwj+WX3G&#10;1gpLhrVFL/s12e8CUtC0dDjfitnVlyfBrXVBCZMZwN93ULTAids/aX65GLwvXs4nu/qnsWWKhdkv&#10;OF2VCjEfEtLa1joZqpFWW+ukIiXLfKsHfNGVlfnSgG2HvLDGct3r9/vcHxvKVYq6zmE+HUAiUZXp&#10;P3D2+XzujxqKldqm3skom/me9Lftlcm3N9l6vP47zkvHyuQSCcN8OB5V6C/9zeu/67a9ViwtaXKN&#10;RqOzA/YjWvy8tdvju+txXNBv1RS33JrEIPPJ1BqNVnfUePaTQHiJlRkANxvwv1Xqje/Y/98+2x80&#10;2hrLjT6f33ez3bBdpjjSOfw0Mv5dj3mnRLrT7PSHxqdEH0QK414/AxFQtvXYJecdPFlbwwsS7Ruu&#10;SRwT5wds+2Xkbm933e3Hy+UFdZ0PMYoayVv6rltqCqlb2MIWBux1WjVVktdM1Ztl5We8k0/GQ06z&#10;TiXRmZ2ETZ9YgdO3X3B47vo83VZ9haz4lId4CrdY/u9N64tqbU1rt+euv6+nTf+CZONJz+OlaMJC&#10;zIeElM9aJ0M10mprnVSkpJhvVYEvuqIyX5z0XDC0OgcXIP5Me42lEo3Zz5+eAgjyrMn7JOYymvnm&#10;febfKDYZvU/IW6a8xjIW88mYP817jRvA3YtfW0vVFdavFqjMTDgblYrXnROLgPkksqrL/Quxk1MA&#10;buR72/pBepMei+GccxDGQsfm+0xqcps11vpsnAcxil3bLTP2TcUkO+axnGh1Dizw3iXmlhnPCZXA&#10;hm8/eZpLJSWt/lnyvbDhzjqFeocttBS7titQ4LNBa5Wk4mKQKhZswtmg3Kx3PuIXC1HmKt25e2E4&#10;nToeuN7ZExhPYqkaMR8SUj5rnQzVSKutdVKREme+1Qa+6ArLHHs86LlmNTfrD+zfvVVLJCLGfIx5&#10;GcALHvPxjfZYCMX7E+A54m44/8c/ACfR1wjkmPV0QovhQY+deIFXal4u09Ap8DMg8iBG8ez52Dv2&#10;YuEBj/0i/rzaml1lYBmXxXzCtzBafGB5TqY2epnlc+wHe7VaVu8Yi2fPR78yewmYOUAGuMWCPXKf&#10;eAmspBfpDhnMlx19Q2G0touEhERqnQzVSKutdVKREmS+DABfdEVlHu63HdbKt9Q0n7d1fOr0eOxN&#10;JSky34RTr1BX23+gwCIB5htzHJaL+HYkynzYXP+VWq2quKb5gu2TLqfHb28UmOeL8yDWIxNivrlv&#10;bAcKZeB5HeB5TRsyyXzDjvoCEd8OHgpHieAvwVvdtvMtR3cUyXH4qzT7JtNVqRDzISGtbWV8qGYZ&#10;TYt07ctpfqTvo+aacg1tpo2UA0LMl2Hgi66kzHkIgo25DMUpMt/Sd20vKpUNzgkS+qb95u3LMB//&#10;loURxzGtdJ9tcD5h5psJWLZLNpi88zCJxWnXG6pY5ovzIEYJMd9iwFIoLTX2TZMFNu0yqJJhvqTW&#10;dgUKfC7UtluibKRXpbGR7iNadZXte4zLfEuDna/VNNqCMzH5TE+lQsyHhLS2tdaYD1vov1wlp/O8&#10;npkPrG1Zjh/SFcmk2rKXDzeZr7hCE9naQAAxX4aBL7qSMscG7Xs0svLj7e67/r4v2o17tXgiDELR&#10;SoD5opFRp6GAdNSI9eEQYj76FuBa4e4wVWsV2iPdI1ji83xPh+yvyOTbDe03fX5vb7uxWiuTkEwG&#10;exid0eELjc+IPogR53oxgMOG7HvkqnLDx26fz9v7sbF6M17mAJoTZD4xH45FspDLjQ4/5cMhVODY&#10;6I1jGykfDnC7RHvMMbLAn+d77G7eqNBWG9t7vX7857AeKZKWNnt+SlelQsyHhLS2tdaYD3zvwugM&#10;Ww+fMr9t8yfRneWR5kd6T5XLY5hDXlpv+2dy9jtpEmK+DANfdEVljkVGek2VBWTYEXP3/VtvV8gl&#10;YKmRrUSYDwZeeUNHRio5fKpRtxzzcW6RSAt0hmtBJlZLYvZ8kR9dpl0aMu7JWcf9v79ToZLIjzrG&#10;FrGRz48RkVYKDjuGRR/ELgvm+ofiADc/4qKjsbxidnhvvbNDtswtPAnGaokSs483/kREZiEy/4No&#10;gXNuZwdhiTFzZEK64H1sleHq10l1CIj5kJDyWWuN+UAHt95n+OBHv4zs/csPNZ851Uj38vIdlgc/&#10;Zz5LiPkyDHzRHClzbCLY8+l1Px1JLxyw6ISmDJHWhhDzISHls3KC+Wj3OvwDN/JT0HHecKiySK4s&#10;0h1qvtgTIr/L2dFTeZ5rUAtToZs2o76acEKUabbu0RttNwcfs0Ye2veN+CiPjNw69+o2DTvua2Qi&#10;5MIT2AOc8rRl1XgCXw5yZgXYKcxOBq+fMxzUPa+UPV95qPmDnlBM7FPCNfKqxXAY+EWCBNs+D4zx&#10;It9ikal+l82krwa+hxr8KpPt5kDcT3OwsAWAr6DBMUwGuZ16cG43xD5lkyvz0JcT/LH6EmO+zANf&#10;NFfKHBjwkYHr4DKrusJybzZ7GUJaiRDzISHls3KL+fa/13G2SsYdTWUVb/seLy7HfGJrnS+dcD+i&#10;8Ikhto7v/nG2QkXzH8jXj70tL8li0peVm9xj9GwknULdXzrequA9Tl511jfBoJpIghLtoctMZHws&#10;MvJFS7kq5r1U5Sdujoli34SnuQRcVtTkGqfPYoO2Knj7c5bAonhp50lFyo4EmS8rwBfNmTLHwl9f&#10;NVRpyGq2rf4ctdkG0hoUYj4kpHxWbjGf4GKlVLPHPohFsbmRb/1+j01fBKlIZ77u9/vvDU5hhH30&#10;lT0KCWkoU3P8zJk3D5dryQQ3Gpyj8DE0se17y1ynIBOHzDc7YKPOyLfUvHn6TPOhctIGSFZw7MYo&#10;OYRxo2Rpth1uNhkbq4so+JPtsQ+RV849tB+mHqEsevk145njNeQ+VxJJ8Wkv3GBgod+2h8ynrLjm&#10;zTOnm+u3kWOntOSYc1hk5PzJb3vbTMjqHJyjzzLMx+AdYr40K5b5sgV80XVT5kiZFGI+JKR8Vo4x&#10;n6rCfHuCXKyc8Jq2wSsVeucEebugPR+Ig0CcVFfSAejnBroa4GQYDIgQ5RMbm/kIZzdAePLd5x5M&#10;gQSW5h52NZAn99sG4IIsk4KsotU7AWPyLz7ue6sEpkaH+H963/I7BZyKq78amoNZCt87V6kGJ2EA&#10;/aXHnpMFMLXK9x7ARWRs5mHX6+TJP9gGktgzCWyBxS8uxHxpFo/5sgh80XVT5kiZFGI+JKR8Vm4x&#10;n0LvGKXBBG58RNn5kSeFmA/sg0ScZMWvIoIjBC9WwNur4fQbi/m0dZbeb8bnlngPYoXywjUTtO6E&#10;1EiFnKVT2FTvYE3C0RmgVoqXQm3b4INY2yURDnqev4L5ubPnXUNLcGMl4rLCBucjJrWFr6wVcEaw&#10;zj60EE1E2MyQ88/U0vYWg2uUXjsGk6NAYEZ09bRO+IPNfNkFvui6KXOkTAoxHxJSPiu3mI87FwWi&#10;HizPfMyaZqXVP8LSvxxNKnayNLGpKtu+ZT1nftC2jzxvvctNwKDiWA3SKXBjMYAAEyzmW/rZdVwJ&#10;buRE3ucJ+95WBS35qq3+IdZj/3/23sa3iSvv+77+B6e177r7aK1aqSwrSJRN0+ylsFFDpAC7lhIW&#10;6BNQyQ2hiJS9kUMr4gU1AS1OtTi5WrMtpruE5bLohYFEKTW7mF1Mibc4PDYF79YtpEp2STe+ISEv&#10;xUBenIyfmXNmxjPjGdtx/J7fRyNE7JkzZ86c8fnOOb+Xe/aWcpGzSLboiPtYozYhQ8A0skz0B6v5&#10;si74wsumzYFMApoPAAqZAtB8kd0kNyzFJBRbpEzpjRslP77mi1xjrAXVyFFSW9x4NAvTw1c7UHhY&#10;PF/YcOxv2TKfXyb6A2u+XBB84WXT5kAmAc0HAIUMaL60ar5Y83xL1XwzAffHDVo5bV+45l2r90G2&#10;knCEl43+IDVfjgi+cCG0uTCJBYMgFnQuIFXVJMjBq4sAmg8ACpkC0Hzs4fIdPYFYk1xSmo+tknZ7&#10;z3DMWbIENR+n5uu6BiJ+GLPD9sMNFDt/bf8XwZamaFr8QDI/4T7KGPCpqw3d/onELP/SRv7rj4Rw&#10;Op3ZrkKE/G9zKSE16bOZO2y+BCwbMsZC0Heho+OCL7gIvyoJcvDqIoDmA4BCphA0H8qkzve6DVOh&#10;74avnUAeE6bfuwI8Hw6hnRzrchHxn6WYHnZ2oeM7P3GN8H044mi+8A/OFhX+pMrgGA7h+gQuG8qx&#10;M6/OTP3gs3nkIu7GqLT7zhOd6Lx/dAXElRwxftVA5+Eo3X7KJx3AGXw4Cpn8b/MUTp4BqQE0HwAU&#10;MoWg+cJzAfs+2olBsbqh9SNr99kuk55Jslm2xz4cS7GREMP2PWX0Iml5Q+txa7ftpElfS5+dzmUe&#10;XoTmC/9wx7yBiS9YotP/xmR8Z/NrdHw+5Y5z95HVHRG4uIdenFWh0563dR3VMyk1o5LBs8wMWrcx&#10;hWur3tjWIGCX1Q8xmZcB+d/moPlyDtB8AFDIFITm4yZcF2wlte1XGbcGac3HTTkv2DSb2p3fM5VK&#10;XPOFiaDv1I7S6ALl1UeuBlgbv0jidv4m19T+1hmQMgUcsTeJVTVSZ4jJvCzIfpuH/t1nfqtcQb9u&#10;bTczGTioJ/r1I93d9DPF+YoIftvbtlGD33N2dFqP1se050MdWNPW7aAfE3n5W+a+fzMT51+e0K/X&#10;4OdFd/AcSm+DfjQaT14+1VSuwr8bVJqQ1i104HTNxrbeb+l5canKk09l3++20xHUS3SG8/7gPE+e&#10;Sl8dp0zqEXZ0t2mSvLqsAZoPAAqZAtF8JMTTgO+K1WTY3bCpSqMu0zXo2yy93pHpyFRZDM2HCphG&#10;BbQ0NbxRpVHgAj7zBp6KZeyNr/lQgSPe3t+h3MEyiQS+Ycr3ljptB3nazWu08tfI0x4m6x2YljYb&#10;iuv8AZpveZDtNkfzzXSm3Zt9Zw9UK0oae+5Tzwt+ohU1+pN/dntvXDY3aosqWpwPw8Soq61apt3a&#10;3v2Fh/5cFl/zUS5K+046bnj7L5kbSmXag86J+fC0z1JbrKw93N130+Pq7SA/r+j0PiPQj4Zao1ml&#10;0/+GspmbG7A1lsrXNFvsfR5Pn93SXKWobnONEpKVJ2b9J9YqShs6el0ej/vqSX25qqS177FQ84ld&#10;HY6LrljfYr1Cfu44ua9KkezVZQ/QfABQyGR72AAKBOhImSfbbT7qMh/qdAzSNqcoMjn9ZkGpIvlK&#10;o/sp/uqJq1WNvgr0bFfgVIoIYsT+9soEVFGVsX8SH/DEdUhNvXH9gEJgbrT4n+DPkVBbb/Y9QZqv&#10;uK7rGzpJjt9SGdmN3PGBo7kUJaqRqjw+46ZjPpwUOzTmu9JzyTdGCDSf2NXNeEw/UUY+D0+6jVVJ&#10;XV02vTtA8wFAIZOxYSNOMBTYMrXle0cCWLLe5kRw0GU7YWrVb6cm16nVSY7m48zEo5lp8qtpSpBx&#10;NQ0Ohx5XFUV2CNElPPCZ14tOXYd4p+DMc0dNhEtVnhi9dqiaCpYuf612V4vplP3msMjarsjVhQSf&#10;x49EI3V1oPkAAEgPoPmW25bvHQlgyXKbT39j3VFK+zz1OlxeW8vLcTTfDDXrVmnsn2KKSFoV/V/K&#10;xiO+5psfte+Vi/qIxKg8Vcqo/9pF6/HDe2vL5JQN7n95grPxNd+4Q69k8zQu5epA8wEAkB5A8y23&#10;Ld87EsCS3Taf95lLOQKOmHIa1HE0X4iKYaSqsfyDXlElRp2G8qRU0dS4411l0eaugWlc0NP+9pVF&#10;dRb/M4FsQmGYOPmssYd+nXXgtlTlZ4Z63mv41Rn/LD5ifsp5EK23TsbXfChoFCdn95TXtB40HwAA&#10;OQQM1UBKgI6UebLb5sSwbYtCXW34tI/ydfjUiHIA0olnpFRROOi31MsV6w1nr3k8fRfNTeUJeTmI&#10;qCJi4npbuUrb0HnRddPT96mhWi2vO3VvjhDKJmLEsa+C8eH4ort9qxYFb1qQrPzCY9fhkqJV9cZP&#10;r/Z7vP1/sjStlq047HqcwDxfOPTQYShhfDsS9uEAzQcAQKaAoRpICdCRMk+22zwSaUhevtNkd1//&#10;cIO8qGS3fURaFZH/H3Fb9tDRTHQHz1iai5NURUQocN28YzUKVKkq3/G7PhTbKFo2UbFaDHV0BABN&#10;neHc1yhWi3TliSn/uUNMNE02CkwC9nzUychjD+roYncf2a8DzQcAQA6R7WEDKBCgI2UeaPPcghj3&#10;X/nskpeVeEGfWSd7ud09k84EOKkGNB8AFDIwbAApATpS5oE2zzGQAR8d88999ayxXltcY771LNvV&#10;WhSg+QCgkIFhA0gJ0JEyD7R5rsFfR17bdIzN7ZE3gOYDgEImTcMGlWHJ+Cad74iyiXnnhCuzOYWE&#10;sbISgbWzYf8Td8+UnDeBYnMe0B+ZB9ocSDmg+QCgkEnLsIEDImi3Gs/+xe31uJ0XPmyqlCt07e6x&#10;zL3zBn22DrPNN7mYY1jJNemzmanETZJ7Su8Amg/0R6aANgdSDmg+AChk0jFsEEPWOm5MLJK5f1hq&#10;VPIdPYGcXuhIheQCzQf6I1NAmwMpBzQfABQy6Rg2UMQBbrR9kplh5x9MHzuHF7J9wbEAzZc8oD8y&#10;D7Q5kHJA8wFAIZOWeb6H9ialTF7d0nX5xr2xGZEdOJbO8vK3zH3Y1I9SPJoj5xztm9BXJbXvOwf/&#10;caapXIV222v1TzHB9LkBtEpq23rvUQkx+US0l6DYSCivcHg+eK+3rbaEKkexerv5D0c3FfPs+agL&#10;4SRTx8EXlHr7w6GIOCOm7vUeZgJ9vWW2tm/inJcj4IKcbFEzgb7fbS/H9efWh3NI6N995rfKFYKg&#10;YgIkyqFEt2bbyV7r25V04qlEWiz3OhIQG2hzIOWA5gOAQiY9w8azoc9/XUU7cKBU5QazzTVIq5a5&#10;AVtjqXzNvpOOG14cGZ829UOKp0hdpf+9o7//r+Y3leThyg1t3V94+i+a3tDKfnbMRyVEejZo26NV&#10;1OgtF12emy77cf0aTXnb9QmBJOJrPqZYj/uyuUGr1LZcnSDVGg7lX9/e3XfT23/J3FBKVZir+YgR&#10;+9srZa+0u5+i0mdvm3+mRLmVWHE2P+E6Ul60qr79PBXQnyqcFH9xNN/CoHWDorTBfMnt9eIUAsrG&#10;nhHqDOwhT/yWTXLt9o7P+zxe99Wu5vKiylbXI0ErS5ZDaT55sUaj1e01dlzwBYMJtVgudiQgFtDm&#10;EqRuvnz5TduD5gOAQiZtwwYRGvNf+/zM8bZf1dLTS6XbT/mCBE5ttN7kZVZ+ifs9jSXyX1oHF9BP&#10;JCuwqF9b5Wrz7Vnqj7lhWyMdsH7+a0tlcSRlZ3h+3LFfpXzXMc6fuBJoPrbY8LirtQJpr1Cgp0mu&#10;2GkbnqUrgqYn+X67Cz84D6iKakzex+T3s75jq2ntxYrC4Z4dWvkW2zCtn0IP7XplHM1HysTjhk7H&#10;0Bw+ZsptrGTm//iOw7qPfXg2jhj1Xeq95BvlizTpclBiAJyKCu2YWIvlaEcCJIE250D+4AzcujUw&#10;RsVGieuDlTCLdgXjVgM0HwAAOUZGho354NBVahaNWhWd8pnX82PTIz2n2Gsf/SfvJ5L3hi1IfCST&#10;CbeohEUCzSeivbiLrQjiO2udWhir5XFf6woVkp5oYbei0/uM82vOTbuEy6D8V+Kt7RKPh1znLaZW&#10;/Y5tm9do0eqtQPOFRvvaq6mJUlWZ7q0W0x/t/f8SWduVKkdQqwRbLA86EsAD2pyDMI9ZDlQDNB8A&#10;ADlGGoaNJ5Sq+0mHl5dxiJjpby+mdMaDpWq+UftuRQKrLfE13zO/pY5fE9H4fJNuYxW1rDx5w/iK&#10;ipl3ZHagptCUdF75RM8bvGfdrVWsbmj9yNr9mcPlsrVURGm+cNREqbradJOv0aTLEWi+BFss5zoS&#10;EAdocw6g+VIDaD4AKGTSMGzMj9r3yovWtvePc0QfWk+kFlKn46ztxtV8C3e71qmQUR3eby5g36ct&#10;etM6xHcWia+98LrtRov/CV2RKadBLYvSfMQzb2dFke59c8vKos1dA9NoX3aHMWdLmazmhJ9eYJ2f&#10;ch5Uc89bzyz7hgas9UiIzdwxvyqPyERi1GkoF2q+hcGed3b+yuqfFdmHbVHpcgSaL8EWy7mOBMQh&#10;R9oc+elvM3d/vBu7E3FcjtBXjScvn6I8sZD9a9B/3qArEXgdxSghLHEI31Hpfx89+r+ZpiCfvj7u&#10;I5+YxxjXlYpDQq5gkZZAP1P8amxqt9LOWLxDqFq1bqGj1ms2tvV+G8yNOFZZ1nydnZ3rEHKFHLZs&#10;baWvlpK3YNeuXdnujUDqSYvf7sTf2qvV5A93y4mLLg/lX2A/0aLTKEv2XX5IxPPhiKv5wqGHDkMJ&#10;45HQ191er1Vq91wMxPbhEF1jnfZZaovl1QfO9t30uHrNTeTgIRPJw4FcN6gBI2K3x+5ATPs/qVWo&#10;qw2f9nluuj43o0ELnxetBSvWG85e8+DLxGuvc0O2LRp8Um//X84a0ef0dCNb7CNXa2UkqLXj+O7X&#10;VCWtfY95rSxdjnDFObEWy72OBMQmR9ocKTaZDLscefoudmzXFq02OB/S3kRFao1mlU7/mw7bnfFB&#10;W6O2GHtTefrOt9evklcfdU/MS5dAzEkcwndUOu8Z8l8xbZQVbTQ5vANj30We34Q8xniuXTwScAXj&#10;QITG7gqrwRzi6fvv5nIVfQhdq2aLnbpeu6W5SlHd5hrNBdWXBc2HFV6U9QlsObS9+KMXSTme7c4J&#10;pID0DBtEKOA+9R7zFku57m5575SbTT0Z4807Ac2HY7Uc1Gnwr0SJznDeHy9Wi0TMFLKeX1qw1KPK&#10;+cSyv0Is9xpSb0UljT33mR9l7g4zAfcnkfmJMx/vf5muNhH8O5qEIAvXVjefvnyyEZ2XPOnVdjZA&#10;jOni7esf1Chk8ib7KKdY3jSA+DVKlxNlZZhQi+ViRwJikSNtjhSbZottiHm80dsICsCOviqu6/oG&#10;+Q+hNxnaIhbtONLTqCzeYB2YlSxB8pAFgaOS+KJqwh5jEdcu/rXFdwUTNoawGpFDIl5W835LJWeF&#10;IUw8cDSXKvWO8SzeRYbMab7SV0uzLmVgW+xW9FwRiL+8JkeGDSDfgY6UeXKkzZGw47oERV6reF8J&#10;rBFIiH/a6ovJt5SAVAkzkodEvdiIar4niVoPh6M8ujAJvTryGkPano89hLsEzNlESssCadd8X3zx&#10;RXFxcda1C2xL3NatW5ftvgokQ44MG0C+Ax0p8+RIm0dpPjShVWnxzyet+ZgSZgtS82GL56y7m4iT&#10;Xs2XoNrLukEbbAmutoPyyztyZNgA8h3oSJknR9ocCTuO5QNKrq1qcf4glIOx13ZFS4izthtP88Vb&#10;282O5gsvDHSt5WYkJ4bte8pkddahHDDoS5fmI8VBDOnw4o9eBI+BnIW8d0XPFcW4fbDam0fkyLAB&#10;5DvQkTJPjrQ544Gxtb37C8pdqW2DUlFv8QfDQs0n6ZAhXUJsH45ozacz2j2L8OFIl+aLqobgEGLE&#10;sa+C8eHADl5le+zDOSD50qP5pCaNwDgsvyB1uZTsKy4uznbtgITIkWEDyHegI2WeHGlzpNhKd7W2&#10;RLJO015Z0cu+MWK1iJcQM1YLPxx64E/7KFeqkt32LxOM1ZIGzSdZDcEh3FpJJ9TOAinWfF988QVI&#10;hAKDvKdSIj7bVQPiA/cLSAnQkTJPjrR5lLDLQglAqkil5hOdFiLlAikasn2ZwFLp7OwUlX1wc3Oc&#10;HBk2gHwHOlLmyZE2B81XSKRM84kKPjDaKzBEA+6A7MtlcmTYAPId6EiZJ0faHDRfIZEazScq+LJ9&#10;aUBaEF2+B9mXsxTKI8lxl5M0wVlMIflETqT1LJSOlE9AmwMpJwWaL1rwgfVewQOyL18olGGDI9eC&#10;PluH2eabTLvmC40N3Lo9MJbKrLVJMemzmTtsvuxOkhRKR8onoM2BlLNUzRc96wOCb5kAM7t5QaHc&#10;IFG5lmbNx8sOt9wplI6UT0CbAylnqZoPBN9yJtpfJ9s1AoQUyrABmi/LFEpHyiegzYGUsyTNJwjh&#10;AYJvGSKQfYWdqOP06dNknyf/zXZFFkEahg2knDRt3Y7fomhbck2tqW/wlvXtSjl5FkVlk/XvdCQq&#10;Ysp/7qAOReSSKVZvN18PhNAXlEW3ZtvJXnQIpcCoWFatW8oUOJbVxrbeb6NiWcWz5yPPdWqXVvHz&#10;VvsAeaxEgWwh/7K/vZKTHJ2Y9R1bXbSyyT4SOS11Fqbp0CkkwoBxIUKB6+Ydq6l2IJtFd/Ccf4oI&#10;R2lHTuAxZNveePLyqaZylUyl0SrlK43up/R+QZ9ZJ1Pq7Q+H6Mt8aG8S3yGEmvrQ5tdUqMIltW29&#10;94LzOd+RgDhAmwMpJ3nNJzDjK3quKNvXAmSB6MX9wjbsw9f4kvqlwcHBbNdlERVOveYjdQ+Kfe/5&#10;q7leSRauqW2z9Xlu/Nm0RVmkM1O2Z88GbXu0ihr9yT+7vTf7utvrtcXV7X+bILDSkRdrNFrdXmPH&#10;Bd/4XRRJH8es77NbmqsU1W2uUULkpBKajxF8bVe/p3QYHZo/ukC2kJlxx35VUZWxfxIVjsSTar9j&#10;nKOTQmMDV0y6IrXOdOnWwFhIMtw/h9m/W9YVaxs6L7puevuvdOlfl6047Hq8EE/zqTWaVTr9bzrO&#10;fmblKtHZ2+afKVXNjnGCvcwRu/gOTFNbLro8N1324/o1mvK26xMpjQEL+iPzFEqbL953KnVT7ETQ&#10;d2pHqQwm7BmS13xgywVgBOq/sFd4X1C+wF7pT//zp9muTnzSpvlYwYQUyc+O+WYpiUEM2+rxz+vj&#10;vtYVqgqT5xl91NxIzx6lYpt1cAaLHnndqXtz1CHzfktl0UaL/wm9I/HA0Vyq1DvGRU4qpvm2nbjM&#10;FXyxCuQUQlVPSc+ZYfGE8ofyiJwoRlpPwf5q3bFbeJKSGPNd6rniGwvF03zFdV3fzFFfLPzgPKAq&#10;qjF5HzNTj5Wtrkfc7KLiO8x/baksrrH8Y44+wTylaJXv8iRsLnYkIA6F0uaJaT6uy1TET2uJkM/C&#10;u8qiyhabOwecsXKCJDVfcXHxYuLwLUwH/u60mQ1Nm6vwYtCazbsNZpvz74HpBf6e9BQCuYllPSkA&#10;QpNDPi/FLX/gWeRTnI6QWUXKO1780Yvc/lDAGfaiE0nr9fpsVyoWadN87C8436iO0TfzPnNpUaWx&#10;f4o9DMnBkt32EX5Wpcgjz9uEz7+05sP7K7Z23XsajlMgt+aTbmMVmjObf9rfvjIiYTlETvTEZ14v&#10;e7ndPcNOnc0N2xplir32UY6uIh70Hfo5WuAu0+0ymE7Z+4eDCaztcuKWIaG82nx7Fk890rnnOS0s&#10;ugN3GTqypTgcWqHoj3yiUNo8Mc2XFvPZPA3PlEaS1HyLmNcJPfBa361SiKRwQMtD71q9Dzh3o+A1&#10;H0rJR10gr3Pniuabu2fdopUYdOOwTOZ9nU5ndDd+Xv48+Xm2qyZOzmu++VH7Xnn8H2Vpzad9s+Oi&#10;9b1ypXLLmUFq4jBGgdyaE8+8nRWU1BuixB+trvgsVvNRzIz5r1+0ftS2dwNlTaioNXkmFqH5sBL9&#10;2THf5A3jK1jbCVpYbIdR+25F2peulsPTnWsUSpuD5sshktF8gkm+WPZbxJi7XScvEhd8zAs61ywG&#10;NF8WNd/0cI9eKznREgfBBFgBT/VJ9eQVK1bkoJFftjRf3LVdtn8tDHStLSptdjygfwSIYfueMlmd&#10;dYiQOKmID0foocNQUqTdYr03F6tAfs2pJV3VyncOvhNRV3wWuba7MNTzTsN+K7OmTEw5DWp0mVQ5&#10;xfW2f+Il39DgmXqFlObDSlT3vrllZdHmroHpqBYW22Hhbtc6FTLso5s6YN+nLXrTOpTKxaxC0R/5&#10;RPrbHI1Hb37QfWJPuYLveBSW8sGKcYjAjx7tKZxf5/o5cXyhBC5TXP0nXg2BJ5moWxU72tIDLs9l&#10;iqrnfNB/3qArQTuoynf8ri+AHxnqQjRHzjnaN2mwU9T7zsF/nKGOok6018o2EZck6pl+16vFdqr/&#10;iHtMTF/d+XHneyX0nnJtfXuP536QagUiFLzv6Wmv1zJuvyvec9KmJ8tU8+UCxMPL+1ZwHLEXfwOW&#10;iU/PS+qXYrzD5JrnctY0XxwfDk7/IkYc+yoYlwvkHlFUtsc+vAgfjjAj7JSN1sFn0gUKaj490LUZ&#10;/UAjJRoNdSJVtfEzb4I+HMhGUFtvPHvV7fXecFj2lGF7O2QvKK8+cLbvpqfvfHv9Kvb3TSQnFdqZ&#10;Ghu22Jgm4LewyA5I8jI+HKipldo9FwPgw5HnZEjzkaMzcjzyuHo7GkqZ4Vjq+Y1xSAKab2HA+kuN&#10;tsF8ud/j9Vw7a1gvV+7pGZkTukzF/xnheZJ5+y+ZyWpoDzonuJppPjjsc5g2yoo2mhzkQzzDc5my&#10;3RkftDVqi6v0v3f0e/CDKa8+6p5gLqRIjb7q/6v5TSV5C5Qb2rq/8PRfNL2hZc2XOSRRz0y4Xi22&#10;U4loPoHBfqyy5/5hqVHRa7i1H98RCtj54J2Pa+k1X9aKmav5PNMTX9uP/bphjVb+mq5B32513Z8W&#10;NsfM6J3Pjhne0mGlrKmq1x+29HqjzATnJgeuWY36+jVaZE24RW+0Xht6zCmMNQyi+iX5InLs7bUa&#10;NqYDqo+61fUksj/xxHVIjRshcvtnRn1/6jI2b3+jinw5QHU+fNzmGmIuPDKZF9lo5Sc5zxcaH+g7&#10;ZzY0bdOVyRVlum1NBvO5voFxnhhj35DIY0OP/PaPDLtqyxSqMt2u1hNXBhJ8byAeOg2rZUXKioY3&#10;1yer+QRTfYs7OH/YunVrrHlrpHfff//9bFeTJnuaL3asFl7/4oZBkWnqDOe+XnSsljAxN3hmi1Ku&#10;fZt8nSckChQu9CwMWjcouOKJD/H95X2vy8lnuck+mlCslvmg/0LrG+Vy4XnJz+lJAplmffOZ3pPb&#10;NJKaDxvqFZU09txnKiUcSqN24Dd1UYnOcN4PsVrynwxpPsVO2zA9zU0M27YotNt7hgnJefpHkock&#10;ovkmXGbDMccQLpWY6W8vZvs/96cj/nLBE74nGR6Ro21YeY8832Xqkau1kmvUQYz0NCqLN1gHFvCF&#10;sA7yVGWUzFIAMuqIXixOop4Zcb1abKf6j9gHxJ7LQSsstDWxiH00BbJNwfus6xpYCHM1X/HeQ23V&#10;av5oWrr9lI8zGEwPf95SLmIpKNfuOM35yZsJXD1SHb2b4ueH+h7wflWR5uu++7eOGjWj/6Yf2vVK&#10;vH+lxR+5F4+9phq0D9sVgvesu7ViCkBe3d43yna4RWg+Ivh3OuaZsOacEGhhjubb9nF3R51gf3nN&#10;B57HcfvQ/OP+31bgCdevzzWIar7I3Hss23DuqUtfLU11d80JBgcHY2s+vL2gfCEXjPxgqI4BGq44&#10;q8CANNCRMk+GNB/3p555H5uRtMe9K3VIKKG13fngkMtmMbXqdzagyRFZTM0nbRZ8X/D+Jvb6FBbT&#10;fMw+83fMr8qLje7IDD/xT1t9MXrBk36PlTAQTKaeGXG9imZJmi+mzRa2pEZ7qg+5noi/R0dmy2hr&#10;aIHPnba66b2jxneYBW9ytw3mO3REBYKKUIo/rNEf/5+enp5u6xFmvRir9TDz9i+jF+wbDhw9+t7u&#10;asZNYYXB8ZAzV0F9+OZvTY20yMPRYtmzcO1jkAEN+hCHIsOvCHi3VZtbP7H1XLCa9zGv3bQuJCaH&#10;bnldVn0Z+pCaxGa9d0U0HzHqaqvmtQO35kWcAGa8riPXVO9qPXpkPzvZUKTZYhuKM6Q9u2WmZC5a&#10;/2JLS0rzCRx409p3s0gimg9vP/3Pn2bXyG853I4kIB4N3PS4bC0S3htAFNCRMk8WNN+M2/iystLy&#10;9Wzimo85ZD6+5pubvndmu1Zd3tB63Hqh1+Hy2vYXL1vNlxHXq2gWp/kWsbCLPd1E1ys5oHbBpdVZ&#10;/M/4mq/K4BjG7cSEVaQ+Z8Jo4VBVglXX+R9cv1mJD6dtwNH8LVKBtWzcrOnB3uYKvjTkBH2IbOg+&#10;4TioSHih6WtUQqBnu4K7sMsKXGVF+w1mzRhN1QpbIEEfDhx8C32i3Ga5/YjpL49uW7bRkrTmhH+O&#10;nXnGFVbXmL4cx8tnxLi7fS2+kKhQZwKCfks9WXna7XFpmo98DVgOY8OKFSsSl33ktnXr1mxVdTnc&#10;jiSgn7homzxAAuhImSdDmg9b1FEQc/4TNUVlLc6xcOy1XdFD8DBaz1hKhAas9Rq+5pvi+7/PTzkP&#10;qpe0trsEzRd3bXcxmi+ZembE9WqxnUqo+bjJ1uKF3uW4zMTwRRUqiYjm4xvZcDTQq2bffJi3Z/UB&#10;m2doAtvwhYJjAcSDScr4j3oFQUfxguzjboo+pzsoR/NpG81XvxmLWASG2OVdRm7iMI/chd354PDX&#10;wqh7xJN/nfs/yWo+xrqcFJGRboR45jFVKNFXjNce24Y4CxNzemQqEa/92XlQRb3FH+SVJtB80wG/&#10;F+Mbmoxl6MftUvECN+Yrer1+UZqP3J57/rmsGPnBUA2kBOhImSdDmg95WHZTDka2tlqNvPYTPzV2&#10;xvPhEDkEWZoq1hvOXmN8pwRxMZ8O23bK8Q5e99WzRrQux0yPcV2mEvXhWIrmI8e+mD4ci9J8ydQz&#10;E65Xi+1U/xFj73j+iQnN83E0n2CeD88Vc8tztaq5q8C0/TXHyg3FQe3queYbDoYY5T5krcPf1lq8&#10;AQ7/sreoucqG1Xzq2q5vBTczsrz7kw4v9YIy7mqt4C7sMsxNDt1y2m1dZmNL05s6dj06Gc33wKFf&#10;hXaraHUJJunYs6/SOx7w2pCv0hKK/xIa6nm7jDc9KaX5EqbouSL2wl/80YvJFJEPLFbz4e3Hqh9n&#10;2MgPhmogJUBHyjwZ0nzq7a2HcFASbrySmLFaJA7h2KBrq5tPXz7ZKLTnC33vbGcP7LDf/uuHNWp6&#10;TOe6TCUYq2VJmi8cjhmrZZGaL6l6pt/1arGd6j8WtTefJdrzRa1zI0PRyJIr6q8D3S1i0Z7lmtrD&#10;vfemCHG3CbEF3IjmE1u4jCzvoqk1yt1GyVnYxdVjuzK7lazXVSqT1Hwx6hNVQvKaD0c148bKSYHm&#10;K321dDkMD889/1xysk+WWSO/5XAvgAwAHSnzZEjzLe6nPolDgBwifZpviX67qrVdd3kBV35wtqjw&#10;CibXmRlndfuYjnrPHVnROn1qNF9keZcy6Zunr0vF8bJGi/d4obl851Hrn1x3Br6fnBZTXTk1z8cN&#10;WSmxLT5G9GKMPvMYUrclrfnwlpmkbcvhXgAZADpS5gHNB6ScRWi+RUdfW0R8PlY/Raz0lG/bH3Ls&#10;+VD0eZ46DI49QMu0DycZS77RoTtOq4EJy7Le7HvC6iH5jp6Yy+SxNV9keVfVcvnbniY5O+dHf/2d&#10;tU4dvdq7BM2XlD1fbmi+uL2qMDh9+vQSNZ8MGfmR5aS1nsvhXgAZADpS5gHNB6ScJDVfYlkWlpSH&#10;g++3e+dEPQ5TwrpNjDlbcNCTku22wUj3i8gvZCDIBlVRbD52Z5JRfURo+NoJE+L3rgDPh0PCKZVd&#10;3lVv2d24iiM9ca3ZdedG2zAz9xcKOFuro5RTOv12F635ZgPeP/UI6GqpwkepGkwXenqcA3RzJOzD&#10;EbdXFQxL13x4+7Hqx+lb6s2He5GDOTEFUSeW2+WLkA8dqdCANgdSTpKaL57TLsMS8u2iLSounWJr&#10;172naE+OoFSs3n70dDclWP7H0sIE36d9sLH/M71bQ+tH1u6zXSY9YzXJpniKp/m4gVeil56JIdsW&#10;2gWkqvmPTo/HfdX24dvVkQsX0XxybcPRsz2fOQcoV+DUxOdLwocjmqXFakmkVxUMLyhfSJXsk6Ut&#10;aVs+3IscFD3p1nxEaGzgFpVkisjJyxchHzpSoQFtDqScRWg+rm1+opqPJPTAa31XzNMClbPmXav3&#10;AVeosJpPvevdfeVK/v6ljbaBOXZf4oHr/U3i5nrabcc8j5hclNHeFXgrqW2/SieDiq/5OAaFgoVd&#10;dA7aGYKnZX/edrJ9E/5/JGF8JPILd7YvNXk4QPNlhPfff3/pxnxSW8rjueTDvchB0ZNuzce95By8&#10;fBHyoSMVGtwYCI2NjdmuDlAILELzLSY4nwDsaWFGeWDR4a/V7jKYbc6/RyXG5efbDbitxv9T+5pK&#10;piir3SuWb5d4Grh1qcvY3KArw/7hVfV72yyfeQNPCcFuvitWk2F3w6YqjbpM16Bvs/R6RzilJaD5&#10;IqvJ/IVd+hRPhl2nWxuqNfjqWk85B8ZDrExU1Jo8E/Se0/9yWg40rNHG1XyoPRaTbxc0X9o4ffr0&#10;unXruI9A+rbn5c+nMJ5LPtyLHBQ9oPmE5ENHKjR+rPoxaD4ghRw6dIjtUaIWeqnSfMDyojCGB1J4&#10;bd269Uf/z48yoPOitxUrVqTEyC8T9yL07z7zW3Tma0FgKk1bt+O3tciUQl7+lrnv34yF7re9bRuZ&#10;MF2d1qP1IqKHemvRbDvZi2a7cVKcKf+5Q0wmxpLatt57lGcYspd484PuE3tQHeQa3cFz/in0Qoe+&#10;2nbisnVvOU5zJB5DK0y5lN3rbastYT7/w9FNxUjzSaWToi4iFPjyhH49ugruSeeD/gutdPLDSNwo&#10;7oVxLFjIWg2hP+uPWju3l6v4DUWe4rp5x2o82c/5PFbbponCeKjzC67m02q12a4OkPeQbw5sjyJ7&#10;V/QOoPmAZMjf4YGUWXq9frGp1dK3LT1pW/rvxcygdZtc22i+fMPrvdl39kC1oqSx5z7BKBv5mn0n&#10;HTe8/ZfMDaUy7UHnxDxtq6rd2t79hcd747K5EVncimo+ebFGo9XtNXZc8AWDdKR7FLbeZT+uX6Mp&#10;b7seSQzQ0HnRddPj6u0gT0S7haGvXiaLqNUbP7T5RiRi5YeJiett5SqcWoCuKj1BLq35pn2W2mJl&#10;7WEqGwE+KWVDvMAE9z9upypz0aKvkZcfcU1woxYQobG7V0wbZUUbTQ7vwNgTXkN5rlmbX6cbamHA&#10;+kuNtsF8ud9Dfn7WsF5O57ySbtu0kb8Pdf7CHaFfeOGFbFcnnfDiHi/7aqQN7ltEeXl59A7JaL6s&#10;D5OwZWxLpA9ku5MnRFpN9Ja+LcXIL/33YtRlPtTpGKQNbVG2QySKsC5hY3PiAOyUYQBKV63ZYhti&#10;81wip3hRzSeT1526h/3TqVjoxZygmMitiorWOUXpMMVO2/AsXd6wbYsCZ8dGEo11/JLMiRkM9DTJ&#10;uSXg2EyxNB/O973R4se5volZ/4m1ivVm35jfUhfxqacSXzuaVUwoTc61Ra3tRhoKZU1EFhQTLrPh&#10;mGPomfBz6bZNzy3OTEcChJw5c6agm31mbOA25cgUptK22TrMNt9kKstM4pAc0nxJXEh84lqIguaD&#10;rWA1HzbRU/wvRdabMZHtBeULyRn5ZeBeEMFBl+2EqVW/nbKXpX4lOJpPJOlQVAakmSHrm1KaL2JW&#10;GrEo5W5kOf9XGDAsciAvlti8z1zKJvfENR+21ReV7LbfFZaAQz7F0nwot6RIlDJO5m7OFrVjLHs+&#10;TvvMB4dcNgvZtDsb3qjS0NcbDCeaeCqV5MVDXXhwm/2rr77KdnVSSzqsZpMok3NIDmm+tJgUx32K&#10;QfPBVlCaD5vocee382tLImlb2u/F9DfWHaXy8obW49buXofLa2t5OY7mm/dbKnnaS8KJQaD5Ru27&#10;FaI/x1FBYqm5RpywO0HN9x01Ofdyu3uGtbtjf3ClNJ9UZNoRe1NJAr/UiWi+x9P3zmzXqlHTXkBN&#10;u78YNN8ygzsx84tf/CLb1UktoPky2jhcB45Uaj4AyKnhIddM9Ja+LcrIL933QiCkiCmnQR1H86Gw&#10;R5zUhcSo01AeX/Oh+OqqZsc4Lcxw6M03rUOPKPlFG7pRxc35T9QUlbU4x4RyUHJt9xl/oZa+iojm&#10;q7fhMJ7h0IC1HtdpftzxrjISs4l42t++kooDP05l0FHtZ/NDEoGLe7TFddbvxNw4Ymu+B9RUYkSJ&#10;zk85D6pB8y0zysvL2WZ/Xv58CkqMeFzJNbW/dXS3aeiOJOF7RMmg1490d7dHPJwYzydxnyrcGxtP&#10;Xj7VVK5CD9FMoO932D8J+Wz9ri8ww58R393jsUXElrijVSJ+S/wyaa8vUZ8tiUOoahRvOvoH2nFK&#10;4OYVxzeLLk1z5JyDDg/HXiy6rODX51q30EliNRvber8NEkRouKdJK1fuOHefOguOOqzdYr38P4IL&#10;SQUvvBAJKCvqwBEGzQckRy4MD9hE77nnn8u6REvHlvg6b7rvBTKeU1cbPu2jQpF/aqxfRZ6o2Oie&#10;iaVLgn5LvVyx3nD2msfTd9HchEageJoPR8FkfDiQB4ZSu+digPXhQB4Ynj5bGzkm1H7ip0IxCWbj&#10;nkn5cGCHDHn1gbPIIcPchOJiUsNV0GfWyeiqftHdvpVyN0EF0m4f2HGk71NDtRqbHhIPL+9bwfhw&#10;9J1vJxtEu88emOM3G24cndHuYXw4ohtqfNi2k24lr/vqWSNKXITlNWi+5YLApG/Jy7tP73VtJTtV&#10;i/WK23vDcXJfFfPoSfoeYZsK+qnBHlcVLc6HkadJ6FOFe6Nao1ml0/+mw+abGrRuUJQ2mC+5vV78&#10;pCgbe0aImbEBh0mnlulMjlsDY8PdjOaTekgT8Vvilxl6Kvm8Sx1CVYO92Jt91nfK6YslEvDNCjMK&#10;Ul2l/72j3+O+bG4gf6NarlJx2uYGbI2l8jXNFjv5S9lntzRXKXBihenhHr22qKypZ2iO+klRKrec&#10;GZwTXAgR/8YmALcjHTp0SHQf0HxAMmRreCCVUB6Z6CW9kVo2l+7FTMDJvnnvNNnd1z/cIKcWTO/H&#10;0iWhEbclElrljKW5OL7m408AFJXoDOf9bKwW9fbWQ9Hv1lErsJLv/VTgFQuWelTJn1j2V+CFFU5o&#10;dG118+nLJxs5sVrYQCrck84H/ecNOjQpwovhwoMI/GkfNfMRs6Ei8eTJ8jvst//6YY1apthrH50B&#10;zbd84La8qK/lIpjxmH6iXGl0P6X/nnQbq1BHeizpe0RpPnnkkCeuVjyRL+lTNY96Y3Fd1zfoq/kJ&#10;13FDp2OILnnKbaxkniCxRVXJyfgnifktccqULGpG8hDBxUY80p4l5puFinql3U0HCB53tVbg45FB&#10;S2QlIUw8cDSXKvWOcfL/oaGet8tkK3a1vlst0+p7hqeFtUoFXB/wGI8waD4gGTI5PAwODua1iV4S&#10;26JM+pbBUA1J3zPBMuhIOQp3eXepjS+0V2MnjIckfY8Eh7BvYpI+VVFOWsTjIdd5yhNpx7bNOBmB&#10;tOaTNrq9n9h7TqRM6aJGpA4JS11sor5ZUua/gqSyzMa+PaIVXhma7QuJF7VUuOeVWtgNg+YDkiMD&#10;w0OBmeglvi02Yt8yGKpB82WCZdCRcpSvvvqK2/hLSsgx7tAri+tt/+QnuCeF1H1J3yMpGSTpUyVQ&#10;Y8F71t1aOtn9Zw6Xy9ZSkYeaL0HfLCnNNz9q3yuXtMzDC8dyfnbZVGo+gYUA+afUnrmm+VArLPbH&#10;nb2L8V1ypFt5Ke48izs23UmfMkGahofTp08XsIleIptotpys3ItcAjRfJlgGHSl3EaxjJF+Q0BFq&#10;ymtaj4RUUNL3SEoGSfpUzfDU2Pwd86tyZOCLy0UOW8mv7S5C8yW7tiuq+aYT882SDOG+MNC1tqi0&#10;2fGAWRsetu8pk9VZqSCl0/6ueq28puXou1UyZUPX3aBYUUuC23liewIVluaLH/Vx0mczd9h8wRiF&#10;JMHijpWuQ/6QwuEBm+i9oHwhi0ord7YkgjPDUA2kBOhIWUQw1bcEqz7GEQo5ZHB9OCR9jyRlkJRP&#10;FV+NEUO2LRrsHeXt/8tZI/KCor3R0YBebbR7E/fhSEzz4TIT8uEIS1RDcLHhxHyzpNP2ECOOfRWM&#10;Dwf2BivbY6fixiOHtroOzzhyC1My/mfcC5mfcH2wvaHJ5BpN4pYLLPliTPKFC03zLYXMab5CYInD&#10;A46u8pL6paxrrJzaYhhhpO9eAAAGOlJ2EUz1Je/Ay3FjkpfvPrJfJ4vEahHzPZLUfFI+VQI1Roq1&#10;q5E4L6aLt69/UKOQyZvso+G5wOVfU45cir3224nFaomv+Thljs4nEKuFfwi3GoKLTcg3K0Z6bhSr&#10;xVCnwXdQU2c493WQmH/sIVtDWdF+4zFVFqntjpQXqWs6bj4muBeCfbaSURGCt4W44X5A86WiENB8&#10;CbM8TfQS3HI2DwewHICOlF0Eg3cSZh4UxLj/ymeXvKxZGQpFxItGDhQU3Jh8cSf5wjmt+WIGirzX&#10;ezgSttHavolvz4eSaXL8sXG/V+rtD4ciIj1eIfShvPcA0ciTXM3HDe4Q90UhkRCUuA5sjM0YrzIZ&#10;JenhYTnb6sXeFhWfJSX3AgC4QEfKOr/4xS+4dyGpFV5kwKdtNF++4aWDPhbXmG89W3xBQO4jWNVN&#10;ZKUoxzWfaKBIPDu6qr79PBUklgqKKJcJ5BrO6c4G0Zm9bf6ZEtmisnorgUIwHM23IB55kqP5Zv9u&#10;WVeMg7h6+6906V+XrTjserwgco2s5osTgpJkZtC6TU4/wzf7zh6oVpQ09tzPruhLengglU3W1VVu&#10;botNubb0ewEAXKAj5QLcVGwy6ci6MeCvMK5tOpb9OQIgHQgyrSX42Oa45hMLFEnqth1a+RYmV1I4&#10;9NCuVwrl2gJKtVRj8j4mH4FZ37HVRZWtrkcRvZVQIfgbVvNJR57kOQ6rdcduBfF05JjvUs8V31hI&#10;5Bojmi9uCMpRl/lQp2OQNiWNxJDMJkkPD6dPn866usrBTa/XZ/5eLAaJhLkppjD9c4mg79SO0jjG&#10;OknYh6TapAQ0Xy4gWOFNTvYBBU90P4m7qovJcc0npr2iYvcTQ9a6aLmGvLhXm2/P4oXdik7vMyKi&#10;txIsJCwwaJWIPBmZX3zQd+jnKItfmW6XwXTK3j8cjLO2m0CofSI46LKdIE+7vWFTFVoFzvqwuJTh&#10;IesCK9e2JSbZTNtQTYTGBm7ReYFA8yUNzttb2WJzD4zxQ0hQ7Xub/jAJARc/TMHiAM2XIwgW7GQp&#10;SMgGFBTRgu8Xv/hFgsfmoeajEsIoI9GAwlLx+VDOmZ8d803eML6CxV84orcSLYSr+aQjT/IOmRnz&#10;X79o/aht7wYq17Ki1uSZELnGxDXf9DfWHaXy8obW49buXofLa2vJ53k+EgjLIthOnz6drXsRE27/&#10;BM2XNNJNx/3dyAE/MNB8uYMgMwfM9gEs0YJvUQEf8lDzhcecLWWcvHjzU86DahG5RjzzdlYU6d43&#10;t6ws2tw1IMhwF7sQNo45ERo8U6/AWlM68iRz3oWhnnca9luZjHvElNOgjpG8JSHNJwg1LlFmplnK&#10;8LBu3bqsy6zc2V5Sv5TFexET0HwpATQfkAwCf0yQfUBYzIZvsctE+aj5iGn/J7UKdbXh0z7PTdfn&#10;5t2UI63YFB1y3aCuJWK3x+ot6ULQUTjCJB2YEa+lxog8yYswrtTWG89edXu9NxyWPWW0HWHUNSas&#10;+Yhh2xa6nh731U+NqD68GcpssJThwel0Zl1p5c6WtOtGSu4Fhmv0zTiPc9NHkn17CP1Zf9Taif3W&#10;uT7m1OGtW8qwX7lmY1vvt9igAfXnxpOXTzWRh1AGFRz3czp4laAiSPO93Hy8ay/aje/5TgXiOrT5&#10;New1X1Lb1nsviL2dZgLuP+irtfhzNoSYpLe79A+LlNO91AXy4Qb3Yp360RVFmpEj6bjJTMnGQa+a&#10;m47+ga4Azz2fLPlC6xvldMVqD/feE4ZVEzZ1ljoSkFrI4Vzwc7GEWM1A3iNw605C8IXzU/OF0a/8&#10;J7txzBRy8Djz8f6XRXOvIUu+Iq6XKzegokQh1C/smSb68/XNZ3pPbtMwQ4JE5MnIebm/zlID22Lt&#10;+WYCTjaYy06T3X39ww1ykZSCGWWJw0PWlVaObEnHZ0nhvQjPDdgaS2nncRw+XqFrd4/Njd29Ytoo&#10;K9pocngHxp7wfMw916zNr9M+5vThOPp8n93SXKWobnONEnR/Vms0q3T633TYXDcsm+Ta7R2f93m8&#10;7qtdzeUir0NYIcmx5zv9xrXiPSeVDYmJ3Y9SArjsx/VrNOVt1ycI/PKmqW2zoZe3zgYtzsUk7e0u&#10;9cMi5XQvfYEccD7N4ir97x39HlxzefVR98RscNjniDQj500tNDZwxaQrUutMlyibSV6Ygpt91nfK&#10;6TAFbMkoPYDrokVfIy8/4iJbXqj52KZOMscPaL4cRBCoWYbi9oF533KDvOPR877JGYLnmuYD8oMl&#10;Dg+QgSOFI+vSClx47DpcUrTe5GXylBP3expL5L+0Di5Er+1GfMxn+tuL0fvJvN9SWbTRwtgzhIkH&#10;juZSpd4xTguR4rqub5DLOXrV0X3sw5NwxKjvUu8ln0A5Ic2n2GkbnqULozyrtNt7hgnKALe4xvIP&#10;JhHS/Lhjv0r5rmP8Ad9I44mfVJavmn3z0t7uUppPwuk+xgVyeORqrWQcxdBeIz2NyuIN1oGFRazt&#10;csIURCr8zG+p41xgmBh3NKtW6R0PojQf29RZ6UhAuoi27YMJv2VFtE+PLNmkTWHQfEByLHF42Lp1&#10;a9b1Vta3JFLrpuFePPGZ1/PD9M8N2xo56YDE7fmYOelJzhIwZ8PZOnnz1qHRvvZqanlUVaZ7q8X0&#10;R3v/v8TXdrn2fDxBFt2GVab+PvOrclELQElvdynNJ+50H4pxgREExr7U6f9pqy9G6aeSsueLLGsg&#10;rRxVAaZNuJpPxOU/gx0JSCPRVlyg/JYDompPthgv3WhA8wHJsMThYXBwMOuSK7vbEuOzpO5eLFHz&#10;TY3a98olfDuihAgRGvNf+/zM8bZf1VJmeepq002+SBHVfMpKy9fzo/bdCjEXh6igSzQxvN1jGo1E&#10;Od2PxbjACGnUfCP2phJxEz3QfMuJr776ShCumav8YLW3wBCd3MVbgnH4pADNByTD0oeHrKuu7G7J&#10;pdZNw71Y1NquiO3pwkDX2qLSZscDZulx2L6nTFZnHSL4QmRhsOednb+y+plVW47bewSk+ZR7ekbw&#10;EiUx5z9RU1TW4hwLL9ztWqdCqXTwnnMB+z5t0ZvWofsO/SrZuq4BOtkNitBUafHdkvZ2l3DMn5Vw&#10;up+VvkAOKVnbFdV80wNdm2Wq/Y5xOj0PEbi4R1tcZ/2OAM23/Ii24mc3UhGC+MtryHtH3t9oxx12&#10;02q1Sz8LaD4gGZY+PKxYsSLrwitbG3ntOXQvJHw4mGVNndHuYXw4xPyNiBHHvgrGxQEdXlS2xz5M&#10;CIUIUkXarcazf3F7PW7H8d2vqUpa+x7zqsL4cNS3dzNe8/LaT/zTVGEPHYYSxoejr7u9XqvU7rkY&#10;IHASxdKGjl7qc8pXgzJrm43h7S7lmC/ldC99gRykfDjm48VqUVUbP/PSPhzis4/Ew8v7VjA+HLjC&#10;2n32wBzM8y1PSGUQ7dgRvYxA7tOIABWYm+C7Q4o88k7F0HnsDU3VfQTNByTD0oeH999/P+vaK1vb&#10;0uOzpPZeiMVqQZ8H/rSPcmAv2W2/H8PHnJ/fM+KrLhAivIgn3KAqEZDm29Te1b4JlcZGPMHHT/nP&#10;HdRp5FGHzwT6focjyHBCnMTwdpdyzJd0upe6QD6isVrCsTQf8f3lfa+Tp+P7/rPty06DckvmBJEB&#10;zbeMSUT5wVYAG6n2lriYKwA0H5AMKRkesv44ZWXbunVrDt4LAICOlHeQyq+8vFzKzg+2vN7StFIP&#10;mg9IhpQMD889/1zWn6sMb+Svc27eCwCAjpS/nDlzhpQIcZcIYcvxjRwgtFptaif2BBSw5uOGX06E&#10;zGSXKhBSMjwswyRsqYrPkvJ7AQDQkQqDr776qrGxkZSAiRiKwZbFDZtdYsvLtOo8Lstc8xGhsYFb&#10;VBR8IhxeCPoudHRc8AUXsl3zVEBd2G1e3P+UkpLh4fTp01l/6jK5vaB8IWfvBQBARwKAgmeZa77C&#10;ndtLc8r2VA0PWddhmdxSGJ8lHfcCWOZARwKAggc0H2i+ZEjV8PCC8oWsS7HMbClJrZvWewEsc6Aj&#10;AUDBkw3NR8UV0Lxp/vREUyUKi8ANuyAR70DykJB0CAmu5uNEc4gUy82qRMqjIW5REtErqDI1R845&#10;RGNJ8K7x333mt8pxWIpI/AhcvcaTl09RoSKounHDQ8g1tYd7701FRYFA9dS0dTvY2BOcaBqi9eQm&#10;qlqEReMiSNXwkHdJ2F5Sv0TWGc/YLUqwpjY+SzruBbDMgY4EAAVPtjQfeQo6jKrr884GrbLEcHWc&#10;kI5rKnlIQppvYdC6QVHaYL7k9no9fZ8aqtXKxp4RggiN3b1i2igr2mhyeHlRZyWj1OLcl2pcQ/dl&#10;M1kNbcvVCeEVzgxat8m1jebLN7xeHCe2pLHnPhOlVq3RrNLpf9NhuzNOXy+Ktuq6aNHXyMuPuCYE&#10;QctobUrXp/+SuaFUpj3oJHeTqmdobOCKSVek1pkuUcaKabiHqRoeSPGUdRkXd3vu+efWrVt3+vRp&#10;QeUT90FJeXyWdNwLYJkDHQkACp6saT75FhsTyX522LZTrmjqCTyQzF8kech0AppvfsJ13NDpGJrD&#10;B0+5jZVMtFPR7FKz0tmoUJmvtLuf4qLGXa0VYsk+R13mQ52OQZxAKjzjNjK5PlH1qDwB6Ktnfkud&#10;rOaEf4653nFHs2qV3vFA0F6oYlXG/km81xPXITV1jT9I1zNv1nbDOWzSt2LFithutgn6oJCSMU13&#10;IeX3IqUs3XBi0SVIhyZerBd/cmTmLOkiVzsSAAApI2uaT5hInfyl7u+TzFMudYh3MqG1XeLxkOu8&#10;xdSq37Ft8xotdYGxNN+UdNb5f/J/06NSwrMVDw66bCfIE25v2FSFFmQ5mo8dk/CsoVAiRJUnNZf5&#10;QLqe83mk+XIqCdtL6pf0en3i67CJlBk9QZiz9yKlLF3zcV3puS720qdMoeZLxvN90mczd9h86PQz&#10;YwO30zTLng6++OKLXO1IAACkjFzQfMRMf3txUZ3F92XCmo85xP84Ac0XvGfdrVWsbmj9yNr9mcPl&#10;srVUpFfzTX9j3VEqL29oPW7t7nW4vLaWl0U134i9qSSBcajANR+psbKr815QvrBu3brknGpJjRi7&#10;8B+rfpymWyB6Lzo7O9N9uoRJrYNUQqWlUvMt9QnKszk/gaFCtqsDAEBayJrmQxZ1+O8nfstGmeqA&#10;84fR2Gu7YofMopGg0TaM11GnB63b5QLNN3+HJyWJUaehfElru/E037zPXFpUaeynDyemnAa1qOab&#10;HujaLFPtd4zTBnxE4OIebXGd9Tv+VIaU5iuQtd3BwcHM67znnn/up//506XPwMX1QUmf6wYLN/MS&#10;OXKn+3QJA5ovXzVf/gdtAABAnCz6cKyqbz/f57nZ1324Vllca/FNh+P6cIgcMus7trpIXW34FH3e&#10;Xq8lL4Gv+Ygh2xaNvPrA2b6b3v6/nDVu1ZIXSE+P4YFEZ7R7FuHDEU/zEcO2LQpcJY/76qfG+lVk&#10;e2LRKcw6//DyvhWMDwe6Xpl2nz0wJ2gvyblMyXriEUtVbfzMm9s+HNGlpXVbsWLFopZu4xLbByV9&#10;8Vm4cB/bF3/0YgbOmBi439YftXZil3muvzn5JuQ/d2jza9iVvqS2rfce8tznO7bbPHTPn+a72A/H&#10;9Iuv2H/8WBN20tfUGc59HaS+4T25lLd765YyfLhmY1vvt0HBirHA8x3FDdh2stf6dqUcPYmhwHXz&#10;jtVy/FPJ9+tHZ+GabZD7P+HEDeCGKcghcrUXAQCQSrKm+dS7Dh6qLRH8ZMeM1SJxCDl4WPeiX3+5&#10;pvrdM5dPbBOu7RKhwNV29kDTxdvXP6hRyKglY2pq7U/7qN/ikt32+wnGaknAnm8m4GTjquw02d3X&#10;P9wgp04xEjUPwb1euUZ38JxfIlaL+Pq1VD3JL76/vO91ckzCl5lyUqv5SG2UPp3Hja6SDmKcOk1n&#10;FJCrq3J8f3PPNWvz67S/efjZoG2PVlGjt1yk3PDtx/VrNOVt1ycIgWO79x7T8/ku9j/E9IuXybTb&#10;Oz4nX7jQW1DRaoPzIe9tjX5TarbYyX367JbmKkV1m2uU99wJPN+pcuXFGo1Wt9fYccE3ddf6S422&#10;wXy530Ne11nDerlyT8/IHOf3YWZswGHSqWU6k+PWwMhty1oFjjlAvgSe1JerSlr7Hmf79gjgdqFc&#10;mi0Gsgr35UdqE7NoXzJobGXf8RYFMTl0y4v4NjBNP9b0L0NRuoKX5RG5YM+XnkOAdJJakfH++++n&#10;VudhE710O09gpHxQ0pFaV5TOzs4c1nwRf3Nkg4veVea/tlQW11j+wUxoz4879quU7zrG5/mO7aKm&#10;F6F4fvGaLbYhxjrkO2udWr6jJ0BENN+831JZtNHif0KfnHjgaC5V6h3jgupz13Zx3IC6U/ewi/2E&#10;y2w45hh6Jrwu3jsh+39c803HfPh1LjTmu9JzyTcWyxclC3C70BdffJHt6gC5QT5qPnpVUBY1UQKa&#10;jwI0H5AMKRcZS9d5Rc8V/fQ/f5oxpcUi6oOS7vgsMVovZwZs6flp8YGE+oo/ES6l+RL0iw9zZuIF&#10;CiyBcStK83F2mQ8OuWxUIICdDW9UaZjKS2i+MDF67VC1mvpRfa12V4vplP3mcI6t7ebqawOQbUDz&#10;FRyg+YBkSPkIkXQStsVGV0k5oj4o6VtKFoV76uLi4mw1BR9pzTdq360Q/ylPSPMl6hcfpkeOSot/&#10;PhKtc9S+V56IZ4mk5iOm753ZrlWj819A598fc54PX8qo/9pF6/HDe2vLKIuL6v/yUAFocoUXf/Qi&#10;990p29UBcoaI5stwhtIUaz6ApYDz7QJpJOWaL/GcFnjpNq0meovlueef41ZPo9FkuAKkzsu9eRpp&#10;zbdwt2udStXsGKfXN+cC9n3aojetQzOJaL54fvG0bR8q+B+WGpWqxfkDNyvPQNfaotJmxwNm/XfY&#10;vqdMVmcdEnHjENV8T/gxkuannAfVsTTfzFDPew2/OuOfjd4/VwBjPkCcRDVf6KFdr8R7qg+5nnCe&#10;pSeuVjUuQWfGkSvDRGhyoM9mNjS9qXtNJX9Nt63pgNnWNzDJdV6M0nxsTfhzP/wJPPYo7oYMgsXn&#10;+RKoCXteypfrkd/+kWFXbZlCVabb1XriykCOTdgnAmg+IBlSrjDi5rSQSoCWCwh8UDI/6SgIqJsb&#10;Ufpi+B6FHjoMJYwPB3K3V2r3XAwQcef5KBf7u55TMf3iZTLt1vbuL2gfDkW9xS+I0D7i2FfB+HBg&#10;P4+yPfZhoX0d1/Odp/lwEqD1hrPXPF731bNGFCsAa9AozVdttHvvDl49VFK0qt746dV+j7f/T5am&#10;1bIVh12PF8ITLtOOhu0m10TCbZoOYGEXkCTheT7iob1Jifess/ifsR/PeDtW4RJ+dsxHvfbMB/1n&#10;aLd6/iYv32uNuDBmQPMlVhP2vNs+7u6okwv2rPnA8zjPZB9oPiAZ0jFIiEo9HF0l25cbB64PSlpT&#10;68aA90uUEw9vLH9zFKvloE6Df3Ai4UukNR/XxX4wpl98/dGu3zDfinvcc73dOfFc+HA93wW2JaHv&#10;ne2b0OGq8h0d9tt//bBGHRWzfS5w+ddUPAHy84ePOIFpOO75eDjJtoERN74jaD6AR+Jru8SI/e2V&#10;aE81J8QsikFLfahcbb49S+41cb2tXMkYAq7d3fr+0dZd1RpGeETSzSen+UKTQz7vTauenlncaHLc&#10;xN670Zov0ZrwLBrlmupdrUeP7H+jnBF/HI+xPAE0H5AM6Rgk2JwWOLpKFk30ltIg2aqAYHE8Zzw5&#10;gJxGMEO8a9eubNcIyCXi+3CwWjCyvIs85dFnxHDPDi1nYTfoM+vwgcr6T25P4CVUIjThtdTj3VSM&#10;O39ymo/9KK4PR8I1ibSAusb05TgdIW7c3b6WPjza5T+3SbnmixEuP1WB6ZcS33+xdcizYPoZq3Y6&#10;NJ/T6czNpdtEwD4omfca5pJ7U31ArsP9zYdJPkDIIjQfZ3mXSpGFXJTGHXolZ2EXGfKiozjpo9Ch&#10;z7ydFbjAdV0D1KFp1nyJ14Q9r1Jvf8ieGEdoyktH4JRrPm5adAFLESLcDOsxThGXROrATY6ep5qP&#10;m+s9LcA4IWDdunUvvpjl7AUCTw6Y6gNiI5jkyxmPbyBnWIzm4yzv1pi8j8m/n7gOqTkLuxEJKPDz&#10;CHNcPVCczrRrvsRrkvh584RMru0uRT+lKndnInWQDrgAMIDmE+BEZLsWQpvIbFcHyGmgtwBxWFys&#10;FnZ5V7W26+5C+JnfUsdZ2JXUbehQgVBLs+ZLvCag+ZYAaL7CAYaK3KT01VLurYG4G4AU0FWA+Cwy&#10;Ph+7vEuZ9M0z66c1J/w4gQ3M8+UAabXnmw/e622LZMj9w9FNxUwDzQf9F1pp5xe5pvZw7z3Wke31&#10;I93d7by8uiF+hvUhzimIUODLE/r1GoFDXHiGk9Sck7c3voYTJEcfov7c1G6lE7pzixLN1I5fdNh8&#10;U+Hw7G3zz5TKt+0PI/0qxj4S1eakeMd1W2l0P6UPRraoPFODsDDvk6at2/HbKE/GJQGaL2cRTN7A&#10;Ci8QjWBVF55iQJzFxmRml3dVB65+e2G7gp3zQ6TEni8SGjPMiwuYbns+0HwSRDQf8oVWaevbu/tu&#10;evsvmRtKmQYi5gZtjdriKv1xu+umx3XRoq+RY9do3L6KGv3JP7u9Ny6bG7VFFS3Oh/wM6084Efl9&#10;ltpiZe1h8hQeV28HeYqKTu8zYmHQukFR2mC+5PZ6PX2fGqrVysaeEaqfxNV8vOToYzhlU5G6Sv97&#10;R7/H0/ffzeQVtVyl4mlJZWofdzSr5IwmI2Z9x1ZzA8Ai0MuQyD7zUtXmpng3/bbl/y2RvdLufoqK&#10;RHqRE94WI8w0Ree5x3eBznO/JGC0yFkE4dbgBgHRCHpIbgR0BHKPRefhYEVY6c6mehX1n81dA9PM&#10;t0vw2/3B2aLCNVnb3o+HOyI0/qWpRi3LjN8uaD4JWM03Hehpkit22oZn8Rf0rC/VQGiZn53vpRyf&#10;SZ20Su94gNpXHpnEQrOsqKlFI/LP/uA8oIqkSydm/SfWKtabfY8nXMcNnY4huvwpt7GSuWFJre2y&#10;AotTlHSm9keu1krmENSxWCemCGPOljLZTzq8M8w+VIzWOclq81K8Lzx2HS6hpwmxXixrcY5JXIIw&#10;zz0yqk1BDgCQFLkMN5UW3CNAgKBvgOsGIEki+Xb5AwoazTnf0vN2zLdJx+eLOIjIZIryzfuP8A4U&#10;13ylDaYzPT1fDAQXUhCfDzSfBKwgm2SymzPfEN9Z69Sogbjrp5GN2peb7yjMTXkkqvmmqCRIoll4&#10;icdDrvNUDvQd2zav0XJu2BLt+diU7TEytRNP+9tXYpn11G18RclZh2XBug1ZtlITdeoKk+dZjGoL&#10;QsJGip10G6s4kjT6EmLGxV0CoCdyHEHPJFVgtmsE5ATRv1rZrhGQwyxe89EzGvRXnIVdmmTzcISJ&#10;af8ntQr+UQpd+1nzNoH24qpDZrYvBXk4QPNJwIqMx9RkHm/pnRUiI/amEvGWWpzmi5KVNMF71t1a&#10;xeqG1o+s3Z85XC5bS0WqNV/MTO3PPKYK1Urjl2OU+BOYCzBQuk212nxrktqHjlcpWW2B5gtPeU3r&#10;Kak39iVZCK0XxS8BNN8yJdpgC2QfED28gbknEItkNN8CWn/DX3EXdlmSyrdLMTfhv3TM8BY6qnaX&#10;4SO7/1GImw+XKX96+JrF0FBFT9qlKN8uaD4JpBZe6VToqIFQPhbVfuSeg74KXNyjLaYStixO882M&#10;O95VRnoVnmCrs/i+NL8qx/k30cejTkN5qjVf7EztaLn2lT2t71QySQajQbqtstV8qIqe/Z6/I1lt&#10;oebDS7qV77TuWRlJXC16CaD5li/Rsg9u1nIGBB8AAOn020UOFvLqA2eRg4W5qVLOiGLi4eV9Kxgf&#10;jr7z7fWrZNp99sBcvHk+KsM614eDdhNp6LxIlUM5PVBGb7ODti0afF5v/1/OGrdqI84+HA0nmeCc&#10;TY7O+HCIab7YmdqRIiSbsXiDdUAicjTWbbJIwj5iSLLaQs0XcTuS/9I6KHIC0HwAxa5du2CkB0TV&#10;P3QDAFiGpDVWCxVIxYKlHpVG/RPL/gpOrJbzBh0KyCJMOi6q+bgZ1u/zT3HdvGM1OgUb3IT88Gok&#10;2ovp4u3rH9QoUK50ruaTTHDOSY7OS5oe5mm+2JnaFwasvyyWcVxYREAutzLlnp4RxmlIqtrRmi88&#10;M2jdJpdM8AyaD6ARlX0QjG35IIjDB4IPAJYzmYzJnGtQTqzaFucPaSmbmrSLCqGSQmaHbTvlnPXx&#10;DAOaL48QneYpeq4IBv7CJjpqDwg+AFjmLGPNN/FFW907Z++lOict8Wjg5k23zVAu5b2xVEKPBm55&#10;3P/TUq4W897IEKD58gtR2Ycfc1AAhQd5T7k/5vC0AgCAWcaaL03QwYHU1e1/m0jLJB/t0CSvPupe&#10;cmjlpIFRJB+JjtvHPuwQlbcwIO9j0XNFone59NXSbNcOAIAsA5oPSAbQfHmK1Hof3oqLi0H85SPk&#10;XSPvXYw7C7O5AACEQfMByQGaL68RteuPnvxbh8h2ZQEhpIDDt0ZqARf8dYCkiOQaEM11kKMQk0O3&#10;vIhvA9PpsqCPiWg0wRwFNB+QDKD5CoDYM0Ow5fsGSdWARZKfmk8swW5mAc0HFDqg+QqGROb8YMuv&#10;Deb2gKQAzZccoPmAQgc0X+EB4i/fN/DSAJYGaL7kAM2XgwiiPecuiWSHYxGGXM4YoPkKmM7OznXr&#10;1r34oxelPEBhy4WN/InGNpfgnwGkCK7m80xPfG0/9uuGNVr5a7oGfbvVdZ8xlkPJRXE/pNON0hBD&#10;1jr8uVJvfxiKeQpqOA5RpziwS1cmV5TpdrWduHIvKLDHCz30Xeoy6hs3r9HKilRlZEXaPra5Bpnd&#10;WLHF3fCAiEZS6k9+DgIRgcjuiTLzBq4fe3utJvItERolq9Cu37GJSuCrQFU4ft419JhTU9B8OUgW&#10;NB8RGhu4dWtgLLQoq9JJn83cYfNJhw3kFrsQ9F3o6LjgCy4s4gypADQfAABAYRHRfMV7D7VVq/la&#10;qnT7KR8SW2ziUJlM0cSZcZgfd7yrRJ8r37Y/JGKfQrPtD5921AhOoa7puBkRU9PfWHeILj6oqw9d&#10;G0Wp7VOr+brv/o2pEp3oa/reme1aMU8pxc8P9T1gagqaLwfJguZL0yRc1ub2uIDmAwAAKCwimg9t&#10;2uqm944a39n8mooROhvMd1DiKpw4lPpwld7xgDl83NVagaWPRFLQRE7BJiydG+nZgxWkTFvfevJs&#10;T7fV3FxLJzst0pmpiZHQ5JDPe9OqV+MPN5ocNxnv3SQ035u/NTUqucKRuN/TSGeI1b7RetLW3W39&#10;oJnOGSuT/eyYbxZfJWi+HAQ0X0oBzQcAAFBYcAVZlcExTK9uBn2nmPk2FZ2tNLK8q251PcFHz3hM&#10;P5HzdVvMUyjqTG56AZh4fKO9QiAiR+xNWF2tbe9nkpgSDxzNpUJ1JW7Pl4Tmi5osHLXvVqA/K37r&#10;fkxnQCDGHc0qQQnLXfOhm6pp63b8tlZDFijX1Jr6Bm9Z366UU7e5ssn6d3oxPvTvPvNb5bhNFau3&#10;m68H8DIopc9eP9Ld3V5bwvkq9NCuVxZVGfsn6fOgVw2ROeTQiPtEc7UGXYumznDua+p0VJnFm47+&#10;wbxjtVxwuvBMoO9328vxe4aqfMfv+gIzqByyc2i2nexFNadX+unDyfYpf8vc92+mf80E3H/QV2tR&#10;CSU6w3l/cIbz8OB+MB/0X2h9oxwdTrbJ4d57U4TIWYYi9nzc9qEvJMQvdoij/8jvvjyhX6/B5esO&#10;nvPj8qMLSUG/Ac0HAABQWETGF/kW23BkpOAs5r5q9s3zP/lJh3eG2nVhoGutyLGSp+CP3VNuYyVP&#10;NhHBYd8tQdQ9Yvq7c2+vSqPm0zaar34zNk3bSlFVwIH//IFp+viF6X9daALNx4e+qfI1+046bnj+&#10;aq5XUm1R22br89z4s2mLkp6VnRm0bpOTTXz5htd7s+/sgWpFSWPPfereUvqMlGU1+pN/dntvXDY3&#10;aosqWpwPkb6WrzS6n6LbgfpcabPjAb93Bf2WerlyQ1v3Fx5P38WO7Vqc95ZX5s0+6zvlqEzqHg5a&#10;NyhKG8yX3F6vp+9TQ7Va2dgzQuDOIS/WaLS6vcaOC76pu9ZfarQN5sv9Hq/n2lnDerlyT8/IHNUP&#10;/Z/UKvAF3nR93tmgVVWY/r8fxu5eMW1Es83egbGZuUFbo7a4Sn/c7rrpcV206Gvk5UdcE/PCswT/&#10;xWi+J37LJrl2e8fnfR6v+2pXc3lRZavrUYhX7JOI5pv2WWqLlbWHu/vI8ns7GkplFZ3eZ0HRQpbe&#10;b0DzAQAAFBasIFNWWr7mZfZ84mrF66eKvfZR9E1keXdz18A0OrZJHmdhNyztGiwhm0ITQ95rdluX&#10;2diye5uuTCHjz6TgfVKl+dS1Xd9GLZ8RockhrxNXoYmsglxoOBgGzYdvKjshhxqUWfkmhm31dLuM&#10;usyHOh2Dc/igGbfxZaYTUPqM1XZ0b0NfPXK1VspeaXc/Jei5ZdUB5w9894UfnC0qVY3lH3Sxs3+3&#10;rCsuNd+ZF5QZOd38hOu4odMxNId7KXrbwPVAnUNed+oe/mrCZTYccww9Q7sRM/3txXRnGnO2lMlq&#10;TvjpEpBWo16GuIuwz/yWOs4+eH4YTWILzhLx20X/0X3sC6IHjBj1Xeq95BsleGu77P9nf3AeUBVt&#10;tPjxLDsx6z+xVrHe7PtGopClApoPAACgsOA51fK/iZZK7PKuus76HRF+4NCvirewG16M5iNCgav0&#10;Wh+7aap1a4rTpvn4e1LMBJx4uZKtg1yz/udVStB8PAQGZ/zgIxy7OiI46LKdMLXqtzcgL+giruYT&#10;3lH0FfG0v30lVpNP3cZXlBENxzDvM5eK3LkYZVKmBEOu8xayHju2IYdwGVfzcfrlfHDIZaP229nw&#10;RpWG7SLzd8yvysWiGXHbQdRiABUuPAvbXKHRvvZq6rVGVaZ7q8X0R3v/v9CyrKjmm/KZ14uFVJIq&#10;ZKmA5gMAACgsWEGmWtt1lzebQk2m4CAs7zrG8QxgZHmXWqVlJgJjLuyGF6H5Iv4TqvId71svu+4M&#10;/Hty+gcRdZU2zUeM9DQqGduzo2QVbg98PzEtJn9B8yWg+ZAbtry8ofW4tbvX4fLaWl6Oq/nC4Wce&#10;U4VqpfHLMUr8oUVbwbnJfRen+YL3rLu1itUNrR9Zuz9zuFy2lgoxzYd9ttWovhdQfffT83xC0Sba&#10;DsgcVTTqnqTmC6OwLP5rn5853varWsqtSV1tuhkU13yTVJ8TD6MpWshSAc0HAABQWEgZ2xHPvJ0V&#10;+Ad/XdcAKwbZ5V3VgStfflQZf2E3nLjmi4T6i7jHhsXVVRzNV2nsj+gE4qG9SZmg5psZsr6JV7pX&#10;m29Hpi5B80WRkOZDE3KRm0FMOQ3qBDQfnk9+ZU/rO5X8rsAw7tArOe8o1HSgijJNkCoTzdIVG90z&#10;dD1GnYZyMc33hJpIe7ndPYPPOD/lPKimuwia0448CZNuY5Ws0uLnre1OD3Rtlqn2M29IYSJwcY+2&#10;mJoSl9J8C4M97+z8ldU/K6yYqOabQYGRsF0FtTeaEK2z/OPvEoUstd+A5gMAACgspPx275yo14qo&#10;n8jy7iqdriKBhd1w4poPTd+gmtSzE4dEaPRqa7kyMc2HbK5QnSvab9Ax/0IP3aY6xiAvruZjq1Rc&#10;b/snIzVmR52Hy8Gej09Cmo8Ytm1RqKsNn/Z5PO6rnxrrKVMAWnvF0nysc1DxBuuASCRiYtTVVi3D&#10;XgvY00KxteveU8kyiSHbFo28+sDZvpve/r+cNW7VkoVjbcc77+ywbadcsd5w9hrlDHHWWE/FacSa&#10;dX7CdaS8qLSho9flwc4oxXVd38zR7aAz2j0DYzPEw8v7VjA+HH3n28nr1e6zB+ak5/mQ8aJ2q/Hs&#10;X9xej9txfPdrqpLWvse8YiM+HMTE9bZylbah8yJVPuWJgmwEpQoh6/zB9oYmk2s0uXsMmg8AAKCw&#10;EAued/S93XRIClLSocE0Asd7N77HrvAUceb5KIWAT1rTbP0rNeza/qtpDRvDWVTzlTaYzvT0fDFA&#10;JSnAgT7w56qyN94xci8kIc2HBn18XWvetTophWD78FdViugSQPMlZM8XsY6Ul+802d3XP9wgLyrZ&#10;bR+JrflI0Wf9ZXGs9wlOdJJIRBVpG8GIoahi9XbTxdvXP6hRyORN9lHBeUPfO9s3aWjzgg777b9+&#10;WKNmnJg40V44UWCIwJ/2UR+ii6JitZw30OEcubFUJNd2ieDX51q3MJ5KOATMPL/Y+/xYLWwomUjE&#10;GYlC8D1KvoOC5gMAACgsIoJMvevdffSMGruVNtoG5gRHRLx3E1nYDS/Gnm/Esa9CYAEvr37v5NF6&#10;juNIGO9pf3uliJhDsSz4Jair2/94fJsmMc0XRjM1cmEJbR8d3YSLfdM6NCNe+RwmD2Myo5k5VbNj&#10;PBW+CEBygOYDAAAoLPj5dgNuq/H/UFbgirLavdx8u1w4uXfjL+yGFxWrhZi+7zrV1kBn2t3V2uUc&#10;mJxBESqw/vsvD510lJgevmYxNFTRDracVLm8fL4Hjtm/ngjxsuui3WL47S5MD7tOtW6nM+3uOtTl&#10;vDcZGmVWjVnjeNB8aYJ4NHDzpttmKBfz3gAyCWg+AACAZQ8OW5bgwi6QffJK89HL9urq9r9NQN/K&#10;KqD5AAAAlj1P/JaNCS/sAtknrzQfkDOA5gMAAFi+LAS8n12wsj4NSr39YTZTwAMJApoPSAbQfAAA&#10;AMuXiLcstfhWY771LNs1AhIBNB+QDKD5AAAAli8otC3tXXHKjUNVALkPaD4gGUDzAQAAAEB+AZoP&#10;SAbQfAAAAACQX4DmA5IBNB8AAAAA5Beg+YBkAM0HAAAAAPkFaD5xxsfHByT4/vvvs1277AOaDwAA&#10;AEiYtCerICaHbnkR/sA0+2nEv5hNvLGsAc0XfvbsGankenp6Pvroo/379wsS/MXY3nrrrfb2dvLA&#10;27dvkxox29eRUUDzAQAAAAmTds1HqTs8KqGE9ZxPQfNFWL6ajxRq//3f/03qNilJt1+C8vJy0f3J&#10;z0kJ+OWXXy4H/QeaDwAAAEgY0Hw5wbLTfKTU++ijjwS6ra6uDs/YJb50ixd/r1y5QgrH6NlBUkqS&#10;Xz17VrBRKkHzAQAAAAmTJc0H8Fkumo+UX6QII7Udd1qOFH8pnJbDC8SCiUPyFAU57QeaDwAAoPAJ&#10;PbzT+zvDrtoyKseaXLNmi77N0usdmRbGYJ6bHLhmNerr12jp3YzWa0OPOXtJab64B2Lmg0Mum/nA&#10;7jeqNPRuXZd8TLo3XlIQZsPKT3KejzxvH1XgNl2ZQlWme3O3wWzrG5jkBZcOBXp2s3UOTXxtP3Zg&#10;l65MrijT7Wo7ceVeMA8DUS8LzUdKMXZiD0s9Up+l73SkyBPoy8JTfqD5AAAACpzQPy82vy4XsWUq&#10;3X7Kx1E8M4GrR6oVUbspfn6o7wGzl6jmS+RA6d3YaixW8xFTfuvecpECVeVvn/EH59nrZzXftj98&#10;2lGj5u+srum4+TjfZF+Baz5S27Hai/zPl19+mcn1VvLs3GVfUnpmuz1SBmg+AACAgib00K5XYj2w&#10;pvm4rbun54LVuFVLy7Jt1sEZtBsxN3hmi5LRTA0Hjh59b3e1lh4gVhgc9GRctOZL8EAidP/cdiWj&#10;TF6r329sf69hNaNEa4z949hl96ZVr8Yf6kwO1ntXRPPNT7iOlNOHyzXVu1qPvt/atJZeFy5Slrdd&#10;n6CVHKv58KatbnrvqPGdza+pGG260zY8m+3btDgKWfORGoud27ty5Uq2qsFVfm+99VZhGPmB5gMA&#10;AChoxpwtZehHvqLVxaxTEY9cba/jWa4663dIGj1ytVaiT4prj93Ck3/E9GBvcwX+cIN1YIH6LFrz&#10;JXqgz6zD+kz79vnBafQZMXnn2GYs+5R6B65coj4cs7fNP1NiDVdv8U7Qi7lzE7c/qaeV5UaL/wk+&#10;OKL5FHUmNyNCH99or8AlrNI7HmT7Ni2OgtV8H330Eb6Q9vb2XJBZpOjE68t1dXUFEOEPNB8AAEBB&#10;M9zToMHyrtpw1jM0jmz4iFDwUQDxYBJ9MOM2vozGAtV+xzi7KkrM+U/U4DGi3jZM7Rel+RI8cOFu&#10;1zoVX4qh/QKuT0yIj53DSAcmqPkWBrrW4t0qOr3PuEuzU17TejzpuLbrLi6S1XzKt+0PI/tOuY2V&#10;afVHSR+FqflYwScxvUfM+o6tpq+0ytg/Kfye7SWKrV33nnK+YHqtxuTFgj/Q0xBt66CpbmjpOOO6&#10;L7ByJaUeXmgm/80FGboUQPMBAAAUNDOD1m1cYz75a7W7WkxdPdd8wz+w3hDEkLUO71Br8QY4/Mve&#10;opZxhkuh5kv0wB+cLSr058vt7plY1nOJab75cce7eMFa3ep6wiuAeOI6pObNHUY0HzvmI9Lug5w+&#10;ClDzffnll/gSyP9I7MLOFVPTxSuN7qeC7yO9RK7dczEQ6WaJaT56W7XlxC2BgScp9bBj7/79+7Pd&#10;TksCNB8AAECBM323u7lGzIejpLat9x7ydYgoLckNiy2hTkr0QHaQ5cuuaBLTfFIyTrQE0Hw5Dymq&#10;8BJqLIeJyHI+2l5pdz/lSzOeE9B6k3eK+UJS86n11ps464vXffWssV6LW7K6zTUqeDH5/vvvcQ2l&#10;JWkeAJoPAACg8CGeBnxO2/HDe2vL+OJPWWHyPMuk5oN5vlRQaJoP+23U1dVJ78Iu7K7c2rBBJbq8&#10;y3f8ltedujeHu5qk5uN3iIg7Et8IIPFK5jqg+QAAAAqZUHCMZ7hHhIIPh3xXrS3rafH3qtk3HxkE&#10;5Tt6ArEkWZROSvDAyHC8uWsgkkeXGLb/ugHxazuyF0yvPR9ovhwFG8zFnEKbdBvR3VK+6/jukl4p&#10;trzL9JLivQcN5UpZ0WqDEyu3BDUf2R9H7G+vpM8SsU6lYScj0xomMK2A5gMAAChkWEM65W7bfY7Y&#10;Yu3wKi3+eY6PhWLzsTuTjIYiQsPXTmAfi9+7Av9/e/f/28Sd4A28/4N9Gkve+8FSZGRZQWK5bPAP&#10;sNGGSCn0sZTQQhWqYoUASsgeclhEfK1IQFv7VByuNW0xvSPc1moPQ2NlqdvF7GKKvVuHsxG4xV3i&#10;PskW0/ghSQ0BBxJiZ/zMN9vjb/niBOJx3i9ZFbFnPvOZiaW8+/madw7HQk9MTR+WqnSXwuw021jI&#10;oWNLk24y3WSXS3mu83aR+UoRlaXYys81Q+KJR/9LItkCF7LtZlYDWnvM/Xg2fUzyW6IwfnPX1i5N&#10;/w/BgjNfYirYuyP3f01S2Fkmwl2xD5kPAKCckaNO3SYuD6j2HLd8Tv3Bslk/6lRX8vt2qbQUth9M&#10;Ltq3SdP1oaXvXK9Rq1awcaK6nWuGy81JCzyRfHrrg3pJcjk99QG98Z3Dr6u4tkZeHk1nPmWz8Vyf&#10;zRmMJpZtfT5kvlIUDAZFzBp4hQ8hnwwY1jEBv9lGfZ+ehax7mK9OdadzPH1UOvP5YlN+c4NcJK5s&#10;tg7FFpH5Ut+VWqMvmlsPtnsXmQ8AAEoTOXbN0FCZb6QdoWz6yPsg2YUVu+c0bM83OK+ywXCFa5nL&#10;m5MWdCKzbcbZfcrcwySvdF+5l55BPGpvk/I+Xc59OJD5StICMl+yYze5fHaqa1/W6XyUOoqf+RLx&#10;iPNIJd0WeMQZmUDmYyHzAQCUPXJq5MaXvXqtRs1uPqGobdIeM/f7wlOzmcc9CfsvW4y6Vs32WkVF&#10;tVqTsy1vgZw0/4nJw3z9J3V7mWoU2pb3Scj5sU5Tp5g389EWtd8uMl9JikQi8/TtpgYoNFqG2d9s&#10;/La5hunal73lfJT8EmdkPurbdtfWUkmvFW52uxaa+Sb9pq35vmccg8GAzAcAAAAvTFllPgq7+l2B&#10;ORyzj5xvyQpOC+d172ZlvtR4Ammj5s31C8p8qdGp7CjXTKlxh8LdkAOZDwAAQFjKLfNdvnxZVHCj&#10;i9T0n/wvWYcjwjb+ZWe+jNGsC8h8z8acx1QZo1wzYK0WAAAAeMHKLfNRUY9druXDDz/M+oiMODrY&#10;jt06vd3rS/P+UV/HtMlJtXZ2D+XczMdbci9v5uOtyfyN48zBWnZwqPKgPTyTVY179+6xhWBNZgAA&#10;AHhhyi3zUW7evMneQuZmu7FRu5ZZfVu+zRLMHH2aWldlXZt9hG7py5P5ErwFGxe291rmlCJWahMO&#10;7L0GAAAAL1IZZr5EsvM0o7UvtUhycsYuT2pnjuS2GfkzX4KMXNGtJebNfMSGbQf0FmcwUijw7d27&#10;d64VBIUAmQ8AAEBYyjPzUT755BP2Rg4fPhyJRFa6OukYWgaBL4HMBwAAIDRlm/kof/vb39h2Neq/&#10;VORaqaQVDAbZIYbUy2AwlEHgSyDzAQAACE05Z74E0516+PBh9o7Y5Pci2/yo0MmuHcNe/ebNmyv9&#10;PJYNMh8AAICwlHnmY1HZK9XSxja2Ue88v/Y2Kmh+8sknbBPjircyPifIfAAAAMKyKjIfi9/qlgp/&#10;ly9fXpaFkSORCFX+hx9+yA+X1L/LL+2xkPkAAACEZRVlPhbbCMdPZqmpHtT7VAQMBoPzpkAqxlGH&#10;USGPinTUiVmlqVQqKvyVU09uLmQ+AAAAYVl1mS+FCnZUwjMYDKlO2LwvVVJqXGCh1969e6nUWN5R&#10;LwWZDwAAQFhWb+bjo/IfldVsNhsVAalsN3cKTPXb8psGV/oOXjRkPgAAAGFB5psLlQWDSaWwyF/p&#10;QOYDAAAQFmQ+KAYyHwAAgLAg80ExkPkAAACEBZkPioHMBwAAICzIfFAMZD4AAABhQeaDYiDzAQAA&#10;CAsyHxQDmQ8AAEBYkPmgGMh8AAAAwoLMB8VA5gMAABAWZD4oBjIfAACAsCxX5pudCn/rtJp0bTtq&#10;FVQhhGLzjladyer8Njw1m3lkLGxrZS+hMPpiK33/z0Hs4bDfR7sRCD9Nv+szKthnq7GFV7qKS4fM&#10;BwAAICzLkfli932WQ7WS/PvSEpsPWXz3edmu7DNf1GesZW5QobGF0re9gplvzN5a4LdTdGWQ+QAA&#10;AIRlyZmPHPcY1IS4QKRgXxK1wTNOcicg873ozDcb7H1ZjMwHAACwqi0x88UjziOV3CmEsslg896N&#10;xqh0R8aid702Q5MyWeDaI85InDlllWa+lUNODxjkdH02arreNWax+B4WVSgyHwAAgLAsLfPNfGeu&#10;l3HHN3x0KxrP/DgevfVRA9erKG/s/X6GfpOf+bxTD27bT/6bZrOS2KDWaA0W990pMusa02O3/nhS&#10;t1e9gbmQorZJe8zc78sZJjjzMHjVotc2bVYyowl3avWWq8OPeYWFbBoFc91WWzgWC187uf9lBf3v&#10;H+3717H1qehyT6aPJyfdRyvYp/Hrk/5nJFcZ/1e9+o7m12sV1C3TdT52yuoeTt54ujEv/eKSX8F2&#10;vlgk6Dpv0rXtUlcTkmr1rjad6bwrGMlIw2GbJnVu7OeA/UPdvoZqiaxava/r9OVg9mPPknzg0kOO&#10;yNxHLgIyHwAAgLAsKfPxOg1r9QN5G4weevS1XJlbeoN0TktnPvmBo911FZkJqar5rD+aTmpToS86&#10;VXnGohHK3X8IpLPOdPjKO3W5h0leOeq6nywsnfn67vy1p74imf+mRu1aKXt8jTmQDkWPfcZ65hjp&#10;JtPNZ/Q70UFLqzLvmMU6g2uMDmmLzXxk9FvL/po8PeOSmjbLt+nnkMp8uz7q62nMOp6of8/7eI4w&#10;9zRgbsy5u3xSVxHXGn3RuX/1yHwAAADCspTMFx+zH+DyR8VR9ySZ7xhea5nkgH0szs98zEtZ13bk&#10;uP53OzbIknFnm+nWI+7kUXublH2zXnvqf2w2W5/lnWR/sXybhcmQCXJm6NOd7GFimUrz1vHjR1rr&#10;lMk+ZZ1jlG0yS2W+N981tnAhj2nzS19F/KZleJqr+Oyd3i1sldQmPx2AyBFbC3fY+h1dH1ttn1tM&#10;B9UKgp8LyYfDN3xui7aaebNCbfwyNXs3T+Yjx9zddRnPgV9zcV23e4x7puk0RuddRd2+ruPvHH5d&#10;lQx/ip3WYbLQbykRcXdtpH+hbRfD0XsBt6Pf1m93+oLjOS2qyHwAAADlaymZb9Jv2jrvVAAyZG3i&#10;ymw0B55mZr5anSPEJjIy6j+7u4p9X9bpZELf7CPnW7LsXtf4I/fv17GnN1qYpPOzu6uGTYENJ2+w&#10;bWPk1FB/x8bMaJjKfPwXnfmoNJfs3lU220JsEiLDtmYJv2M3FXClGw3fJPuM4xHHYVn2E1jgHA7y&#10;mf/kJvYd6S7zzZ+5ztzYzzfNu7hIWn86MMNcKZ3GKuqNf4vE2JuMeAwvszci1ToiBX9N3I1LN7+y&#10;VZH+/YokNa3mv4VjvOCHzAcAAFC+lpL5UuFmzumf2UkinfmIndZQOnLwMtCvTH66F5J3ZN1bVu/w&#10;A3YMXyw6Hmbcf0g3VU179GuYs2SHeePVyJnA6Xq2tCb2KrzMp2wxXfl+PD0iMJbq3k3GTSrMHZJm&#10;dOzGo6Hb2avukZM/nv/XYjPfVLB3B9tGuNHofcp/Yk+9xo1S5qMdvcGpjGco1dpHUyP9UpMz5nz+&#10;9IULTamWN5j9U6kjp8IBH8s//HCe2TXIfAAAAMLy3Nv5eJkvq51PWmO+nTHAbNLdVcHvBU7MDlm2&#10;8UfpSarV+3TGXttVfyiabKAihy2N7KcNZl+Y50d7J1saNz04lfkqGnr/npVo0t27/9LjmyZT/aGp&#10;jt2kmYfDN5x2a69J39n2pjrVH11M5rvv0K5nDtvY5c5qpEtdfb3WcT/jGWZOdV7Q+i8Rh5a9NdUh&#10;q/8+lZLJqZ88p/cq84TIRUDmAwAAEJYVHM+Xs5RJukWK6XKlRYN9nflWeyYUDcf6ByfI/NMm8nXg&#10;pjNfvo7LdPcu07QWv22ukWbO2KWudM9p2J55rcqt6hppkZlvjvrklLCUzJcXOWzdyV69utM5XsT3&#10;BpkPAABAWFZw3q7s5d47GQuuPHJ2ykQ5q4qwu7p91H1gW3VW+Nt4wveUXJ7Ml+7epYf0xbn7ktWb&#10;v5vhDpgZsbWz8Y5Q7Tlu+cp9K3jv4VS+1FVi7Xz5LXURQWQ+AAAAYXlh6/Ol8lN6lJ50v32UN57v&#10;qe/Exsx0GB2/z3TTjj5MjuQbG77ltOiSy7JsNfknU3mI2G0Lk3PUde7Ml+7elXVe+rutjeAPp6M/&#10;/sHSWJHb27uEzFfUeL5FZ75nYd9XNlr/5UCE93jGnZ3VBRLngiDzAQAACMtK7sOROW/31ukmJX/d&#10;E14uqWy2DqWjTjp+MQMEU4uqSHacvPUwGWvIWOjqaXarif90hzPmcBSYlJrq3q3Y2dqynhc92Vqn&#10;+p1brKFk218s7OxKLrbyYubtLjrzpSajiKS7z9/lBkHyVrfhj+fDHA4AAIDytZL77bLLo2SvSyd5&#10;o3fwCXMkL1BKNjUf/0Mf3V71P+bORgWvbzeRmAnbDyqTh2m6PrT0nes1apMr51W329nJwfNlPv7C&#10;K7ldz+kBcBW1Hf/t9Ho9V6zv769L33iezEcoNcfP2f7oDNJTgZdnfb7F9+2SD651q9hWQ5lK8/sz&#10;1gu8ZQUr6k030k2MWKsFAACgfC0581Fi932WQ/lmWjDlbD5k8d3nB5VU5qvYd+ggF0dSr6oWa3Am&#10;dSx53/3v2/MP11PuOun9mYtEeWZXcHMsGgxXkkvQzZv5eAMKszp2mWuMOnSVWeVLXuk+Y9jO/ptb&#10;LDDBX/mF39q3PPtwFDOeLx4N/KFZSeQ8HJlq/6cBfnc8Mh8AAED5Wo7MR2NnWpiYfWCZ0zc07NOZ&#10;rM5vczbGzdxvN+yx6P+1YYNMJKluOJBvv13ySfjGl736Do26mslGytqmA93mP/rCT8isw/yXLUZd&#10;q2Z7raKiWq3Rdpv7fSO80haQ+dK9yZkdu9wlJkPuP3Rp6hTs3XWddQYjsVRMlDQYvQ+4I6d+dJrf&#10;0mxWzpv5mOexmP12i5zDQcbGA5ctBu1u9uG82Ur9alzBh7HMZ43MBwAAUL6WK/PB6oLMBwAAICzI&#10;fFAMZD4AAABhKSbzzbkYHl5l9VrId2Clv8MAAAAwP2Q+vJD5AAAAyh8yH17IfAAAAOUP4/mgGMh8&#10;AAAAwoLMB8VA5gMAABAWZD4oBjIfAACAsCDzQTGQ+QAAAIQFmQ+KgcwHAAAgLIvKfFGfsZb+aKc1&#10;lLnx2bSvZz19VqstHEu8UOxObi/+uotH72zG7cO2AMxOcfPsqLaSkPkAAACEpZjMJ5K0ZWasqN+k&#10;Fq2izDc9Hrx5Izi+uEtG/dYek9X/cGHFPvRbTT1Wf3Shpb9oyHwAAADCUlTmE69rs4+kW/qe3TT9&#10;WrqaMt9zaoQr9bY9PmQ+AAAAYVl85lvzRuvuddL99tFk6JsN9r4srm1tUyPzlWSxzwUyHwAAgLAs&#10;PvMp3umzthGyt5yPZpk3p4K9O0T/YrB9ti+dvWI/uUx7VRKmKMmmZtO1cIzk8pmiu8/xboOCvhCh&#10;2mty/RRLxEbtWqm4Vj+Q7PdkGg75sZITG/Gc7qhjzhUpGnXnb0dJNvM1HbecaFbJeGUmCleDet9n&#10;VCh2nem37K8hmDrHwtdMuzcR7I1nlJB7RSaZcU+JuV9yInD+6I4NMuadyobu/sFoPM9VvNbkeD6S&#10;dzlCoX77fGCCTGQVO8zLf9Nhz39p65Rs+WrdhQBdft5CchR4AnTVxC1nLp1tox4acxUyevt8185q&#10;9kjFa939f4/mKS4NmQ8AAEBYish8Ru+QdaekutM5Tr9H/mBplK/Tu/5vur1tesiyi1C2mC594/Nd&#10;d517q05S2WK7S3JtciJi88Ezjm98A1+aNFUi5dvOB3Ey4uiQEev0nidMic/8JzeJqzoc9zNTRzRg&#10;biKk27r7vvZ6XRd7mpXirUbfzxlleq9aOn7Dllm4GmzkIeQKhVJ9QN/zuX/ijuVVhVJjujTgpUo4&#10;p9tKSNttIzMFrjg6HnQY1RUitdFBD757MmRtV0rqteaLbu91t/2UdrNC1X3tAZlzlcELXOZ79q15&#10;i1ypOXHRfd03cLlX+xvR2mPux08zi021+ZFTgY8bJIqGbquLKv+LExqlbKPR+zR/IbOZv6+CT4DJ&#10;fBUKxXq19vf0qMGZoLWlitjcYba7qDu1mztqJXXd7rE5Uh8yHwAAgLAUk/l8M8PWnQpZp/MRFdBC&#10;VP6r1Q+M8/pYx9ymoyccQzPsSdMe/Rr6pBiX+VLteeSk+2iFuNboiyYSP7u7akS/NHiekNyMkHQ7&#10;YtIjZ6dMVm/+jiuWCT1VJu+9zDKnBwxyrsxC1WAjj4hoPDs4w6SaB26T7qRj+Gl2CfmveCvO74SN&#10;3zbXyNPHJOIRx2GZ9JAjEs++SmreLv2PCvXJG2xDGjnu/9J22U/P3OD37ab+Pe7srBbVnw6whSQm&#10;A+btxK9M/nuFCuEr+ASYzCdv7P2e/SgeMNeIXzMHJrnzyPuOjiqp1hEp/L1B5gMAABCWojJfjOnP&#10;pSPadMi6h+nnfcYfV0dGh9zW08YubbNmey3TMcrLfOmxd0zyYPMZ+WTAsI6Nbk88+l9Kk21+aXG/&#10;qYo7mG+OMgtVg8t83L+ZsqPDbquZOnCP5vVaBX37dAkFrpjICGd0gBOJsl/MWVlXSWU+8r7r6Ct0&#10;n6ykWr1PZzxrHwixyS1f5ovfMv2K4FU1qWAhmUcVeAL8p5R8hjl3keeqach8AAAAwlJc5uPmbeg9&#10;39n3r2Ma/HjZa+p7y+4qQqXpOmXp63e4fdbONfNmvkTiqde4UbZO/7dxOvxtNfomsq6dGVPSbxcs&#10;s2A1sjIfOTX4abOygjnwc+bAw2w7X4ErJjLC2Zi9VVJg1b1CmY82PR64dtHyYfeBbfQQOkmD0fsg&#10;f+bLjqd8eQvhKfwEMm8tPmY/QCxyHgwyHwAAgLAUmfkSs3d6t8g3HTq0R8oO7EtnL6Z5rEY/wIU2&#10;csKpq1hA5mO7dH/Z3vW7GtGvT/qf5TRaRRxaqezl3jtcjy/dHCirMd+8V6DMwtXISmOTftNW0RqD&#10;Z5q9YnzC+TbX45z/ircz+nbp5yCTdTgiXH1nwvaDSvGbluHpQplvdtj2O81hS7IjlVexvH279x3a&#10;9aItvUGuEg89+lpRjfm7HwoVkjbHE8iKs0yC5w2gJEP29mpRo2W48IA+ZD4AAABhKTbzpdZhlmrt&#10;ozF+5mNG+FXU6T5zeb2eK5/pm9ZTh8n1nul5Mh+bPKhLy7dZgrO5NSXH3N11ImVzzxdUwcxMC8kb&#10;vYOPCpVZuBpZme8Z3T0t2ao7d9Xr81w5p29SUg+BiUr5r/iEC2R1ersvOB6bGXXoKpNzOFx9hial&#10;VNl+MUwWbud77OpaK1U26c9d8fh83zjM7dXimi73z5nFpjJf/IH7HZW4StPTT5dPz8NgxuEVLIT3&#10;wAo/gewmTHLEcXBjcg7H132GN5Ti6nZ7CHM4AAAAykbRmY+dXStKrqjCz3PTYWdqNZY9Rrvn2vvb&#10;CHFlq/3u3JmPCn2WV+UiyR5r6Fn+yvJWHkmt81K4zELVGMlOY7F7TsN2ZhifTLW7x37zL+/XV4gk&#10;B+xj8XxXTNCNeZf+jX6TPYZeq+VtNbueS3otlTn6duPRwOddr6sIbtgcuwRMVrH/yFirxfUBuxIN&#10;b72VQoXwFXwCud3W9FotukbFXKVlQOYDAAAQlkVlvueMZKYDp/tJoXQh8wEAAAhLaWQ+8ufg9ese&#10;q06Vb/YGlCBkPgAAAGEpjczHdIOKxBV1hr8+QCOfECDzAQAACEtpZD4QGmQ+AAAAYUHmg2Ig8wEA&#10;AAgLMh8UA5kPAABAWJD5oBjIfAAAAMKCzAfFQOYDAAAQlpXIfBk7z76IEgrvnJu9pPNCxYZt++tb&#10;bHfJpd+LMCHzAQAACIswM1/Ub+0xWf0PEwkyNh68cSM4HptriZflznzxiPNI5cYTvqckryarCzIf&#10;AACAsAgz86UtKLQtc+ab+b63cX3+TYFXDWQ+AAAAYUHmW2zmYzcaftMyPP28no8QIPMBAAAIy0pl&#10;Pvn24/9l2r2JoK4l2dRsuhZmO2fJicD5ozs2yJg6VDZ09w9G4/T7dGpT7DrTb9lfQ1ARzWtlUuMw&#10;k9jYCrMhcjrs+qBZxZ4uU+3+wBWe5s4Wbzx86mQb+5GiUXf+dpS+YEbmI6O3z3ftrJYwBSpe6+7/&#10;ezRPj/HTgLlRVGMOxFP3kje/xqOBz7teV9E3KCYUDcf6BycWs8MIGQtf454P9btQ7TW5fmJiadRn&#10;rBXtOn3JckAlYa+7xAsVCZkPAABAWFYq81FRr1575k8e33WX5Xcq8cZO5ygVp4as7UrqffNFt/e6&#10;235Ku1mh6r5G78ZGpzZCrlAo1Qf0PZ/7By+wSSs2fuey8TWR+DWjwxccn54dsmyTVGlMX3p8Pq/r&#10;M11dhbTFNkKymU8kUjb3fOHyer/uM7yhFG/SOUdJfuabCVpbqojNHWY7dYzLbu6oldR1u8dy8tOI&#10;va1SpLGF0/eSm/nImSFri1Jeqz1ld1/3ui+atfWE6h33g/hCH9Fs0PKqQqkxXRrw+rxXz+m2EtJ2&#10;28gMl/nWUA+iQat/3+p/uNQLFQuZDwAAQFhWKvMR6/SeJ+yP0x79GpHC6IvFb5tr5PXm72a44+IR&#10;x2GZ9JAjEmc35CUazw7OkMkS2KTFb6iLP3Cf0p1wDLPHJCY8+hqmXDbzKXZah7kAR/5gaawgdtvC&#10;ZPr0eMBcI37NHJjkLk7ed3RUSbWOSFbl47dMvyKYUhOZNeFj2gLrTwdmkheMODpk67WO+wt9RA/c&#10;Jt1Jx/BT9uzpAYOc65tmMp/kjd7BJ8tzoWIh8wEAAAhLCYznY/IcnaLY9r/sF5N1Usdkl5A5II98&#10;POy+YDZ2aXfv2rFZyXTRpjIffzwfk5zoj1KnT/G6iXmv9CUT2bXNey+ckE2jyC0tt7DC4tFht5W+&#10;kz2a12sVqeeQrvlyXahIyHwAAADCUkqZb8zeKikwt2NBmS86aGlVSjZpuj609P3R4XZbOzfOlfno&#10;MXmp06fH7AeIhUzmWFA7X2b/76KRU4OfNisrVJquU5bP+x1un/WwPH/mW+KFiofMBwAAICyllPlm&#10;7/Rukck6HBGuo3ImbD+oZGfILiTzMWlMrvdw82nJMadOxct8lfQSylzB35nrZbJO5yPe6bPB3pfF&#10;VR2O+8le0pC9vVrUaBnOHtBHx6x0n2/+zDcV7N0hkh2me6XZwsIX25XyRssPC5tdMek3bRWtMXim&#10;2cPjE863K/JnviVeqHjIfAAAAMJSSpkvERt16CqTczhcfYYmpVTZfjFMztvOp9bbvcGx7607FUTd&#10;W+dc130Dfz6nf0NJ3QiTnJJzON4w9H3NzeGQNJkD0YzISI44Dm5MzuFg53lUt9tDOeGp0Lzd+AP3&#10;e82aNqN7jHqbHL10cG1yaoXrgqFpvUh50B6eSSTG3MY2ze73mGkWGafwPAtZ9xCSrbpzV70+z5Vz&#10;+iYl9Xup0Q9M5GS+OS70fCHzAQAACEtJZT52rZa31Qq2GpVq3YVAeq2W/KPoyPBXB+kVWCpb7SOx&#10;8BVDQ6WIXf/FePHmtffqJSKizR6mM1/T8d7fNzAl85Y+yVmrRdeo4EbypdZzycKuz7ejNziVWRO2&#10;qNR9xaOBCzo1UxkxoVC/fT7ALqHCjsBjr5h1Ck/sntOwXcGtONNjv/mX9+srRJID9rGJrMxX+ELP&#10;FzIfAACAsKxE5hM6cti6cx1vfvFSRNxdjZ3O8ZW+pUVD5gMAABAWZL4ixB8PvLtx7TH34yXuvhZ/&#10;4DI0tp8bnHoBDXPLDJkPAABAWJD5ikIP/tvabB163kuilCxkPgAAAGFB5oNiIPMBAAAICzIfFAOZ&#10;DwAAQFiQ+aAYyHwAAADCgswHxUDmAwAAEBZkPigGMh8AAICwlFHmy78N2pKRE4Gz++gtPVZiW9uS&#10;hcwHAAAgLMh884k4tFJiXec5b3C8DFdmiY0Hb9wMjk8v9jxkPgAAAGFB5luhYktEsXeHzAcAACAs&#10;yHwrVGyJQOYDAABYHZaa+WI+o0K8y9T3UatKRp+oaNSdvx1l9xKL/eQy7VVJmAIlm5pN18Ix9oPp&#10;sOuDZvZ4caVadyEQjWcfzy+HnAicP7pjA3d8Q3f/IHs8OTHYf6xBQdeZUO01WQzb88YX+vS31cxh&#10;GdWg485v3unrMzRU5tSQf3fJcKOxhemfFbvO9Fv21xDiVupnMnr7vK6RPYaug+snpv83Fra1ihTd&#10;fY53meoRigaja+gGcxZ1oZo2y7fR7O3Woj5jrejN9/pOtzNPgFCo3z4fmGCOImPha6bdm4jsq7DV&#10;azlz6Wwb9TDp4YbxaODzrtdVzJHURY/1D7IlhGwaheKd8w7DdqaqMtXuD1zhaeYJ8O5uMd8bZD4A&#10;AABhWZbMJxIpm3u+cHm9ros9zUrxJp1zlExMD1l2EcoW06VvfL7rrnNv1UkqW2x3yQT5LHD6ZUmV&#10;pqff7fV6rpzRqmSVXa7HicmAeTvBluPzXOntUIlrutw/JxJPh6ztSkm91nzR7b3utp/Sblaouq89&#10;IOMP3O+oxOubDBeoC3sumTRKqvK5mS95+pk/eahq9BmalPI6w18fkAku8XAffXPJ1KIUb+x0jvJP&#10;JqMhv8OoFleojV/eCI7H6Lsl5AqFUn1A3/O5P3LH2lJFbD54xvGNz/t1n+ENpURt8IyTbOajniHz&#10;kfcvpiYp9UgVDd1Wl/ebPxl3SsVqkz+aWU8m84kJpebERfd1r7u/R1MlWnvEGYknZoOWVxVKjenS&#10;gNfnvXpOt5WQtttGZpIPv0KhWK/W/r7HeisyZG1Rymu1p+x0CRfN2npC9Y77QZzNfCJxRa32Px0D&#10;7LOSKjuvPIiNBy/z7m4x3xtkPgAAAGFZlsyn2Gkd5tqtyGHrTgWx2xYmx9ymoyccQzPs+9Me/RqR&#10;wuiLcXlo+0k/2wQVG/dftn3pHyeZXKL+yM+14Y35v+z/0j9Gxm+ba+T15u+4chLxiOOwTHrIEfmH&#10;bbeS2GkNcReOjdq10tzM99jVtVa20eh9yv08M2Jrl0p2WYbYVi5ind7zhP1k0t1VwdYwE7/3k75b&#10;EdF4dnCGuursY/exSvFWo2+CO5K8a2upJF61DM2y91irH3jIfMDc2q9P+p/RdSVD1qY82ZTJfJI9&#10;1tAzrrCQdadE2WwLkQ/cJt1JxzB7B+T0gEEurjX6osmHL2/s/Z55OE8D5kZR/enATPJXEXF0yNZr&#10;Hfe5CvzS4HnCfhRxd23kbhV9uwAAAKvDsmQ+LoIwmOzC5AkyOuS2njZ2aZs122uZrlU2ZpBjV4/W&#10;VdCX2NCwr9N41n49ROe82JjLUEd3a8qq1Xs7jf9tH/gxmmqNy37VGgecVPziRzRy2NKYE1/iflOV&#10;uEY/MJF6h4lcla32key4w+S5hWS+5DGTftNW0RqDZzrVTTsTsraIJAfsY9NM5qM7f5n3mciV6jzN&#10;H7PSzy2nPvHosNtqph7kHs3rtQr29tOZL/Xw2ca87GfFlJBZAf61kPkAAABWh2XPfBMefY2oxhyY&#10;/N6yu4pQabpOWfr6HW6ftXMNL9LExgJXL1pOHTvQUE1Q16r7D290lh64Nh64+sWnp7p/20CP3quo&#10;M16PjtlbJflCCd3+J5XrPelVRvLFFwFnPrplVFpj/m5y8NNmZQXzID9nHuRhef7MN2JvqywwLA+Z&#10;DwAAYLVblszHDtRjzHxnrpfJOp2RzLBFTjh1XM/p9LDtiOa3nwaesWfEJ5xvV1DB5X9v2n6357eW&#10;QLJrc8ypU9EnPLvTu0Um63BEkhcI2w8qxW9ahn9ydlbzujLZchbbt7uUzDdv3+7iM19yoB5V1kzg&#10;dL24utP5Y2ayTD6uPJlvKti7QyQ77IjEueqEL7Yr5Y2WH0hkPgAAgFVvueZwvGHo+9rr/bqve5tU&#10;0mQORJnhaBV1us/oCRZXPtM3rafKZJrl2Ki0vkn/2ZUBr2/gK3PbJtHaY+7HY+6uGqoc/bk/e3xe&#10;j+NU6wZ2bkds1KGrTM7hYCZhSJXtF8MkORX4uIG7xHX3FyZm4vBi53AsJfNRATI45xyOxWc+MaFs&#10;MvS5rntd1u4GBdHwcWBqOmTdQ0i26s5dpae2nNM30VNVuDCd1chKjl46uDY5h8N1wUA9c+VBe3hm&#10;vnY+WZ3+jz7M4QAAAChry5L5qvZ1dabXTOFWEpkOO99NvrnHaPdce38bwXaqZqy9kl6UhF73pGtn&#10;NbtWC38NF/5iK/z3qUt4Pk6vEfPpR4fXLHatlqVlPrbOhdZqKSLzVTR3Hc1cToUu7J4zvcZKj/3m&#10;X96vr2B6kOM5HevxaOCCTl2Z9WDnynzkvUsHf0N3r7fZxxbzvUHmAwAAEJZlH88HxckZz1fakPkA&#10;AACEBZmvRCDzAQAAwHOEzFcikPkAAADgOSqj/XbhBULmAwAAEJaMzLdlyxZkPlgIZD4AAABhQeaD&#10;YiDzAQAACEvBzCf+J/FK1w1KFzIfAACAsGRkvhMnTqyev+Vk1H92dxW3jDM5ETi7T0nddf69yxaj&#10;2J0tmDpFPIbGBrN/aqUfzrxWz/cEAACgPLyU9XNp/y0nY+PBGzeC4zFyyUXFI45DUnFNp9UTHJ9O&#10;RBxaKbGu85x3kdtR5BH1W3tMVv/D4s6eHbJsk7Va75Z06tu3b19pf08AAAAg21yZ7+uvv17p6mXJ&#10;2t9i+YpaSuPc8iJH7PureBsEl6KqX1Vh3CcAAICwzJX5qD/tK129LKsg8yVmHznfkkm19tHSXalP&#10;/E/i1JdELpevdHUAAABgftmZ7xf//ItSncbBpjS2bslBeHk30s2Ub0tcZgHkZFE7NDsUqaRLj+eb&#10;Drs+aGa38U1v78uc8uZ7fafbVZLM3WzpZakVu870W/bXEFSI9FqT8ZGpsKK7z/FuzmbEZCx8zbR7&#10;E8FcosHQ1/fOb9JDCemO5vVax/2VfuAF8f/HYN++fStdHQAAAJhfduYr4aFaZGz8zmXjayLxa0aH&#10;Lzj+cMjarpTUa8/8yeO77uozNCnldYa/PshKfTNBa0sVsfngGcc3Pu/XfYY3lBK1wXM/GvI7kkUN&#10;/uMH6ge1uEJt/PJGcHwycPplSZWmp9/t9XqunNGqZJVdrsdcTCSUmhMX3de97v4eTZVo7RFnJM5k&#10;PkKuUCjVB/Q9n/sHL2RkPirqsVcf+NJEnaJ82/kgnpj5vrdRTtTpLFc8voE/ndHWE/zpI/Hb5hpZ&#10;lelWfKWfeF6raqIPAABA2Xgp960SbsXhdcg+dnWtlfHGvc2M2Nqlkl2WoWne8bOP3ccqxVuNvgnu&#10;DfKuraWSeNUyNFuob5d9f/tJP9OGl4iN+y/bvvSPk0zmk+yxhp5xJYWsOyXKZluIpDOfiGg8OzhD&#10;5iuqVj/AzucgJ91HK5h96qZ9PevT7ycSTzz6XxK8KcMhm0ZBtNnHVvpx51XCLcEAAABQUJ7Mxx+t&#10;VWINOemgFvebqsQ1+oGJ1GdUCGsSV7baR3jHT/pNW0VrDJ7pVOvfTMjaIpIcsI9NFxrPR45dPVpX&#10;QbfPbWjY12k8a78eSvXt8vfDZaIe/UbqH+z72ZkvPfowuTfxw5xRiXTIy8p8y7BqzPPB/25s2bJl&#10;pasDAAAAC5In82V175bS7N0XkfmY64wFrl60nDp2oKGaoMJf3X94o4+yM9+0R79GWmO+HV905ptg&#10;lolpsYZmkmXlyXyl2c7Hn7FbYv8/AAAAAHN5Ke+7/L/rpbQYxwvo250eth3R/PbTwDM2JsYnnG8z&#10;HbL/j8580nbbCBvUyJnA6XpxdadzPLHozBedDfa+LK7qcNznouhTr3GjNJ35mAGCpTmer1S/GAAA&#10;ADCP/JlPLpeXZFMfm6LUert3aXM4xsmCa7WwMXF9k/6zKwNe38BX5rZNorXH3I8fcXM4mgx9rute&#10;l7W7QUE0fByYIovIfAlyxHFwY3JuR84cDv683Qdu425Ns9H9YKUffSJza75S+lYAAADA/F4q9AH/&#10;r3vp9OKR4a8O0quoMH24xa/VkphrfT662KM7NrBrtaTWZGHG81U0dx3dzhQlU+3+wBVm2hSLyHwZ&#10;tZKp9h85/H8qkpmPmeqRWp+PLm05doRbDqX5lQAAAICFKJj5skZurfrR+jlzOJaAfBi4bLvkCye7&#10;oZ/dNP1aKtd7mJ9/dnf9plJ3JbL07eWWFSEh0MgHAAAgXC/N8VlWu87q/jO/nJmPGcAnU2pMl+ju&#10;4z+f07+hlGwz3XqUoLdes7XI3ugdfLLS95sha1oPRvIBAAAIzlyZL2v13dXdnbesmS8RjwYu6NSV&#10;XPdx3W9Pcj3OEz5jY33P9cel1MhHZX18DQAAAITupbk/5i/Aiwae1Skr8JXYMt0AAACwIC/Ne0TW&#10;n3y5XL7SdYYXJ+u3T/0/wErXCAAAAIoxf+bL7dpD7FsNcn/v6NUFAAAQrvkzXyLfwD5stFre8ga+&#10;1T2JBwAAQNgWlPkSOTM3EQLKGH7XAAAA5WehmS9RIAqs+nX7yk3WrB0EPgAAgPKwiMyXKBD7kAnK&#10;Q6Ff7krXCwAAAJbB4jJfosBIL3YZFyQ/gcodr4lZugAAAGVm0ZmPlbcHEOu3CY5cLsfvEQAAYDUo&#10;MvMlCjcOpSb2Vv2qCi1/JYgKc3NEdjTZAgAAlKXiMx+LCnZzpIesJIHXCr4W+GuiovxKfycBAABg&#10;+S0187Hm6CLESygvpD0AAIAytjyZj0WFhoW3J+FVIq9f/PMv0JMLAABQ9pYz86VQ4W/uEWN4rexL&#10;/E9iuVyOqAcAALB6PJfMl4WKgFugBCDkAQAArFovIvMBAAAAwMpC5gMAAAAof8h8AAAAAOUPmQ8A&#10;AACg/CHzAQAAAJQ/ZD4AAACA8ofMBwAAAFD+kPkAAAAAyp8AMl/MZ1RwG0i02sKxrA/DtlZuewmF&#10;0Rcr7grLLWzTZFWJvofsWyAfDt/wMQLhqZWuMgAAAJQ3ZL7nYGGZL31fGlt4pasMAAAA5Q2Z7zlA&#10;5gMAAIASg8z3HORmvrnvC5kPAAAAnrPyzXyxSNBp0Wt31ioIkVhZ26TVW74ejsbTB6SSGR25psOu&#10;j9rqlLz4RcYeDjotBm1TLX11BVWAwXJ1KEpm1W52Knz9fI9un7qaYI9x352at50v/SPvpen70X9y&#10;E/fjm5bh6fRFyB8sjRXM++va7CPZVQAAAACYT5lmvti9K92vEOLsXEXUGVxjyYPSme/CHe979RJ+&#10;kxsZC/+5u64iO5aJK+qOXh1LZ654NPCHZiWReUxVi173WjGZzxZ+dtP0aynzo7LZFkpfJ+LQSplj&#10;pFr7aIk0ZgIAAICQlGXmezpkaZGyb0o2aY78+/GufXUKNpkRlQcvjbJhKpX53vy9saVSxO9mnRm0&#10;7FRyMVGlOXL837vaXk7WYeNBR7Kl7ekNU30yF0pUOw6/c7zrtw0bZOkYVyjzMVN2r1u0FexhaqOD&#10;m70b9ZvU7LlSrSPC3SM56T7KHknstIbQygcAAACLJ6zMN+crFbAeu7rWMglPsuPkrYdMRpqdutvf&#10;wb25yzLEdJumMl9WY1ti9rH7WCWbsRo+usV2B5OTd/sPcW++ahmapct85HxLxp6l3Hc2MMGGMTJ6&#10;63STcp7Ml3VfvA7lZ6nu3Yqj7km2yMc+Yz1zrmKndRiRDwAAAIpQfpmPnB4wyJl3ZB2OSDoiTQbM&#10;rzFHypus/6DfTmc+Qqk5eeX70Snu4AmPvobtpe1w3E8XMPOduZ5tw2uxhmYSiajPWMv8KN1o9D5N&#10;15d8MmBYV/S83XT3br3R95h+Z/ZO7xbmupI91tCzlf5tAAAAgCAJK/Mpa1/fpcmwa8fmrEa16WHL&#10;m+zYuwbz9TDPj3Yd20PKHZjOfDt7g/zMlpow0WT2hXgFDNo7Vcz7tUZfNJEI2TQK5sfqTud4Ro1T&#10;w++KWasl1b0re7n3zixVnbCtWYKOXQAAAFgSYWW+hYznSzW/FX6xGavQiip5J1hkvBQaW4iX+dgI&#10;mK+EYjIfr3u30TJMxiOOQ1J07AIAAMDSIPMVnfnuO7Tr87fzPXJ2ypawJnOqe5eepTvq7tqIjl0A&#10;AABYovLLfKl3Mpc7yVVw5eRkA56kLedyfFPB3h15x/M99Z3YuKR9OFLdu9Wdl/9irpGiYxcAAACW&#10;qPwyX2I22Pty1qxb2lTI2WuknfjYPZIxhyM786XCnLzh5I30Isyxu87TJ5gS/tsdnsnohJXuOn17&#10;WebtslIlE5XqV2rQsQsAAABLVoaZL0GG7O3VqdX1uk5Z+qxnjNoGrhDlQTud2ObaIY0MX2znVlqW&#10;MQVcsPYe16oruUm+7RfDbP6a+b63UZ5cn49eCNCo/92OhazPl3VfymbjuT6bM5geFZievStCxy4A&#10;AAAsXTlmPnoXjSuGhso8Q/EU2w3Oe9xRc+2KOx12vtugIHJKIBQN7zrDqV3RyJkha0vOPhzNXR2v&#10;LCDzkaP2NmnOKENOenFmdOwCAADA0pVl5qORU2H/ZYuxs03zeq1CUq3WaLvNf/SFn6Sz01yZL8Fs&#10;pEsV0EMVsGOzkthAFXDM3O8LT81mHxb6q0X/r8z2G8pazVvmyz9E591vl/Mk5PxYp6mbZ/YuOnYB&#10;AABgyQSQ+VapaY9+DTp2AQAAYHkg85UmciZwuh4duwAAALBMkPlKzbOw76s+y4m2zexeIOva7COI&#10;fAAAALBEyHylJmNNaaL+g1tPEfkAAABgqZD5Ss2k37SVTnsbGvZ1feJJzxEGAAAAKB4yHwAAAED5&#10;Q+YDAAAAKH//Hy2Uik84APaZAAAAAElFTkSuQmCCUEsBAi0AFAAGAAgAAAAhALGCZ7YKAQAAEwIA&#10;ABMAAAAAAAAAAAAAAAAAAAAAAFtDb250ZW50X1R5cGVzXS54bWxQSwECLQAUAAYACAAAACEAOP0h&#10;/9YAAACUAQAACwAAAAAAAAAAAAAAAAA7AQAAX3JlbHMvLnJlbHNQSwECLQAUAAYACAAAACEAEzHE&#10;4kAFAAAEGgAADgAAAAAAAAAAAAAAAAA6AgAAZHJzL2Uyb0RvYy54bWxQSwECLQAUAAYACAAAACEA&#10;qiYOvrwAAAAhAQAAGQAAAAAAAAAAAAAAAACmBwAAZHJzL19yZWxzL2Uyb0RvYy54bWwucmVsc1BL&#10;AQItABQABgAIAAAAIQDWXqDJ3QAAAAUBAAAPAAAAAAAAAAAAAAAAAJkIAABkcnMvZG93bnJldi54&#10;bWxQSwECLQAKAAAAAAAAACEAd+GlIWRJAQBkSQEAFAAAAAAAAAAAAAAAAACjCQAAZHJzL21lZGlh&#10;L2ltYWdlMS5wbmdQSwUGAAAAAAYABgB8AQAAOV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1524;width:41624;height:37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qTjDCAAAA2wAAAA8AAABkcnMvZG93bnJldi54bWxEj0FrwkAUhO8F/8PyCl6KbhSRkGYNQRA8&#10;WUzj/ZF9zYZm34bsauK/7xYKPQ4z8w2TF7PtxYNG3zlWsFknIIgbpztuFdSfp1UKwgdkjb1jUvAk&#10;D8Vh8ZJjpt3EV3pUoRURwj5DBSaEIZPSN4Ys+rUbiKP35UaLIcqxlXrEKcJtL7dJspcWO44LBgc6&#10;Gmq+q7tVUJm60hdzupVv9vKRtvtumKajUsvXuXwHEWgO/+G/9lkr2O7g90v8AfLw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Kk4wwgAAANsAAAAPAAAAAAAAAAAAAAAAAJ8C&#10;AABkcnMvZG93bnJldi54bWxQSwUGAAAAAAQABAD3AAAAjgMAAAAA&#10;">
                  <v:imagedata r:id="rId13" o:title=""/>
                  <v:path arrowok="t"/>
                </v:shape>
                <v:shapetype id="_x0000_t202" coordsize="21600,21600" o:spt="202" path="m,l,21600r21600,l21600,xe">
                  <v:stroke joinstyle="miter"/>
                  <v:path gradientshapeok="t" o:connecttype="rect"/>
                </v:shapetype>
                <v:shape id="Text Box 25" o:spid="_x0000_s1028" type="#_x0000_t202" style="position:absolute;top:41773;width:5934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gu/cUA&#10;AADbAAAADwAAAGRycy9kb3ducmV2LnhtbESPQWvCQBSE70L/w/IKXqRuqtiW1FWkWBVvTbSlt0f2&#10;NQlm34bsNon/3hUEj8PMfMPMl72pREuNKy0reB5HIIgzq0vOFRzSz6c3EM4ja6wsk4IzOVguHgZz&#10;jLXt+IvaxOciQNjFqKDwvo6ldFlBBt3Y1sTB+7ONQR9kk0vdYBfgppKTKHqRBksOCwXW9FFQdkr+&#10;jYLfUf6zd/3m2E1n03q9bdPXb50qNXzsV+8gPPX+Hr61d1rBZAbXL+EH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79xQAAANsAAAAPAAAAAAAAAAAAAAAAAJgCAABkcnMv&#10;ZG93bnJldi54bWxQSwUGAAAAAAQABAD1AAAAigMAAAAA&#10;" fillcolor="white [3201]" stroked="f" strokeweight=".5pt">
                  <v:textbox>
                    <w:txbxContent>
                      <w:p w:rsidR="00F4539D" w:rsidRPr="00FE6CC0" w:rsidRDefault="00F4539D" w:rsidP="00F4539D">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v:textbox>
                </v:shape>
                <v:shape id="Text Box 26" o:spid="_x0000_s1029" type="#_x0000_t202" style="position:absolute;left:1619;top:36000;width:9566;height:5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M1v8AA&#10;AADbAAAADwAAAGRycy9kb3ducmV2LnhtbESP0YrCMBRE3xf8h3CFfVtTyyLSNYoIgm9i1w+4NHeb&#10;YnPTJrFWv94Iwj4OM3OGWW1G24qBfGgcK5jPMhDEldMN1wrOv/uvJYgQkTW2jknBnQJs1pOPFRba&#10;3fhEQxlrkSAcClRgYuwKKUNlyGKYuY44eX/OW4xJ+lpqj7cEt63Ms2whLTacFgx2tDNUXcqrVZDV&#10;fR/84fg46dzJqjPfOZdOqc/puP0BEWmM/+F3+6AV5A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qM1v8AAAADbAAAADwAAAAAAAAAAAAAAAACYAgAAZHJzL2Rvd25y&#10;ZXYueG1sUEsFBgAAAAAEAAQA9QAAAIUDAAAAAA==&#10;" fillcolor="white [3201]" stroked="f" strokeweight=".5pt">
                  <v:textbox style="mso-fit-shape-to-text:t" inset=",.5mm,,1mm">
                    <w:txbxContent>
                      <w:p w:rsidR="00F4539D" w:rsidRDefault="00F4539D" w:rsidP="00F4539D">
                        <w:pPr>
                          <w:jc w:val="center"/>
                        </w:pPr>
                        <w:r>
                          <w:rPr>
                            <w:b/>
                          </w:rPr>
                          <w:t>Heredity and variation</w:t>
                        </w:r>
                      </w:p>
                    </w:txbxContent>
                  </v:textbox>
                </v:shape>
                <v:shape id="Text Box 27" o:spid="_x0000_s1030" type="#_x0000_t202" style="position:absolute;left:1714;top:17904;width:9566;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QJMEA&#10;AADbAAAADwAAAGRycy9kb3ducmV2LnhtbESPwWrDMBBE74X8g9hAb4kcU5riWA4hUPCt2MkHLNbW&#10;MrFWjqQkbr++KhR6HGbmDVPuZzuKO/kwOFawWWcgiDunB+4VnE/vqzcQISJrHB2Tgi8KsK8WTyUW&#10;2j24oXsbe5EgHApUYGKcCilDZ8hiWLuJOHmfzluMSfpeao+PBLejzLPsVVocOC0YnOhoqLu0N6sg&#10;66/X4OuP70bnTnaTecm5dUo9L+fDDkSkOf6H/9q1VpBv4fdL+gGy+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vkCTBAAAA2wAAAA8AAAAAAAAAAAAAAAAAmAIAAGRycy9kb3du&#10;cmV2LnhtbFBLBQYAAAAABAAEAPUAAACGAwAAAAA=&#10;" fillcolor="white [3201]" stroked="f" strokeweight=".5pt">
                  <v:textbox style="mso-fit-shape-to-text:t" inset=",.5mm,,1mm">
                    <w:txbxContent>
                      <w:p w:rsidR="00F4539D" w:rsidRDefault="00F4539D" w:rsidP="00F4539D">
                        <w:pPr>
                          <w:jc w:val="center"/>
                        </w:pPr>
                        <w:r w:rsidRPr="00731794">
                          <w:rPr>
                            <w:b/>
                          </w:rPr>
                          <w:t>Ecology</w:t>
                        </w:r>
                      </w:p>
                    </w:txbxContent>
                  </v:textbox>
                </v:shape>
                <v:shape id="Text Box 28" o:spid="_x0000_s1031" type="#_x0000_t202" style="position:absolute;left:15430;top:27333;width:13293;height:4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AEVr4A&#10;AADbAAAADwAAAGRycy9kb3ducmV2LnhtbERP3WrCMBS+F/YO4Qy809QiQ2pTGYLg3bDbAxyaY1PW&#10;nNQktp1Pby4GXn58/+Vhtr0YyYfOsYLNOgNB3Djdcavg5/u02oEIEVlj75gU/FGAQ/W2KLHQbuIL&#10;jXVsRQrhUKACE+NQSBkaQxbD2g3Eibs6bzEm6FupPU4p3PYyz7IPabHj1GBwoKOh5re+WwVZe7sF&#10;f/56XHTuZDOYbc61U2r5Pn/uQUSa40v87z5rBXkam76kHyC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hwBFa+AAAA2wAAAA8AAAAAAAAAAAAAAAAAmAIAAGRycy9kb3ducmV2&#10;LnhtbFBLBQYAAAAABAAEAPUAAACDAwAAAAA=&#10;" fillcolor="white [3201]" stroked="f" strokeweight=".5pt">
                  <v:textbox style="mso-fit-shape-to-text:t" inset=",.5mm,,1mm">
                    <w:txbxContent>
                      <w:p w:rsidR="00F4539D" w:rsidRDefault="00F4539D" w:rsidP="00F4539D">
                        <w:pPr>
                          <w:jc w:val="center"/>
                        </w:pPr>
                        <w:r>
                          <w:rPr>
                            <w:b/>
                          </w:rPr>
                          <w:t>Competition and natural selection</w:t>
                        </w:r>
                      </w:p>
                    </w:txbxContent>
                  </v:textbox>
                </v:shape>
                <v:shape id="Text Box 29" o:spid="_x0000_s1032" type="#_x0000_t202" style="position:absolute;left:33051;top:25431;width:9563;height:4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bccMA&#10;AADbAAAADwAAAGRycy9kb3ducmV2LnhtbESPT2vCQBTE70K/w/IKvemmOYimrlKEUulB8N/9mX3N&#10;ps2+Ddmnxm/vCoLHYWZ+w8wWvW/UmbpYBzbwPspAEZfB1lwZ2O++hhNQUZAtNoHJwJUiLOYvgxkW&#10;Nlx4Q+etVCpBOBZowIm0hdaxdOQxjkJLnLzf0HmUJLtK2w4vCe4bnWfZWHusOS04bGnpqPzfnryB&#10;idvvxj+n5VH6v9V3vg6HjVwPxry99p8foIR6eYYf7ZU1kE/h/iX9AD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DbccMAAADbAAAADwAAAAAAAAAAAAAAAACYAgAAZHJzL2Rv&#10;d25yZXYueG1sUEsFBgAAAAAEAAQA9QAAAIgDAAAAAA==&#10;" fillcolor="white [3201]" stroked="f" strokeweight=".5pt">
                  <v:textbox inset=",.5mm,,1mm">
                    <w:txbxContent>
                      <w:p w:rsidR="00F4539D" w:rsidRDefault="00F4539D" w:rsidP="00F4539D">
                        <w:pPr>
                          <w:jc w:val="center"/>
                        </w:pPr>
                        <w:r>
                          <w:rPr>
                            <w:b/>
                          </w:rPr>
                          <w:t>Evolution</w:t>
                        </w:r>
                      </w:p>
                    </w:txbxContent>
                  </v:textbox>
                </v:shape>
                <w10:anchorlock/>
              </v:group>
            </w:pict>
          </mc:Fallback>
        </mc:AlternateContent>
      </w:r>
    </w:p>
    <w:p w:rsidR="00840F60" w:rsidRDefault="00840F60" w:rsidP="00840F60">
      <w:pPr>
        <w:spacing w:after="180"/>
      </w:pPr>
      <w:r>
        <w:lastRenderedPageBreak/>
        <w:t>This activity probes students’ understanding of observation 3 and inferences 1-3.</w:t>
      </w:r>
    </w:p>
    <w:p w:rsidR="00840F60" w:rsidRDefault="00840F60" w:rsidP="00840F60">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notes that our modern understanding of the process of evolution by natural selection comprises both random and non-random aspects, and describes a two-stage model of the process; a version that could form the basis of understanding at age 16 (and for which the foundations could be laid from age 11) is as follows:</w:t>
      </w:r>
    </w:p>
    <w:p w:rsidR="00840F60" w:rsidRDefault="00840F60" w:rsidP="00840F60">
      <w:pPr>
        <w:pStyle w:val="ListParagraph"/>
        <w:numPr>
          <w:ilvl w:val="0"/>
          <w:numId w:val="4"/>
        </w:numPr>
        <w:spacing w:after="180"/>
        <w:ind w:left="425" w:hanging="357"/>
        <w:contextualSpacing w:val="0"/>
      </w:pPr>
      <w:r>
        <w:t>Random variation – which arises due to mutations and recombination of alleles during sexual reproduction, both of which are random (non-directed and non-intentional). Most new variations have a neutral effect on competition, some are harmful, and some are advantageous.</w:t>
      </w:r>
    </w:p>
    <w:p w:rsidR="00840F60" w:rsidRDefault="00840F60" w:rsidP="00840F60">
      <w:pPr>
        <w:pStyle w:val="ListParagraph"/>
        <w:numPr>
          <w:ilvl w:val="0"/>
          <w:numId w:val="4"/>
        </w:numPr>
        <w:spacing w:after="180"/>
        <w:ind w:left="426"/>
      </w:pPr>
      <w:r>
        <w:t>Non-random selection – in which, due to competition and natural selection, individuals with advantageous variations are more likely to survive to pass their heritable variations to their offspring.</w:t>
      </w:r>
    </w:p>
    <w:p w:rsidR="00840F60" w:rsidRDefault="00840F60" w:rsidP="00840F60">
      <w:pPr>
        <w:spacing w:after="180"/>
      </w:pPr>
      <w:r>
        <w:t>This activity probes students’ understanding of the second, non-random, stage.</w:t>
      </w:r>
    </w:p>
    <w:p w:rsidR="004B2453" w:rsidRDefault="004B2453" w:rsidP="004B2453">
      <w:pPr>
        <w:spacing w:after="180"/>
      </w:pPr>
      <w:r>
        <w:t xml:space="preserve">Common </w:t>
      </w:r>
      <w:r w:rsidRPr="00BC3484">
        <w:t xml:space="preserve">misunderstandings about </w:t>
      </w:r>
      <w:r>
        <w:t xml:space="preserve">natural selection and evolution arise from naïve, everyday ways of thinking that – whilst intuitive and therefore difficult to overcome – do not align with the accepted scientific explanations </w:t>
      </w:r>
      <w:r>
        <w:fldChar w:fldCharType="begin"/>
      </w:r>
      <w:r>
        <w:instrText xml:space="preserve"> ADDIN EN.CITE &lt;EndNote&gt;&lt;Cite&gt;&lt;Author&gt;Gregory&lt;/Author&gt;&lt;Year&gt;2009&lt;/Year&gt;&lt;IDText&gt;Understanding natural selection: essential concepts and common misconceptions&lt;/IDText&gt;&lt;DisplayText&gt;(Gregory, 2009; Smith, 2010)&lt;/DisplayText&gt;&lt;record&gt;&lt;titles&gt;&lt;title&gt;Understanding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format="utc"&gt;1545495622&lt;/last-updated-date&gt;&lt;volume&gt;2&lt;/volume&gt;&lt;/record&gt;&lt;/Cite&gt;&lt;Cite&gt;&lt;Author&gt;Smith&lt;/Author&gt;&lt;Year&gt;2010&lt;/Year&gt;&lt;IDText&gt;Current status of research in teaching and learning evolution: II. pedagogical issues&lt;/IDText&gt;&lt;record&gt;&lt;titles&gt;&lt;title&gt;Current status of research in teaching and learning evolution: II. pedagogical issues&lt;/title&gt;&lt;secondary-title&gt;Science &amp;amp; Education&lt;/secondary-title&gt;&lt;/titles&gt;&lt;pages&gt;539-571&lt;/pages&gt;&lt;contributors&gt;&lt;authors&gt;&lt;author&gt;Smith, Mike U.&lt;/author&gt;&lt;/authors&gt;&lt;/contributors&gt;&lt;added-date format="utc"&gt;1607878080&lt;/added-date&gt;&lt;ref-type name="Journal Article"&gt;17&lt;/ref-type&gt;&lt;dates&gt;&lt;year&gt;2010&lt;/year&gt;&lt;/dates&gt;&lt;rec-number&gt;8871&lt;/rec-number&gt;&lt;last-updated-date format="utc"&gt;1607878151&lt;/last-updated-date&gt;&lt;volume&gt;19&lt;/volume&gt;&lt;/record&gt;&lt;/Cite&gt;&lt;/EndNote&gt;</w:instrText>
      </w:r>
      <w:r>
        <w:fldChar w:fldCharType="separate"/>
      </w:r>
      <w:r>
        <w:rPr>
          <w:noProof/>
        </w:rPr>
        <w:t>(Gregory, 2009; Smith, 2010)</w:t>
      </w:r>
      <w:r>
        <w:fldChar w:fldCharType="end"/>
      </w:r>
      <w:r>
        <w:t xml:space="preserve">. These naïve ways of thinking include </w:t>
      </w:r>
      <w:r w:rsidRPr="004B2453">
        <w:rPr>
          <w:i/>
        </w:rPr>
        <w:t>essentialism</w:t>
      </w:r>
      <w:r w:rsidRPr="004B2453">
        <w:t>, which is the incorrect belief that each species has a uniform ‘type’ or a common</w:t>
      </w:r>
      <w:r>
        <w:t xml:space="preserve"> ‘essence’</w:t>
      </w:r>
      <w:r w:rsidRPr="00046DA6">
        <w:t xml:space="preserve"> and </w:t>
      </w:r>
      <w:r>
        <w:t xml:space="preserve">that </w:t>
      </w:r>
      <w:r w:rsidRPr="00046DA6">
        <w:t xml:space="preserve">variation among individual members of </w:t>
      </w:r>
      <w:r>
        <w:t>a</w:t>
      </w:r>
      <w:r w:rsidRPr="00046DA6">
        <w:t xml:space="preserve"> species is an anomalous or unimportant deviation from this norm</w:t>
      </w:r>
      <w:r>
        <w:t xml:space="preserve">. Research indicates that it is common for students to believe that </w:t>
      </w:r>
      <w:r w:rsidRPr="00046DA6">
        <w:t xml:space="preserve">while there are differences </w:t>
      </w:r>
      <w:r w:rsidRPr="00046DA6">
        <w:rPr>
          <w:i/>
        </w:rPr>
        <w:t>between</w:t>
      </w:r>
      <w:r w:rsidRPr="00046DA6">
        <w:t xml:space="preserve"> species there is no variation between individuals of the </w:t>
      </w:r>
      <w:r w:rsidRPr="00046DA6">
        <w:rPr>
          <w:i/>
        </w:rPr>
        <w:t>same</w:t>
      </w:r>
      <w:r w:rsidRPr="00046DA6">
        <w:t xml:space="preserve"> spe</w:t>
      </w:r>
      <w:r>
        <w:t xml:space="preserve">cies </w:t>
      </w:r>
      <w:r>
        <w:fldChar w:fldCharType="begin">
          <w:fldData xml:space="preserve">PEVuZE5vdGU+PENpdGU+PEF1dGhvcj5TaHR1bG1hbjwvQXV0aG9yPjxZZWFyPjIwMDY8L1llYXI+
PElEVGV4dD5RdWFsaXRhdGl2ZSBkaWZmZXJlbmNlcyBiZXR3ZWVuIG5hw692ZSBhbmQgc2NpZW50
aWZpYyB0aGVvcmllcyBvZiBldm9sdXRpb248L0lEVGV4dD48RGlzcGxheVRleHQ+KFNodHVsbWFu
LCAyMDA2OyBHcmVnb3J5LCAyMDA5KTwvRGlzcGxheVRleHQ+PHJlY29yZD48ZGF0ZXM+PHB1Yi1k
YXRlcz48ZGF0ZT4wMy8wMS88L2RhdGU+PC9wdWItZGF0ZXM+PHllYXI+MjAwNjwveWVhcj48L2Rh
dGVzPjxrZXl3b3Jkcz48a2V5d29yZD5IaWdoIFNjaG9vbCBTdHVkZW50czwva2V5d29yZD48a2V5
d29yZD5Db2xsZWdlIFN0dWRlbnRzPC9rZXl3b3JkPjxrZXl3b3JkPlNjaWVudGlzdHM8L2tleXdv
cmQ+PGtleXdvcmQ+QmlvbG9neTwva2V5d29yZD48a2V5d29yZD5Fdm9sdXRpb248L2tleXdvcmQ+
PGtleXdvcmQ+VGhlb3JpZXM8L2tleXdvcmQ+PGtleXdvcmQ+RGlmZmVyZW5jZXM8L2tleXdvcmQ+
PGtleXdvcmQ+SGV1cmlzdGljczwva2V5d29yZD48a2V5d29yZD5FbnZpcm9ubWVudGFsIEluZmx1
ZW5jZXM8L2tleXdvcmQ+PGtleXdvcmQ+U2NpZW50aWZpYyBQcmluY2lwbGVzPC9rZXl3b3JkPjxr
ZXl3b3JkPlNjaWVudGlmaWMgQ29uY2VwdHM8L2tleXdvcmQ+PC9rZXl3b3Jkcz48dXJscz48cmVs
YXRlZC11cmxzPjx1cmw+aHR0cDovL3NlYXJjaC5lYnNjb2hvc3QuY29tL2xvZ2luLmFzcHg/ZGly
ZWN0PXRydWUmYW1wO2RiPWVyaWMmYW1wO0FOPUVKNzI5ODE2JmFtcDtzaXRlPWVob3N0LWxpdmU8
L3VybD48dXJsPmh0dHA6Ly9keC5kb2kub3JnLzEwLjEwMTYvai5jb2dwc3ljaC4yMDA1LjEwLjAw
MTwvdXJsPjwvcmVsYXRlZC11cmxzPjwvdXJscz48aXNibj4wMDEwLTAyODU8L2lzYm4+PHRpdGxl
cz48dGl0bGU+UXVhbGl0YXRpdmUgZGlmZmVyZW5jZXMgYmV0d2VlbiBuYcOvdmUgYW5kIHNjaWVu
dGlmaWMgdGhlb3JpZXMgb2YgZXZvbHV0aW9uPC90aXRsZT48c2Vjb25kYXJ5LXRpdGxlPkNvZ25p
dGl2ZSBQc3ljaG9sb2d5PC9zZWNvbmRhcnktdGl0bGU+PC90aXRsZXM+PHBhZ2VzPjE3MC0xOTQ8
L3BhZ2VzPjxudW1iZXI+MjwvbnVtYmVyPjxjb250cmlidXRvcnM+PGF1dGhvcnM+PGF1dGhvcj5T
aHR1bG1hbiwgQW5kcmV3PC9hdXRob3I+PC9hdXRob3JzPjwvY29udHJpYnV0b3JzPjxhZGRlZC1k
YXRlIGZvcm1hdD0idXRjIj4xNTQ1NDk5NDYzPC9hZGRlZC1kYXRlPjxyZWYtdHlwZSBuYW1lPSJK
b3VybmFsIEFydGljbGUiPjE3PC9yZWYtdHlwZT48cmVtb3RlLWRhdGFiYXNlLXByb3ZpZGVyPkVC
U0NPaG9zdDwvcmVtb3RlLWRhdGFiYXNlLXByb3ZpZGVyPjxyZWMtbnVtYmVyPjg1MzA8L3JlYy1u
dW1iZXI+PGxhc3QtdXBkYXRlZC1kYXRlIGZvcm1hdD0idXRjIj4xNTQ1NDk5NTQ3PC9sYXN0LXVw
ZGF0ZWQtZGF0ZT48YWNjZXNzaW9uLW51bT5FSjcyOTgxNjwvYWNjZXNzaW9uLW51bT48dm9sdW1l
PjUyPC92b2x1bWU+PHJlbW90ZS1kYXRhYmFzZS1uYW1lPmVyaWM8L3JlbW90ZS1kYXRhYmFzZS1u
YW1lPjwvcmVjb3JkPjwvQ2l0ZT48Q2l0ZT48QXV0aG9yPkdyZWdvcnk8L0F1dGhvcj48WWVhcj4y
MDA5PC9ZZWFyPjxJRFRleHQ+VW5kZXJzdGFuZGluZyBuYXR1cmFsIHNlbGVjdGlvbjogZXNzZW50
aWFsIGNvbmNlcHRzIGFuZCBjb21tb24gbWlzY29uY2VwdGlvbnM8L0lEVGV4dD48cmVjb3JkPjx0
aXRsZXM+PHRpdGxlPlVuZGVyc3RhbmRpbmcgbmF0dXJhbCBzZWxlY3Rpb246IGVzc2VudGlhbCBj
b25jZXB0cyBhbmQgY29tbW9uIG1pc2NvbmNlcHRpb25zPC90aXRsZT48c2Vjb25kYXJ5LXRpdGxl
PkV2b2x1dGlvbjogRWR1Y2F0aW9uIGFuZCBPdXRyZWFjaDwvc2Vjb25kYXJ5LXRpdGxlPjwvdGl0
bGVzPjxwYWdlcz4xNTYtMTc1PC9wYWdlcz48Y29udHJpYnV0b3JzPjxhdXRob3JzPjxhdXRob3I+
R3JlZ29yeSwgVC4gUnlhbjwvYXV0aG9yPjwvYXV0aG9ycz48L2NvbnRyaWJ1dG9ycz48YWRkZWQt
ZGF0ZSBmb3JtYXQ9InV0YyI+MTU0NTQ5NTUzNjwvYWRkZWQtZGF0ZT48cmVmLXR5cGUgbmFtZT0i
Sm91cm5hbCBBcnRpY2xlIj4xNzwvcmVmLXR5cGU+PGRhdGVzPjx5ZWFyPjIwMDk8L3llYXI+PC9k
YXRlcz48cmVjLW51bWJlcj44NTI3PC9yZWMtbnVtYmVyPjxsYXN0LXVwZGF0ZWQtZGF0ZSBmb3Jt
YXQ9InV0YyI+MTU0NTQ5NTYyMjwvbGFzdC11cGRhdGVkLWRhdGU+PHZvbHVtZT4yPC92b2x1bWU+
PC9yZWNvcmQ+PC9DaXRlPjwvRW5kTm90ZT4A
</w:fldData>
        </w:fldChar>
      </w:r>
      <w:r>
        <w:instrText xml:space="preserve"> ADDIN EN.CITE </w:instrText>
      </w:r>
      <w:r>
        <w:fldChar w:fldCharType="begin">
          <w:fldData xml:space="preserve">PEVuZE5vdGU+PENpdGU+PEF1dGhvcj5TaHR1bG1hbjwvQXV0aG9yPjxZZWFyPjIwMDY8L1llYXI+
PElEVGV4dD5RdWFsaXRhdGl2ZSBkaWZmZXJlbmNlcyBiZXR3ZWVuIG5hw692ZSBhbmQgc2NpZW50
aWZpYyB0aGVvcmllcyBvZiBldm9sdXRpb248L0lEVGV4dD48RGlzcGxheVRleHQ+KFNodHVsbWFu
LCAyMDA2OyBHcmVnb3J5LCAyMDA5KTwvRGlzcGxheVRleHQ+PHJlY29yZD48ZGF0ZXM+PHB1Yi1k
YXRlcz48ZGF0ZT4wMy8wMS88L2RhdGU+PC9wdWItZGF0ZXM+PHllYXI+MjAwNjwveWVhcj48L2Rh
dGVzPjxrZXl3b3Jkcz48a2V5d29yZD5IaWdoIFNjaG9vbCBTdHVkZW50czwva2V5d29yZD48a2V5
d29yZD5Db2xsZWdlIFN0dWRlbnRzPC9rZXl3b3JkPjxrZXl3b3JkPlNjaWVudGlzdHM8L2tleXdv
cmQ+PGtleXdvcmQ+QmlvbG9neTwva2V5d29yZD48a2V5d29yZD5Fdm9sdXRpb248L2tleXdvcmQ+
PGtleXdvcmQ+VGhlb3JpZXM8L2tleXdvcmQ+PGtleXdvcmQ+RGlmZmVyZW5jZXM8L2tleXdvcmQ+
PGtleXdvcmQ+SGV1cmlzdGljczwva2V5d29yZD48a2V5d29yZD5FbnZpcm9ubWVudGFsIEluZmx1
ZW5jZXM8L2tleXdvcmQ+PGtleXdvcmQ+U2NpZW50aWZpYyBQcmluY2lwbGVzPC9rZXl3b3JkPjxr
ZXl3b3JkPlNjaWVudGlmaWMgQ29uY2VwdHM8L2tleXdvcmQ+PC9rZXl3b3Jkcz48dXJscz48cmVs
YXRlZC11cmxzPjx1cmw+aHR0cDovL3NlYXJjaC5lYnNjb2hvc3QuY29tL2xvZ2luLmFzcHg/ZGly
ZWN0PXRydWUmYW1wO2RiPWVyaWMmYW1wO0FOPUVKNzI5ODE2JmFtcDtzaXRlPWVob3N0LWxpdmU8
L3VybD48dXJsPmh0dHA6Ly9keC5kb2kub3JnLzEwLjEwMTYvai5jb2dwc3ljaC4yMDA1LjEwLjAw
MTwvdXJsPjwvcmVsYXRlZC11cmxzPjwvdXJscz48aXNibj4wMDEwLTAyODU8L2lzYm4+PHRpdGxl
cz48dGl0bGU+UXVhbGl0YXRpdmUgZGlmZmVyZW5jZXMgYmV0d2VlbiBuYcOvdmUgYW5kIHNjaWVu
dGlmaWMgdGhlb3JpZXMgb2YgZXZvbHV0aW9uPC90aXRsZT48c2Vjb25kYXJ5LXRpdGxlPkNvZ25p
dGl2ZSBQc3ljaG9sb2d5PC9zZWNvbmRhcnktdGl0bGU+PC90aXRsZXM+PHBhZ2VzPjE3MC0xOTQ8
L3BhZ2VzPjxudW1iZXI+MjwvbnVtYmVyPjxjb250cmlidXRvcnM+PGF1dGhvcnM+PGF1dGhvcj5T
aHR1bG1hbiwgQW5kcmV3PC9hdXRob3I+PC9hdXRob3JzPjwvY29udHJpYnV0b3JzPjxhZGRlZC1k
YXRlIGZvcm1hdD0idXRjIj4xNTQ1NDk5NDYzPC9hZGRlZC1kYXRlPjxyZWYtdHlwZSBuYW1lPSJK
b3VybmFsIEFydGljbGUiPjE3PC9yZWYtdHlwZT48cmVtb3RlLWRhdGFiYXNlLXByb3ZpZGVyPkVC
U0NPaG9zdDwvcmVtb3RlLWRhdGFiYXNlLXByb3ZpZGVyPjxyZWMtbnVtYmVyPjg1MzA8L3JlYy1u
dW1iZXI+PGxhc3QtdXBkYXRlZC1kYXRlIGZvcm1hdD0idXRjIj4xNTQ1NDk5NTQ3PC9sYXN0LXVw
ZGF0ZWQtZGF0ZT48YWNjZXNzaW9uLW51bT5FSjcyOTgxNjwvYWNjZXNzaW9uLW51bT48dm9sdW1l
PjUyPC92b2x1bWU+PHJlbW90ZS1kYXRhYmFzZS1uYW1lPmVyaWM8L3JlbW90ZS1kYXRhYmFzZS1u
YW1lPjwvcmVjb3JkPjwvQ2l0ZT48Q2l0ZT48QXV0aG9yPkdyZWdvcnk8L0F1dGhvcj48WWVhcj4y
MDA5PC9ZZWFyPjxJRFRleHQ+VW5kZXJzdGFuZGluZyBuYXR1cmFsIHNlbGVjdGlvbjogZXNzZW50
aWFsIGNvbmNlcHRzIGFuZCBjb21tb24gbWlzY29uY2VwdGlvbnM8L0lEVGV4dD48cmVjb3JkPjx0
aXRsZXM+PHRpdGxlPlVuZGVyc3RhbmRpbmcgbmF0dXJhbCBzZWxlY3Rpb246IGVzc2VudGlhbCBj
b25jZXB0cyBhbmQgY29tbW9uIG1pc2NvbmNlcHRpb25zPC90aXRsZT48c2Vjb25kYXJ5LXRpdGxl
PkV2b2x1dGlvbjogRWR1Y2F0aW9uIGFuZCBPdXRyZWFjaDwvc2Vjb25kYXJ5LXRpdGxlPjwvdGl0
bGVzPjxwYWdlcz4xNTYtMTc1PC9wYWdlcz48Y29udHJpYnV0b3JzPjxhdXRob3JzPjxhdXRob3I+
R3JlZ29yeSwgVC4gUnlhbjwvYXV0aG9yPjwvYXV0aG9ycz48L2NvbnRyaWJ1dG9ycz48YWRkZWQt
ZGF0ZSBmb3JtYXQ9InV0YyI+MTU0NTQ5NTUzNjwvYWRkZWQtZGF0ZT48cmVmLXR5cGUgbmFtZT0i
Sm91cm5hbCBBcnRpY2xlIj4xNzwvcmVmLXR5cGU+PGRhdGVzPjx5ZWFyPjIwMDk8L3llYXI+PC9k
YXRlcz48cmVjLW51bWJlcj44NTI3PC9yZWMtbnVtYmVyPjxsYXN0LXVwZGF0ZWQtZGF0ZSBmb3Jt
YXQ9InV0YyI+MTU0NTQ5NTYyMjwvbGFzdC11cGRhdGVkLWRhdGU+PHZvbHVtZT4yPC92b2x1bWU+
PC9yZWNvcmQ+PC9DaXRlPjwvRW5kTm90ZT4A
</w:fldData>
        </w:fldChar>
      </w:r>
      <w:r>
        <w:instrText xml:space="preserve"> ADDIN EN.CITE.DATA </w:instrText>
      </w:r>
      <w:r>
        <w:fldChar w:fldCharType="end"/>
      </w:r>
      <w:r>
        <w:fldChar w:fldCharType="separate"/>
      </w:r>
      <w:r>
        <w:rPr>
          <w:noProof/>
        </w:rPr>
        <w:t>(Shtulman, 2006; Gregory, 2009)</w:t>
      </w:r>
      <w:r>
        <w:fldChar w:fldCharType="end"/>
      </w:r>
      <w:r>
        <w:t xml:space="preserve">, and </w:t>
      </w:r>
      <w:r w:rsidRPr="00046DA6">
        <w:t xml:space="preserve">numerous studies </w:t>
      </w:r>
      <w:r>
        <w:t>have</w:t>
      </w:r>
      <w:r w:rsidRPr="00046DA6">
        <w:t xml:space="preserve"> found that when students of various ages were asked to explain evolution by natural selection, very few </w:t>
      </w:r>
      <w:r>
        <w:t xml:space="preserve">students </w:t>
      </w:r>
      <w:r w:rsidRPr="00046DA6">
        <w:t>explicitly included ideas about variation within species</w:t>
      </w:r>
      <w:r>
        <w:t xml:space="preserve">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C05571" w:rsidRDefault="00840F60" w:rsidP="00840F60">
      <w:pPr>
        <w:spacing w:after="180"/>
      </w:pPr>
      <w:r>
        <w:t>E</w:t>
      </w:r>
      <w:r w:rsidRPr="0070598A">
        <w:t>volution-related terminology</w:t>
      </w:r>
      <w:r>
        <w:t xml:space="preserve"> can</w:t>
      </w:r>
      <w:r w:rsidRPr="0070598A">
        <w:t xml:space="preserve"> be associated with misunderstandings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 xml:space="preserve">. The phrase “survival of the fittest” is often used without (or in order to avoid having to demonstrate) understanding of the mechanisms involved, and many students incorrectly think “fittest” refers to the most athletic or strongest individuals rather than to the individuals best adapted to </w:t>
      </w:r>
      <w:r w:rsidR="005475FA">
        <w:t xml:space="preserve">compete and </w:t>
      </w:r>
      <w:r>
        <w:t xml:space="preserve">survive to reproduce in their environment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2360C8" w:rsidRDefault="002360C8" w:rsidP="00840F60">
      <w:pPr>
        <w:spacing w:after="180"/>
      </w:pPr>
      <w:r>
        <w:t xml:space="preserve">Students may believe that while animals need to evolve to survive, plants do not </w:t>
      </w:r>
      <w:r>
        <w:fldChar w:fldCharType="begin"/>
      </w:r>
      <w:r>
        <w:instrText xml:space="preserve"> ADDIN EN.CITE &lt;EndNote&gt;&lt;Cite&gt;&lt;Author&gt;Bizzo&lt;/Author&gt;&lt;Year&gt;1994&lt;/Year&gt;&lt;IDText&gt;From Down House landlord to Brazilian high school students: what happened to evolutionary knowledge on the way?&lt;/IDText&gt;&lt;DisplayText&gt;(Bizzo, 1994)&lt;/DisplayText&gt;&lt;record&gt;&lt;keywords&gt;&lt;keyword&gt;Academic Achievement&lt;/keyword&gt;&lt;keyword&gt;Biology&lt;/keyword&gt;&lt;keyword&gt;Controversial Issues (Course Content)&lt;/keyword&gt;&lt;keyword&gt;Evolution&lt;/keyword&gt;&lt;keyword&gt;High Schools&lt;/keyword&gt;&lt;keyword&gt;Science Education&lt;/keyword&gt;&lt;keyword&gt;Science Instruction&lt;/keyword&gt;&lt;keyword&gt;Scientific Concepts&lt;/keyword&gt;&lt;keyword&gt;Scientific Literacy&lt;/keyword&gt;&lt;keyword&gt;Theories&lt;/keyword&gt;&lt;keyword&gt;Darwin (Charles)&lt;/keyword&gt;&lt;keyword&gt;Science Education Research&lt;/keyword&gt;&lt;keyword&gt;Spain&lt;/keyword&gt;&lt;keyword&gt;Spain&lt;/keyword&gt;&lt;/keywords&gt;&lt;urls&gt;&lt;related-urls&gt;&lt;url&gt;http://search.ebscohost.com/login.aspx?direct=true&amp;amp;db=eric&amp;amp;AN=EJ490047&amp;amp;site=ehost-live&lt;/url&gt;&lt;/related-urls&gt;&lt;/urls&gt;&lt;isbn&gt;0022-4308&lt;/isbn&gt;&lt;titles&gt;&lt;title&gt;From Down House landlord to Brazilian high school students: what happened to evolutionary knowledge on the way?&lt;/title&gt;&lt;alt-title&gt;Journal of Research in Science Teaching&lt;/alt-title&gt;&lt;/titles&gt;&lt;pages&gt;537-556&lt;/pages&gt;&lt;contributors&gt;&lt;authors&gt;&lt;author&gt;Bizzo, Neilo Marco Vincenzo&lt;/author&gt;&lt;/authors&gt;&lt;/contributors&gt;&lt;added-date format="utc"&gt;1608482918&lt;/added-date&gt;&lt;ref-type name="Report"&gt;27&lt;/ref-type&gt;&lt;dates&gt;&lt;year&gt;1994&lt;/year&gt;&lt;/dates&gt;&lt;remote-database-provider&gt;EBSCOhost&lt;/remote-database-provider&gt;&lt;rec-number&gt;8877&lt;/rec-number&gt;&lt;publisher&gt;Journal of Research in Science Teaching&lt;/publisher&gt;&lt;last-updated-date format="utc"&gt;1608482969&lt;/last-updated-date&gt;&lt;volume&gt;31&lt;/volume&gt;&lt;remote-database-name&gt;ERIC&lt;/remote-database-name&gt;&lt;/record&gt;&lt;/Cite&gt;&lt;/EndNote&gt;</w:instrText>
      </w:r>
      <w:r>
        <w:fldChar w:fldCharType="separate"/>
      </w:r>
      <w:r>
        <w:rPr>
          <w:noProof/>
        </w:rPr>
        <w:t>(Bizzo, 1994)</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Students should complete the question</w:t>
      </w:r>
      <w:r w:rsidRPr="006C6AD4">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t>You may choose to read the question</w:t>
      </w:r>
      <w:r w:rsidRPr="006C6AD4">
        <w:t>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Default="00B9226B" w:rsidP="004B2453">
      <w:pPr>
        <w:pStyle w:val="ListParagraph"/>
        <w:numPr>
          <w:ilvl w:val="0"/>
          <w:numId w:val="5"/>
        </w:numPr>
        <w:spacing w:after="180"/>
        <w:ind w:left="426"/>
        <w:contextualSpacing w:val="0"/>
      </w:pPr>
      <w:r w:rsidRPr="0087008A">
        <w:rPr>
          <w:b/>
        </w:rPr>
        <w:t>B</w:t>
      </w:r>
      <w:r>
        <w:t xml:space="preserve"> – </w:t>
      </w:r>
      <w:r w:rsidRPr="00B9226B">
        <w:t xml:space="preserve">The winners will </w:t>
      </w:r>
      <w:r w:rsidRPr="00B9226B">
        <w:rPr>
          <w:b/>
        </w:rPr>
        <w:t>not</w:t>
      </w:r>
      <w:r w:rsidRPr="00B9226B">
        <w:t xml:space="preserve"> be decided at random.</w:t>
      </w:r>
    </w:p>
    <w:p w:rsidR="00B9226B" w:rsidRDefault="00B9226B" w:rsidP="004B2453">
      <w:pPr>
        <w:pStyle w:val="ListParagraph"/>
        <w:numPr>
          <w:ilvl w:val="0"/>
          <w:numId w:val="5"/>
        </w:numPr>
        <w:spacing w:after="180"/>
        <w:ind w:left="426"/>
        <w:contextualSpacing w:val="0"/>
      </w:pPr>
      <w:r w:rsidRPr="0087008A">
        <w:rPr>
          <w:b/>
        </w:rPr>
        <w:t>D</w:t>
      </w:r>
      <w:r>
        <w:t xml:space="preserve"> – </w:t>
      </w:r>
      <w:r w:rsidRPr="00B9226B">
        <w:t>Some of the squirrels will have inherited features that make them better at competing for resources.</w:t>
      </w:r>
    </w:p>
    <w:p w:rsidR="004B2453" w:rsidRDefault="004B2453" w:rsidP="004B2453">
      <w:pPr>
        <w:spacing w:after="180"/>
      </w:pPr>
      <w:r>
        <w:t>Note: If students select answers 1A (“</w:t>
      </w:r>
      <w:r w:rsidRPr="004B2453">
        <w:t>The wi</w:t>
      </w:r>
      <w:r>
        <w:t>nners will be decided at random”) and 2A (“</w:t>
      </w:r>
      <w:r w:rsidRPr="004B2453">
        <w:t>All members of a population are the same, so none of them are better or w</w:t>
      </w:r>
      <w:r>
        <w:t>orse at competing for resources”), this could be evidence of essentialist thinking (see ‘What does the research say’, above).</w:t>
      </w:r>
      <w:r w:rsidR="0087008A">
        <w:t xml:space="preserve"> Students who select 2B (“</w:t>
      </w:r>
      <w:r w:rsidR="0087008A" w:rsidRPr="0087008A">
        <w:t>The biggest and stro</w:t>
      </w:r>
      <w:r w:rsidR="0087008A">
        <w:t>ngest squirrels will always win”) or 2C (“</w:t>
      </w:r>
      <w:r w:rsidR="0087008A" w:rsidRPr="0087008A">
        <w:t>The fa</w:t>
      </w:r>
      <w:r w:rsidR="0087008A">
        <w:t xml:space="preserve">stest squirrels will </w:t>
      </w:r>
      <w:r w:rsidR="0087008A">
        <w:lastRenderedPageBreak/>
        <w:t>always win”) may have heard the term “fittest” in relation to competition (e.g. in the phrase “survival of the fittest”) and may have the common misunderstanding that it refers to the most athletic or strongest individuals rather than to the individuals best adapted to compete and survive in their environment.</w:t>
      </w:r>
    </w:p>
    <w:p w:rsidR="00B9226B" w:rsidRDefault="00B9226B" w:rsidP="004B2453">
      <w:pPr>
        <w:pStyle w:val="ListParagraph"/>
        <w:numPr>
          <w:ilvl w:val="0"/>
          <w:numId w:val="5"/>
        </w:numPr>
        <w:spacing w:after="180"/>
        <w:ind w:left="426"/>
        <w:contextualSpacing w:val="0"/>
      </w:pPr>
      <w:r w:rsidRPr="0087008A">
        <w:rPr>
          <w:b/>
        </w:rPr>
        <w:t>A</w:t>
      </w:r>
      <w:r>
        <w:t xml:space="preserve"> – </w:t>
      </w:r>
      <w:r w:rsidRPr="00B9226B">
        <w:t>The trees are in competition with one another for resources.</w:t>
      </w:r>
    </w:p>
    <w:p w:rsidR="00B9226B" w:rsidRDefault="00B9226B" w:rsidP="004B2453">
      <w:pPr>
        <w:pStyle w:val="ListParagraph"/>
        <w:numPr>
          <w:ilvl w:val="0"/>
          <w:numId w:val="5"/>
        </w:numPr>
        <w:spacing w:after="180"/>
        <w:ind w:left="426"/>
        <w:contextualSpacing w:val="0"/>
      </w:pPr>
      <w:r w:rsidRPr="0087008A">
        <w:rPr>
          <w:b/>
        </w:rPr>
        <w:t>C</w:t>
      </w:r>
      <w:r>
        <w:t xml:space="preserve"> – </w:t>
      </w:r>
      <w:r w:rsidRPr="00B9226B">
        <w:t>Trees compete for limited resources such as water.</w:t>
      </w:r>
    </w:p>
    <w:p w:rsidR="0087008A" w:rsidRDefault="0087008A" w:rsidP="008A2004">
      <w:pPr>
        <w:spacing w:after="180"/>
      </w:pPr>
      <w:r>
        <w:t xml:space="preserve">Note: </w:t>
      </w:r>
      <w:r w:rsidR="008A2004">
        <w:t>If students select 3B (“</w:t>
      </w:r>
      <w:r w:rsidR="008A2004" w:rsidRPr="008A2004">
        <w:t xml:space="preserve">The trees are </w:t>
      </w:r>
      <w:r w:rsidR="008A2004" w:rsidRPr="008A2004">
        <w:rPr>
          <w:b/>
        </w:rPr>
        <w:t>not</w:t>
      </w:r>
      <w:r w:rsidR="008A2004" w:rsidRPr="008A2004">
        <w:t xml:space="preserve"> in competition with one another for resources.</w:t>
      </w:r>
      <w:r w:rsidR="008A2004">
        <w:t>”) and 4A (“</w:t>
      </w:r>
      <w:r w:rsidR="008A2004" w:rsidRPr="008A2004">
        <w:t>Trees cannot fight one a</w:t>
      </w:r>
      <w:r w:rsidR="008A2004">
        <w:t>nother because they cannot move”) or 4D (“</w:t>
      </w:r>
      <w:r w:rsidR="008A2004" w:rsidRPr="008A2004">
        <w:t>Onl</w:t>
      </w:r>
      <w:r w:rsidR="008A2004">
        <w:t>y animals compete for resources”) this may be evidence that they think competition only relates to fighting or racing to win food or mates; this could be related to the common misunderstanding that the term “fittest” (as in “survival of the fittest”) refers to the most athletic or strongest individuals rather than to the individuals best adapted to compete and survive in their environment.</w:t>
      </w:r>
      <w:r w:rsidR="0041151C">
        <w:t xml:space="preserve"> If students select 4B (“</w:t>
      </w:r>
      <w:r w:rsidR="0041151C" w:rsidRPr="0041151C">
        <w:t>Trees make their own food, so th</w:t>
      </w:r>
      <w:r w:rsidR="0041151C">
        <w:t>ey don’t need to compete for it”) this may be evidence that they have applied their understanding of photosynthesis; they have selected a statement that is, on its own, true but they need to take into account that plants do compete for other resources that may be limited such as water, light, space, pollinators and seed dispersers.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8D04FA">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840F60" w:rsidRPr="00CF4D3D" w:rsidRDefault="00840F60" w:rsidP="00840F60">
      <w:pPr>
        <w:spacing w:after="180"/>
      </w:pPr>
      <w:r w:rsidRPr="00CF4D3D">
        <w:t>If students have misunderstandings about competition, how it operates in populations, and what organisms compete for, the following BEST ‘response activity’ allows them to develop their understanding through small group discussion and concept mapping, and could be used in follow-up to this diagnostic question:</w:t>
      </w:r>
    </w:p>
    <w:p w:rsidR="00840F60" w:rsidRPr="00CF4D3D" w:rsidRDefault="00840F60" w:rsidP="00840F60">
      <w:pPr>
        <w:pStyle w:val="ListParagraph"/>
        <w:numPr>
          <w:ilvl w:val="0"/>
          <w:numId w:val="1"/>
        </w:numPr>
        <w:spacing w:after="180"/>
      </w:pPr>
      <w:r w:rsidRPr="00CF4D3D">
        <w:t>Response activity</w:t>
      </w:r>
      <w:r>
        <w:t>: The struggle for existence</w:t>
      </w:r>
    </w:p>
    <w:p w:rsidR="003117F6" w:rsidRPr="005B372A" w:rsidRDefault="00CC78A5" w:rsidP="002360C8">
      <w:pPr>
        <w:spacing w:after="120"/>
        <w:rPr>
          <w:b/>
          <w:color w:val="538135"/>
          <w:sz w:val="24"/>
        </w:rPr>
      </w:pPr>
      <w:r w:rsidRPr="005B372A">
        <w:rPr>
          <w:b/>
          <w:color w:val="538135"/>
          <w:sz w:val="24"/>
        </w:rPr>
        <w:t>Acknowledgments</w:t>
      </w:r>
    </w:p>
    <w:p w:rsidR="00D278E8" w:rsidRDefault="00D278E8" w:rsidP="002360C8">
      <w:pPr>
        <w:spacing w:after="120"/>
      </w:pPr>
      <w:proofErr w:type="gramStart"/>
      <w:r>
        <w:t xml:space="preserve">Developed </w:t>
      </w:r>
      <w:r w:rsidR="0015356E">
        <w:t xml:space="preserve">by </w:t>
      </w:r>
      <w:r w:rsidR="008D04FA">
        <w:t>Alistair More</w:t>
      </w:r>
      <w:r w:rsidR="0015356E">
        <w:t xml:space="preserve"> (UYSEG)</w:t>
      </w:r>
      <w:r>
        <w:t>.</w:t>
      </w:r>
      <w:proofErr w:type="gramEnd"/>
    </w:p>
    <w:p w:rsidR="00CC78A5" w:rsidRDefault="00D278E8" w:rsidP="002360C8">
      <w:pPr>
        <w:spacing w:after="120"/>
      </w:pPr>
      <w:r w:rsidRPr="0045323E">
        <w:t xml:space="preserve">Images: </w:t>
      </w:r>
      <w:r w:rsidR="008D04FA">
        <w:t>squirrels – pixabay.com/</w:t>
      </w:r>
      <w:r w:rsidR="008D04FA" w:rsidRPr="008D04FA">
        <w:t>GeorgeB2</w:t>
      </w:r>
      <w:r w:rsidR="008D04FA">
        <w:t xml:space="preserve"> (</w:t>
      </w:r>
      <w:r w:rsidR="008D04FA" w:rsidRPr="008D04FA">
        <w:t>5733089</w:t>
      </w:r>
      <w:r w:rsidR="008D04FA">
        <w:t>); forest – pixabay.com/</w:t>
      </w:r>
      <w:proofErr w:type="spellStart"/>
      <w:r w:rsidR="008D04FA" w:rsidRPr="008D04FA">
        <w:t>MemoryCatcher</w:t>
      </w:r>
      <w:proofErr w:type="spellEnd"/>
      <w:r w:rsidR="008D04FA">
        <w:t xml:space="preserve"> (</w:t>
      </w:r>
      <w:r w:rsidR="008D04FA" w:rsidRPr="008D04FA">
        <w:t>272595</w:t>
      </w:r>
      <w:r w:rsidR="008D04FA">
        <w:t>)</w:t>
      </w:r>
    </w:p>
    <w:p w:rsidR="00B46FF9" w:rsidRDefault="003117F6" w:rsidP="002360C8">
      <w:pPr>
        <w:spacing w:after="120"/>
        <w:rPr>
          <w:b/>
          <w:color w:val="538135"/>
          <w:sz w:val="24"/>
        </w:rPr>
      </w:pPr>
      <w:r w:rsidRPr="005B372A">
        <w:rPr>
          <w:b/>
          <w:color w:val="538135"/>
          <w:sz w:val="24"/>
        </w:rPr>
        <w:t>References</w:t>
      </w:r>
    </w:p>
    <w:p w:rsidR="002360C8" w:rsidRPr="002360C8" w:rsidRDefault="00840F60" w:rsidP="002360C8">
      <w:pPr>
        <w:pStyle w:val="EndNoteBibliography"/>
        <w:spacing w:after="80"/>
        <w:rPr>
          <w:sz w:val="20"/>
          <w:szCs w:val="20"/>
        </w:rPr>
      </w:pPr>
      <w:r w:rsidRPr="002360C8">
        <w:rPr>
          <w:sz w:val="20"/>
          <w:szCs w:val="20"/>
        </w:rPr>
        <w:fldChar w:fldCharType="begin"/>
      </w:r>
      <w:r w:rsidRPr="002360C8">
        <w:rPr>
          <w:sz w:val="20"/>
          <w:szCs w:val="20"/>
        </w:rPr>
        <w:instrText xml:space="preserve"> ADDIN EN.REFLIST </w:instrText>
      </w:r>
      <w:r w:rsidRPr="002360C8">
        <w:rPr>
          <w:sz w:val="20"/>
          <w:szCs w:val="20"/>
        </w:rPr>
        <w:fldChar w:fldCharType="separate"/>
      </w:r>
      <w:r w:rsidR="002360C8" w:rsidRPr="002360C8">
        <w:rPr>
          <w:sz w:val="20"/>
          <w:szCs w:val="20"/>
        </w:rPr>
        <w:t xml:space="preserve">Andersson, B. and Wallin, A. (2006). On developing content-oriented theories taking biological evolution as an example. </w:t>
      </w:r>
      <w:r w:rsidR="002360C8" w:rsidRPr="002360C8">
        <w:rPr>
          <w:i/>
          <w:sz w:val="20"/>
          <w:szCs w:val="20"/>
        </w:rPr>
        <w:t>International Journal of Science Education,</w:t>
      </w:r>
      <w:r w:rsidR="002360C8" w:rsidRPr="002360C8">
        <w:rPr>
          <w:sz w:val="20"/>
          <w:szCs w:val="20"/>
        </w:rPr>
        <w:t xml:space="preserve"> 28(6)</w:t>
      </w:r>
      <w:r w:rsidR="002360C8" w:rsidRPr="002360C8">
        <w:rPr>
          <w:b/>
          <w:sz w:val="20"/>
          <w:szCs w:val="20"/>
        </w:rPr>
        <w:t>,</w:t>
      </w:r>
      <w:r w:rsidR="002360C8" w:rsidRPr="002360C8">
        <w:rPr>
          <w:sz w:val="20"/>
          <w:szCs w:val="20"/>
        </w:rPr>
        <w:t xml:space="preserve"> 673-695.</w:t>
      </w:r>
    </w:p>
    <w:p w:rsidR="002360C8" w:rsidRPr="002360C8" w:rsidRDefault="002360C8" w:rsidP="002360C8">
      <w:pPr>
        <w:pStyle w:val="EndNoteBibliography"/>
        <w:spacing w:after="80"/>
        <w:rPr>
          <w:sz w:val="20"/>
          <w:szCs w:val="20"/>
        </w:rPr>
      </w:pPr>
      <w:r w:rsidRPr="002360C8">
        <w:rPr>
          <w:sz w:val="20"/>
          <w:szCs w:val="20"/>
        </w:rPr>
        <w:t>Bizzo, N. M. V. (1994). From Down House landlord to Brazilian high school students: what happened to evolutionary knowledge on the way? : Journal of Research in Science Teaching.</w:t>
      </w:r>
    </w:p>
    <w:p w:rsidR="002360C8" w:rsidRPr="002360C8" w:rsidRDefault="002360C8" w:rsidP="002360C8">
      <w:pPr>
        <w:pStyle w:val="EndNoteBibliography"/>
        <w:spacing w:after="80"/>
        <w:rPr>
          <w:sz w:val="20"/>
          <w:szCs w:val="20"/>
        </w:rPr>
      </w:pPr>
      <w:r w:rsidRPr="002360C8">
        <w:rPr>
          <w:sz w:val="20"/>
          <w:szCs w:val="20"/>
        </w:rPr>
        <w:t xml:space="preserve">Gregory, T. R. (2009). Understanding natural selection: essential concepts and common misconceptions. </w:t>
      </w:r>
      <w:r w:rsidRPr="002360C8">
        <w:rPr>
          <w:i/>
          <w:sz w:val="20"/>
          <w:szCs w:val="20"/>
        </w:rPr>
        <w:t>Evolution: Education and Outreach,</w:t>
      </w:r>
      <w:r w:rsidRPr="002360C8">
        <w:rPr>
          <w:sz w:val="20"/>
          <w:szCs w:val="20"/>
        </w:rPr>
        <w:t xml:space="preserve"> 2</w:t>
      </w:r>
      <w:r w:rsidRPr="002360C8">
        <w:rPr>
          <w:b/>
          <w:sz w:val="20"/>
          <w:szCs w:val="20"/>
        </w:rPr>
        <w:t>,</w:t>
      </w:r>
      <w:r w:rsidRPr="002360C8">
        <w:rPr>
          <w:sz w:val="20"/>
          <w:szCs w:val="20"/>
        </w:rPr>
        <w:t xml:space="preserve"> 156-175.</w:t>
      </w:r>
    </w:p>
    <w:p w:rsidR="002360C8" w:rsidRPr="002360C8" w:rsidRDefault="002360C8" w:rsidP="002360C8">
      <w:pPr>
        <w:pStyle w:val="EndNoteBibliography"/>
        <w:spacing w:after="80"/>
        <w:rPr>
          <w:sz w:val="20"/>
          <w:szCs w:val="20"/>
        </w:rPr>
      </w:pPr>
      <w:r w:rsidRPr="002360C8">
        <w:rPr>
          <w:sz w:val="20"/>
          <w:szCs w:val="20"/>
        </w:rPr>
        <w:t xml:space="preserve">Mayr, E. (1982). </w:t>
      </w:r>
      <w:r w:rsidRPr="002360C8">
        <w:rPr>
          <w:i/>
          <w:sz w:val="20"/>
          <w:szCs w:val="20"/>
        </w:rPr>
        <w:t xml:space="preserve">The growth of biological thought, </w:t>
      </w:r>
      <w:r w:rsidRPr="002360C8">
        <w:rPr>
          <w:sz w:val="20"/>
          <w:szCs w:val="20"/>
        </w:rPr>
        <w:t>Cambridge, MA: Harvard University Press.</w:t>
      </w:r>
    </w:p>
    <w:p w:rsidR="002360C8" w:rsidRPr="002360C8" w:rsidRDefault="002360C8" w:rsidP="002360C8">
      <w:pPr>
        <w:pStyle w:val="EndNoteBibliography"/>
        <w:spacing w:after="80"/>
        <w:rPr>
          <w:sz w:val="20"/>
          <w:szCs w:val="20"/>
        </w:rPr>
      </w:pPr>
      <w:r w:rsidRPr="002360C8">
        <w:rPr>
          <w:sz w:val="20"/>
          <w:szCs w:val="20"/>
        </w:rPr>
        <w:t xml:space="preserve">Shtulman, A. (2006). Qualitative differences between naïve and scientific theories of evolution. </w:t>
      </w:r>
      <w:r w:rsidRPr="002360C8">
        <w:rPr>
          <w:i/>
          <w:sz w:val="20"/>
          <w:szCs w:val="20"/>
        </w:rPr>
        <w:t>Cognitive Psychology,</w:t>
      </w:r>
      <w:r w:rsidRPr="002360C8">
        <w:rPr>
          <w:sz w:val="20"/>
          <w:szCs w:val="20"/>
        </w:rPr>
        <w:t xml:space="preserve"> 52(2)</w:t>
      </w:r>
      <w:r w:rsidRPr="002360C8">
        <w:rPr>
          <w:b/>
          <w:sz w:val="20"/>
          <w:szCs w:val="20"/>
        </w:rPr>
        <w:t>,</w:t>
      </w:r>
      <w:r w:rsidRPr="002360C8">
        <w:rPr>
          <w:sz w:val="20"/>
          <w:szCs w:val="20"/>
        </w:rPr>
        <w:t xml:space="preserve"> 170-194.</w:t>
      </w:r>
    </w:p>
    <w:p w:rsidR="005B372A" w:rsidRPr="005B372A" w:rsidRDefault="002360C8" w:rsidP="002360C8">
      <w:pPr>
        <w:pStyle w:val="EndNoteBibliography"/>
        <w:spacing w:after="80"/>
      </w:pPr>
      <w:r w:rsidRPr="002360C8">
        <w:rPr>
          <w:sz w:val="20"/>
          <w:szCs w:val="20"/>
        </w:rPr>
        <w:t xml:space="preserve">Smith, M. U. (2010). Current status of research in teaching and learning evolution: II. pedagogical issues. </w:t>
      </w:r>
      <w:r w:rsidRPr="002360C8">
        <w:rPr>
          <w:i/>
          <w:sz w:val="20"/>
          <w:szCs w:val="20"/>
        </w:rPr>
        <w:t>Science &amp; Education,</w:t>
      </w:r>
      <w:r w:rsidRPr="002360C8">
        <w:rPr>
          <w:sz w:val="20"/>
          <w:szCs w:val="20"/>
        </w:rPr>
        <w:t xml:space="preserve"> 19</w:t>
      </w:r>
      <w:r w:rsidRPr="002360C8">
        <w:rPr>
          <w:b/>
          <w:sz w:val="20"/>
          <w:szCs w:val="20"/>
        </w:rPr>
        <w:t>,</w:t>
      </w:r>
      <w:r w:rsidRPr="002360C8">
        <w:rPr>
          <w:sz w:val="20"/>
          <w:szCs w:val="20"/>
        </w:rPr>
        <w:t xml:space="preserve"> 539-571.</w:t>
      </w:r>
      <w:r w:rsidR="00840F60" w:rsidRPr="002360C8">
        <w:rPr>
          <w:sz w:val="20"/>
          <w:szCs w:val="20"/>
        </w:rPr>
        <w:fldChar w:fldCharType="end"/>
      </w:r>
    </w:p>
    <w:sectPr w:rsidR="005B372A" w:rsidRPr="005B372A" w:rsidSect="00642ECD">
      <w:headerReference w:type="default" r:id="rId14"/>
      <w:foot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FC5" w:rsidRDefault="000F2FC5" w:rsidP="000B473B">
      <w:r>
        <w:separator/>
      </w:r>
    </w:p>
  </w:endnote>
  <w:endnote w:type="continuationSeparator" w:id="0">
    <w:p w:rsidR="000F2FC5" w:rsidRDefault="000F2FC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539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539D">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FC5" w:rsidRDefault="000F2FC5" w:rsidP="000B473B">
      <w:r>
        <w:separator/>
      </w:r>
    </w:p>
  </w:footnote>
  <w:footnote w:type="continuationSeparator" w:id="0">
    <w:p w:rsidR="000F2FC5" w:rsidRDefault="000F2FC5"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1CC9"/>
    <w:multiLevelType w:val="hybridMultilevel"/>
    <w:tmpl w:val="0562BD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1F1AC2"/>
    <w:multiLevelType w:val="hybridMultilevel"/>
    <w:tmpl w:val="77AA1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70073"/>
    <w:rsid w:val="00015578"/>
    <w:rsid w:val="00024731"/>
    <w:rsid w:val="00026DEC"/>
    <w:rsid w:val="000505CA"/>
    <w:rsid w:val="0007651D"/>
    <w:rsid w:val="0009089A"/>
    <w:rsid w:val="000947E2"/>
    <w:rsid w:val="00095E04"/>
    <w:rsid w:val="000B473B"/>
    <w:rsid w:val="000D0E89"/>
    <w:rsid w:val="000E2689"/>
    <w:rsid w:val="000F2FC5"/>
    <w:rsid w:val="00110978"/>
    <w:rsid w:val="00142613"/>
    <w:rsid w:val="00144DA7"/>
    <w:rsid w:val="0015356E"/>
    <w:rsid w:val="00161D3F"/>
    <w:rsid w:val="001915D4"/>
    <w:rsid w:val="001A1FED"/>
    <w:rsid w:val="001A40E2"/>
    <w:rsid w:val="001C4805"/>
    <w:rsid w:val="001C4D07"/>
    <w:rsid w:val="00201AC2"/>
    <w:rsid w:val="00214608"/>
    <w:rsid w:val="0021607B"/>
    <w:rsid w:val="002178AC"/>
    <w:rsid w:val="0022547C"/>
    <w:rsid w:val="002360C8"/>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213"/>
    <w:rsid w:val="003E2B2F"/>
    <w:rsid w:val="003E6046"/>
    <w:rsid w:val="003F16F9"/>
    <w:rsid w:val="0041151C"/>
    <w:rsid w:val="00430C1F"/>
    <w:rsid w:val="00431AE5"/>
    <w:rsid w:val="00442595"/>
    <w:rsid w:val="0045219C"/>
    <w:rsid w:val="0045323E"/>
    <w:rsid w:val="004B0EE1"/>
    <w:rsid w:val="004B2453"/>
    <w:rsid w:val="004C5D20"/>
    <w:rsid w:val="004D0D83"/>
    <w:rsid w:val="004E1DF1"/>
    <w:rsid w:val="004E5592"/>
    <w:rsid w:val="0050055B"/>
    <w:rsid w:val="00524710"/>
    <w:rsid w:val="005475FA"/>
    <w:rsid w:val="00555342"/>
    <w:rsid w:val="005560E2"/>
    <w:rsid w:val="005A452E"/>
    <w:rsid w:val="005A6EE7"/>
    <w:rsid w:val="005B372A"/>
    <w:rsid w:val="005F1A7B"/>
    <w:rsid w:val="006355D8"/>
    <w:rsid w:val="00641E99"/>
    <w:rsid w:val="00642ECD"/>
    <w:rsid w:val="00644AAD"/>
    <w:rsid w:val="006502A0"/>
    <w:rsid w:val="006772F5"/>
    <w:rsid w:val="006A4440"/>
    <w:rsid w:val="006B0615"/>
    <w:rsid w:val="006C6AD4"/>
    <w:rsid w:val="006D166B"/>
    <w:rsid w:val="006F3279"/>
    <w:rsid w:val="00704AEE"/>
    <w:rsid w:val="00722F9A"/>
    <w:rsid w:val="00754539"/>
    <w:rsid w:val="00761DDB"/>
    <w:rsid w:val="00781BC6"/>
    <w:rsid w:val="007A3C86"/>
    <w:rsid w:val="007A683E"/>
    <w:rsid w:val="007A748B"/>
    <w:rsid w:val="007C26E1"/>
    <w:rsid w:val="007D1D65"/>
    <w:rsid w:val="007E0A9E"/>
    <w:rsid w:val="007E5309"/>
    <w:rsid w:val="00800DE1"/>
    <w:rsid w:val="00813F47"/>
    <w:rsid w:val="00840F60"/>
    <w:rsid w:val="008450D6"/>
    <w:rsid w:val="00845CD9"/>
    <w:rsid w:val="00856F0B"/>
    <w:rsid w:val="00856FCA"/>
    <w:rsid w:val="00870073"/>
    <w:rsid w:val="0087008A"/>
    <w:rsid w:val="00873B8C"/>
    <w:rsid w:val="00880E3B"/>
    <w:rsid w:val="008A2004"/>
    <w:rsid w:val="008A405F"/>
    <w:rsid w:val="008C7F34"/>
    <w:rsid w:val="008D04FA"/>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9226B"/>
    <w:rsid w:val="00BA7952"/>
    <w:rsid w:val="00BB44B4"/>
    <w:rsid w:val="00BF0BBF"/>
    <w:rsid w:val="00BF6C8A"/>
    <w:rsid w:val="00C05571"/>
    <w:rsid w:val="00C246CE"/>
    <w:rsid w:val="00C30819"/>
    <w:rsid w:val="00C54711"/>
    <w:rsid w:val="00C57FA2"/>
    <w:rsid w:val="00C7388C"/>
    <w:rsid w:val="00CC2E4D"/>
    <w:rsid w:val="00CC78A5"/>
    <w:rsid w:val="00CC7B16"/>
    <w:rsid w:val="00CD7E90"/>
    <w:rsid w:val="00CE15FE"/>
    <w:rsid w:val="00D02E15"/>
    <w:rsid w:val="00D0488D"/>
    <w:rsid w:val="00D14F44"/>
    <w:rsid w:val="00D278E8"/>
    <w:rsid w:val="00D421E8"/>
    <w:rsid w:val="00D44604"/>
    <w:rsid w:val="00D479B3"/>
    <w:rsid w:val="00D52283"/>
    <w:rsid w:val="00D524E5"/>
    <w:rsid w:val="00D72FEF"/>
    <w:rsid w:val="00D755FA"/>
    <w:rsid w:val="00D90C78"/>
    <w:rsid w:val="00DC4A4E"/>
    <w:rsid w:val="00DD1874"/>
    <w:rsid w:val="00DD63BD"/>
    <w:rsid w:val="00DF05DB"/>
    <w:rsid w:val="00DF7E20"/>
    <w:rsid w:val="00E172C6"/>
    <w:rsid w:val="00E24309"/>
    <w:rsid w:val="00E53D82"/>
    <w:rsid w:val="00E9330A"/>
    <w:rsid w:val="00EC27F4"/>
    <w:rsid w:val="00EE6B97"/>
    <w:rsid w:val="00EF30F1"/>
    <w:rsid w:val="00F12C3B"/>
    <w:rsid w:val="00F26884"/>
    <w:rsid w:val="00F26A6A"/>
    <w:rsid w:val="00F4539D"/>
    <w:rsid w:val="00F72ECC"/>
    <w:rsid w:val="00F831CD"/>
    <w:rsid w:val="00F8355F"/>
    <w:rsid w:val="00F95B90"/>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40F6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40F60"/>
    <w:rPr>
      <w:rFonts w:ascii="Calibri" w:hAnsi="Calibri" w:cs="Calibri"/>
      <w:noProof/>
      <w:lang w:val="en-US"/>
    </w:rPr>
  </w:style>
  <w:style w:type="paragraph" w:customStyle="1" w:styleId="EndNoteBibliography">
    <w:name w:val="EndNote Bibliography"/>
    <w:basedOn w:val="Normal"/>
    <w:link w:val="EndNoteBibliographyChar"/>
    <w:rsid w:val="00840F60"/>
    <w:rPr>
      <w:rFonts w:ascii="Calibri" w:hAnsi="Calibri" w:cs="Calibri"/>
      <w:noProof/>
      <w:lang w:val="en-US"/>
    </w:rPr>
  </w:style>
  <w:style w:type="character" w:customStyle="1" w:styleId="EndNoteBibliographyChar">
    <w:name w:val="EndNote Bibliography Char"/>
    <w:basedOn w:val="DefaultParagraphFont"/>
    <w:link w:val="EndNoteBibliography"/>
    <w:rsid w:val="00840F6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40F6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40F60"/>
    <w:rPr>
      <w:rFonts w:ascii="Calibri" w:hAnsi="Calibri" w:cs="Calibri"/>
      <w:noProof/>
      <w:lang w:val="en-US"/>
    </w:rPr>
  </w:style>
  <w:style w:type="paragraph" w:customStyle="1" w:styleId="EndNoteBibliography">
    <w:name w:val="EndNote Bibliography"/>
    <w:basedOn w:val="Normal"/>
    <w:link w:val="EndNoteBibliographyChar"/>
    <w:rsid w:val="00840F60"/>
    <w:rPr>
      <w:rFonts w:ascii="Calibri" w:hAnsi="Calibri" w:cs="Calibri"/>
      <w:noProof/>
      <w:lang w:val="en-US"/>
    </w:rPr>
  </w:style>
  <w:style w:type="character" w:customStyle="1" w:styleId="EndNoteBibliographyChar">
    <w:name w:val="EndNote Bibliography Char"/>
    <w:basedOn w:val="DefaultParagraphFont"/>
    <w:link w:val="EndNoteBibliography"/>
    <w:rsid w:val="00840F6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two-tier%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template_biology_item_diagnostic_two-tier multiple choice.dotx</Template>
  <TotalTime>119</TotalTime>
  <Pages>5</Pages>
  <Words>2539</Words>
  <Characters>14477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14</cp:revision>
  <cp:lastPrinted>2017-02-24T16:20:00Z</cp:lastPrinted>
  <dcterms:created xsi:type="dcterms:W3CDTF">2021-01-04T17:22:00Z</dcterms:created>
  <dcterms:modified xsi:type="dcterms:W3CDTF">2021-01-06T13:54:00Z</dcterms:modified>
</cp:coreProperties>
</file>