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BB1397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Newton’s apple</w:t>
      </w:r>
    </w:p>
    <w:p w:rsidR="00201AC2" w:rsidRDefault="00201AC2" w:rsidP="00201AC2">
      <w:pPr>
        <w:spacing w:after="180"/>
      </w:pPr>
    </w:p>
    <w:p w:rsidR="00BB1397" w:rsidRDefault="00BB1397" w:rsidP="00BB1397">
      <w:pPr>
        <w:spacing w:after="180"/>
        <w:rPr>
          <w:lang w:val="en-US"/>
        </w:rPr>
      </w:pPr>
      <w:r w:rsidRPr="00BB1397">
        <w:rPr>
          <w:lang w:val="en-US"/>
        </w:rPr>
        <w:t>The drawing shows an apple falling from a tree.</w:t>
      </w:r>
    </w:p>
    <w:p w:rsidR="00BB1397" w:rsidRPr="00BB1397" w:rsidRDefault="00BB1397" w:rsidP="00BB1397">
      <w:pPr>
        <w:spacing w:after="180"/>
      </w:pPr>
    </w:p>
    <w:p w:rsidR="007C26E1" w:rsidRDefault="00BB1397" w:rsidP="00BB1397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4065905" cy="2381090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BC383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976" cy="239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397" w:rsidRDefault="00BB1397" w:rsidP="00BB1397">
      <w:pPr>
        <w:spacing w:after="180"/>
        <w:rPr>
          <w:lang w:val="en-US"/>
        </w:rPr>
      </w:pPr>
    </w:p>
    <w:p w:rsidR="00BB1397" w:rsidRPr="00BB1397" w:rsidRDefault="00BB1397" w:rsidP="00BB1397">
      <w:pPr>
        <w:spacing w:after="180"/>
        <w:rPr>
          <w:highlight w:val="yellow"/>
        </w:rPr>
      </w:pPr>
      <w:r w:rsidRPr="00BB1397">
        <w:rPr>
          <w:lang w:val="en-US"/>
        </w:rPr>
        <w:t>When is gravity acting on the apple?</w:t>
      </w:r>
    </w:p>
    <w:p w:rsidR="00BB1397" w:rsidRDefault="00BB1397" w:rsidP="00BB1397">
      <w:pPr>
        <w:spacing w:after="180"/>
      </w:pPr>
      <w:r>
        <w:t>Put a tick (</w:t>
      </w:r>
      <w:r>
        <w:sym w:font="Wingdings" w:char="F0FC"/>
      </w:r>
      <w:r>
        <w:t>) in the box next to the best answer.</w:t>
      </w:r>
    </w:p>
    <w:tbl>
      <w:tblPr>
        <w:tblW w:w="4971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1427"/>
        <w:gridCol w:w="2977"/>
        <w:gridCol w:w="567"/>
      </w:tblGrid>
      <w:tr w:rsidR="00BB1397" w:rsidRPr="00AE07E9" w:rsidTr="00BB1397">
        <w:trPr>
          <w:cantSplit/>
          <w:trHeight w:hRule="exact" w:val="567"/>
        </w:trPr>
        <w:tc>
          <w:tcPr>
            <w:tcW w:w="1427" w:type="dxa"/>
            <w:vAlign w:val="center"/>
          </w:tcPr>
          <w:p w:rsidR="00BB1397" w:rsidRPr="00AE07E9" w:rsidRDefault="00BB1397" w:rsidP="008D66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BB1397" w:rsidRPr="009F3146" w:rsidRDefault="00BB1397" w:rsidP="008D66B8">
            <w:pPr>
              <w:tabs>
                <w:tab w:val="right" w:leader="dot" w:pos="8680"/>
              </w:tabs>
            </w:pPr>
            <w:r>
              <w:t>1 only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B1397" w:rsidRPr="00AE07E9" w:rsidTr="00BB1397">
        <w:trPr>
          <w:cantSplit/>
          <w:trHeight w:hRule="exact" w:val="170"/>
        </w:trPr>
        <w:tc>
          <w:tcPr>
            <w:tcW w:w="1427" w:type="dxa"/>
            <w:vAlign w:val="center"/>
          </w:tcPr>
          <w:p w:rsidR="00BB1397" w:rsidRPr="00AE07E9" w:rsidRDefault="00BB1397" w:rsidP="008D66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2977" w:type="dxa"/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B1397" w:rsidRPr="00AE07E9" w:rsidTr="00BB1397">
        <w:trPr>
          <w:cantSplit/>
          <w:trHeight w:hRule="exact" w:val="567"/>
        </w:trPr>
        <w:tc>
          <w:tcPr>
            <w:tcW w:w="1427" w:type="dxa"/>
            <w:vAlign w:val="center"/>
          </w:tcPr>
          <w:p w:rsidR="00BB1397" w:rsidRPr="00AE07E9" w:rsidRDefault="00BB1397" w:rsidP="008D66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BB1397" w:rsidRPr="009F3146" w:rsidRDefault="00BB1397" w:rsidP="008D66B8">
            <w:pPr>
              <w:tabs>
                <w:tab w:val="right" w:leader="dot" w:pos="8680"/>
              </w:tabs>
            </w:pPr>
            <w:r>
              <w:t>2 only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B1397" w:rsidRPr="00AE07E9" w:rsidTr="00BB1397">
        <w:trPr>
          <w:cantSplit/>
          <w:trHeight w:hRule="exact" w:val="170"/>
        </w:trPr>
        <w:tc>
          <w:tcPr>
            <w:tcW w:w="1427" w:type="dxa"/>
            <w:vAlign w:val="center"/>
          </w:tcPr>
          <w:p w:rsidR="00BB1397" w:rsidRPr="00AE07E9" w:rsidRDefault="00BB1397" w:rsidP="008D66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2977" w:type="dxa"/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B1397" w:rsidRPr="00AE07E9" w:rsidTr="00BB1397">
        <w:trPr>
          <w:cantSplit/>
          <w:trHeight w:hRule="exact" w:val="567"/>
        </w:trPr>
        <w:tc>
          <w:tcPr>
            <w:tcW w:w="1427" w:type="dxa"/>
            <w:vAlign w:val="center"/>
          </w:tcPr>
          <w:p w:rsidR="00BB1397" w:rsidRPr="00AE07E9" w:rsidRDefault="00BB1397" w:rsidP="008D66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BB1397" w:rsidRPr="009F3146" w:rsidRDefault="00BB1397" w:rsidP="008D66B8">
            <w:pPr>
              <w:tabs>
                <w:tab w:val="right" w:leader="dot" w:pos="8680"/>
              </w:tabs>
            </w:pPr>
            <w:r>
              <w:t>3 only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B1397" w:rsidRPr="00AE07E9" w:rsidTr="00BB1397">
        <w:trPr>
          <w:cantSplit/>
          <w:trHeight w:hRule="exact" w:val="170"/>
        </w:trPr>
        <w:tc>
          <w:tcPr>
            <w:tcW w:w="1427" w:type="dxa"/>
            <w:vAlign w:val="center"/>
          </w:tcPr>
          <w:p w:rsidR="00BB1397" w:rsidRPr="00AE07E9" w:rsidRDefault="00BB1397" w:rsidP="008D66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2977" w:type="dxa"/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B1397" w:rsidRPr="00AE07E9" w:rsidTr="00BB1397">
        <w:trPr>
          <w:cantSplit/>
          <w:trHeight w:hRule="exact" w:val="567"/>
        </w:trPr>
        <w:tc>
          <w:tcPr>
            <w:tcW w:w="1427" w:type="dxa"/>
            <w:vAlign w:val="center"/>
          </w:tcPr>
          <w:p w:rsidR="00BB1397" w:rsidRPr="00AE07E9" w:rsidRDefault="00BB1397" w:rsidP="008D66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BB1397" w:rsidRPr="009F3146" w:rsidRDefault="00BB1397" w:rsidP="008D66B8">
            <w:pPr>
              <w:tabs>
                <w:tab w:val="right" w:leader="dot" w:pos="8680"/>
              </w:tabs>
            </w:pPr>
            <w:r>
              <w:t>1 and 2 only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B1397" w:rsidRPr="00AE07E9" w:rsidTr="00BB1397">
        <w:trPr>
          <w:cantSplit/>
          <w:trHeight w:hRule="exact" w:val="170"/>
        </w:trPr>
        <w:tc>
          <w:tcPr>
            <w:tcW w:w="1427" w:type="dxa"/>
            <w:vAlign w:val="center"/>
          </w:tcPr>
          <w:p w:rsidR="00BB1397" w:rsidRPr="00AE07E9" w:rsidRDefault="00BB1397" w:rsidP="008D66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2977" w:type="dxa"/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B1397" w:rsidRPr="00AE07E9" w:rsidTr="00BB1397">
        <w:trPr>
          <w:cantSplit/>
          <w:trHeight w:hRule="exact" w:val="567"/>
        </w:trPr>
        <w:tc>
          <w:tcPr>
            <w:tcW w:w="1427" w:type="dxa"/>
            <w:vAlign w:val="center"/>
          </w:tcPr>
          <w:p w:rsidR="00BB1397" w:rsidRPr="00AE07E9" w:rsidRDefault="00BB1397" w:rsidP="008D66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E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BB1397" w:rsidRPr="009F3146" w:rsidRDefault="00BB1397" w:rsidP="008D66B8">
            <w:pPr>
              <w:tabs>
                <w:tab w:val="right" w:leader="dot" w:pos="8680"/>
              </w:tabs>
            </w:pPr>
            <w:r>
              <w:t>1 and 3 only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B1397" w:rsidRPr="00AE07E9" w:rsidTr="00BB1397">
        <w:trPr>
          <w:cantSplit/>
          <w:trHeight w:hRule="exact" w:val="170"/>
        </w:trPr>
        <w:tc>
          <w:tcPr>
            <w:tcW w:w="1427" w:type="dxa"/>
            <w:vAlign w:val="center"/>
          </w:tcPr>
          <w:p w:rsidR="00BB1397" w:rsidRPr="00AE07E9" w:rsidRDefault="00BB1397" w:rsidP="008D66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2977" w:type="dxa"/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B1397" w:rsidRPr="00AE07E9" w:rsidTr="00BB1397">
        <w:trPr>
          <w:cantSplit/>
          <w:trHeight w:hRule="exact" w:val="567"/>
        </w:trPr>
        <w:tc>
          <w:tcPr>
            <w:tcW w:w="1427" w:type="dxa"/>
            <w:vAlign w:val="center"/>
          </w:tcPr>
          <w:p w:rsidR="00BB1397" w:rsidRPr="00AE07E9" w:rsidRDefault="00BB1397" w:rsidP="008D66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F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BB1397" w:rsidRPr="009F3146" w:rsidRDefault="00BB1397" w:rsidP="008D66B8">
            <w:pPr>
              <w:tabs>
                <w:tab w:val="right" w:leader="dot" w:pos="8680"/>
              </w:tabs>
            </w:pPr>
            <w:r>
              <w:t>2 and 3 only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B1397" w:rsidRPr="00AE07E9" w:rsidTr="00BB1397">
        <w:trPr>
          <w:cantSplit/>
          <w:trHeight w:hRule="exact" w:val="170"/>
        </w:trPr>
        <w:tc>
          <w:tcPr>
            <w:tcW w:w="1427" w:type="dxa"/>
            <w:vAlign w:val="center"/>
          </w:tcPr>
          <w:p w:rsidR="00BB1397" w:rsidRPr="00AE07E9" w:rsidRDefault="00BB1397" w:rsidP="008D66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2977" w:type="dxa"/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B1397" w:rsidRPr="00AE07E9" w:rsidTr="00BB1397">
        <w:trPr>
          <w:cantSplit/>
          <w:trHeight w:hRule="exact" w:val="567"/>
        </w:trPr>
        <w:tc>
          <w:tcPr>
            <w:tcW w:w="1427" w:type="dxa"/>
            <w:vAlign w:val="center"/>
          </w:tcPr>
          <w:p w:rsidR="00BB1397" w:rsidRPr="00AE07E9" w:rsidRDefault="00BB1397" w:rsidP="008D66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G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BB1397" w:rsidRPr="009F3146" w:rsidRDefault="00BB1397" w:rsidP="008D66B8">
            <w:pPr>
              <w:tabs>
                <w:tab w:val="right" w:leader="dot" w:pos="8680"/>
              </w:tabs>
            </w:pPr>
            <w:r>
              <w:t>1, 2 and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97" w:rsidRPr="00AE07E9" w:rsidRDefault="00BB1397" w:rsidP="008D66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7E2DCD">
        <w:rPr>
          <w:i/>
          <w:sz w:val="18"/>
          <w:szCs w:val="18"/>
        </w:rPr>
        <w:t>ES</w:t>
      </w:r>
      <w:r w:rsidR="0007651D">
        <w:rPr>
          <w:i/>
          <w:sz w:val="18"/>
          <w:szCs w:val="18"/>
        </w:rPr>
        <w:t xml:space="preserve">: </w:t>
      </w:r>
      <w:r w:rsidR="007E2DCD">
        <w:rPr>
          <w:i/>
          <w:sz w:val="18"/>
          <w:szCs w:val="18"/>
        </w:rPr>
        <w:t>Earth in space</w:t>
      </w:r>
      <w:r w:rsidR="0007651D">
        <w:rPr>
          <w:i/>
          <w:sz w:val="18"/>
          <w:szCs w:val="18"/>
        </w:rPr>
        <w:t xml:space="preserve"> &gt; </w:t>
      </w:r>
      <w:r w:rsidR="0007651D" w:rsidRPr="0093159F">
        <w:rPr>
          <w:i/>
          <w:sz w:val="18"/>
          <w:szCs w:val="18"/>
        </w:rPr>
        <w:t xml:space="preserve">Topic </w:t>
      </w:r>
      <w:r w:rsidRPr="0093159F">
        <w:rPr>
          <w:i/>
          <w:sz w:val="18"/>
          <w:szCs w:val="18"/>
        </w:rPr>
        <w:t>P</w:t>
      </w:r>
      <w:r w:rsidR="007E2DCD" w:rsidRPr="0093159F">
        <w:rPr>
          <w:i/>
          <w:sz w:val="18"/>
          <w:szCs w:val="18"/>
        </w:rPr>
        <w:t>ES1</w:t>
      </w:r>
      <w:r w:rsidR="0007651D" w:rsidRPr="0093159F">
        <w:rPr>
          <w:i/>
          <w:sz w:val="18"/>
          <w:szCs w:val="18"/>
        </w:rPr>
        <w:t>:</w:t>
      </w:r>
      <w:r w:rsidR="0007651D">
        <w:rPr>
          <w:i/>
          <w:sz w:val="18"/>
          <w:szCs w:val="18"/>
        </w:rPr>
        <w:t xml:space="preserve"> </w:t>
      </w:r>
      <w:r w:rsidR="0093159F">
        <w:rPr>
          <w:i/>
          <w:sz w:val="18"/>
          <w:szCs w:val="18"/>
        </w:rPr>
        <w:t>Solar System and beyond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</w:t>
      </w:r>
      <w:r w:rsidR="0093159F">
        <w:rPr>
          <w:i/>
          <w:sz w:val="18"/>
          <w:szCs w:val="18"/>
        </w:rPr>
        <w:t>ES1</w:t>
      </w:r>
      <w:r w:rsidR="006F3279" w:rsidRPr="00CA4B46">
        <w:rPr>
          <w:i/>
          <w:sz w:val="18"/>
          <w:szCs w:val="18"/>
        </w:rPr>
        <w:t>.</w:t>
      </w:r>
      <w:r w:rsidR="0093159F">
        <w:rPr>
          <w:i/>
          <w:sz w:val="18"/>
          <w:szCs w:val="18"/>
        </w:rPr>
        <w:t>1</w:t>
      </w:r>
      <w:r w:rsidR="006F3279" w:rsidRPr="00CA4B46">
        <w:rPr>
          <w:i/>
          <w:sz w:val="18"/>
          <w:szCs w:val="18"/>
        </w:rPr>
        <w:t xml:space="preserve">: </w:t>
      </w:r>
      <w:r w:rsidR="0093159F">
        <w:rPr>
          <w:i/>
          <w:sz w:val="18"/>
          <w:szCs w:val="18"/>
        </w:rPr>
        <w:t>Gravity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E2DCD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Newton’s apple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8438C8" w:rsidP="0007651D">
            <w:pPr>
              <w:spacing w:before="60" w:after="60"/>
            </w:pPr>
            <w:r w:rsidRPr="008438C8">
              <w:t>Gravity is the force that holds the Solar System together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8438C8" w:rsidRDefault="008438C8" w:rsidP="008438C8">
            <w:pPr>
              <w:pStyle w:val="ListParagraph"/>
              <w:numPr>
                <w:ilvl w:val="0"/>
                <w:numId w:val="4"/>
              </w:numPr>
              <w:spacing w:before="60" w:after="60"/>
              <w:ind w:left="385" w:hanging="284"/>
              <w:rPr>
                <w:b/>
              </w:rPr>
            </w:pPr>
            <w:r w:rsidRPr="008438C8">
              <w:t>Describe how gravity acts on objects near to the Earth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8438C8" w:rsidP="0021607B">
            <w:pPr>
              <w:spacing w:before="60" w:after="60"/>
            </w:pPr>
            <w:r>
              <w:t>Diagnostic, s</w:t>
            </w:r>
            <w:r w:rsidRPr="008438C8">
              <w:t>imple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8438C8" w:rsidP="000505CA">
            <w:pPr>
              <w:spacing w:before="60" w:after="60"/>
            </w:pPr>
            <w:r>
              <w:t>Gravity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C05571" w:rsidRDefault="00DA7297" w:rsidP="0050055B">
      <w:pPr>
        <w:spacing w:after="180"/>
      </w:pPr>
      <w:r>
        <w:t xml:space="preserve">It has been found that students do not always think that a force is needed to make something fall </w:t>
      </w:r>
      <w:r>
        <w:fldChar w:fldCharType="begin">
          <w:fldData xml:space="preserve">PEVuZE5vdGU+PENpdGU+PEF1dGhvcj5TdGVhZDwvQXV0aG9yPjxZZWFyPjE5ODA8L1llYXI+PElE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</w:fldData>
        </w:fldChar>
      </w:r>
      <w:r>
        <w:instrText xml:space="preserve"> ADDIN EN.CITE </w:instrText>
      </w:r>
      <w:r>
        <w:fldChar w:fldCharType="begin">
          <w:fldData xml:space="preserve">PEVuZE5vdGU+PENpdGU+PEF1dGhvcj5TdGVhZDwvQXV0aG9yPjxZZWFyPjE5ODA8L1llYXI+PElE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(Stead and Osborne, 1980; Ruggiero et al., 1985; Driver et al., 1994)</w:t>
      </w:r>
      <w:r>
        <w:fldChar w:fldCharType="end"/>
      </w:r>
      <w:r>
        <w:t xml:space="preserve">. Another common misunderstanding is that if </w:t>
      </w:r>
      <w:r w:rsidR="000A42CB">
        <w:t>an object is not moving, there is no</w:t>
      </w:r>
      <w:r>
        <w:t xml:space="preserve"> force acting </w:t>
      </w:r>
      <w:r w:rsidR="000A42CB">
        <w:t xml:space="preserve">on it </w:t>
      </w:r>
      <w:r>
        <w:fldChar w:fldCharType="begin"/>
      </w:r>
      <w:r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format="utc"&gt;1530108907&lt;/last-updated-date&gt;&lt;/record&gt;&lt;/Cite&gt;&lt;/EndNote&gt;</w:instrText>
      </w:r>
      <w:r>
        <w:fldChar w:fldCharType="separate"/>
      </w:r>
      <w:r>
        <w:rPr>
          <w:noProof/>
        </w:rPr>
        <w:t>(Driver et al., 1994)</w:t>
      </w:r>
      <w:r>
        <w:fldChar w:fldCharType="end"/>
      </w:r>
      <w:r>
        <w:t>.</w:t>
      </w:r>
    </w:p>
    <w:p w:rsidR="00DA7297" w:rsidRDefault="00DA7297" w:rsidP="0050055B">
      <w:pPr>
        <w:spacing w:after="180"/>
      </w:pPr>
      <w:r>
        <w:t xml:space="preserve">This question </w:t>
      </w:r>
      <w:r w:rsidR="00833B59">
        <w:t>investigates whether students understand that the force of gravity is acting on an object in each of these situations.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C70600" w:rsidRPr="00AE7928" w:rsidRDefault="00C70600" w:rsidP="00C70600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C70600" w:rsidRDefault="00C70600" w:rsidP="00C70600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C70600" w:rsidRPr="00816065" w:rsidRDefault="00C70600" w:rsidP="00C70600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C70600" w:rsidRDefault="00C70600" w:rsidP="00C70600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C70600" w:rsidRPr="00AE7928" w:rsidRDefault="00C70600" w:rsidP="00C70600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070ED9" w:rsidP="00BF6C8A">
      <w:pPr>
        <w:spacing w:after="180"/>
      </w:pPr>
      <w:r>
        <w:t xml:space="preserve">G – </w:t>
      </w:r>
      <w:proofErr w:type="gramStart"/>
      <w:r>
        <w:t>gravity</w:t>
      </w:r>
      <w:proofErr w:type="gramEnd"/>
      <w:r>
        <w:t xml:space="preserve"> is acting in all positions</w:t>
      </w:r>
    </w:p>
    <w:p w:rsidR="00274ADB" w:rsidRDefault="00274ADB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E06A2B" w:rsidRDefault="00E06A2B" w:rsidP="00A01222">
      <w:pPr>
        <w:spacing w:after="180"/>
      </w:pPr>
      <w:r>
        <w:t>In each position the force of gravity on the apple can be seen to have caused a change:</w:t>
      </w:r>
    </w:p>
    <w:p w:rsidR="00A01222" w:rsidRDefault="00E06A2B" w:rsidP="00E06A2B">
      <w:pPr>
        <w:pStyle w:val="ListParagraph"/>
        <w:numPr>
          <w:ilvl w:val="0"/>
          <w:numId w:val="4"/>
        </w:numPr>
        <w:spacing w:after="180"/>
      </w:pPr>
      <w:r w:rsidRPr="00E06A2B">
        <w:t xml:space="preserve">In </w:t>
      </w:r>
      <w:r>
        <w:t>position 1 the force of gravity on the apple changes the shape of the branch it is hanging from, and also the shape of the apple</w:t>
      </w:r>
      <w:r w:rsidR="000A42CB">
        <w:t xml:space="preserve"> (ever so slightly)</w:t>
      </w:r>
      <w:r>
        <w:t>.</w:t>
      </w:r>
    </w:p>
    <w:p w:rsidR="00E06A2B" w:rsidRDefault="00E06A2B" w:rsidP="00E06A2B">
      <w:pPr>
        <w:pStyle w:val="ListParagraph"/>
        <w:numPr>
          <w:ilvl w:val="0"/>
          <w:numId w:val="4"/>
        </w:numPr>
        <w:spacing w:after="180"/>
      </w:pPr>
      <w:r>
        <w:t xml:space="preserve">In position 2 the force of gravity on the apple </w:t>
      </w:r>
      <w:r w:rsidR="00E638C9">
        <w:t>is increasing</w:t>
      </w:r>
      <w:r>
        <w:t xml:space="preserve"> the speed of the apple.</w:t>
      </w:r>
    </w:p>
    <w:p w:rsidR="00E06A2B" w:rsidRDefault="00E06A2B" w:rsidP="00E06A2B">
      <w:pPr>
        <w:pStyle w:val="ListParagraph"/>
        <w:numPr>
          <w:ilvl w:val="0"/>
          <w:numId w:val="4"/>
        </w:numPr>
        <w:spacing w:after="180"/>
      </w:pPr>
      <w:r>
        <w:t>In position 3 the force of gravity on the apple changes the shape of the grass the apple is resting on, and also the shape of the apple.</w:t>
      </w:r>
    </w:p>
    <w:p w:rsidR="006577F5" w:rsidRDefault="006577F5" w:rsidP="006577F5">
      <w:pPr>
        <w:spacing w:after="180"/>
      </w:pPr>
      <w:r w:rsidRPr="004F039C">
        <w:t xml:space="preserve">If students have </w:t>
      </w:r>
      <w:r>
        <w:t>misunderstanding</w:t>
      </w:r>
      <w:r w:rsidRPr="004F039C">
        <w:t xml:space="preserve">s </w:t>
      </w:r>
      <w:r w:rsidRPr="00C54711">
        <w:t>about</w:t>
      </w:r>
      <w:r>
        <w:t xml:space="preserve"> i</w:t>
      </w:r>
      <w:r w:rsidRPr="0046784C">
        <w:t>dentify</w:t>
      </w:r>
      <w:r>
        <w:t>ing</w:t>
      </w:r>
      <w:r w:rsidRPr="0046784C">
        <w:t xml:space="preserve"> situations</w:t>
      </w:r>
      <w:r>
        <w:t xml:space="preserve"> in which gravity</w:t>
      </w:r>
      <w:r w:rsidRPr="0046784C">
        <w:t xml:space="preserve"> is acting</w:t>
      </w:r>
      <w:r>
        <w:t>, it may be helpful to revise with them what forces do</w:t>
      </w:r>
      <w:r w:rsidR="004A0EA1">
        <w:t xml:space="preserve">: </w:t>
      </w:r>
      <w:r w:rsidR="00E638C9">
        <w:t>‘</w:t>
      </w:r>
      <w:r w:rsidR="004A0EA1">
        <w:t>forces make things change</w:t>
      </w:r>
      <w:r w:rsidR="00E638C9">
        <w:t>’</w:t>
      </w:r>
      <w:bookmarkStart w:id="0" w:name="_GoBack"/>
      <w:bookmarkEnd w:id="0"/>
      <w:r w:rsidR="004A0EA1">
        <w:t>.</w:t>
      </w:r>
      <w:r>
        <w:t xml:space="preserve"> </w:t>
      </w:r>
      <w:r w:rsidR="004A0EA1">
        <w:t>The BEST d</w:t>
      </w:r>
      <w:r>
        <w:t>iagnostic questions ‘Is it a force?’ and ‘What does this force do?’ in key concept ‘PFM1.1: What forces do’</w:t>
      </w:r>
      <w:r w:rsidR="0070310B">
        <w:t xml:space="preserve"> can be used to do this. </w:t>
      </w:r>
    </w:p>
    <w:p w:rsidR="006577F5" w:rsidRDefault="006577F5" w:rsidP="006577F5">
      <w:pPr>
        <w:spacing w:after="180"/>
      </w:pPr>
      <w:r>
        <w:t>Giving students the opportunity to</w:t>
      </w:r>
      <w:r w:rsidR="0070310B">
        <w:t xml:space="preserve"> describe how</w:t>
      </w:r>
      <w:r w:rsidR="004A0EA1">
        <w:t xml:space="preserve"> the</w:t>
      </w:r>
      <w:r w:rsidR="0070310B">
        <w:t xml:space="preserve"> </w:t>
      </w:r>
      <w:r w:rsidR="004A0EA1">
        <w:t>force of gravity</w:t>
      </w:r>
      <w:r w:rsidR="0070310B">
        <w:t xml:space="preserve"> change</w:t>
      </w:r>
      <w:r w:rsidR="004A0EA1">
        <w:t>s</w:t>
      </w:r>
      <w:r w:rsidR="0070310B">
        <w:t xml:space="preserve"> </w:t>
      </w:r>
      <w:r w:rsidR="004A0EA1">
        <w:t xml:space="preserve">something </w:t>
      </w:r>
      <w:r w:rsidR="0070310B">
        <w:t xml:space="preserve">in each of the three positions can help them to </w:t>
      </w:r>
      <w:r w:rsidR="007A4ADC">
        <w:t>consolidate</w:t>
      </w:r>
      <w:r w:rsidR="0070310B">
        <w:t xml:space="preserve"> their understanding of </w:t>
      </w:r>
      <w:r w:rsidR="007A4ADC">
        <w:t>gravity as a force that can act at a distance.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274ADB">
        <w:t>Peter Fairhurst</w:t>
      </w:r>
      <w:r w:rsidR="0015356E">
        <w:t xml:space="preserve"> (</w:t>
      </w:r>
      <w:r w:rsidR="0015356E" w:rsidRPr="00E10F59">
        <w:t xml:space="preserve">UYSEG), </w:t>
      </w:r>
      <w:r w:rsidR="00E10F59">
        <w:t>based on</w:t>
      </w:r>
      <w:r w:rsidRPr="00E10F59">
        <w:t xml:space="preserve"> </w:t>
      </w:r>
      <w:r w:rsidR="00E10F59" w:rsidRPr="00E10F59">
        <w:t>EPSE</w:t>
      </w:r>
      <w:r w:rsidR="00E10F59">
        <w:t xml:space="preserve"> question F05-001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274ADB">
        <w:t>Peter Fairhurst (UYSEG)</w:t>
      </w:r>
    </w:p>
    <w:p w:rsidR="00B46FF9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DA7297" w:rsidRPr="00DA7297" w:rsidRDefault="00DA7297" w:rsidP="00274ADB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DA7297">
        <w:t xml:space="preserve">Driver, R., et al. (1994). </w:t>
      </w:r>
      <w:r w:rsidRPr="00DA7297">
        <w:rPr>
          <w:i/>
        </w:rPr>
        <w:t xml:space="preserve">Making Sense of Secondary Science: Research into Children's Ideas, </w:t>
      </w:r>
      <w:r w:rsidRPr="00DA7297">
        <w:t>London, UK: Routledge.</w:t>
      </w:r>
    </w:p>
    <w:p w:rsidR="00DA7297" w:rsidRPr="00DA7297" w:rsidRDefault="00DA7297" w:rsidP="00274ADB">
      <w:pPr>
        <w:pStyle w:val="EndNoteBibliography"/>
        <w:spacing w:after="120"/>
      </w:pPr>
      <w:r w:rsidRPr="00DA7297">
        <w:t xml:space="preserve">Ruggiero, S., et al. (1985). Weight, Gravity and air pressure: mental representations by Italian middle-school pupils. </w:t>
      </w:r>
      <w:r w:rsidRPr="00DA7297">
        <w:rPr>
          <w:i/>
        </w:rPr>
        <w:t>European Journal of Science Education,</w:t>
      </w:r>
      <w:r w:rsidRPr="00DA7297">
        <w:t xml:space="preserve"> 7(2)</w:t>
      </w:r>
      <w:r w:rsidRPr="00DA7297">
        <w:rPr>
          <w:b/>
        </w:rPr>
        <w:t>,</w:t>
      </w:r>
      <w:r w:rsidRPr="00DA7297">
        <w:t xml:space="preserve"> 181-194.</w:t>
      </w:r>
    </w:p>
    <w:p w:rsidR="00DA7297" w:rsidRPr="00DA7297" w:rsidRDefault="00DA7297" w:rsidP="00274ADB">
      <w:pPr>
        <w:pStyle w:val="EndNoteBibliography"/>
        <w:spacing w:after="120"/>
      </w:pPr>
      <w:r w:rsidRPr="00DA7297">
        <w:t>Stead, K. and Osborne, R. (1980). Gravity. Hamilton, New Zealand: LISP Working Paper 20, Science Education Research Unit, University of Waikato.</w:t>
      </w:r>
    </w:p>
    <w:p w:rsidR="000A0D12" w:rsidRPr="000A0D12" w:rsidRDefault="00DA7297" w:rsidP="00274ADB">
      <w:pPr>
        <w:spacing w:after="120"/>
      </w:pPr>
      <w:r>
        <w:fldChar w:fldCharType="end"/>
      </w:r>
    </w:p>
    <w:sectPr w:rsidR="000A0D12" w:rsidRPr="000A0D12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397" w:rsidRDefault="00BB1397" w:rsidP="000B473B">
      <w:r>
        <w:separator/>
      </w:r>
    </w:p>
  </w:endnote>
  <w:endnote w:type="continuationSeparator" w:id="0">
    <w:p w:rsidR="00BB1397" w:rsidRDefault="00BB1397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80B1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E638C9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397" w:rsidRDefault="00BB1397" w:rsidP="000B473B">
      <w:r>
        <w:separator/>
      </w:r>
    </w:p>
  </w:footnote>
  <w:footnote w:type="continuationSeparator" w:id="0">
    <w:p w:rsidR="00BB1397" w:rsidRDefault="00BB1397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890E9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F361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B758F"/>
    <w:multiLevelType w:val="hybridMultilevel"/>
    <w:tmpl w:val="42E4A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B1397"/>
    <w:rsid w:val="00015578"/>
    <w:rsid w:val="00024731"/>
    <w:rsid w:val="00026DEC"/>
    <w:rsid w:val="000505CA"/>
    <w:rsid w:val="00070ED9"/>
    <w:rsid w:val="0007651D"/>
    <w:rsid w:val="0009089A"/>
    <w:rsid w:val="000947E2"/>
    <w:rsid w:val="00095E04"/>
    <w:rsid w:val="000A0D12"/>
    <w:rsid w:val="000A42CB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4ADB"/>
    <w:rsid w:val="0027553E"/>
    <w:rsid w:val="0028012F"/>
    <w:rsid w:val="002828DF"/>
    <w:rsid w:val="00287876"/>
    <w:rsid w:val="00292C53"/>
    <w:rsid w:val="00294E22"/>
    <w:rsid w:val="002B508D"/>
    <w:rsid w:val="002B5D71"/>
    <w:rsid w:val="002C22EA"/>
    <w:rsid w:val="002C59BA"/>
    <w:rsid w:val="002C79AE"/>
    <w:rsid w:val="00301AA9"/>
    <w:rsid w:val="003117F6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A0EA1"/>
    <w:rsid w:val="004B0EE1"/>
    <w:rsid w:val="004B1C32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577F5"/>
    <w:rsid w:val="006772F5"/>
    <w:rsid w:val="006A4440"/>
    <w:rsid w:val="006B0615"/>
    <w:rsid w:val="006D166B"/>
    <w:rsid w:val="006F3279"/>
    <w:rsid w:val="0070310B"/>
    <w:rsid w:val="00704AEE"/>
    <w:rsid w:val="00722F9A"/>
    <w:rsid w:val="00754539"/>
    <w:rsid w:val="0077646D"/>
    <w:rsid w:val="00781BC6"/>
    <w:rsid w:val="007A3C86"/>
    <w:rsid w:val="007A4ADC"/>
    <w:rsid w:val="007A683E"/>
    <w:rsid w:val="007A748B"/>
    <w:rsid w:val="007C26E1"/>
    <w:rsid w:val="007D1D65"/>
    <w:rsid w:val="007E0A9E"/>
    <w:rsid w:val="007E2DCD"/>
    <w:rsid w:val="007E5309"/>
    <w:rsid w:val="00800DE1"/>
    <w:rsid w:val="00813F47"/>
    <w:rsid w:val="00833B59"/>
    <w:rsid w:val="008438C8"/>
    <w:rsid w:val="008450D6"/>
    <w:rsid w:val="00856FCA"/>
    <w:rsid w:val="00873B8C"/>
    <w:rsid w:val="00880E3B"/>
    <w:rsid w:val="008A405F"/>
    <w:rsid w:val="008C7F34"/>
    <w:rsid w:val="008E580C"/>
    <w:rsid w:val="0090047A"/>
    <w:rsid w:val="00917DD8"/>
    <w:rsid w:val="00925026"/>
    <w:rsid w:val="00931264"/>
    <w:rsid w:val="0093159F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1397"/>
    <w:rsid w:val="00BB44B4"/>
    <w:rsid w:val="00BF0BBF"/>
    <w:rsid w:val="00BF6C8A"/>
    <w:rsid w:val="00C05571"/>
    <w:rsid w:val="00C246CE"/>
    <w:rsid w:val="00C54711"/>
    <w:rsid w:val="00C57FA2"/>
    <w:rsid w:val="00C70600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A7297"/>
    <w:rsid w:val="00DC4A4E"/>
    <w:rsid w:val="00DD1874"/>
    <w:rsid w:val="00DD63BD"/>
    <w:rsid w:val="00DF05DB"/>
    <w:rsid w:val="00DF7E20"/>
    <w:rsid w:val="00E06A2B"/>
    <w:rsid w:val="00E10F59"/>
    <w:rsid w:val="00E172C6"/>
    <w:rsid w:val="00E24309"/>
    <w:rsid w:val="00E53D82"/>
    <w:rsid w:val="00E638C9"/>
    <w:rsid w:val="00E9330A"/>
    <w:rsid w:val="00EE6B97"/>
    <w:rsid w:val="00F12C3B"/>
    <w:rsid w:val="00F2483A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22AB60"/>
  <w15:docId w15:val="{EE8C0ED2-B408-4ECE-BDF9-061E81A6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DA729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A729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A729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A729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60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15</cp:revision>
  <cp:lastPrinted>2017-02-24T16:20:00Z</cp:lastPrinted>
  <dcterms:created xsi:type="dcterms:W3CDTF">2018-09-19T13:01:00Z</dcterms:created>
  <dcterms:modified xsi:type="dcterms:W3CDTF">2018-10-04T07:54:00Z</dcterms:modified>
</cp:coreProperties>
</file>