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817CA" w:rsidP="00201AC2">
      <w:pPr>
        <w:spacing w:after="180"/>
        <w:rPr>
          <w:b/>
          <w:sz w:val="44"/>
          <w:szCs w:val="44"/>
        </w:rPr>
      </w:pPr>
      <w:r>
        <w:rPr>
          <w:b/>
          <w:sz w:val="44"/>
          <w:szCs w:val="44"/>
        </w:rPr>
        <w:t>Defining health</w:t>
      </w:r>
    </w:p>
    <w:p w:rsidR="00201AC2" w:rsidRDefault="00201AC2" w:rsidP="00201AC2">
      <w:pPr>
        <w:spacing w:after="180"/>
      </w:pPr>
    </w:p>
    <w:p w:rsidR="00106C2F" w:rsidRDefault="00106C2F" w:rsidP="00106C2F">
      <w:pPr>
        <w:spacing w:after="180"/>
        <w:jc w:val="center"/>
      </w:pPr>
      <w:r>
        <w:rPr>
          <w:noProof/>
          <w:lang w:eastAsia="en-GB"/>
        </w:rPr>
        <w:drawing>
          <wp:inline distT="0" distB="0" distL="0" distR="0">
            <wp:extent cx="1533525" cy="205749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ink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37446" cy="2062759"/>
                    </a:xfrm>
                    <a:prstGeom prst="rect">
                      <a:avLst/>
                    </a:prstGeom>
                  </pic:spPr>
                </pic:pic>
              </a:graphicData>
            </a:graphic>
          </wp:inline>
        </w:drawing>
      </w:r>
    </w:p>
    <w:p w:rsidR="00106C2F" w:rsidRDefault="00106C2F" w:rsidP="00201AC2">
      <w:pPr>
        <w:spacing w:after="180"/>
      </w:pPr>
    </w:p>
    <w:p w:rsidR="00201AC2" w:rsidRDefault="00106C2F" w:rsidP="00201AC2">
      <w:pPr>
        <w:spacing w:after="180"/>
      </w:pPr>
      <w:r>
        <w:t>Some children were asked to write down what they think health is.</w:t>
      </w:r>
    </w:p>
    <w:p w:rsidR="00106C2F" w:rsidRDefault="00106C2F" w:rsidP="00106C2F">
      <w:pPr>
        <w:spacing w:after="180"/>
        <w:ind w:right="3497"/>
      </w:pPr>
    </w:p>
    <w:p w:rsidR="00106C2F" w:rsidRDefault="00106C2F" w:rsidP="00106C2F">
      <w:pPr>
        <w:spacing w:after="180"/>
        <w:ind w:right="3497"/>
      </w:pPr>
      <w:r>
        <w:t>Their answers are shown in the table.</w:t>
      </w:r>
    </w:p>
    <w:p w:rsidR="00106C2F" w:rsidRDefault="00106C2F" w:rsidP="00106C2F">
      <w:pPr>
        <w:spacing w:after="180"/>
      </w:pPr>
      <w:r w:rsidRPr="007805CD">
        <w:t xml:space="preserve">Tick </w:t>
      </w:r>
      <w:r w:rsidRPr="00267298">
        <w:rPr>
          <w:b/>
        </w:rPr>
        <w:t>one</w:t>
      </w:r>
      <w:r w:rsidRPr="007805CD">
        <w:t xml:space="preserve"> box </w:t>
      </w:r>
      <w:r>
        <w:t xml:space="preserve">for </w:t>
      </w:r>
      <w:r w:rsidRPr="00267298">
        <w:t>each</w:t>
      </w:r>
      <w:r>
        <w:t xml:space="preserve"> answer.</w:t>
      </w:r>
    </w:p>
    <w:p w:rsidR="00106C2F" w:rsidRDefault="00106C2F" w:rsidP="00106C2F">
      <w:pPr>
        <w:spacing w:after="24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106C2F" w:rsidTr="00B67ABC">
        <w:tc>
          <w:tcPr>
            <w:tcW w:w="4649" w:type="dxa"/>
            <w:gridSpan w:val="2"/>
            <w:vAlign w:val="center"/>
          </w:tcPr>
          <w:p w:rsidR="00106C2F" w:rsidRDefault="00106C2F" w:rsidP="00B67ABC">
            <w:pPr>
              <w:spacing w:before="60" w:after="60"/>
            </w:pPr>
            <w:r>
              <w:rPr>
                <w:b/>
              </w:rPr>
              <w:t>Answers</w:t>
            </w:r>
          </w:p>
        </w:tc>
        <w:tc>
          <w:tcPr>
            <w:tcW w:w="1098" w:type="dxa"/>
            <w:vAlign w:val="center"/>
          </w:tcPr>
          <w:p w:rsidR="00106C2F" w:rsidRDefault="00106C2F" w:rsidP="00B67ABC">
            <w:pPr>
              <w:spacing w:before="60" w:after="60"/>
              <w:jc w:val="center"/>
            </w:pPr>
            <w:r>
              <w:t xml:space="preserve">I am </w:t>
            </w:r>
            <w:r w:rsidRPr="009269FA">
              <w:rPr>
                <w:b/>
              </w:rPr>
              <w:t>sure</w:t>
            </w:r>
            <w:r>
              <w:t xml:space="preserve"> this is right</w:t>
            </w:r>
          </w:p>
        </w:tc>
        <w:tc>
          <w:tcPr>
            <w:tcW w:w="1099" w:type="dxa"/>
            <w:vAlign w:val="center"/>
          </w:tcPr>
          <w:p w:rsidR="00106C2F" w:rsidRDefault="00106C2F" w:rsidP="00B67ABC">
            <w:pPr>
              <w:spacing w:before="60" w:after="60"/>
              <w:jc w:val="center"/>
            </w:pPr>
            <w:r>
              <w:t xml:space="preserve">I </w:t>
            </w:r>
            <w:r w:rsidRPr="009269FA">
              <w:rPr>
                <w:b/>
              </w:rPr>
              <w:t>think</w:t>
            </w:r>
            <w:r>
              <w:t xml:space="preserve"> this is right</w:t>
            </w:r>
          </w:p>
        </w:tc>
        <w:tc>
          <w:tcPr>
            <w:tcW w:w="1098" w:type="dxa"/>
            <w:vAlign w:val="center"/>
          </w:tcPr>
          <w:p w:rsidR="00106C2F" w:rsidRDefault="00106C2F" w:rsidP="00B67ABC">
            <w:pPr>
              <w:spacing w:before="60" w:after="60"/>
              <w:jc w:val="center"/>
            </w:pPr>
            <w:r>
              <w:t xml:space="preserve">I </w:t>
            </w:r>
            <w:r w:rsidRPr="009269FA">
              <w:rPr>
                <w:b/>
              </w:rPr>
              <w:t>think</w:t>
            </w:r>
            <w:r>
              <w:t xml:space="preserve"> this is wrong</w:t>
            </w:r>
          </w:p>
        </w:tc>
        <w:tc>
          <w:tcPr>
            <w:tcW w:w="1099" w:type="dxa"/>
            <w:vAlign w:val="center"/>
          </w:tcPr>
          <w:p w:rsidR="00106C2F" w:rsidRDefault="00106C2F" w:rsidP="00B67ABC">
            <w:pPr>
              <w:spacing w:before="60" w:after="60"/>
              <w:jc w:val="center"/>
            </w:pPr>
            <w:r>
              <w:t xml:space="preserve">I am </w:t>
            </w:r>
            <w:r w:rsidRPr="009269FA">
              <w:rPr>
                <w:b/>
              </w:rPr>
              <w:t>sure</w:t>
            </w:r>
            <w:r>
              <w:t xml:space="preserve"> this is wrong</w:t>
            </w:r>
          </w:p>
        </w:tc>
      </w:tr>
      <w:tr w:rsidR="00106C2F" w:rsidTr="00B67ABC">
        <w:trPr>
          <w:trHeight w:val="907"/>
        </w:trPr>
        <w:tc>
          <w:tcPr>
            <w:tcW w:w="425" w:type="dxa"/>
            <w:vAlign w:val="center"/>
          </w:tcPr>
          <w:p w:rsidR="00106C2F" w:rsidRPr="009269FA" w:rsidRDefault="00106C2F" w:rsidP="00B67ABC">
            <w:pPr>
              <w:spacing w:before="60" w:after="60"/>
              <w:jc w:val="center"/>
              <w:rPr>
                <w:b/>
              </w:rPr>
            </w:pPr>
            <w:r w:rsidRPr="009269FA">
              <w:rPr>
                <w:b/>
              </w:rPr>
              <w:t>1</w:t>
            </w:r>
          </w:p>
        </w:tc>
        <w:tc>
          <w:tcPr>
            <w:tcW w:w="4224" w:type="dxa"/>
            <w:vAlign w:val="center"/>
          </w:tcPr>
          <w:p w:rsidR="00106C2F" w:rsidRPr="00C918C8" w:rsidRDefault="00C918C8" w:rsidP="00B67ABC">
            <w:pPr>
              <w:spacing w:before="60" w:after="60"/>
              <w:rPr>
                <w:rFonts w:ascii="Comic Sans MS" w:hAnsi="Comic Sans MS"/>
              </w:rPr>
            </w:pPr>
            <w:r>
              <w:rPr>
                <w:rFonts w:ascii="Comic Sans MS" w:hAnsi="Comic Sans MS"/>
              </w:rPr>
              <w:t>Health just means you are physically fit.</w:t>
            </w:r>
          </w:p>
        </w:tc>
        <w:tc>
          <w:tcPr>
            <w:tcW w:w="1098" w:type="dxa"/>
            <w:vAlign w:val="center"/>
          </w:tcPr>
          <w:p w:rsidR="00106C2F" w:rsidRDefault="00106C2F" w:rsidP="00B67ABC">
            <w:pPr>
              <w:spacing w:before="60" w:after="60"/>
              <w:jc w:val="center"/>
            </w:pPr>
          </w:p>
        </w:tc>
        <w:tc>
          <w:tcPr>
            <w:tcW w:w="1099" w:type="dxa"/>
            <w:vAlign w:val="center"/>
          </w:tcPr>
          <w:p w:rsidR="00106C2F" w:rsidRDefault="00106C2F" w:rsidP="00B67ABC">
            <w:pPr>
              <w:spacing w:before="60" w:after="60"/>
              <w:jc w:val="center"/>
            </w:pPr>
          </w:p>
        </w:tc>
        <w:tc>
          <w:tcPr>
            <w:tcW w:w="1098" w:type="dxa"/>
            <w:vAlign w:val="center"/>
          </w:tcPr>
          <w:p w:rsidR="00106C2F" w:rsidRDefault="00106C2F" w:rsidP="00B67ABC">
            <w:pPr>
              <w:spacing w:before="60" w:after="60"/>
              <w:jc w:val="center"/>
            </w:pPr>
          </w:p>
        </w:tc>
        <w:tc>
          <w:tcPr>
            <w:tcW w:w="1099" w:type="dxa"/>
            <w:vAlign w:val="center"/>
          </w:tcPr>
          <w:p w:rsidR="00106C2F" w:rsidRDefault="00106C2F" w:rsidP="00B67ABC">
            <w:pPr>
              <w:spacing w:before="60" w:after="60"/>
              <w:jc w:val="center"/>
            </w:pPr>
          </w:p>
        </w:tc>
      </w:tr>
      <w:tr w:rsidR="00106C2F" w:rsidTr="00B67ABC">
        <w:trPr>
          <w:trHeight w:val="907"/>
        </w:trPr>
        <w:tc>
          <w:tcPr>
            <w:tcW w:w="425" w:type="dxa"/>
            <w:vAlign w:val="center"/>
          </w:tcPr>
          <w:p w:rsidR="00106C2F" w:rsidRPr="009269FA" w:rsidRDefault="00106C2F" w:rsidP="00B67ABC">
            <w:pPr>
              <w:spacing w:before="60" w:after="60"/>
              <w:jc w:val="center"/>
              <w:rPr>
                <w:b/>
              </w:rPr>
            </w:pPr>
            <w:r w:rsidRPr="009269FA">
              <w:rPr>
                <w:b/>
              </w:rPr>
              <w:t>2</w:t>
            </w:r>
          </w:p>
        </w:tc>
        <w:tc>
          <w:tcPr>
            <w:tcW w:w="4224" w:type="dxa"/>
            <w:vAlign w:val="center"/>
          </w:tcPr>
          <w:p w:rsidR="00106C2F" w:rsidRPr="00C918C8" w:rsidRDefault="003C5B35" w:rsidP="003C5B35">
            <w:pPr>
              <w:spacing w:before="60" w:after="60"/>
              <w:rPr>
                <w:rFonts w:ascii="Comic Sans MS" w:hAnsi="Comic Sans MS"/>
              </w:rPr>
            </w:pPr>
            <w:r>
              <w:rPr>
                <w:rFonts w:ascii="Comic Sans MS" w:hAnsi="Comic Sans MS"/>
              </w:rPr>
              <w:t>Your h</w:t>
            </w:r>
            <w:r w:rsidR="00C918C8">
              <w:rPr>
                <w:rFonts w:ascii="Comic Sans MS" w:hAnsi="Comic Sans MS"/>
              </w:rPr>
              <w:t xml:space="preserve">ealth </w:t>
            </w:r>
            <w:r>
              <w:rPr>
                <w:rFonts w:ascii="Comic Sans MS" w:hAnsi="Comic Sans MS"/>
              </w:rPr>
              <w:t>is how many</w:t>
            </w:r>
            <w:r w:rsidR="00C918C8">
              <w:rPr>
                <w:rFonts w:ascii="Comic Sans MS" w:hAnsi="Comic Sans MS"/>
              </w:rPr>
              <w:t xml:space="preserve"> diseases</w:t>
            </w:r>
            <w:r>
              <w:rPr>
                <w:rFonts w:ascii="Comic Sans MS" w:hAnsi="Comic Sans MS"/>
              </w:rPr>
              <w:t xml:space="preserve"> you’ve got</w:t>
            </w:r>
            <w:r w:rsidR="00C918C8">
              <w:rPr>
                <w:rFonts w:ascii="Comic Sans MS" w:hAnsi="Comic Sans MS"/>
              </w:rPr>
              <w:t>.</w:t>
            </w:r>
          </w:p>
        </w:tc>
        <w:tc>
          <w:tcPr>
            <w:tcW w:w="1098" w:type="dxa"/>
            <w:vAlign w:val="center"/>
          </w:tcPr>
          <w:p w:rsidR="00106C2F" w:rsidRDefault="00106C2F" w:rsidP="00B67ABC">
            <w:pPr>
              <w:spacing w:before="60" w:after="60"/>
              <w:jc w:val="center"/>
            </w:pPr>
          </w:p>
        </w:tc>
        <w:tc>
          <w:tcPr>
            <w:tcW w:w="1099" w:type="dxa"/>
            <w:vAlign w:val="center"/>
          </w:tcPr>
          <w:p w:rsidR="00106C2F" w:rsidRDefault="00106C2F" w:rsidP="00B67ABC">
            <w:pPr>
              <w:spacing w:before="60" w:after="60"/>
              <w:jc w:val="center"/>
            </w:pPr>
          </w:p>
        </w:tc>
        <w:tc>
          <w:tcPr>
            <w:tcW w:w="1098" w:type="dxa"/>
            <w:vAlign w:val="center"/>
          </w:tcPr>
          <w:p w:rsidR="00106C2F" w:rsidRDefault="00106C2F" w:rsidP="00B67ABC">
            <w:pPr>
              <w:spacing w:before="60" w:after="60"/>
              <w:jc w:val="center"/>
            </w:pPr>
          </w:p>
        </w:tc>
        <w:tc>
          <w:tcPr>
            <w:tcW w:w="1099" w:type="dxa"/>
            <w:vAlign w:val="center"/>
          </w:tcPr>
          <w:p w:rsidR="00106C2F" w:rsidRDefault="00106C2F" w:rsidP="00B67ABC">
            <w:pPr>
              <w:spacing w:before="60" w:after="60"/>
              <w:jc w:val="center"/>
            </w:pPr>
          </w:p>
        </w:tc>
      </w:tr>
      <w:tr w:rsidR="00573B72" w:rsidTr="00B67ABC">
        <w:trPr>
          <w:trHeight w:val="907"/>
        </w:trPr>
        <w:tc>
          <w:tcPr>
            <w:tcW w:w="425" w:type="dxa"/>
            <w:vAlign w:val="center"/>
          </w:tcPr>
          <w:p w:rsidR="00573B72" w:rsidRPr="009269FA" w:rsidRDefault="003C5B35" w:rsidP="00B67ABC">
            <w:pPr>
              <w:spacing w:before="60" w:after="60"/>
              <w:jc w:val="center"/>
              <w:rPr>
                <w:b/>
              </w:rPr>
            </w:pPr>
            <w:r>
              <w:rPr>
                <w:b/>
              </w:rPr>
              <w:t>3</w:t>
            </w:r>
          </w:p>
        </w:tc>
        <w:tc>
          <w:tcPr>
            <w:tcW w:w="4224" w:type="dxa"/>
            <w:vAlign w:val="center"/>
          </w:tcPr>
          <w:p w:rsidR="00573B72" w:rsidRDefault="003C5B35" w:rsidP="00E620CF">
            <w:pPr>
              <w:spacing w:before="60" w:after="60"/>
              <w:rPr>
                <w:rFonts w:ascii="Comic Sans MS" w:hAnsi="Comic Sans MS"/>
              </w:rPr>
            </w:pPr>
            <w:r>
              <w:rPr>
                <w:rFonts w:ascii="Comic Sans MS" w:hAnsi="Comic Sans MS"/>
              </w:rPr>
              <w:t xml:space="preserve">Health is how well your body </w:t>
            </w:r>
            <w:r w:rsidR="00E620CF">
              <w:rPr>
                <w:rFonts w:ascii="Comic Sans MS" w:hAnsi="Comic Sans MS"/>
              </w:rPr>
              <w:t>is</w:t>
            </w:r>
            <w:r>
              <w:rPr>
                <w:rFonts w:ascii="Comic Sans MS" w:hAnsi="Comic Sans MS"/>
              </w:rPr>
              <w:t xml:space="preserve"> working.</w:t>
            </w:r>
          </w:p>
        </w:tc>
        <w:tc>
          <w:tcPr>
            <w:tcW w:w="1098" w:type="dxa"/>
            <w:vAlign w:val="center"/>
          </w:tcPr>
          <w:p w:rsidR="00573B72" w:rsidRDefault="00573B72" w:rsidP="00B67ABC">
            <w:pPr>
              <w:spacing w:before="60" w:after="60"/>
              <w:jc w:val="center"/>
            </w:pPr>
          </w:p>
        </w:tc>
        <w:tc>
          <w:tcPr>
            <w:tcW w:w="1099" w:type="dxa"/>
            <w:vAlign w:val="center"/>
          </w:tcPr>
          <w:p w:rsidR="00573B72" w:rsidRDefault="00573B72" w:rsidP="00B67ABC">
            <w:pPr>
              <w:spacing w:before="60" w:after="60"/>
              <w:jc w:val="center"/>
            </w:pPr>
          </w:p>
        </w:tc>
        <w:tc>
          <w:tcPr>
            <w:tcW w:w="1098" w:type="dxa"/>
            <w:vAlign w:val="center"/>
          </w:tcPr>
          <w:p w:rsidR="00573B72" w:rsidRDefault="00573B72" w:rsidP="00B67ABC">
            <w:pPr>
              <w:spacing w:before="60" w:after="60"/>
              <w:jc w:val="center"/>
            </w:pPr>
          </w:p>
        </w:tc>
        <w:tc>
          <w:tcPr>
            <w:tcW w:w="1099" w:type="dxa"/>
            <w:vAlign w:val="center"/>
          </w:tcPr>
          <w:p w:rsidR="00573B72" w:rsidRDefault="00573B72" w:rsidP="00B67ABC">
            <w:pPr>
              <w:spacing w:before="60" w:after="60"/>
              <w:jc w:val="center"/>
            </w:pPr>
          </w:p>
        </w:tc>
      </w:tr>
      <w:tr w:rsidR="00106C2F" w:rsidTr="00B67ABC">
        <w:trPr>
          <w:trHeight w:val="907"/>
        </w:trPr>
        <w:tc>
          <w:tcPr>
            <w:tcW w:w="425" w:type="dxa"/>
            <w:vAlign w:val="center"/>
          </w:tcPr>
          <w:p w:rsidR="00106C2F" w:rsidRPr="009269FA" w:rsidRDefault="003C5B35" w:rsidP="00B67ABC">
            <w:pPr>
              <w:spacing w:before="60" w:after="60"/>
              <w:jc w:val="center"/>
              <w:rPr>
                <w:b/>
              </w:rPr>
            </w:pPr>
            <w:r>
              <w:rPr>
                <w:b/>
              </w:rPr>
              <w:t>4</w:t>
            </w:r>
          </w:p>
        </w:tc>
        <w:tc>
          <w:tcPr>
            <w:tcW w:w="4224" w:type="dxa"/>
            <w:vAlign w:val="center"/>
          </w:tcPr>
          <w:p w:rsidR="00106C2F" w:rsidRPr="00C918C8" w:rsidRDefault="00E620CF" w:rsidP="00B67ABC">
            <w:pPr>
              <w:spacing w:before="60" w:after="60"/>
              <w:rPr>
                <w:rFonts w:ascii="Comic Sans MS" w:hAnsi="Comic Sans MS"/>
              </w:rPr>
            </w:pPr>
            <w:r>
              <w:rPr>
                <w:rFonts w:ascii="Comic Sans MS" w:hAnsi="Comic Sans MS"/>
              </w:rPr>
              <w:t>If you are</w:t>
            </w:r>
            <w:r w:rsidRPr="0023557D">
              <w:rPr>
                <w:rFonts w:ascii="Comic Sans MS" w:hAnsi="Comic Sans MS"/>
              </w:rPr>
              <w:t xml:space="preserve"> health</w:t>
            </w:r>
            <w:r>
              <w:rPr>
                <w:rFonts w:ascii="Comic Sans MS" w:hAnsi="Comic Sans MS"/>
              </w:rPr>
              <w:t>y</w:t>
            </w:r>
            <w:r w:rsidRPr="0023557D">
              <w:rPr>
                <w:rFonts w:ascii="Comic Sans MS" w:hAnsi="Comic Sans MS"/>
              </w:rPr>
              <w:t xml:space="preserve"> you </w:t>
            </w:r>
            <w:r>
              <w:rPr>
                <w:rFonts w:ascii="Comic Sans MS" w:hAnsi="Comic Sans MS"/>
              </w:rPr>
              <w:t xml:space="preserve">can </w:t>
            </w:r>
            <w:r w:rsidRPr="0023557D">
              <w:rPr>
                <w:rFonts w:ascii="Comic Sans MS" w:hAnsi="Comic Sans MS"/>
              </w:rPr>
              <w:t>do more of the things you want and need to do.</w:t>
            </w:r>
          </w:p>
        </w:tc>
        <w:tc>
          <w:tcPr>
            <w:tcW w:w="1098" w:type="dxa"/>
            <w:vAlign w:val="center"/>
          </w:tcPr>
          <w:p w:rsidR="00106C2F" w:rsidRDefault="00106C2F" w:rsidP="00B67ABC">
            <w:pPr>
              <w:spacing w:before="60" w:after="60"/>
              <w:jc w:val="center"/>
            </w:pPr>
          </w:p>
        </w:tc>
        <w:tc>
          <w:tcPr>
            <w:tcW w:w="1099" w:type="dxa"/>
            <w:vAlign w:val="center"/>
          </w:tcPr>
          <w:p w:rsidR="00106C2F" w:rsidRDefault="00106C2F" w:rsidP="00B67ABC">
            <w:pPr>
              <w:spacing w:before="60" w:after="60"/>
              <w:jc w:val="center"/>
            </w:pPr>
          </w:p>
        </w:tc>
        <w:tc>
          <w:tcPr>
            <w:tcW w:w="1098" w:type="dxa"/>
            <w:vAlign w:val="center"/>
          </w:tcPr>
          <w:p w:rsidR="00106C2F" w:rsidRDefault="00106C2F" w:rsidP="00B67ABC">
            <w:pPr>
              <w:spacing w:before="60" w:after="60"/>
              <w:jc w:val="center"/>
            </w:pPr>
          </w:p>
        </w:tc>
        <w:tc>
          <w:tcPr>
            <w:tcW w:w="1099" w:type="dxa"/>
            <w:vAlign w:val="center"/>
          </w:tcPr>
          <w:p w:rsidR="00106C2F" w:rsidRDefault="00106C2F" w:rsidP="00B67ABC">
            <w:pPr>
              <w:spacing w:before="60" w:after="60"/>
              <w:jc w:val="center"/>
            </w:pPr>
          </w:p>
        </w:tc>
      </w:tr>
      <w:tr w:rsidR="00106C2F" w:rsidTr="00B67ABC">
        <w:trPr>
          <w:trHeight w:val="907"/>
        </w:trPr>
        <w:tc>
          <w:tcPr>
            <w:tcW w:w="425" w:type="dxa"/>
            <w:vAlign w:val="center"/>
          </w:tcPr>
          <w:p w:rsidR="00106C2F" w:rsidRPr="009269FA" w:rsidRDefault="003C5B35" w:rsidP="00B67ABC">
            <w:pPr>
              <w:spacing w:before="60" w:after="60"/>
              <w:jc w:val="center"/>
              <w:rPr>
                <w:b/>
              </w:rPr>
            </w:pPr>
            <w:r>
              <w:rPr>
                <w:b/>
              </w:rPr>
              <w:t>5</w:t>
            </w:r>
          </w:p>
        </w:tc>
        <w:tc>
          <w:tcPr>
            <w:tcW w:w="4224" w:type="dxa"/>
            <w:vAlign w:val="center"/>
          </w:tcPr>
          <w:p w:rsidR="00106C2F" w:rsidRPr="00C918C8" w:rsidRDefault="00E620CF" w:rsidP="0023557D">
            <w:pPr>
              <w:spacing w:before="60" w:after="60"/>
              <w:rPr>
                <w:rFonts w:ascii="Comic Sans MS" w:hAnsi="Comic Sans MS"/>
              </w:rPr>
            </w:pPr>
            <w:r>
              <w:rPr>
                <w:rFonts w:ascii="Comic Sans MS" w:hAnsi="Comic Sans MS"/>
              </w:rPr>
              <w:t>Health is how well you can cope</w:t>
            </w:r>
            <w:r w:rsidR="00BD69E5">
              <w:rPr>
                <w:rFonts w:ascii="Comic Sans MS" w:hAnsi="Comic Sans MS"/>
              </w:rPr>
              <w:t xml:space="preserve"> with life,</w:t>
            </w:r>
            <w:r>
              <w:rPr>
                <w:rFonts w:ascii="Comic Sans MS" w:hAnsi="Comic Sans MS"/>
              </w:rPr>
              <w:t xml:space="preserve"> physically and emotionally.</w:t>
            </w:r>
          </w:p>
        </w:tc>
        <w:tc>
          <w:tcPr>
            <w:tcW w:w="1098" w:type="dxa"/>
            <w:vAlign w:val="center"/>
          </w:tcPr>
          <w:p w:rsidR="00106C2F" w:rsidRDefault="00106C2F" w:rsidP="00B67ABC">
            <w:pPr>
              <w:spacing w:before="60" w:after="60"/>
              <w:jc w:val="center"/>
            </w:pPr>
          </w:p>
        </w:tc>
        <w:tc>
          <w:tcPr>
            <w:tcW w:w="1099" w:type="dxa"/>
            <w:vAlign w:val="center"/>
          </w:tcPr>
          <w:p w:rsidR="00106C2F" w:rsidRDefault="00106C2F" w:rsidP="00B67ABC">
            <w:pPr>
              <w:spacing w:before="60" w:after="60"/>
              <w:jc w:val="center"/>
            </w:pPr>
          </w:p>
        </w:tc>
        <w:tc>
          <w:tcPr>
            <w:tcW w:w="1098" w:type="dxa"/>
            <w:vAlign w:val="center"/>
          </w:tcPr>
          <w:p w:rsidR="00106C2F" w:rsidRDefault="00106C2F" w:rsidP="00B67ABC">
            <w:pPr>
              <w:spacing w:before="60" w:after="60"/>
              <w:jc w:val="center"/>
            </w:pPr>
          </w:p>
        </w:tc>
        <w:tc>
          <w:tcPr>
            <w:tcW w:w="1099" w:type="dxa"/>
            <w:vAlign w:val="center"/>
          </w:tcPr>
          <w:p w:rsidR="00106C2F" w:rsidRDefault="00106C2F" w:rsidP="00B67ABC">
            <w:pPr>
              <w:spacing w:before="60" w:after="60"/>
              <w:jc w:val="center"/>
            </w:pPr>
          </w:p>
        </w:tc>
      </w:tr>
    </w:tbl>
    <w:p w:rsidR="00106C2F" w:rsidRDefault="00106C2F" w:rsidP="00106C2F">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493556" w:rsidP="006F3279">
      <w:pPr>
        <w:spacing w:after="240"/>
        <w:rPr>
          <w:i/>
          <w:sz w:val="18"/>
          <w:szCs w:val="18"/>
        </w:rPr>
      </w:pPr>
      <w:r w:rsidRPr="00240541">
        <w:rPr>
          <w:i/>
          <w:sz w:val="18"/>
          <w:szCs w:val="18"/>
        </w:rPr>
        <w:lastRenderedPageBreak/>
        <w:t>Biology &gt; Big idea BHD: Health and disease &gt; Topic BHD1: What are health and disease? &gt; Key concept BHD1.1: Good and ill health</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817CA" w:rsidP="006F3279">
            <w:pPr>
              <w:spacing w:after="60"/>
              <w:ind w:left="1304"/>
              <w:rPr>
                <w:b/>
                <w:sz w:val="40"/>
                <w:szCs w:val="40"/>
              </w:rPr>
            </w:pPr>
            <w:r w:rsidRPr="002817CA">
              <w:rPr>
                <w:b/>
                <w:sz w:val="40"/>
                <w:szCs w:val="40"/>
              </w:rPr>
              <w:t>Defining health</w:t>
            </w:r>
          </w:p>
        </w:tc>
      </w:tr>
    </w:tbl>
    <w:p w:rsidR="006F3279" w:rsidRDefault="006F3279" w:rsidP="00BD6529">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493556" w:rsidP="0007651D">
            <w:pPr>
              <w:spacing w:before="60" w:after="60"/>
            </w:pPr>
            <w:r w:rsidRPr="00B84287">
              <w:t>The physical health and the mental health of an organism can range from good to ill, and are affected by numerous factors.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93556" w:rsidP="0007651D">
            <w:pPr>
              <w:spacing w:before="60" w:after="60"/>
              <w:rPr>
                <w:b/>
              </w:rPr>
            </w:pPr>
            <w:r w:rsidRPr="00493556">
              <w:t>Evaluate definitions of health.</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CB7E68" w:rsidP="0021607B">
            <w:pPr>
              <w:spacing w:before="60" w:after="60"/>
            </w:pPr>
            <w:r w:rsidRPr="00CB7E68">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93556" w:rsidP="000505CA">
            <w:pPr>
              <w:spacing w:before="60" w:after="60"/>
            </w:pPr>
            <w:r>
              <w:t>Health, disease</w:t>
            </w:r>
          </w:p>
        </w:tc>
      </w:tr>
    </w:tbl>
    <w:p w:rsidR="00E172C6" w:rsidRDefault="00E172C6" w:rsidP="00BD6529"/>
    <w:p w:rsidR="00C05571" w:rsidRPr="005B372A" w:rsidRDefault="00BB44B4" w:rsidP="00BD6529">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493556" w:rsidP="0050055B">
      <w:pPr>
        <w:spacing w:after="180"/>
      </w:pPr>
      <w:r>
        <w:t xml:space="preserve">Definitions of health have long been debated. The World Health Organisation’s definition states that (good) health “is a state of complete physical, mental and social well-being and not merely the absence of disease or infirmity” </w:t>
      </w:r>
      <w:r>
        <w:fldChar w:fldCharType="begin"/>
      </w:r>
      <w:r>
        <w:instrText xml:space="preserve"> ADDIN EN.CITE &lt;EndNote&gt;&lt;Cite&gt;&lt;Author&gt;World Health Organization&lt;/Author&gt;&lt;Year&gt;2006&lt;/Year&gt;&lt;IDText&gt;Constitution of the World Health Organization (Basic Documents, Forty-fifth edition, Supplement, October 2006)&lt;/IDText&gt;&lt;DisplayText&gt;(World Health Organization, 2006)&lt;/DisplayText&gt;&lt;record&gt;&lt;urls&gt;&lt;related-urls&gt;&lt;url&gt;https://www.who.int/governance/eb/who_constitution_en.pdf&lt;/url&gt;&lt;/related-urls&gt;&lt;/urls&gt;&lt;titles&gt;&lt;title&gt;Constitution of the World Health Organization (Basic Documents, Forty-fifth edition, Supplement, October 2006)&lt;/title&gt;&lt;/titles&gt;&lt;contributors&gt;&lt;authors&gt;&lt;author&gt;World Health Organization,&lt;/author&gt;&lt;/authors&gt;&lt;/contributors&gt;&lt;added-date format="utc"&gt;1549808469&lt;/added-date&gt;&lt;ref-type name="Web Page"&gt;12&lt;/ref-type&gt;&lt;dates&gt;&lt;year&gt;2006&lt;/year&gt;&lt;/dates&gt;&lt;rec-number&gt;8590&lt;/rec-number&gt;&lt;last-updated-date format="utc"&gt;1549808630&lt;/last-updated-date&gt;&lt;/record&gt;&lt;/Cite&gt;&lt;/EndNote&gt;</w:instrText>
      </w:r>
      <w:r>
        <w:fldChar w:fldCharType="separate"/>
      </w:r>
      <w:r>
        <w:rPr>
          <w:noProof/>
        </w:rPr>
        <w:t>(World Health Organization, 2006)</w:t>
      </w:r>
      <w:r>
        <w:fldChar w:fldCharType="end"/>
      </w:r>
      <w:r>
        <w:t xml:space="preserve">. It has been suggested that the definition of </w:t>
      </w:r>
      <w:r w:rsidR="00BD6529">
        <w:t xml:space="preserve">(good) </w:t>
      </w:r>
      <w:r>
        <w:t xml:space="preserve">health be shifted away from the absence of disease, towards an emphasis on an individual’s ability to function and cope with physical, emotional, environmental and social challenges </w:t>
      </w:r>
      <w:r>
        <w:fldChar w:fldCharType="begin"/>
      </w:r>
      <w:r>
        <w:instrText xml:space="preserve"> ADDIN EN.CITE &lt;EndNote&gt;&lt;Cite&gt;&lt;Author&gt;Huber&lt;/Author&gt;&lt;Year&gt;2011&lt;/Year&gt;&lt;IDText&gt;How should we define health?&lt;/IDText&gt;&lt;DisplayText&gt;(Huber, Knottnerus and Green, 2011)&lt;/DisplayText&gt;&lt;record&gt;&lt;titles&gt;&lt;title&gt;How should we define health?&lt;/title&gt;&lt;secondary-title&gt;BMJ&lt;/secondary-title&gt;&lt;/titles&gt;&lt;pages&gt;d4163&lt;/pages&gt;&lt;contributors&gt;&lt;authors&gt;&lt;author&gt;Huber, M.&lt;/author&gt;&lt;author&gt;Knottnerus, J.A.&lt;/author&gt;&lt;author&gt;Green, L.&lt;/author&gt;&lt;/authors&gt;&lt;/contributors&gt;&lt;added-date format="utc"&gt;1549809235&lt;/added-date&gt;&lt;ref-type name="Journal Article"&gt;17&lt;/ref-type&gt;&lt;dates&gt;&lt;year&gt;2011&lt;/year&gt;&lt;/dates&gt;&lt;rec-number&gt;8591&lt;/rec-number&gt;&lt;last-updated-date format="utc"&gt;1549809397&lt;/last-updated-date&gt;&lt;volume&gt;343&lt;/volume&gt;&lt;/record&gt;&lt;/Cite&gt;&lt;/EndNote&gt;</w:instrText>
      </w:r>
      <w:r>
        <w:fldChar w:fldCharType="separate"/>
      </w:r>
      <w:r>
        <w:rPr>
          <w:noProof/>
        </w:rPr>
        <w:t>(Huber, Knottnerus and Green, 2011)</w:t>
      </w:r>
      <w:r>
        <w:fldChar w:fldCharType="end"/>
      </w:r>
      <w:r>
        <w:t>.</w:t>
      </w:r>
    </w:p>
    <w:p w:rsidR="00493556" w:rsidRDefault="00493556" w:rsidP="0050055B">
      <w:pPr>
        <w:spacing w:after="180"/>
      </w:pPr>
      <w:r>
        <w:t xml:space="preserve">Children’s understanding of health, and of behaviours associated with good and ill health, changes with their age and developmental stage </w:t>
      </w:r>
      <w:r>
        <w:fldChar w:fldCharType="begin"/>
      </w:r>
      <w:r>
        <w:instrText xml:space="preserve"> ADDIN EN.CITE &lt;EndNote&gt;&lt;Cite&gt;&lt;Author&gt;Berk&lt;/Author&gt;&lt;Year&gt;2000&lt;/Year&gt;&lt;IDText&gt;Child Development&lt;/IDText&gt;&lt;DisplayText&gt;(Berk, 2000)&lt;/DisplayText&gt;&lt;record&gt;&lt;titles&gt;&lt;title&gt;Child Development&lt;/title&gt;&lt;/titles&gt;&lt;contributors&gt;&lt;authors&gt;&lt;author&gt;Berk, L.E.&lt;/author&gt;&lt;/authors&gt;&lt;/contributors&gt;&lt;edition&gt;5th&lt;/edition&gt;&lt;added-date format="utc"&gt;1549717058&lt;/added-date&gt;&lt;pub-location&gt;Boston, M.A.&lt;/pub-location&gt;&lt;ref-type name="Book"&gt;6&lt;/ref-type&gt;&lt;dates&gt;&lt;year&gt;2000&lt;/year&gt;&lt;/dates&gt;&lt;rec-number&gt;8582&lt;/rec-number&gt;&lt;publisher&gt;Allyn &amp;amp; Bacon&lt;/publisher&gt;&lt;last-updated-date format="utc"&gt;1549717157&lt;/last-updated-date&gt;&lt;/record&gt;&lt;/Cite&gt;&lt;/EndNote&gt;</w:instrText>
      </w:r>
      <w:r>
        <w:fldChar w:fldCharType="separate"/>
      </w:r>
      <w:r>
        <w:rPr>
          <w:noProof/>
        </w:rPr>
        <w:t>(Berk, 2000)</w:t>
      </w:r>
      <w:r>
        <w:fldChar w:fldCharType="end"/>
      </w:r>
      <w:r>
        <w:t>. The ways in which people define health shifts with age; while children and younger people tend to define health in terms of vitality and physical strength, older people relate health to physical functions and ability to cope with everyday life.</w:t>
      </w:r>
    </w:p>
    <w:p w:rsidR="003D4D27" w:rsidRDefault="003D4D27" w:rsidP="0050055B">
      <w:pPr>
        <w:spacing w:after="180"/>
      </w:pPr>
      <w:r>
        <w:t xml:space="preserve">Ill health (or “illness”) can be defined as deviation from </w:t>
      </w:r>
      <w:r w:rsidRPr="005D39B9">
        <w:t xml:space="preserve">the </w:t>
      </w:r>
      <w:r w:rsidR="00AA17E3">
        <w:t>‘</w:t>
      </w:r>
      <w:r w:rsidRPr="005D39B9">
        <w:t>normal</w:t>
      </w:r>
      <w:r w:rsidR="00AA17E3">
        <w:t>’</w:t>
      </w:r>
      <w:bookmarkStart w:id="0" w:name="_GoBack"/>
      <w:bookmarkEnd w:id="0"/>
      <w:r w:rsidRPr="005D39B9">
        <w:t xml:space="preserve"> appearance, functions and behaviour of an organism</w:t>
      </w:r>
      <w:r>
        <w:t xml:space="preserve">, although defining ‘normal’ and what constitutes a deviation from it even for an individual organism is not necessarily straightforward </w:t>
      </w:r>
      <w:r>
        <w:fldChar w:fldCharType="begin"/>
      </w:r>
      <w:r>
        <w:instrText xml:space="preserve"> ADDIN EN.CITE &lt;EndNote&gt;&lt;Cite&gt;&lt;Author&gt;Boruchovitch&lt;/Author&gt;&lt;Year&gt;2002&lt;/Year&gt;&lt;IDText&gt;The meaning of health and illness: some considerations for health psychology&lt;/IDText&gt;&lt;DisplayText&gt;(Boruchovitch and Mednick, 2002)&lt;/DisplayText&gt;&lt;record&gt;&lt;titles&gt;&lt;title&gt;The meaning of health and illness: some considerations for health psychology&lt;/title&gt;&lt;secondary-title&gt;Psico-USF&lt;/secondary-title&gt;&lt;/titles&gt;&lt;pages&gt;175-183&lt;/pages&gt;&lt;number&gt;2&lt;/number&gt;&lt;contributors&gt;&lt;authors&gt;&lt;author&gt;Boruchovitch, Evely&lt;/author&gt;&lt;author&gt;Mednick, Birgitte R.&lt;/author&gt;&lt;/authors&gt;&lt;/contributors&gt;&lt;added-date format="utc"&gt;1550399427&lt;/added-date&gt;&lt;ref-type name="Journal Article"&gt;17&lt;/ref-type&gt;&lt;dates&gt;&lt;year&gt;2002&lt;/year&gt;&lt;/dates&gt;&lt;rec-number&gt;8606&lt;/rec-number&gt;&lt;last-updated-date format="utc"&gt;1550399493&lt;/last-updated-date&gt;&lt;volume&gt;7&lt;/volume&gt;&lt;/record&gt;&lt;/Cite&gt;&lt;/EndNote&gt;</w:instrText>
      </w:r>
      <w:r>
        <w:fldChar w:fldCharType="separate"/>
      </w:r>
      <w:r>
        <w:rPr>
          <w:noProof/>
        </w:rPr>
        <w:t>(Boruchovitch and Mednick, 2002)</w:t>
      </w:r>
      <w:r>
        <w:fldChar w:fldCharType="end"/>
      </w:r>
      <w:r>
        <w:t>.</w:t>
      </w:r>
    </w:p>
    <w:p w:rsidR="00493556" w:rsidRDefault="00B86611" w:rsidP="0050055B">
      <w:pPr>
        <w:spacing w:after="180"/>
      </w:pPr>
      <w:r>
        <w:t xml:space="preserve">The misunderstanding that health only relates to physical health, and in particular physical </w:t>
      </w:r>
      <w:r w:rsidRPr="00A55356">
        <w:rPr>
          <w:i/>
        </w:rPr>
        <w:t>fitness</w:t>
      </w:r>
      <w:r>
        <w:t xml:space="preserve">, is common. </w:t>
      </w:r>
      <w:r w:rsidR="00493556">
        <w:t>When the children aged 9-11</w:t>
      </w:r>
      <w:r w:rsidR="00CB7E68">
        <w:t xml:space="preserve"> </w:t>
      </w:r>
      <w:r w:rsidR="00493556">
        <w:t xml:space="preserve">in the US were asked to define health, their answers mostly referred to disease (causes and cures), followed by weight gain and loss, and ideas about balanced diet </w:t>
      </w:r>
      <w:r w:rsidR="00493556">
        <w:fldChar w:fldCharType="begin"/>
      </w:r>
      <w:r w:rsidR="00493556">
        <w:instrText xml:space="preserve"> ADDIN EN.CITE &lt;EndNote&gt;&lt;Cite&gt;&lt;Author&gt;Reeve&lt;/Author&gt;&lt;Year&gt;2009&lt;/Year&gt;&lt;IDText&gt;Children&amp;apos;s self-documentation and understanding of the concepts &amp;apos;healthy&amp;apos; and &amp;apos;unhealthy&amp;apos;&lt;/IDText&gt;&lt;DisplayText&gt;(Reeve and Bell, 2009)&lt;/DisplayText&gt;&lt;record&gt;&lt;dates&gt;&lt;pub-dates&gt;&lt;date&gt;09/01/&lt;/date&gt;&lt;/pub-dates&gt;&lt;year&gt;2009&lt;/year&gt;&lt;/dates&gt;&lt;keywords&gt;&lt;keyword&gt;Photography&lt;/keyword&gt;&lt;keyword&gt;Childhood Attitudes&lt;/keyword&gt;&lt;keyword&gt;Preadolescents&lt;/keyword&gt;&lt;keyword&gt;Notetaking&lt;/keyword&gt;&lt;keyword&gt;Interviews&lt;/keyword&gt;&lt;keyword&gt;Physical Health&lt;/keyword&gt;&lt;keyword&gt;Mental Health&lt;/keyword&gt;&lt;keyword&gt;Nutrition&lt;/keyword&gt;&lt;keyword&gt;Environmental Influences&lt;/keyword&gt;&lt;keyword&gt;Sanitation&lt;/keyword&gt;&lt;keyword&gt;Hygiene&lt;/keyword&gt;&lt;keyword&gt;Intervention&lt;/keyword&gt;&lt;keyword&gt;United States (Northwest)&lt;/keyword&gt;&lt;/keywords&gt;&lt;urls&gt;&lt;related-urls&gt;&lt;url&gt;http://search.ebscohost.com/login.aspx?direct=true&amp;amp;db=eric&amp;amp;AN=EJ866509&amp;amp;site=ehost-live&lt;/url&gt;&lt;url&gt;http://www.informaworld.com/openurl?genre=article&amp;amp;id=doi:10.1080/09500690802311146&lt;/url&gt;&lt;/related-urls&gt;&lt;/urls&gt;&lt;isbn&gt;0950-0693&lt;/isbn&gt;&lt;titles&gt;&lt;title&gt;Children&amp;apos;s self-documentation and understanding of the concepts &amp;apos;healthy&amp;apos; and &amp;apos;unhealthy&amp;apos;&lt;/title&gt;&lt;secondary-title&gt;International Journal of Science Education&lt;/secondary-title&gt;&lt;/titles&gt;&lt;pages&gt;1953-1974&lt;/pages&gt;&lt;number&gt;14&lt;/number&gt;&lt;contributors&gt;&lt;authors&gt;&lt;author&gt;Reeve, Suzanne&lt;/author&gt;&lt;author&gt;Bell, Philip&lt;/author&gt;&lt;/authors&gt;&lt;/contributors&gt;&lt;added-date format="utc"&gt;1549716514&lt;/added-date&gt;&lt;ref-type name="Journal Article"&gt;17&lt;/ref-type&gt;&lt;remote-database-provider&gt;EBSCOhost&lt;/remote-database-provider&gt;&lt;rec-number&gt;8580&lt;/rec-number&gt;&lt;last-updated-date format="utc"&gt;1549716562&lt;/last-updated-date&gt;&lt;accession-num&gt;EJ866509&lt;/accession-num&gt;&lt;volume&gt;31&lt;/volume&gt;&lt;remote-database-name&gt;eric&lt;/remote-database-name&gt;&lt;/record&gt;&lt;/Cite&gt;&lt;/EndNote&gt;</w:instrText>
      </w:r>
      <w:r w:rsidR="00493556">
        <w:fldChar w:fldCharType="separate"/>
      </w:r>
      <w:r w:rsidR="00493556">
        <w:rPr>
          <w:noProof/>
        </w:rPr>
        <w:t>(Reeve and Bell, 2009)</w:t>
      </w:r>
      <w:r w:rsidR="00493556">
        <w:fldChar w:fldCharType="end"/>
      </w:r>
      <w:r w:rsidR="00493556">
        <w:t xml:space="preserve">. A study in Shanghai </w:t>
      </w:r>
      <w:r w:rsidR="00493556">
        <w:fldChar w:fldCharType="begin"/>
      </w:r>
      <w:r w:rsidR="00493556">
        <w:instrText xml:space="preserve"> ADDIN EN.CITE &lt;EndNote&gt;&lt;Cite&gt;&lt;Author&gt;Wang&lt;/Author&gt;&lt;Year&gt;2014&lt;/Year&gt;&lt;IDText&gt;Young students&amp;apos; knowledge and perception of health and fitness: a study in Shanghai, China&lt;/IDText&gt;&lt;DisplayText&gt;(Wang et al., 2014)&lt;/DisplayText&gt;&lt;record&gt;&lt;dates&gt;&lt;pub-dates&gt;&lt;date&gt;01/01/&lt;/date&gt;&lt;/pub-dates&gt;&lt;year&gt;2014&lt;/year&gt;&lt;/dates&gt;&lt;keywords&gt;&lt;keyword&gt;Foreign Countries&lt;/keyword&gt;&lt;keyword&gt;Knowledge Level&lt;/keyword&gt;&lt;keyword&gt;Physical Fitness&lt;/keyword&gt;&lt;keyword&gt;Health Education&lt;/keyword&gt;&lt;keyword&gt;Focus Groups&lt;/keyword&gt;&lt;keyword&gt;Grade 10&lt;/keyword&gt;&lt;keyword&gt;High School Students&lt;/keyword&gt;&lt;keyword&gt;Student Attitudes&lt;/keyword&gt;&lt;keyword&gt;Diseases&lt;/keyword&gt;&lt;keyword&gt;Health Promotion&lt;/keyword&gt;&lt;keyword&gt;Standards&lt;/keyword&gt;&lt;keyword&gt;Health Behavior&lt;/keyword&gt;&lt;keyword&gt;Vision&lt;/keyword&gt;&lt;keyword&gt;Exercise&lt;/keyword&gt;&lt;keyword&gt;Interviews&lt;/keyword&gt;&lt;keyword&gt;Qualitative Research&lt;/keyword&gt;&lt;keyword&gt;China (Shanghai)&lt;/keyword&gt;&lt;/keywords&gt;&lt;urls&gt;&lt;related-urls&gt;&lt;url&gt;http://search.ebscohost.com/login.aspx?direct=true&amp;amp;db=eric&amp;amp;AN=EJ1020466&amp;amp;site=ehost-live&lt;/url&gt;&lt;url&gt;http://dx.doi.org/10.1177/0017896912469565&lt;/url&gt;&lt;/related-urls&gt;&lt;/urls&gt;&lt;isbn&gt;0017-8969&lt;/isbn&gt;&lt;titles&gt;&lt;title&gt;Young students&amp;apos; knowledge and perception of health and fitness: a study in Shanghai, China&lt;/title&gt;&lt;secondary-title&gt;Health Education Journal&lt;/secondary-title&gt;&lt;/titles&gt;&lt;pages&gt;20-27&lt;/pages&gt;&lt;number&gt;1&lt;/number&gt;&lt;contributors&gt;&lt;authors&gt;&lt;author&gt;Wang, Shu Mei&lt;/author&gt;&lt;author&gt;Zou, Jin Liang&lt;/author&gt;&lt;author&gt;Gifford, Mervyn&lt;/author&gt;&lt;author&gt;Dalal, Koustuv&lt;/author&gt;&lt;/authors&gt;&lt;/contributors&gt;&lt;added-date format="utc"&gt;1549729383&lt;/added-date&gt;&lt;ref-type name="Journal Article"&gt;17&lt;/ref-type&gt;&lt;remote-database-provider&gt;EBSCOhost&lt;/remote-database-provider&gt;&lt;rec-number&gt;8586&lt;/rec-number&gt;&lt;last-updated-date format="utc"&gt;1549729437&lt;/last-updated-date&gt;&lt;accession-num&gt;EJ1020466&lt;/accession-num&gt;&lt;volume&gt;73&lt;/volume&gt;&lt;remote-database-name&gt;eric&lt;/remote-database-name&gt;&lt;/record&gt;&lt;/Cite&gt;&lt;/EndNote&gt;</w:instrText>
      </w:r>
      <w:r w:rsidR="00493556">
        <w:fldChar w:fldCharType="separate"/>
      </w:r>
      <w:r w:rsidR="00493556">
        <w:rPr>
          <w:noProof/>
        </w:rPr>
        <w:t>(Wang et al., 2014)</w:t>
      </w:r>
      <w:r w:rsidR="00493556">
        <w:fldChar w:fldCharType="end"/>
      </w:r>
      <w:r w:rsidR="00493556">
        <w:t xml:space="preserve"> found that when</w:t>
      </w:r>
      <w:r w:rsidR="00493556" w:rsidRPr="004A5D07">
        <w:t xml:space="preserve"> </w:t>
      </w:r>
      <w:r w:rsidR="00493556">
        <w:t xml:space="preserve">children aged 15-20 were asked to define health, their definitions commonly included the idea that only when people are healthy can they do everything they want and need to do. A study of teachers from a large number of schools in Italy found that they most commonly defined health as the absence of disease, followed by ideas about psycho-physical efficiency, balance, and absence of stress </w:t>
      </w:r>
      <w:r w:rsidR="00493556">
        <w:fldChar w:fldCharType="begin"/>
      </w:r>
      <w:r w:rsidR="00493556">
        <w:instrText xml:space="preserve"> ADDIN EN.CITE &lt;EndNote&gt;&lt;Cite&gt;&lt;Author&gt;Miglioretti&lt;/Author&gt;&lt;Year&gt;2013&lt;/Year&gt;&lt;IDText&gt;Teachers&amp;apos; ideas about health: implications for health promotion at school&lt;/IDText&gt;&lt;DisplayText&gt;(Miglioretti et al., 2013)&lt;/DisplayText&gt;&lt;record&gt;&lt;dates&gt;&lt;pub-dates&gt;&lt;date&gt;11/01/&lt;/date&gt;&lt;/pub-dates&gt;&lt;year&gt;2013&lt;/year&gt;&lt;/dates&gt;&lt;keywords&gt;&lt;keyword&gt;Foreign Countries&lt;/keyword&gt;&lt;keyword&gt;Questionnaires&lt;/keyword&gt;&lt;keyword&gt;Health Promotion&lt;/keyword&gt;&lt;keyword&gt;Teaching Conditions&lt;/keyword&gt;&lt;keyword&gt;Teacher Attitudes&lt;/keyword&gt;&lt;keyword&gt;Teacher Burnout&lt;/keyword&gt;&lt;keyword&gt;Teacher Surveys&lt;/keyword&gt;&lt;keyword&gt;Sampling&lt;/keyword&gt;&lt;keyword&gt;Statistical Analysis&lt;/keyword&gt;&lt;keyword&gt;Job Satisfaction&lt;/keyword&gt;&lt;keyword&gt;Middle School Teachers&lt;/keyword&gt;&lt;keyword&gt;Secondary School Teachers&lt;/keyword&gt;&lt;keyword&gt;College Faculty&lt;/keyword&gt;&lt;keyword&gt;Mixed Methods Research&lt;/keyword&gt;&lt;keyword&gt;Italy (Milan)&lt;/keyword&gt;&lt;/keywords&gt;&lt;urls&gt;&lt;related-urls&gt;&lt;url&gt;http://search.ebscohost.com/login.aspx?direct=true&amp;amp;db=eric&amp;amp;AN=EJ1019586&amp;amp;site=ehost-live&lt;/url&gt;&lt;url&gt;http://dx.doi.org/10.1177/0017896912460929&lt;/url&gt;&lt;/related-urls&gt;&lt;/urls&gt;&lt;isbn&gt;0017-8969&lt;/isbn&gt;&lt;titles&gt;&lt;title&gt;Teachers&amp;apos; ideas about health: implications for health promotion at school&lt;/title&gt;&lt;secondary-title&gt;Health Education Journal&lt;/secondary-title&gt;&lt;/titles&gt;&lt;pages&gt;695-707&lt;/pages&gt;&lt;number&gt;6&lt;/number&gt;&lt;contributors&gt;&lt;authors&gt;&lt;author&gt;Miglioretti, Massimo&lt;/author&gt;&lt;author&gt;Velasco, Veronica&lt;/author&gt;&lt;author&gt;Celata, Corrado&lt;/author&gt;&lt;author&gt;Vecchio, Luca&lt;/author&gt;&lt;/authors&gt;&lt;/contributors&gt;&lt;added-date format="utc"&gt;1549811823&lt;/added-date&gt;&lt;ref-type name="Journal Article"&gt;17&lt;/ref-type&gt;&lt;remote-database-provider&gt;EBSCOhost&lt;/remote-database-provider&gt;&lt;rec-number&gt;8593&lt;/rec-number&gt;&lt;last-updated-date format="utc"&gt;1549811866&lt;/last-updated-date&gt;&lt;accession-num&gt;EJ1019586&lt;/accession-num&gt;&lt;volume&gt;72&lt;/volume&gt;&lt;remote-database-name&gt;eric&lt;/remote-database-name&gt;&lt;/record&gt;&lt;/Cite&gt;&lt;/EndNote&gt;</w:instrText>
      </w:r>
      <w:r w:rsidR="00493556">
        <w:fldChar w:fldCharType="separate"/>
      </w:r>
      <w:r w:rsidR="00493556">
        <w:rPr>
          <w:noProof/>
        </w:rPr>
        <w:t>(Miglioretti et al., 2013)</w:t>
      </w:r>
      <w:r w:rsidR="00493556">
        <w:fldChar w:fldCharType="end"/>
      </w:r>
      <w:r w:rsidR="00493556">
        <w:t>.</w:t>
      </w:r>
    </w:p>
    <w:p w:rsidR="007A748B" w:rsidRPr="005B372A" w:rsidRDefault="007A748B" w:rsidP="00BD6529">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E611F4" w:rsidRPr="00053121" w:rsidRDefault="00E611F4" w:rsidP="00E611F4">
      <w:pPr>
        <w:spacing w:after="120"/>
      </w:pPr>
      <w:r w:rsidRPr="00053121">
        <w:t>Students should complete the confidence grid individually. This could be a pencil and paper exercise, or you could use the PowerPoint presentation with an electronic voting system or mini white boards.</w:t>
      </w:r>
    </w:p>
    <w:p w:rsidR="00E611F4" w:rsidRPr="007B2550" w:rsidRDefault="00E611F4" w:rsidP="00E611F4">
      <w:pPr>
        <w:spacing w:after="120"/>
        <w:rPr>
          <w:i/>
        </w:rPr>
      </w:pPr>
      <w:r w:rsidRPr="007B2550">
        <w:rPr>
          <w:i/>
        </w:rPr>
        <w:t>Differentiation</w:t>
      </w:r>
    </w:p>
    <w:p w:rsidR="00FD60D7" w:rsidRPr="00C54711" w:rsidRDefault="00E611F4" w:rsidP="00E611F4">
      <w:pPr>
        <w:spacing w:after="180"/>
        <w:rPr>
          <w:highlight w:val="yellow"/>
        </w:rPr>
      </w:pPr>
      <w:r>
        <w:t xml:space="preserve">You may choose to read the </w:t>
      </w:r>
      <w:r w:rsidR="00BD6529">
        <w:t>statements</w:t>
      </w:r>
      <w:r>
        <w:t xml:space="preserve">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lastRenderedPageBreak/>
        <w:t>Expected answers</w:t>
      </w:r>
    </w:p>
    <w:p w:rsidR="00E611F4" w:rsidRDefault="00E611F4" w:rsidP="00E611F4">
      <w:pPr>
        <w:pStyle w:val="ListParagraph"/>
        <w:numPr>
          <w:ilvl w:val="0"/>
          <w:numId w:val="4"/>
        </w:numPr>
        <w:spacing w:after="180"/>
        <w:ind w:left="426"/>
      </w:pPr>
      <w:r>
        <w:t xml:space="preserve">Health just means you are physically fit – </w:t>
      </w:r>
      <w:r w:rsidRPr="00E611F4">
        <w:rPr>
          <w:b/>
        </w:rPr>
        <w:t>wrong</w:t>
      </w:r>
      <w:r>
        <w:t xml:space="preserve"> (although physical fitness is one aspect of health, a person’s health depends on much more than this)</w:t>
      </w:r>
    </w:p>
    <w:p w:rsidR="00E611F4" w:rsidRDefault="00E611F4" w:rsidP="00E611F4">
      <w:pPr>
        <w:pStyle w:val="ListParagraph"/>
        <w:numPr>
          <w:ilvl w:val="0"/>
          <w:numId w:val="4"/>
        </w:numPr>
        <w:spacing w:after="180"/>
        <w:ind w:left="426"/>
      </w:pPr>
      <w:r>
        <w:t xml:space="preserve">Your health is how many diseases you’ve got – </w:t>
      </w:r>
      <w:r w:rsidRPr="00E611F4">
        <w:rPr>
          <w:b/>
        </w:rPr>
        <w:t>wrong</w:t>
      </w:r>
      <w:r>
        <w:t xml:space="preserve"> (although the presence and absence of disease is one aspect of health, a person’s health depends on much more than this)</w:t>
      </w:r>
    </w:p>
    <w:p w:rsidR="00E611F4" w:rsidRDefault="00E611F4" w:rsidP="00E611F4">
      <w:pPr>
        <w:pStyle w:val="ListParagraph"/>
        <w:numPr>
          <w:ilvl w:val="0"/>
          <w:numId w:val="4"/>
        </w:numPr>
        <w:spacing w:after="180"/>
        <w:ind w:left="426"/>
      </w:pPr>
      <w:r>
        <w:t xml:space="preserve">Health is how well your body is working – </w:t>
      </w:r>
      <w:r w:rsidRPr="00E611F4">
        <w:rPr>
          <w:b/>
        </w:rPr>
        <w:t>wrong</w:t>
      </w:r>
      <w:r>
        <w:t xml:space="preserve"> (although normal functioning of the body is one aspect of health, a person’s health also depends on their emotional and mental wellbeing)</w:t>
      </w:r>
    </w:p>
    <w:p w:rsidR="00E611F4" w:rsidRDefault="00E611F4" w:rsidP="00E611F4">
      <w:pPr>
        <w:pStyle w:val="ListParagraph"/>
        <w:numPr>
          <w:ilvl w:val="0"/>
          <w:numId w:val="4"/>
        </w:numPr>
        <w:spacing w:after="180"/>
        <w:ind w:left="426"/>
      </w:pPr>
      <w:r>
        <w:t>If you are healthy you can do more of the</w:t>
      </w:r>
      <w:r w:rsidR="00EA7476">
        <w:t xml:space="preserve"> things you want and need to do – </w:t>
      </w:r>
      <w:r w:rsidR="00EA7476" w:rsidRPr="00EA7476">
        <w:rPr>
          <w:b/>
        </w:rPr>
        <w:t>right</w:t>
      </w:r>
    </w:p>
    <w:p w:rsidR="00BF6C8A" w:rsidRDefault="00E611F4" w:rsidP="00E611F4">
      <w:pPr>
        <w:pStyle w:val="ListParagraph"/>
        <w:numPr>
          <w:ilvl w:val="0"/>
          <w:numId w:val="4"/>
        </w:numPr>
        <w:spacing w:after="180"/>
        <w:ind w:left="426"/>
      </w:pPr>
      <w:r>
        <w:t>Health is how well you can cope with l</w:t>
      </w:r>
      <w:r w:rsidR="00EA7476">
        <w:t xml:space="preserve">ife, physically and emotionally – </w:t>
      </w:r>
      <w:r w:rsidR="00EA7476" w:rsidRPr="00EA7476">
        <w:rPr>
          <w:b/>
        </w:rPr>
        <w:t>right</w:t>
      </w:r>
      <w:r w:rsidR="00EA7476">
        <w:t xml:space="preserve"> (this is a broader definition of health, encompassing physical and mental wellbeing in the social context of ability to cope with life’s challenges)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E611F4" w:rsidP="00B24F62">
      <w:pPr>
        <w:spacing w:after="180"/>
        <w:rPr>
          <w:highlight w:val="yellow"/>
        </w:rPr>
      </w:pPr>
      <w:r>
        <w:t xml:space="preserve">After students have indicated their answers, you may choose to follow up with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200475" w:rsidRDefault="00B24F62" w:rsidP="00B24F62">
      <w:pPr>
        <w:spacing w:after="180"/>
      </w:pPr>
      <w:r w:rsidRPr="00200475">
        <w:t xml:space="preserve">If students have </w:t>
      </w:r>
      <w:r w:rsidR="00AE3075" w:rsidRPr="00200475">
        <w:t>misunderstanding</w:t>
      </w:r>
      <w:r w:rsidRPr="00200475">
        <w:t xml:space="preserve">s about </w:t>
      </w:r>
      <w:r w:rsidR="00435368">
        <w:t>ways in which</w:t>
      </w:r>
      <w:r w:rsidR="00200475" w:rsidRPr="00200475">
        <w:t xml:space="preserve"> health</w:t>
      </w:r>
      <w:r w:rsidR="00435368">
        <w:t xml:space="preserve"> can be defined</w:t>
      </w:r>
      <w:r w:rsidR="00200475" w:rsidRPr="00200475">
        <w:t>, t</w:t>
      </w:r>
      <w:r w:rsidRPr="00200475">
        <w:t xml:space="preserve">he following BEST ‘response </w:t>
      </w:r>
      <w:r w:rsidR="00641E99" w:rsidRPr="00200475">
        <w:t>activit</w:t>
      </w:r>
      <w:r w:rsidR="00200475" w:rsidRPr="00200475">
        <w:t>y</w:t>
      </w:r>
      <w:r w:rsidRPr="00200475">
        <w:t xml:space="preserve">’ </w:t>
      </w:r>
      <w:r w:rsidR="00200475" w:rsidRPr="00200475">
        <w:t xml:space="preserve">facilitates the exploration of ideas through small group discussion of the World Health Organization’s definition of health, and </w:t>
      </w:r>
      <w:r w:rsidRPr="00200475">
        <w:t>could be used in follow-up to this diagnostic question:</w:t>
      </w:r>
    </w:p>
    <w:p w:rsidR="00B24F62" w:rsidRPr="00200475" w:rsidRDefault="00B24F62" w:rsidP="00200475">
      <w:pPr>
        <w:pStyle w:val="ListParagraph"/>
        <w:numPr>
          <w:ilvl w:val="0"/>
          <w:numId w:val="1"/>
        </w:numPr>
        <w:spacing w:after="180"/>
      </w:pPr>
      <w:r w:rsidRPr="00200475">
        <w:t xml:space="preserve">Response </w:t>
      </w:r>
      <w:r w:rsidR="00641E99" w:rsidRPr="00200475">
        <w:t>activity</w:t>
      </w:r>
      <w:r w:rsidR="00200475">
        <w:t xml:space="preserve">: </w:t>
      </w:r>
      <w:r w:rsidR="00200475" w:rsidRPr="00200475">
        <w:t>What is health?</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3D4D27">
      <w:pPr>
        <w:spacing w:after="120"/>
      </w:pPr>
      <w:r>
        <w:t xml:space="preserve">Developed </w:t>
      </w:r>
      <w:r w:rsidR="0015356E">
        <w:t xml:space="preserve">by </w:t>
      </w:r>
      <w:r w:rsidR="00CB7E68">
        <w:t>Alistair Moore</w:t>
      </w:r>
      <w:r w:rsidR="0015356E">
        <w:t xml:space="preserve"> (UYSEG)</w:t>
      </w:r>
      <w:r>
        <w:t>.</w:t>
      </w:r>
    </w:p>
    <w:p w:rsidR="00CC78A5" w:rsidRDefault="00D278E8" w:rsidP="00E172C6">
      <w:pPr>
        <w:spacing w:after="180"/>
      </w:pPr>
      <w:r w:rsidRPr="0045323E">
        <w:t xml:space="preserve">Images: </w:t>
      </w:r>
      <w:r w:rsidR="00E611F4">
        <w:t>pixabay.com/</w:t>
      </w:r>
      <w:proofErr w:type="spellStart"/>
      <w:r w:rsidR="00E611F4" w:rsidRPr="00E611F4">
        <w:t>Clker</w:t>
      </w:r>
      <w:proofErr w:type="spellEnd"/>
      <w:r w:rsidR="00E611F4" w:rsidRPr="00E611F4">
        <w:t>-Free-Vector-Images</w:t>
      </w:r>
      <w:r w:rsidR="00E611F4">
        <w:t xml:space="preserve"> (</w:t>
      </w:r>
      <w:r w:rsidR="00E611F4" w:rsidRPr="00E611F4">
        <w:t>28741</w:t>
      </w:r>
      <w:r w:rsidR="00E611F4">
        <w:t>)</w:t>
      </w:r>
    </w:p>
    <w:p w:rsidR="00B46FF9" w:rsidRDefault="003117F6" w:rsidP="00E24309">
      <w:pPr>
        <w:spacing w:after="180"/>
        <w:rPr>
          <w:b/>
          <w:color w:val="538135"/>
          <w:sz w:val="24"/>
        </w:rPr>
      </w:pPr>
      <w:r w:rsidRPr="005B372A">
        <w:rPr>
          <w:b/>
          <w:color w:val="538135"/>
          <w:sz w:val="24"/>
        </w:rPr>
        <w:t>References</w:t>
      </w:r>
    </w:p>
    <w:p w:rsidR="003D4D27" w:rsidRPr="003D4D27" w:rsidRDefault="00493556" w:rsidP="003D4D27">
      <w:pPr>
        <w:pStyle w:val="EndNoteBibliography"/>
        <w:spacing w:after="120"/>
        <w:rPr>
          <w:sz w:val="20"/>
          <w:szCs w:val="20"/>
        </w:rPr>
      </w:pPr>
      <w:r w:rsidRPr="003D4D27">
        <w:rPr>
          <w:sz w:val="20"/>
          <w:szCs w:val="20"/>
        </w:rPr>
        <w:fldChar w:fldCharType="begin"/>
      </w:r>
      <w:r w:rsidRPr="003D4D27">
        <w:rPr>
          <w:sz w:val="20"/>
          <w:szCs w:val="20"/>
        </w:rPr>
        <w:instrText xml:space="preserve"> ADDIN EN.REFLIST </w:instrText>
      </w:r>
      <w:r w:rsidRPr="003D4D27">
        <w:rPr>
          <w:sz w:val="20"/>
          <w:szCs w:val="20"/>
        </w:rPr>
        <w:fldChar w:fldCharType="separate"/>
      </w:r>
      <w:r w:rsidR="003D4D27" w:rsidRPr="003D4D27">
        <w:rPr>
          <w:sz w:val="20"/>
          <w:szCs w:val="20"/>
        </w:rPr>
        <w:t xml:space="preserve">Berk, L. E. (2000). </w:t>
      </w:r>
      <w:r w:rsidR="003D4D27" w:rsidRPr="003D4D27">
        <w:rPr>
          <w:i/>
          <w:sz w:val="20"/>
          <w:szCs w:val="20"/>
        </w:rPr>
        <w:t xml:space="preserve">Child Development, 5th </w:t>
      </w:r>
      <w:r w:rsidR="003D4D27" w:rsidRPr="003D4D27">
        <w:rPr>
          <w:sz w:val="20"/>
          <w:szCs w:val="20"/>
        </w:rPr>
        <w:t>edn</w:t>
      </w:r>
      <w:r w:rsidR="003D4D27" w:rsidRPr="003D4D27">
        <w:rPr>
          <w:i/>
          <w:sz w:val="20"/>
          <w:szCs w:val="20"/>
        </w:rPr>
        <w:t xml:space="preserve"> </w:t>
      </w:r>
      <w:r w:rsidR="003D4D27" w:rsidRPr="003D4D27">
        <w:rPr>
          <w:sz w:val="20"/>
          <w:szCs w:val="20"/>
        </w:rPr>
        <w:t>Boston, M.A.: Allyn &amp; Bacon.</w:t>
      </w:r>
    </w:p>
    <w:p w:rsidR="003D4D27" w:rsidRPr="003D4D27" w:rsidRDefault="003D4D27" w:rsidP="003D4D27">
      <w:pPr>
        <w:pStyle w:val="EndNoteBibliography"/>
        <w:spacing w:after="120"/>
        <w:rPr>
          <w:sz w:val="20"/>
          <w:szCs w:val="20"/>
        </w:rPr>
      </w:pPr>
      <w:r w:rsidRPr="003D4D27">
        <w:rPr>
          <w:sz w:val="20"/>
          <w:szCs w:val="20"/>
        </w:rPr>
        <w:t xml:space="preserve">Boruchovitch, E. and Mednick, B. R. (2002). The meaning of health and illness: some considerations for health psychology. </w:t>
      </w:r>
      <w:r w:rsidRPr="003D4D27">
        <w:rPr>
          <w:i/>
          <w:sz w:val="20"/>
          <w:szCs w:val="20"/>
        </w:rPr>
        <w:t>Psico-USF,</w:t>
      </w:r>
      <w:r w:rsidRPr="003D4D27">
        <w:rPr>
          <w:sz w:val="20"/>
          <w:szCs w:val="20"/>
        </w:rPr>
        <w:t xml:space="preserve"> 7(2)</w:t>
      </w:r>
      <w:r w:rsidRPr="003D4D27">
        <w:rPr>
          <w:b/>
          <w:sz w:val="20"/>
          <w:szCs w:val="20"/>
        </w:rPr>
        <w:t>,</w:t>
      </w:r>
      <w:r w:rsidRPr="003D4D27">
        <w:rPr>
          <w:sz w:val="20"/>
          <w:szCs w:val="20"/>
        </w:rPr>
        <w:t xml:space="preserve"> 175-183.</w:t>
      </w:r>
    </w:p>
    <w:p w:rsidR="003D4D27" w:rsidRPr="003D4D27" w:rsidRDefault="003D4D27" w:rsidP="003D4D27">
      <w:pPr>
        <w:pStyle w:val="EndNoteBibliography"/>
        <w:spacing w:after="120"/>
        <w:rPr>
          <w:sz w:val="20"/>
          <w:szCs w:val="20"/>
        </w:rPr>
      </w:pPr>
      <w:r w:rsidRPr="003D4D27">
        <w:rPr>
          <w:sz w:val="20"/>
          <w:szCs w:val="20"/>
        </w:rPr>
        <w:t xml:space="preserve">Huber, M., Knottnerus, J. A. and Green, L. (2011). How should we define health? </w:t>
      </w:r>
      <w:r w:rsidRPr="003D4D27">
        <w:rPr>
          <w:i/>
          <w:sz w:val="20"/>
          <w:szCs w:val="20"/>
        </w:rPr>
        <w:t>BMJ,</w:t>
      </w:r>
      <w:r w:rsidRPr="003D4D27">
        <w:rPr>
          <w:sz w:val="20"/>
          <w:szCs w:val="20"/>
        </w:rPr>
        <w:t xml:space="preserve"> 343</w:t>
      </w:r>
      <w:r w:rsidRPr="003D4D27">
        <w:rPr>
          <w:b/>
          <w:sz w:val="20"/>
          <w:szCs w:val="20"/>
        </w:rPr>
        <w:t>,</w:t>
      </w:r>
      <w:r w:rsidRPr="003D4D27">
        <w:rPr>
          <w:sz w:val="20"/>
          <w:szCs w:val="20"/>
        </w:rPr>
        <w:t xml:space="preserve"> d4163.</w:t>
      </w:r>
    </w:p>
    <w:p w:rsidR="003D4D27" w:rsidRPr="003D4D27" w:rsidRDefault="003D4D27" w:rsidP="003D4D27">
      <w:pPr>
        <w:pStyle w:val="EndNoteBibliography"/>
        <w:spacing w:after="120"/>
        <w:rPr>
          <w:sz w:val="20"/>
          <w:szCs w:val="20"/>
        </w:rPr>
      </w:pPr>
      <w:r w:rsidRPr="003D4D27">
        <w:rPr>
          <w:sz w:val="20"/>
          <w:szCs w:val="20"/>
        </w:rPr>
        <w:t xml:space="preserve">Miglioretti, M., et al. (2013). Teachers' ideas about health: implications for health promotion at school. </w:t>
      </w:r>
      <w:r w:rsidRPr="003D4D27">
        <w:rPr>
          <w:i/>
          <w:sz w:val="20"/>
          <w:szCs w:val="20"/>
        </w:rPr>
        <w:t>Health Education Journal,</w:t>
      </w:r>
      <w:r w:rsidRPr="003D4D27">
        <w:rPr>
          <w:sz w:val="20"/>
          <w:szCs w:val="20"/>
        </w:rPr>
        <w:t xml:space="preserve"> 72(6)</w:t>
      </w:r>
      <w:r w:rsidRPr="003D4D27">
        <w:rPr>
          <w:b/>
          <w:sz w:val="20"/>
          <w:szCs w:val="20"/>
        </w:rPr>
        <w:t>,</w:t>
      </w:r>
      <w:r w:rsidRPr="003D4D27">
        <w:rPr>
          <w:sz w:val="20"/>
          <w:szCs w:val="20"/>
        </w:rPr>
        <w:t xml:space="preserve"> 695-707.</w:t>
      </w:r>
    </w:p>
    <w:p w:rsidR="003D4D27" w:rsidRPr="003D4D27" w:rsidRDefault="003D4D27" w:rsidP="003D4D27">
      <w:pPr>
        <w:pStyle w:val="EndNoteBibliography"/>
        <w:spacing w:after="120"/>
        <w:rPr>
          <w:sz w:val="20"/>
          <w:szCs w:val="20"/>
        </w:rPr>
      </w:pPr>
      <w:r w:rsidRPr="003D4D27">
        <w:rPr>
          <w:sz w:val="20"/>
          <w:szCs w:val="20"/>
        </w:rPr>
        <w:t xml:space="preserve">Reeve, S. and Bell, P. (2009). Children's self-documentation and understanding of the concepts 'healthy' and 'unhealthy'. </w:t>
      </w:r>
      <w:r w:rsidRPr="003D4D27">
        <w:rPr>
          <w:i/>
          <w:sz w:val="20"/>
          <w:szCs w:val="20"/>
        </w:rPr>
        <w:t>International Journal of Science Education,</w:t>
      </w:r>
      <w:r w:rsidRPr="003D4D27">
        <w:rPr>
          <w:sz w:val="20"/>
          <w:szCs w:val="20"/>
        </w:rPr>
        <w:t xml:space="preserve"> 31(14)</w:t>
      </w:r>
      <w:r w:rsidRPr="003D4D27">
        <w:rPr>
          <w:b/>
          <w:sz w:val="20"/>
          <w:szCs w:val="20"/>
        </w:rPr>
        <w:t>,</w:t>
      </w:r>
      <w:r w:rsidRPr="003D4D27">
        <w:rPr>
          <w:sz w:val="20"/>
          <w:szCs w:val="20"/>
        </w:rPr>
        <w:t xml:space="preserve"> 1953-1974.</w:t>
      </w:r>
    </w:p>
    <w:p w:rsidR="003D4D27" w:rsidRPr="003D4D27" w:rsidRDefault="003D4D27" w:rsidP="003D4D27">
      <w:pPr>
        <w:pStyle w:val="EndNoteBibliography"/>
        <w:spacing w:after="120"/>
        <w:rPr>
          <w:sz w:val="20"/>
          <w:szCs w:val="20"/>
        </w:rPr>
      </w:pPr>
      <w:r w:rsidRPr="003D4D27">
        <w:rPr>
          <w:sz w:val="20"/>
          <w:szCs w:val="20"/>
        </w:rPr>
        <w:t xml:space="preserve">Wang, S. M., et al. (2014). Young students' knowledge and perception of health and fitness: a study in Shanghai, China. </w:t>
      </w:r>
      <w:r w:rsidRPr="003D4D27">
        <w:rPr>
          <w:i/>
          <w:sz w:val="20"/>
          <w:szCs w:val="20"/>
        </w:rPr>
        <w:t>Health Education Journal,</w:t>
      </w:r>
      <w:r w:rsidRPr="003D4D27">
        <w:rPr>
          <w:sz w:val="20"/>
          <w:szCs w:val="20"/>
        </w:rPr>
        <w:t xml:space="preserve"> 73(1)</w:t>
      </w:r>
      <w:r w:rsidRPr="003D4D27">
        <w:rPr>
          <w:b/>
          <w:sz w:val="20"/>
          <w:szCs w:val="20"/>
        </w:rPr>
        <w:t>,</w:t>
      </w:r>
      <w:r w:rsidRPr="003D4D27">
        <w:rPr>
          <w:sz w:val="20"/>
          <w:szCs w:val="20"/>
        </w:rPr>
        <w:t xml:space="preserve"> 20-27.</w:t>
      </w:r>
    </w:p>
    <w:p w:rsidR="005B372A" w:rsidRPr="005B372A" w:rsidRDefault="003D4D27" w:rsidP="003D4D27">
      <w:pPr>
        <w:pStyle w:val="EndNoteBibliography"/>
        <w:spacing w:after="120"/>
      </w:pPr>
      <w:r w:rsidRPr="003D4D27">
        <w:rPr>
          <w:sz w:val="20"/>
          <w:szCs w:val="20"/>
        </w:rPr>
        <w:t xml:space="preserve">World Health Organization. (2006). </w:t>
      </w:r>
      <w:r w:rsidRPr="003D4D27">
        <w:rPr>
          <w:i/>
          <w:sz w:val="20"/>
          <w:szCs w:val="20"/>
        </w:rPr>
        <w:t xml:space="preserve">Constitution of the World Health Organization (Basic Documents, Forty-fifth edition, Supplement, October 2006) </w:t>
      </w:r>
      <w:r w:rsidRPr="003D4D27">
        <w:rPr>
          <w:sz w:val="20"/>
          <w:szCs w:val="20"/>
        </w:rPr>
        <w:t xml:space="preserve">[Online]. Available at: </w:t>
      </w:r>
      <w:hyperlink r:id="rId10" w:history="1">
        <w:r w:rsidRPr="003D4D27">
          <w:rPr>
            <w:rStyle w:val="Hyperlink"/>
            <w:sz w:val="20"/>
            <w:szCs w:val="20"/>
          </w:rPr>
          <w:t>https://www.who.int/governance/eb/who_constitution_en.pdf</w:t>
        </w:r>
      </w:hyperlink>
      <w:r w:rsidRPr="003D4D27">
        <w:rPr>
          <w:sz w:val="20"/>
          <w:szCs w:val="20"/>
        </w:rPr>
        <w:t>.</w:t>
      </w:r>
      <w:r w:rsidR="00493556" w:rsidRPr="003D4D27">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7CA" w:rsidRDefault="002817CA" w:rsidP="000B473B">
      <w:r>
        <w:separator/>
      </w:r>
    </w:p>
  </w:endnote>
  <w:endnote w:type="continuationSeparator" w:id="0">
    <w:p w:rsidR="002817CA" w:rsidRDefault="002817C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8A02E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A17E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7CA" w:rsidRDefault="002817CA" w:rsidP="000B473B">
      <w:r>
        <w:separator/>
      </w:r>
    </w:p>
  </w:footnote>
  <w:footnote w:type="continuationSeparator" w:id="0">
    <w:p w:rsidR="002817CA" w:rsidRDefault="002817C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3226B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AAADE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7932481"/>
    <w:multiLevelType w:val="hybridMultilevel"/>
    <w:tmpl w:val="37AE63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817CA"/>
    <w:rsid w:val="00015578"/>
    <w:rsid w:val="00024731"/>
    <w:rsid w:val="00026DEC"/>
    <w:rsid w:val="000505CA"/>
    <w:rsid w:val="0007651D"/>
    <w:rsid w:val="0009089A"/>
    <w:rsid w:val="000947E2"/>
    <w:rsid w:val="00095E04"/>
    <w:rsid w:val="000B473B"/>
    <w:rsid w:val="000D0E89"/>
    <w:rsid w:val="000E2689"/>
    <w:rsid w:val="00106C2F"/>
    <w:rsid w:val="00110978"/>
    <w:rsid w:val="00142613"/>
    <w:rsid w:val="00144DA7"/>
    <w:rsid w:val="0015356E"/>
    <w:rsid w:val="00161D3F"/>
    <w:rsid w:val="001915D4"/>
    <w:rsid w:val="001A1FED"/>
    <w:rsid w:val="001A40E2"/>
    <w:rsid w:val="001C4805"/>
    <w:rsid w:val="00200475"/>
    <w:rsid w:val="00201AC2"/>
    <w:rsid w:val="00214608"/>
    <w:rsid w:val="0021607B"/>
    <w:rsid w:val="002178AC"/>
    <w:rsid w:val="0022547C"/>
    <w:rsid w:val="0023557D"/>
    <w:rsid w:val="0025410A"/>
    <w:rsid w:val="0027553E"/>
    <w:rsid w:val="0028012F"/>
    <w:rsid w:val="002817CA"/>
    <w:rsid w:val="002828DF"/>
    <w:rsid w:val="00287876"/>
    <w:rsid w:val="00292C53"/>
    <w:rsid w:val="00294E22"/>
    <w:rsid w:val="002C22EA"/>
    <w:rsid w:val="002C59BA"/>
    <w:rsid w:val="00301AA9"/>
    <w:rsid w:val="003036B9"/>
    <w:rsid w:val="003117F6"/>
    <w:rsid w:val="003533B8"/>
    <w:rsid w:val="003752BE"/>
    <w:rsid w:val="00380A34"/>
    <w:rsid w:val="003A346A"/>
    <w:rsid w:val="003B2917"/>
    <w:rsid w:val="003B541B"/>
    <w:rsid w:val="003C5B35"/>
    <w:rsid w:val="003D4D27"/>
    <w:rsid w:val="003E2B2F"/>
    <w:rsid w:val="003E6046"/>
    <w:rsid w:val="003F16F9"/>
    <w:rsid w:val="00430C1F"/>
    <w:rsid w:val="00431AE5"/>
    <w:rsid w:val="00435368"/>
    <w:rsid w:val="00442595"/>
    <w:rsid w:val="0045323E"/>
    <w:rsid w:val="00493556"/>
    <w:rsid w:val="004B0EE1"/>
    <w:rsid w:val="004C5D20"/>
    <w:rsid w:val="004D0D83"/>
    <w:rsid w:val="004E1DF1"/>
    <w:rsid w:val="004E5592"/>
    <w:rsid w:val="0050055B"/>
    <w:rsid w:val="00524710"/>
    <w:rsid w:val="00555342"/>
    <w:rsid w:val="005560E2"/>
    <w:rsid w:val="00573B72"/>
    <w:rsid w:val="005A452E"/>
    <w:rsid w:val="005A6EE7"/>
    <w:rsid w:val="005B372A"/>
    <w:rsid w:val="005B56FB"/>
    <w:rsid w:val="005F1A7B"/>
    <w:rsid w:val="006355D8"/>
    <w:rsid w:val="00641E99"/>
    <w:rsid w:val="00642ECD"/>
    <w:rsid w:val="006502A0"/>
    <w:rsid w:val="006772F5"/>
    <w:rsid w:val="006A4440"/>
    <w:rsid w:val="006B0615"/>
    <w:rsid w:val="006D166B"/>
    <w:rsid w:val="006E10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8441D"/>
    <w:rsid w:val="008A405F"/>
    <w:rsid w:val="008C7F34"/>
    <w:rsid w:val="008E580C"/>
    <w:rsid w:val="0090047A"/>
    <w:rsid w:val="009050DD"/>
    <w:rsid w:val="00925026"/>
    <w:rsid w:val="00931264"/>
    <w:rsid w:val="00942A4B"/>
    <w:rsid w:val="00961D59"/>
    <w:rsid w:val="0098200F"/>
    <w:rsid w:val="009B2D55"/>
    <w:rsid w:val="009C0343"/>
    <w:rsid w:val="009E0D11"/>
    <w:rsid w:val="00A24A16"/>
    <w:rsid w:val="00A37D14"/>
    <w:rsid w:val="00A6111E"/>
    <w:rsid w:val="00A6168B"/>
    <w:rsid w:val="00A62028"/>
    <w:rsid w:val="00AA17E3"/>
    <w:rsid w:val="00AA6236"/>
    <w:rsid w:val="00AB6AE7"/>
    <w:rsid w:val="00AD21F5"/>
    <w:rsid w:val="00AE3075"/>
    <w:rsid w:val="00B06225"/>
    <w:rsid w:val="00B23C7A"/>
    <w:rsid w:val="00B24F62"/>
    <w:rsid w:val="00B305F5"/>
    <w:rsid w:val="00B46FF9"/>
    <w:rsid w:val="00B47E1D"/>
    <w:rsid w:val="00B75483"/>
    <w:rsid w:val="00B86611"/>
    <w:rsid w:val="00BA7952"/>
    <w:rsid w:val="00BB44B4"/>
    <w:rsid w:val="00BD6529"/>
    <w:rsid w:val="00BD69E5"/>
    <w:rsid w:val="00BF0BBF"/>
    <w:rsid w:val="00BF6C8A"/>
    <w:rsid w:val="00C05571"/>
    <w:rsid w:val="00C246CE"/>
    <w:rsid w:val="00C30819"/>
    <w:rsid w:val="00C53507"/>
    <w:rsid w:val="00C54711"/>
    <w:rsid w:val="00C57FA2"/>
    <w:rsid w:val="00C918C8"/>
    <w:rsid w:val="00CB7E68"/>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611F4"/>
    <w:rsid w:val="00E620CF"/>
    <w:rsid w:val="00E9330A"/>
    <w:rsid w:val="00EA7476"/>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1BD37F"/>
  <w15:docId w15:val="{867CF7E6-82AF-4C70-B005-4EA0003C8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9355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93556"/>
    <w:rPr>
      <w:rFonts w:ascii="Calibri" w:hAnsi="Calibri" w:cs="Calibri"/>
      <w:noProof/>
      <w:lang w:val="en-US"/>
    </w:rPr>
  </w:style>
  <w:style w:type="paragraph" w:customStyle="1" w:styleId="EndNoteBibliography">
    <w:name w:val="EndNote Bibliography"/>
    <w:basedOn w:val="Normal"/>
    <w:link w:val="EndNoteBibliographyChar"/>
    <w:rsid w:val="00493556"/>
    <w:rPr>
      <w:rFonts w:ascii="Calibri" w:hAnsi="Calibri" w:cs="Calibri"/>
      <w:noProof/>
      <w:lang w:val="en-US"/>
    </w:rPr>
  </w:style>
  <w:style w:type="character" w:customStyle="1" w:styleId="EndNoteBibliographyChar">
    <w:name w:val="EndNote Bibliography Char"/>
    <w:basedOn w:val="DefaultParagraphFont"/>
    <w:link w:val="EndNoteBibliography"/>
    <w:rsid w:val="00493556"/>
    <w:rPr>
      <w:rFonts w:ascii="Calibri" w:hAnsi="Calibri" w:cs="Calibri"/>
      <w:noProof/>
      <w:lang w:val="en-US"/>
    </w:rPr>
  </w:style>
  <w:style w:type="character" w:styleId="Hyperlink">
    <w:name w:val="Hyperlink"/>
    <w:basedOn w:val="DefaultParagraphFont"/>
    <w:uiPriority w:val="99"/>
    <w:unhideWhenUsed/>
    <w:rsid w:val="004935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who.int/governance/eb/who_constitution_en.pdf"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78</TotalTime>
  <Pages>3</Pages>
  <Words>2251</Words>
  <Characters>12835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24</cp:revision>
  <cp:lastPrinted>2017-02-24T16:20:00Z</cp:lastPrinted>
  <dcterms:created xsi:type="dcterms:W3CDTF">2019-02-14T13:32:00Z</dcterms:created>
  <dcterms:modified xsi:type="dcterms:W3CDTF">2019-04-16T14:48:00Z</dcterms:modified>
</cp:coreProperties>
</file>