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8B8" w:rsidRPr="001A40E2" w:rsidRDefault="00745F09" w:rsidP="007B18B8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Acceleration</w:t>
      </w:r>
    </w:p>
    <w:p w:rsidR="007B18B8" w:rsidRDefault="007B18B8" w:rsidP="007B18B8">
      <w:pPr>
        <w:spacing w:after="180"/>
      </w:pPr>
    </w:p>
    <w:p w:rsidR="00914492" w:rsidRPr="00914492" w:rsidRDefault="00741AE6" w:rsidP="00914492">
      <w:pPr>
        <w:spacing w:after="120"/>
      </w:pPr>
      <w:r w:rsidRPr="00914492"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 wp14:anchorId="57227FE4" wp14:editId="2E61FB6F">
            <wp:simplePos x="0" y="0"/>
            <wp:positionH relativeFrom="column">
              <wp:posOffset>3710471</wp:posOffset>
            </wp:positionH>
            <wp:positionV relativeFrom="paragraph">
              <wp:posOffset>186939</wp:posOffset>
            </wp:positionV>
            <wp:extent cx="2138750" cy="909254"/>
            <wp:effectExtent l="0" t="0" r="0" b="5715"/>
            <wp:wrapNone/>
            <wp:docPr id="43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Picture 4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38750" cy="9092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4492" w:rsidRPr="00914492">
        <w:rPr>
          <w:lang w:val="en-US"/>
        </w:rPr>
        <w:t xml:space="preserve">If something changes its speed, we say that it </w:t>
      </w:r>
      <w:r w:rsidR="00914492" w:rsidRPr="00C31BE5">
        <w:rPr>
          <w:b/>
          <w:lang w:val="en-US"/>
        </w:rPr>
        <w:t>accelerates</w:t>
      </w:r>
      <w:r w:rsidR="00914492" w:rsidRPr="00914492">
        <w:rPr>
          <w:lang w:val="en-US"/>
        </w:rPr>
        <w:t>.</w:t>
      </w:r>
    </w:p>
    <w:p w:rsidR="00914492" w:rsidRPr="00914492" w:rsidRDefault="00914492" w:rsidP="00914492">
      <w:pPr>
        <w:spacing w:after="120"/>
      </w:pPr>
      <w:r w:rsidRPr="00914492">
        <w:rPr>
          <w:lang w:val="en-US"/>
        </w:rPr>
        <w:t xml:space="preserve">It has an </w:t>
      </w:r>
      <w:r w:rsidRPr="00C31BE5">
        <w:rPr>
          <w:b/>
          <w:lang w:val="en-US"/>
        </w:rPr>
        <w:t>acceleration</w:t>
      </w:r>
      <w:r w:rsidRPr="00914492">
        <w:rPr>
          <w:lang w:val="en-US"/>
        </w:rPr>
        <w:t>.</w:t>
      </w:r>
    </w:p>
    <w:p w:rsidR="00914492" w:rsidRPr="00914492" w:rsidRDefault="00914492" w:rsidP="00914492">
      <w:pPr>
        <w:spacing w:after="240"/>
      </w:pPr>
      <w:r w:rsidRPr="00914492">
        <w:rPr>
          <w:lang w:val="en-US"/>
        </w:rPr>
        <w:t xml:space="preserve">Each of these things can accelerate. </w:t>
      </w:r>
    </w:p>
    <w:p w:rsidR="00914492" w:rsidRDefault="00914492" w:rsidP="007B18B8">
      <w:pPr>
        <w:spacing w:after="240"/>
        <w:rPr>
          <w:szCs w:val="18"/>
        </w:rPr>
      </w:pPr>
    </w:p>
    <w:p w:rsidR="00914492" w:rsidRDefault="00741AE6" w:rsidP="007B18B8">
      <w:pPr>
        <w:spacing w:after="240"/>
        <w:rPr>
          <w:szCs w:val="18"/>
        </w:rPr>
      </w:pPr>
      <w:r w:rsidRPr="00914492"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5B722904" wp14:editId="459C627B">
            <wp:simplePos x="0" y="0"/>
            <wp:positionH relativeFrom="column">
              <wp:posOffset>1126269</wp:posOffset>
            </wp:positionH>
            <wp:positionV relativeFrom="paragraph">
              <wp:posOffset>121092</wp:posOffset>
            </wp:positionV>
            <wp:extent cx="2590928" cy="973506"/>
            <wp:effectExtent l="0" t="0" r="0" b="0"/>
            <wp:wrapNone/>
            <wp:docPr id="42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0928" cy="9735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14492" w:rsidRDefault="00741AE6" w:rsidP="007B18B8">
      <w:pPr>
        <w:spacing w:after="240"/>
        <w:rPr>
          <w:szCs w:val="18"/>
        </w:rPr>
      </w:pPr>
      <w:r w:rsidRPr="00914492"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F42E46C" wp14:editId="431F99F4">
                <wp:simplePos x="0" y="0"/>
                <wp:positionH relativeFrom="column">
                  <wp:posOffset>3696169</wp:posOffset>
                </wp:positionH>
                <wp:positionV relativeFrom="paragraph">
                  <wp:posOffset>275425</wp:posOffset>
                </wp:positionV>
                <wp:extent cx="1815547" cy="1683026"/>
                <wp:effectExtent l="19050" t="19050" r="32385" b="31750"/>
                <wp:wrapNone/>
                <wp:docPr id="2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5547" cy="1683026"/>
                          <a:chOff x="4266966" y="2823601"/>
                          <a:chExt cx="2366968" cy="2140240"/>
                        </a:xfrm>
                      </wpg:grpSpPr>
                      <wpg:grpSp>
                        <wpg:cNvPr id="6" name="Group 6"/>
                        <wpg:cNvGrpSpPr/>
                        <wpg:grpSpPr>
                          <a:xfrm>
                            <a:off x="5072376" y="3613730"/>
                            <a:ext cx="549679" cy="865940"/>
                            <a:chOff x="5072376" y="3613730"/>
                            <a:chExt cx="549679" cy="865940"/>
                          </a:xfrm>
                        </wpg:grpSpPr>
                        <wps:wsp>
                          <wps:cNvPr id="7" name="Straight Connector 7"/>
                          <wps:cNvCnPr/>
                          <wps:spPr>
                            <a:xfrm>
                              <a:off x="5240929" y="4299609"/>
                              <a:ext cx="105724" cy="180061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8" name="Group 8"/>
                          <wpg:cNvGrpSpPr/>
                          <wpg:grpSpPr>
                            <a:xfrm>
                              <a:off x="5072376" y="3613730"/>
                              <a:ext cx="549679" cy="719785"/>
                              <a:chOff x="5072376" y="3613730"/>
                              <a:chExt cx="549679" cy="719785"/>
                            </a:xfrm>
                          </wpg:grpSpPr>
                          <wps:wsp>
                            <wps:cNvPr id="10" name="Straight Connector 10"/>
                            <wps:cNvCnPr/>
                            <wps:spPr>
                              <a:xfrm>
                                <a:off x="5126888" y="4225515"/>
                                <a:ext cx="180000" cy="108000"/>
                              </a:xfrm>
                              <a:prstGeom prst="line">
                                <a:avLst/>
                              </a:prstGeom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  <a:ln w="47625" cap="rnd">
                                <a:solidFill>
                                  <a:schemeClr val="accent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" name="Straight Connector 11"/>
                            <wps:cNvCnPr/>
                            <wps:spPr>
                              <a:xfrm flipH="1">
                                <a:off x="5126887" y="3857012"/>
                                <a:ext cx="491863" cy="363733"/>
                              </a:xfrm>
                              <a:prstGeom prst="line">
                                <a:avLst/>
                              </a:prstGeom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  <a:ln w="38100" cap="rnd">
                                <a:solidFill>
                                  <a:schemeClr val="accent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" name="Straight Connector 12"/>
                            <wps:cNvCnPr/>
                            <wps:spPr>
                              <a:xfrm>
                                <a:off x="5072376" y="3613730"/>
                                <a:ext cx="549679" cy="243650"/>
                              </a:xfrm>
                              <a:prstGeom prst="line">
                                <a:avLst/>
                              </a:prstGeom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  <a:ln w="38100" cap="rnd">
                                <a:solidFill>
                                  <a:schemeClr val="accent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13" name="Group 13"/>
                        <wpg:cNvGrpSpPr/>
                        <wpg:grpSpPr>
                          <a:xfrm>
                            <a:off x="4266966" y="2823601"/>
                            <a:ext cx="2366968" cy="2140240"/>
                            <a:chOff x="4266966" y="2823601"/>
                            <a:chExt cx="2366968" cy="2140240"/>
                          </a:xfrm>
                        </wpg:grpSpPr>
                        <wps:wsp>
                          <wps:cNvPr id="14" name="Straight Connector 14"/>
                          <wps:cNvCnPr/>
                          <wps:spPr>
                            <a:xfrm flipH="1" flipV="1">
                              <a:off x="5080486" y="3873371"/>
                              <a:ext cx="276178" cy="641134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1D6524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Freeform 15"/>
                          <wps:cNvSpPr/>
                          <wps:spPr>
                            <a:xfrm>
                              <a:off x="5653710" y="3267747"/>
                              <a:ext cx="509588" cy="500062"/>
                            </a:xfrm>
                            <a:custGeom>
                              <a:avLst/>
                              <a:gdLst>
                                <a:gd name="connsiteX0" fmla="*/ 0 w 509588"/>
                                <a:gd name="connsiteY0" fmla="*/ 0 h 500062"/>
                                <a:gd name="connsiteX1" fmla="*/ 28575 w 509588"/>
                                <a:gd name="connsiteY1" fmla="*/ 423862 h 500062"/>
                                <a:gd name="connsiteX2" fmla="*/ 359569 w 509588"/>
                                <a:gd name="connsiteY2" fmla="*/ 500062 h 500062"/>
                                <a:gd name="connsiteX3" fmla="*/ 497681 w 509588"/>
                                <a:gd name="connsiteY3" fmla="*/ 488156 h 500062"/>
                                <a:gd name="connsiteX4" fmla="*/ 509588 w 509588"/>
                                <a:gd name="connsiteY4" fmla="*/ 497681 h 5000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09588" h="500062">
                                  <a:moveTo>
                                    <a:pt x="0" y="0"/>
                                  </a:moveTo>
                                  <a:lnTo>
                                    <a:pt x="28575" y="423862"/>
                                  </a:lnTo>
                                  <a:lnTo>
                                    <a:pt x="359569" y="500062"/>
                                  </a:lnTo>
                                  <a:lnTo>
                                    <a:pt x="497681" y="488156"/>
                                  </a:lnTo>
                                  <a:lnTo>
                                    <a:pt x="509588" y="497681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chemeClr val="accent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" name="Oval 16"/>
                          <wps:cNvSpPr/>
                          <wps:spPr>
                            <a:xfrm>
                              <a:off x="4266966" y="4063841"/>
                              <a:ext cx="900000" cy="9000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50800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" name="Oval 17"/>
                          <wps:cNvSpPr/>
                          <wps:spPr>
                            <a:xfrm>
                              <a:off x="5733934" y="4063841"/>
                              <a:ext cx="900000" cy="9000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50800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" name="Straight Connector 18"/>
                          <wps:cNvCnPr/>
                          <wps:spPr>
                            <a:xfrm flipV="1">
                              <a:off x="4730932" y="3750854"/>
                              <a:ext cx="407152" cy="754284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1D6524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Straight Connector 19"/>
                          <wps:cNvCnPr/>
                          <wps:spPr>
                            <a:xfrm flipH="1" flipV="1">
                              <a:off x="4716966" y="4496389"/>
                              <a:ext cx="619678" cy="17452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1D6524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Oval 20"/>
                          <wps:cNvSpPr/>
                          <wps:spPr>
                            <a:xfrm>
                              <a:off x="4644966" y="4440940"/>
                              <a:ext cx="144000" cy="144000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chemeClr val="accent3">
                                    <a:lumMod val="67000"/>
                                  </a:schemeClr>
                                </a:gs>
                                <a:gs pos="48000">
                                  <a:schemeClr val="accent3">
                                    <a:lumMod val="97000"/>
                                    <a:lumOff val="3000"/>
                                  </a:schemeClr>
                                </a:gs>
                                <a:gs pos="100000">
                                  <a:schemeClr val="accent3">
                                    <a:lumMod val="60000"/>
                                    <a:lumOff val="40000"/>
                                  </a:scheme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" name="Straight Connector 21"/>
                          <wps:cNvCnPr/>
                          <wps:spPr>
                            <a:xfrm flipV="1">
                              <a:off x="5358541" y="3959138"/>
                              <a:ext cx="545071" cy="57285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1D6524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Straight Connector 22"/>
                          <wps:cNvCnPr/>
                          <wps:spPr>
                            <a:xfrm flipV="1">
                              <a:off x="5060598" y="3864985"/>
                              <a:ext cx="802661" cy="9684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1D6524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Freeform 23"/>
                          <wps:cNvSpPr/>
                          <wps:spPr>
                            <a:xfrm>
                              <a:off x="5829921" y="3798130"/>
                              <a:ext cx="382075" cy="733863"/>
                            </a:xfrm>
                            <a:custGeom>
                              <a:avLst/>
                              <a:gdLst>
                                <a:gd name="connsiteX0" fmla="*/ 0 w 390525"/>
                                <a:gd name="connsiteY0" fmla="*/ 0 h 771525"/>
                                <a:gd name="connsiteX1" fmla="*/ 235744 w 390525"/>
                                <a:gd name="connsiteY1" fmla="*/ 607219 h 771525"/>
                                <a:gd name="connsiteX2" fmla="*/ 390525 w 390525"/>
                                <a:gd name="connsiteY2" fmla="*/ 771525 h 7715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90525" h="771525">
                                  <a:moveTo>
                                    <a:pt x="0" y="0"/>
                                  </a:moveTo>
                                  <a:lnTo>
                                    <a:pt x="235744" y="607219"/>
                                  </a:lnTo>
                                  <a:lnTo>
                                    <a:pt x="390525" y="771525"/>
                                  </a:lnTo>
                                </a:path>
                              </a:pathLst>
                            </a:custGeom>
                            <a:noFill/>
                            <a:ln w="38100" cap="rnd">
                              <a:solidFill>
                                <a:srgbClr val="1D652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4" name="Straight Connector 24"/>
                          <wps:cNvCnPr>
                            <a:stCxn id="4294967295" idx="4"/>
                            <a:endCxn id="4294967295" idx="4"/>
                          </wps:cNvCnPr>
                          <wps:spPr>
                            <a:xfrm>
                              <a:off x="4716966" y="4584940"/>
                              <a:ext cx="639238" cy="72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Oval 25"/>
                          <wps:cNvSpPr/>
                          <wps:spPr>
                            <a:xfrm>
                              <a:off x="5212204" y="4368940"/>
                              <a:ext cx="288000" cy="288000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chemeClr val="accent3">
                                    <a:lumMod val="67000"/>
                                  </a:schemeClr>
                                </a:gs>
                                <a:gs pos="48000">
                                  <a:schemeClr val="accent3">
                                    <a:lumMod val="97000"/>
                                    <a:lumOff val="3000"/>
                                  </a:schemeClr>
                                </a:gs>
                                <a:gs pos="100000">
                                  <a:schemeClr val="accent3">
                                    <a:lumMod val="60000"/>
                                    <a:lumOff val="40000"/>
                                  </a:scheme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7" name="Straight Connector 27"/>
                          <wps:cNvCnPr>
                            <a:stCxn id="4294967295" idx="0"/>
                            <a:endCxn id="4294967295" idx="0"/>
                          </wps:cNvCnPr>
                          <wps:spPr>
                            <a:xfrm flipV="1">
                              <a:off x="4716966" y="4368940"/>
                              <a:ext cx="639238" cy="72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Trapezoid 28"/>
                          <wps:cNvSpPr/>
                          <wps:spPr>
                            <a:xfrm rot="5400000">
                              <a:off x="5116525" y="3611829"/>
                              <a:ext cx="72000" cy="258702"/>
                            </a:xfrm>
                            <a:prstGeom prst="trapezoid">
                              <a:avLst>
                                <a:gd name="adj" fmla="val 18385"/>
                              </a:avLst>
                            </a:prstGeom>
                            <a:solidFill>
                              <a:schemeClr val="accent2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9" name="Freeform 29"/>
                          <wps:cNvSpPr/>
                          <wps:spPr>
                            <a:xfrm rot="21064420">
                              <a:off x="5828668" y="3754748"/>
                              <a:ext cx="319768" cy="198915"/>
                            </a:xfrm>
                            <a:custGeom>
                              <a:avLst/>
                              <a:gdLst>
                                <a:gd name="connsiteX0" fmla="*/ 0 w 481340"/>
                                <a:gd name="connsiteY0" fmla="*/ 16064 h 251014"/>
                                <a:gd name="connsiteX1" fmla="*/ 400050 w 481340"/>
                                <a:gd name="connsiteY1" fmla="*/ 9714 h 251014"/>
                                <a:gd name="connsiteX2" fmla="*/ 476250 w 481340"/>
                                <a:gd name="connsiteY2" fmla="*/ 130364 h 251014"/>
                                <a:gd name="connsiteX3" fmla="*/ 317500 w 481340"/>
                                <a:gd name="connsiteY3" fmla="*/ 251014 h 2510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81340" h="251014">
                                  <a:moveTo>
                                    <a:pt x="0" y="16064"/>
                                  </a:moveTo>
                                  <a:cubicBezTo>
                                    <a:pt x="160337" y="3364"/>
                                    <a:pt x="320675" y="-9336"/>
                                    <a:pt x="400050" y="9714"/>
                                  </a:cubicBezTo>
                                  <a:cubicBezTo>
                                    <a:pt x="479425" y="28764"/>
                                    <a:pt x="490008" y="90147"/>
                                    <a:pt x="476250" y="130364"/>
                                  </a:cubicBezTo>
                                  <a:cubicBezTo>
                                    <a:pt x="462492" y="170581"/>
                                    <a:pt x="389996" y="210797"/>
                                    <a:pt x="317500" y="251014"/>
                                  </a:cubicBezTo>
                                </a:path>
                              </a:pathLst>
                            </a:custGeom>
                            <a:noFill/>
                            <a:ln w="38100" cap="rnd"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0" name="Straight Connector 30"/>
                          <wps:cNvCnPr/>
                          <wps:spPr>
                            <a:xfrm>
                              <a:off x="5356204" y="4512940"/>
                              <a:ext cx="105724" cy="180061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31" name="Group 31"/>
                          <wpg:cNvGrpSpPr/>
                          <wpg:grpSpPr>
                            <a:xfrm>
                              <a:off x="5071309" y="3246773"/>
                              <a:ext cx="1090622" cy="1457035"/>
                              <a:chOff x="5071309" y="3246773"/>
                              <a:chExt cx="1090622" cy="1457035"/>
                            </a:xfrm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</wpg:grpSpPr>
                          <wps:wsp>
                            <wps:cNvPr id="32" name="Straight Connector 32"/>
                            <wps:cNvCnPr/>
                            <wps:spPr>
                              <a:xfrm flipV="1">
                                <a:off x="5297575" y="4692806"/>
                                <a:ext cx="211601" cy="8020"/>
                              </a:xfrm>
                              <a:prstGeom prst="line">
                                <a:avLst/>
                              </a:prstGeom>
                              <a:grpFill/>
                              <a:ln w="47625" cap="rnd"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3" name="Straight Connector 33"/>
                            <wps:cNvCnPr/>
                            <wps:spPr>
                              <a:xfrm>
                                <a:off x="5071309" y="3609013"/>
                                <a:ext cx="258350" cy="490559"/>
                              </a:xfrm>
                              <a:prstGeom prst="line">
                                <a:avLst/>
                              </a:prstGeom>
                              <a:grpFill/>
                              <a:ln w="38100" cap="rnd"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4" name="Straight Connector 34"/>
                            <wps:cNvCnPr/>
                            <wps:spPr>
                              <a:xfrm flipH="1">
                                <a:off x="5281878" y="4103864"/>
                                <a:ext cx="49889" cy="599944"/>
                              </a:xfrm>
                              <a:prstGeom prst="line">
                                <a:avLst/>
                              </a:prstGeom>
                              <a:grpFill/>
                              <a:ln w="38100" cap="rnd"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5" name="Straight Connector 35"/>
                            <wps:cNvCnPr/>
                            <wps:spPr>
                              <a:xfrm flipV="1">
                                <a:off x="5071309" y="3246773"/>
                                <a:ext cx="612000" cy="360000"/>
                              </a:xfrm>
                              <a:prstGeom prst="line">
                                <a:avLst/>
                              </a:prstGeom>
                              <a:grpFill/>
                              <a:ln w="38100" cap="rnd"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" name="Straight Connector 36"/>
                            <wps:cNvCnPr/>
                            <wps:spPr>
                              <a:xfrm>
                                <a:off x="5655072" y="3273180"/>
                                <a:ext cx="0" cy="432000"/>
                              </a:xfrm>
                              <a:prstGeom prst="line">
                                <a:avLst/>
                              </a:prstGeom>
                              <a:grpFill/>
                              <a:ln w="38100" cap="rnd"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7" name="Straight Connector 37"/>
                            <wps:cNvCnPr/>
                            <wps:spPr>
                              <a:xfrm>
                                <a:off x="5662328" y="3711489"/>
                                <a:ext cx="335186" cy="114793"/>
                              </a:xfrm>
                              <a:prstGeom prst="line">
                                <a:avLst/>
                              </a:prstGeom>
                              <a:grpFill/>
                              <a:ln w="38100" cap="rnd"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" name="Freeform 38"/>
                            <wps:cNvSpPr/>
                            <wps:spPr>
                              <a:xfrm>
                                <a:off x="6004769" y="3809613"/>
                                <a:ext cx="157162" cy="16669"/>
                              </a:xfrm>
                              <a:custGeom>
                                <a:avLst/>
                                <a:gdLst>
                                  <a:gd name="connsiteX0" fmla="*/ 0 w 157162"/>
                                  <a:gd name="connsiteY0" fmla="*/ 16669 h 16669"/>
                                  <a:gd name="connsiteX1" fmla="*/ 145256 w 157162"/>
                                  <a:gd name="connsiteY1" fmla="*/ 14288 h 16669"/>
                                  <a:gd name="connsiteX2" fmla="*/ 157162 w 157162"/>
                                  <a:gd name="connsiteY2" fmla="*/ 2381 h 16669"/>
                                  <a:gd name="connsiteX3" fmla="*/ 157162 w 157162"/>
                                  <a:gd name="connsiteY3" fmla="*/ 0 h 16669"/>
                                  <a:gd name="connsiteX4" fmla="*/ 157162 w 157162"/>
                                  <a:gd name="connsiteY4" fmla="*/ 0 h 166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57162" h="16669">
                                    <a:moveTo>
                                      <a:pt x="0" y="16669"/>
                                    </a:moveTo>
                                    <a:lnTo>
                                      <a:pt x="145256" y="14288"/>
                                    </a:lnTo>
                                    <a:lnTo>
                                      <a:pt x="157162" y="2381"/>
                                    </a:lnTo>
                                    <a:lnTo>
                                      <a:pt x="157162" y="0"/>
                                    </a:lnTo>
                                    <a:lnTo>
                                      <a:pt x="157162" y="0"/>
                                    </a:lnTo>
                                  </a:path>
                                </a:pathLst>
                              </a:custGeom>
                              <a:grpFill/>
                              <a:ln w="38100" cap="rnd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39" name="Oval 39"/>
                          <wps:cNvSpPr/>
                          <wps:spPr>
                            <a:xfrm rot="1751447">
                              <a:off x="5653171" y="2847075"/>
                              <a:ext cx="324000" cy="432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0" name="Pie 40"/>
                          <wps:cNvSpPr/>
                          <wps:spPr>
                            <a:xfrm rot="2215815">
                              <a:off x="5616918" y="2823601"/>
                              <a:ext cx="396000" cy="468000"/>
                            </a:xfrm>
                            <a:prstGeom prst="pie">
                              <a:avLst>
                                <a:gd name="adj1" fmla="val 7804831"/>
                                <a:gd name="adj2" fmla="val 18485743"/>
                              </a:avLst>
                            </a:prstGeom>
                            <a:gradFill flip="none" rotWithShape="1">
                              <a:gsLst>
                                <a:gs pos="0">
                                  <a:srgbClr val="FF0000"/>
                                </a:gs>
                                <a:gs pos="23000">
                                  <a:srgbClr val="A80000"/>
                                </a:gs>
                                <a:gs pos="69000">
                                  <a:srgbClr val="FF0000"/>
                                </a:gs>
                                <a:gs pos="97000">
                                  <a:srgbClr val="A80000"/>
                                </a:gs>
                              </a:gsLst>
                              <a:lin ang="2700000" scaled="1"/>
                              <a:tileRect/>
                            </a:gradFill>
                            <a:ln w="25400">
                              <a:solidFill>
                                <a:srgbClr val="A8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AFF4A1" id="Group 4" o:spid="_x0000_s1026" style="position:absolute;margin-left:291.05pt;margin-top:21.7pt;width:142.95pt;height:132.5pt;z-index:251660288;mso-width-relative:margin;mso-height-relative:margin" coordorigin="42669,28236" coordsize="23669,21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">
                <v:group id="Group 6" o:spid="_x0000_s1027" style="position:absolute;left:50723;top:36137;width:5497;height:8659" coordorigin="50723,36137" coordsize="5496,8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line id="Straight Connector 7" o:spid="_x0000_s1028" style="position:absolute;visibility:visible;mso-wrap-style:square" from="52409,42996" to="53466,44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" strokecolor="#938953 [1614]" strokeweight="2.5pt"/>
                  <v:group id="Group 8" o:spid="_x0000_s1029" style="position:absolute;left:50723;top:36137;width:5497;height:7198" coordorigin="50723,36137" coordsize="5496,7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line id="Straight Connector 10" o:spid="_x0000_s1030" style="position:absolute;visibility:visible;mso-wrap-style:square" from="51268,42255" to="53068,4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" filled="t" fillcolor="#95b3d7 [1940]" strokecolor="#243f60 [1604]" strokeweight="3.75pt">
                      <v:stroke endcap="round"/>
                    </v:line>
                    <v:line id="Straight Connector 11" o:spid="_x0000_s1031" style="position:absolute;flip:x;visibility:visible;mso-wrap-style:square" from="51268,38570" to="56187,422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" filled="t" fillcolor="#95b3d7 [1940]" strokecolor="#243f60 [1604]" strokeweight="3pt">
                      <v:stroke endcap="round"/>
                    </v:line>
                    <v:line id="Straight Connector 12" o:spid="_x0000_s1032" style="position:absolute;visibility:visible;mso-wrap-style:square" from="50723,36137" to="56220,38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" filled="t" fillcolor="#95b3d7 [1940]" strokecolor="#243f60 [1604]" strokeweight="3pt">
                      <v:stroke endcap="round"/>
                    </v:line>
                  </v:group>
                </v:group>
                <v:group id="Group 13" o:spid="_x0000_s1033" style="position:absolute;left:42669;top:28236;width:23670;height:21402" coordorigin="42669,28236" coordsize="23669,21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line id="Straight Connector 14" o:spid="_x0000_s1034" style="position:absolute;flip:x y;visibility:visible;mso-wrap-style:square" from="50804,38733" to="53566,45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" strokecolor="#1d6524" strokeweight="3pt"/>
                  <v:shape id="Freeform 15" o:spid="_x0000_s1035" style="position:absolute;left:56537;top:32677;width:5095;height:5001;visibility:visible;mso-wrap-style:square;v-text-anchor:middle" coordsize="509588,500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" path="m,l28575,423862r330994,76200l497681,488156r11907,9525e" filled="f" strokecolor="#243f60 [1604]" strokeweight="3pt">
                    <v:path arrowok="t" o:connecttype="custom" o:connectlocs="0,0;28575,423862;359569,500062;497681,488156;509588,497681" o:connectangles="0,0,0,0,0"/>
                  </v:shape>
                  <v:oval id="Oval 16" o:spid="_x0000_s1036" style="position:absolute;left:42669;top:40638;width:90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" fillcolor="#d8d8d8 [2732]" strokecolor="#404040 [2429]" strokeweight="4pt"/>
                  <v:oval id="Oval 17" o:spid="_x0000_s1037" style="position:absolute;left:57339;top:40638;width:90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" fillcolor="#d8d8d8 [2732]" strokecolor="#404040 [2429]" strokeweight="4pt"/>
                  <v:line id="Straight Connector 18" o:spid="_x0000_s1038" style="position:absolute;flip:y;visibility:visible;mso-wrap-style:square" from="47309,37508" to="51380,45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" strokecolor="#1d6524" strokeweight="3pt"/>
                  <v:line id="Straight Connector 19" o:spid="_x0000_s1039" style="position:absolute;flip:x y;visibility:visible;mso-wrap-style:square" from="47169,44963" to="53366,45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" strokecolor="#1d6524" strokeweight="3pt"/>
                  <v:oval id="Oval 20" o:spid="_x0000_s1040" style="position:absolute;left:46449;top:44409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" fillcolor="#698235 [2150]" strokecolor="#c4bc96 [2414]" strokeweight="2pt">
                    <v:fill color2="#c2d69b [1942]" rotate="t" focusposition=".5,.5" focussize="" colors="0 #6a8336;31457f #9ebd5e;1 #c3d69b" focus="100%" type="gradientRadial"/>
                    <v:stroke dashstyle="1 1"/>
                  </v:oval>
                  <v:line id="Straight Connector 21" o:spid="_x0000_s1041" style="position:absolute;flip:y;visibility:visible;mso-wrap-style:square" from="53585,39591" to="59036,45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" strokecolor="#1d6524" strokeweight="3pt"/>
                  <v:line id="Straight Connector 22" o:spid="_x0000_s1042" style="position:absolute;flip:y;visibility:visible;mso-wrap-style:square" from="50605,38649" to="58632,38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" strokecolor="#1d6524" strokeweight="3pt"/>
                  <v:shape id="Freeform 23" o:spid="_x0000_s1043" style="position:absolute;left:58299;top:37981;width:3820;height:7338;visibility:visible;mso-wrap-style:square;v-text-anchor:middle" coordsize="390525,77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" path="m,l235744,607219,390525,771525e" filled="f" strokecolor="#1d6524" strokeweight="3pt">
                    <v:stroke endcap="round"/>
                    <v:path arrowok="t" o:connecttype="custom" o:connectlocs="0,0;230643,577578;382075,733863" o:connectangles="0,0,0"/>
                  </v:shape>
                  <v:line id="Straight Connector 24" o:spid="_x0000_s1044" style="position:absolute;visibility:visible;mso-wrap-style:square" from="47169,45849" to="53562,465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" strokecolor="gray [1629]">
                    <v:stroke dashstyle="1 1"/>
                  </v:line>
                  <v:oval id="Oval 25" o:spid="_x0000_s1045" style="position:absolute;left:52122;top:43689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" fillcolor="#698235 [2150]" strokecolor="#c4bc96 [2414]" strokeweight="2pt">
                    <v:fill color2="#c2d69b [1942]" rotate="t" focusposition=".5,.5" focussize="" colors="0 #6a8336;31457f #9ebd5e;1 #c3d69b" focus="100%" type="gradientRadial"/>
                    <v:stroke dashstyle="1 1"/>
                  </v:oval>
                  <v:line id="Straight Connector 27" o:spid="_x0000_s1046" style="position:absolute;flip:y;visibility:visible;mso-wrap-style:square" from="47169,43689" to="53562,44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" strokecolor="gray [1629]">
                    <v:stroke dashstyle="1 1"/>
                  </v:line>
                  <v:shape id="Trapezoid 28" o:spid="_x0000_s1047" style="position:absolute;left:51165;top:36117;width:720;height:2587;rotation:90;visibility:visible;mso-wrap-style:square;v-text-anchor:middle" coordsize="72000,258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" path="m,258702l13237,,58763,,72000,258702,,258702xe" fillcolor="#622423 [1605]" stroked="f" strokeweight="2pt">
                    <v:path arrowok="t" o:connecttype="custom" o:connectlocs="0,258702;13237,0;58763,0;72000,258702;0,258702" o:connectangles="0,0,0,0,0"/>
                  </v:shape>
                  <v:shape id="Freeform 29" o:spid="_x0000_s1048" style="position:absolute;left:58286;top:37547;width:3198;height:1989;rotation:-584996fd;visibility:visible;mso-wrap-style:square;v-text-anchor:middle" coordsize="481340,251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" path="m,16064c160337,3364,320675,-9336,400050,9714v79375,19050,89958,80433,76200,120650c462492,170581,389996,210797,317500,251014e" filled="f" strokecolor="#5f497a [2407]" strokeweight="3pt">
                    <v:stroke endcap="round"/>
                    <v:path arrowok="t" o:connecttype="custom" o:connectlocs="0,12730;265765,7698;316387,103306;210924,198915" o:connectangles="0,0,0,0"/>
                  </v:shape>
                  <v:line id="Straight Connector 30" o:spid="_x0000_s1049" style="position:absolute;visibility:visible;mso-wrap-style:square" from="53562,45129" to="54619,469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" strokecolor="#c4bc96 [2414]" strokeweight="2.5pt"/>
                  <v:group id="Group 31" o:spid="_x0000_s1050" style="position:absolute;left:50713;top:32467;width:10906;height:14571" coordorigin="50713,32467" coordsize="10906,14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<v:line id="Straight Connector 32" o:spid="_x0000_s1051" style="position:absolute;flip:y;visibility:visible;mso-wrap-style:square" from="52975,46928" to="55091,47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" strokecolor="#365f91 [2404]" strokeweight="3.75pt">
                      <v:stroke endcap="round"/>
                    </v:line>
                    <v:line id="Straight Connector 33" o:spid="_x0000_s1052" style="position:absolute;visibility:visible;mso-wrap-style:square" from="50713,36090" to="53296,40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" strokecolor="#365f91 [2404]" strokeweight="3pt">
                      <v:stroke endcap="round"/>
                    </v:line>
                    <v:line id="Straight Connector 34" o:spid="_x0000_s1053" style="position:absolute;flip:x;visibility:visible;mso-wrap-style:square" from="52818,41038" to="53317,47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" strokecolor="#365f91 [2404]" strokeweight="3pt">
                      <v:stroke endcap="round"/>
                    </v:line>
                    <v:line id="Straight Connector 35" o:spid="_x0000_s1054" style="position:absolute;flip:y;visibility:visible;mso-wrap-style:square" from="50713,32467" to="56833,36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" strokecolor="#365f91 [2404]" strokeweight="3pt">
                      <v:stroke endcap="round"/>
                    </v:line>
                    <v:line id="Straight Connector 36" o:spid="_x0000_s1055" style="position:absolute;visibility:visible;mso-wrap-style:square" from="56550,32731" to="56550,37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" strokecolor="#365f91 [2404]" strokeweight="3pt">
                      <v:stroke endcap="round"/>
                    </v:line>
                    <v:line id="Straight Connector 37" o:spid="_x0000_s1056" style="position:absolute;visibility:visible;mso-wrap-style:square" from="56623,37114" to="59975,38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" strokecolor="#365f91 [2404]" strokeweight="3pt">
                      <v:stroke endcap="round"/>
                    </v:line>
                    <v:shape id="Freeform 38" o:spid="_x0000_s1057" style="position:absolute;left:60047;top:38096;width:1572;height:166;visibility:visible;mso-wrap-style:square;v-text-anchor:middle" coordsize="157162,16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" path="m,16669l145256,14288,157162,2381r,-2381l157162,e" filled="f" strokecolor="#243f60 [1604]" strokeweight="3pt">
                      <v:stroke endcap="round"/>
                      <v:path arrowok="t" o:connecttype="custom" o:connectlocs="0,16669;145256,14288;157162,2381;157162,0;157162,0" o:connectangles="0,0,0,0,0"/>
                    </v:shape>
                  </v:group>
                  <v:oval id="Oval 39" o:spid="_x0000_s1058" style="position:absolute;left:56531;top:28470;width:3240;height:4320;rotation:191304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" fillcolor="#95b3d7 [1940]" strokecolor="#365f91 [2404]" strokeweight="3pt"/>
                  <v:shape id="Pie 40" o:spid="_x0000_s1059" style="position:absolute;left:56169;top:28236;width:3960;height:4680;rotation:2420261fd;visibility:visible;mso-wrap-style:square;v-text-anchor:middle" coordsize="396000,46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" path="m58380,399919c-9439,320211,-19350,194604,34829,101451,103226,-16148,243996,-34635,332569,62351l198000,234000,58380,399919xe" fillcolor="red" strokecolor="#a80000" strokeweight="2pt">
                    <v:fill color2="#a80000" rotate="t" angle="45" colors="0 red;15073f #a80000;45220f red;63570f #a80000" focus="100%" type="gradient"/>
                    <v:path arrowok="t" o:connecttype="custom" o:connectlocs="58380,399919;34829,101451;332569,62351;198000,234000;58380,399919" o:connectangles="0,0,0,0,0"/>
                  </v:shape>
                </v:group>
              </v:group>
            </w:pict>
          </mc:Fallback>
        </mc:AlternateContent>
      </w:r>
    </w:p>
    <w:p w:rsidR="007B18B8" w:rsidRDefault="007B18B8" w:rsidP="007B18B8">
      <w:pPr>
        <w:spacing w:after="240"/>
        <w:rPr>
          <w:szCs w:val="18"/>
        </w:rPr>
      </w:pPr>
    </w:p>
    <w:p w:rsidR="00741AE6" w:rsidRDefault="00741AE6" w:rsidP="007B18B8">
      <w:pPr>
        <w:spacing w:after="240"/>
        <w:rPr>
          <w:szCs w:val="18"/>
        </w:rPr>
      </w:pPr>
    </w:p>
    <w:p w:rsidR="00741AE6" w:rsidRDefault="00222CF4" w:rsidP="007B18B8">
      <w:pPr>
        <w:spacing w:after="240"/>
        <w:rPr>
          <w:szCs w:val="18"/>
        </w:rPr>
      </w:pPr>
      <w:r w:rsidRPr="00914492"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 wp14:anchorId="243E51B7" wp14:editId="05D1AC94">
            <wp:simplePos x="0" y="0"/>
            <wp:positionH relativeFrom="column">
              <wp:posOffset>-303916</wp:posOffset>
            </wp:positionH>
            <wp:positionV relativeFrom="paragraph">
              <wp:posOffset>259825</wp:posOffset>
            </wp:positionV>
            <wp:extent cx="1749425" cy="1069340"/>
            <wp:effectExtent l="0" t="0" r="0" b="0"/>
            <wp:wrapNone/>
            <wp:docPr id="44" name="Picture 43" descr="Animal, Reptile, Creature, Shell, Snail, Wirbell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43" descr="Animal, Reptile, Creature, Shell, Snail, Wirbellos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749425" cy="106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41AE6" w:rsidRDefault="00741AE6" w:rsidP="007B18B8">
      <w:pPr>
        <w:spacing w:after="240"/>
        <w:rPr>
          <w:szCs w:val="18"/>
        </w:rPr>
      </w:pPr>
    </w:p>
    <w:p w:rsidR="00741AE6" w:rsidRDefault="00741AE6" w:rsidP="007B18B8">
      <w:pPr>
        <w:spacing w:after="240"/>
        <w:rPr>
          <w:szCs w:val="18"/>
        </w:rPr>
      </w:pPr>
    </w:p>
    <w:p w:rsidR="00741AE6" w:rsidRDefault="00741AE6" w:rsidP="007B18B8">
      <w:pPr>
        <w:spacing w:after="240"/>
        <w:rPr>
          <w:szCs w:val="18"/>
        </w:rPr>
      </w:pPr>
    </w:p>
    <w:p w:rsidR="00741AE6" w:rsidRPr="00201AC2" w:rsidRDefault="00741AE6" w:rsidP="007B18B8">
      <w:pPr>
        <w:spacing w:after="240"/>
        <w:rPr>
          <w:szCs w:val="18"/>
        </w:rPr>
      </w:pPr>
    </w:p>
    <w:p w:rsidR="00741AE6" w:rsidRPr="00741AE6" w:rsidRDefault="00741AE6" w:rsidP="00741AE6">
      <w:pPr>
        <w:pStyle w:val="ListParagraph"/>
        <w:numPr>
          <w:ilvl w:val="0"/>
          <w:numId w:val="4"/>
        </w:numPr>
        <w:spacing w:after="120"/>
        <w:ind w:left="426" w:hanging="426"/>
        <w:rPr>
          <w:sz w:val="28"/>
          <w:szCs w:val="28"/>
        </w:rPr>
      </w:pPr>
      <w:r w:rsidRPr="00741AE6">
        <w:rPr>
          <w:sz w:val="28"/>
          <w:szCs w:val="28"/>
          <w:lang w:val="en-US"/>
        </w:rPr>
        <w:t xml:space="preserve">Which statement </w:t>
      </w:r>
      <w:r w:rsidRPr="00741AE6">
        <w:rPr>
          <w:i/>
          <w:iCs/>
          <w:sz w:val="28"/>
          <w:szCs w:val="28"/>
          <w:lang w:val="en-US"/>
        </w:rPr>
        <w:t>best</w:t>
      </w:r>
      <w:r w:rsidRPr="00741AE6">
        <w:rPr>
          <w:sz w:val="28"/>
          <w:szCs w:val="28"/>
          <w:lang w:val="en-US"/>
        </w:rPr>
        <w:t xml:space="preserve"> describes the acceleration?</w:t>
      </w:r>
    </w:p>
    <w:p w:rsidR="007B18B8" w:rsidRDefault="007B18B8" w:rsidP="007B18B8">
      <w:pPr>
        <w:ind w:firstLine="720"/>
      </w:pPr>
      <w:r>
        <w:t>Put a tick (</w:t>
      </w:r>
      <w:r>
        <w:sym w:font="Wingdings" w:char="F0FC"/>
      </w:r>
      <w:r>
        <w:t>) in the box next to the best answer.</w:t>
      </w:r>
      <w:r>
        <w:tab/>
      </w:r>
    </w:p>
    <w:p w:rsidR="007B18B8" w:rsidRDefault="007B18B8" w:rsidP="007B18B8">
      <w:pPr>
        <w:spacing w:after="180"/>
      </w:pPr>
      <w:r>
        <w:tab/>
      </w:r>
      <w:r w:rsidR="00741AE6">
        <w:rPr>
          <w:noProof/>
          <w:lang w:eastAsia="en-GB"/>
        </w:rPr>
        <w:drawing>
          <wp:inline distT="0" distB="0" distL="0" distR="0" wp14:anchorId="4DBF5E98">
            <wp:extent cx="4752000" cy="1367059"/>
            <wp:effectExtent l="0" t="0" r="0" b="5080"/>
            <wp:docPr id="197" name="Picture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000" cy="13670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ab/>
      </w:r>
    </w:p>
    <w:p w:rsidR="00741AE6" w:rsidRDefault="00741AE6" w:rsidP="007B18B8">
      <w:pPr>
        <w:spacing w:after="180"/>
      </w:pPr>
    </w:p>
    <w:tbl>
      <w:tblPr>
        <w:tblW w:w="8789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567"/>
        <w:gridCol w:w="7655"/>
        <w:gridCol w:w="567"/>
      </w:tblGrid>
      <w:tr w:rsidR="007B18B8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7B18B8" w:rsidRPr="00AE07E9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7B18B8" w:rsidRPr="00741AE6" w:rsidRDefault="00741AE6" w:rsidP="00677EDD">
            <w:pPr>
              <w:tabs>
                <w:tab w:val="right" w:leader="dot" w:pos="8680"/>
              </w:tabs>
            </w:pPr>
            <w:r w:rsidRPr="00741AE6">
              <w:t xml:space="preserve">Acceleration at </w:t>
            </w:r>
            <w:r w:rsidRPr="00741AE6">
              <w:rPr>
                <w:b/>
                <w:bCs/>
              </w:rPr>
              <w:t xml:space="preserve">A </w:t>
            </w:r>
            <w:r w:rsidRPr="00741AE6">
              <w:t xml:space="preserve">is bigger than acceleration at </w:t>
            </w:r>
            <w:r w:rsidRPr="00741AE6">
              <w:rPr>
                <w:b/>
                <w:bCs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B18B8" w:rsidRPr="00AE07E9" w:rsidTr="00677EDD">
        <w:trPr>
          <w:cantSplit/>
          <w:trHeight w:hRule="exact" w:val="170"/>
        </w:trPr>
        <w:tc>
          <w:tcPr>
            <w:tcW w:w="567" w:type="dxa"/>
            <w:vAlign w:val="center"/>
          </w:tcPr>
          <w:p w:rsidR="007B18B8" w:rsidRPr="00AE07E9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 xml:space="preserve"> </w:t>
            </w:r>
          </w:p>
        </w:tc>
        <w:tc>
          <w:tcPr>
            <w:tcW w:w="7655" w:type="dxa"/>
          </w:tcPr>
          <w:p w:rsidR="007B18B8" w:rsidRPr="00741AE6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B18B8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7B18B8" w:rsidRPr="00AE07E9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7B18B8" w:rsidRPr="00741AE6" w:rsidRDefault="00741AE6" w:rsidP="00677EDD">
            <w:pPr>
              <w:tabs>
                <w:tab w:val="right" w:leader="dot" w:pos="8680"/>
              </w:tabs>
            </w:pPr>
            <w:r w:rsidRPr="00741AE6">
              <w:t xml:space="preserve">Acceleration at </w:t>
            </w:r>
            <w:r w:rsidRPr="00741AE6">
              <w:rPr>
                <w:b/>
                <w:bCs/>
              </w:rPr>
              <w:t xml:space="preserve">B </w:t>
            </w:r>
            <w:r w:rsidRPr="00741AE6">
              <w:t xml:space="preserve">is bigger than acceleration at </w:t>
            </w:r>
            <w:r w:rsidRPr="00741AE6">
              <w:rPr>
                <w:b/>
                <w:bCs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B18B8" w:rsidRPr="00AE07E9" w:rsidTr="00677EDD">
        <w:trPr>
          <w:cantSplit/>
          <w:trHeight w:hRule="exact" w:val="170"/>
        </w:trPr>
        <w:tc>
          <w:tcPr>
            <w:tcW w:w="567" w:type="dxa"/>
            <w:vAlign w:val="center"/>
          </w:tcPr>
          <w:p w:rsidR="007B18B8" w:rsidRPr="00AE07E9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7B18B8" w:rsidRPr="00741AE6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B18B8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7B18B8" w:rsidRPr="00AE07E9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7B18B8" w:rsidRPr="00741AE6" w:rsidRDefault="00741AE6" w:rsidP="00677EDD">
            <w:pPr>
              <w:tabs>
                <w:tab w:val="right" w:leader="dot" w:pos="8680"/>
              </w:tabs>
            </w:pPr>
            <w:r w:rsidRPr="00741AE6">
              <w:t xml:space="preserve">Acceleration at </w:t>
            </w:r>
            <w:r w:rsidRPr="00741AE6">
              <w:rPr>
                <w:b/>
                <w:bCs/>
              </w:rPr>
              <w:t>A</w:t>
            </w:r>
            <w:r w:rsidRPr="00741AE6">
              <w:t xml:space="preserve"> is the same as acceleration at </w:t>
            </w:r>
            <w:r w:rsidRPr="00741AE6">
              <w:rPr>
                <w:b/>
                <w:bCs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B18B8" w:rsidRPr="00AE07E9" w:rsidTr="00677EDD">
        <w:trPr>
          <w:cantSplit/>
          <w:trHeight w:hRule="exact" w:val="170"/>
        </w:trPr>
        <w:tc>
          <w:tcPr>
            <w:tcW w:w="567" w:type="dxa"/>
            <w:vAlign w:val="center"/>
          </w:tcPr>
          <w:p w:rsidR="007B18B8" w:rsidRPr="00AE07E9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7B18B8" w:rsidRPr="00741AE6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B18B8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7B18B8" w:rsidRPr="00AE07E9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7B18B8" w:rsidRPr="00741AE6" w:rsidRDefault="00741AE6" w:rsidP="00677EDD">
            <w:pPr>
              <w:tabs>
                <w:tab w:val="right" w:leader="dot" w:pos="8680"/>
              </w:tabs>
            </w:pPr>
            <w:r w:rsidRPr="00741AE6">
              <w:t xml:space="preserve">No acceleration at </w:t>
            </w:r>
            <w:r w:rsidRPr="00741AE6">
              <w:rPr>
                <w:b/>
                <w:bCs/>
              </w:rPr>
              <w:t>A</w:t>
            </w:r>
            <w:r w:rsidRPr="00741AE6">
              <w:t xml:space="preserve"> or </w:t>
            </w:r>
            <w:r w:rsidRPr="00741AE6">
              <w:rPr>
                <w:b/>
                <w:bCs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741AE6" w:rsidRPr="00741AE6" w:rsidRDefault="00741AE6" w:rsidP="00741AE6">
      <w:pPr>
        <w:pStyle w:val="ListParagraph"/>
        <w:numPr>
          <w:ilvl w:val="0"/>
          <w:numId w:val="4"/>
        </w:numPr>
        <w:spacing w:after="120"/>
        <w:ind w:left="426" w:hanging="426"/>
        <w:rPr>
          <w:sz w:val="28"/>
          <w:szCs w:val="28"/>
        </w:rPr>
      </w:pPr>
      <w:r w:rsidRPr="00741AE6">
        <w:rPr>
          <w:sz w:val="28"/>
          <w:szCs w:val="28"/>
          <w:lang w:val="en-US"/>
        </w:rPr>
        <w:lastRenderedPageBreak/>
        <w:t xml:space="preserve">Which statement </w:t>
      </w:r>
      <w:r w:rsidRPr="00741AE6">
        <w:rPr>
          <w:i/>
          <w:iCs/>
          <w:sz w:val="28"/>
          <w:szCs w:val="28"/>
          <w:lang w:val="en-US"/>
        </w:rPr>
        <w:t>best</w:t>
      </w:r>
      <w:r w:rsidRPr="00741AE6">
        <w:rPr>
          <w:sz w:val="28"/>
          <w:szCs w:val="28"/>
          <w:lang w:val="en-US"/>
        </w:rPr>
        <w:t xml:space="preserve"> describes the acceleration?</w:t>
      </w:r>
    </w:p>
    <w:p w:rsidR="00741AE6" w:rsidRDefault="00741AE6" w:rsidP="00741AE6">
      <w:pPr>
        <w:ind w:firstLine="720"/>
      </w:pPr>
      <w:r>
        <w:t>Put a tick (</w:t>
      </w:r>
      <w:r>
        <w:sym w:font="Wingdings" w:char="F0FC"/>
      </w:r>
      <w:r>
        <w:t>) in the box next to the best answer.</w:t>
      </w:r>
    </w:p>
    <w:p w:rsidR="00741AE6" w:rsidRDefault="00741AE6" w:rsidP="00741AE6">
      <w:pPr>
        <w:ind w:firstLine="720"/>
      </w:pPr>
      <w:r>
        <w:rPr>
          <w:noProof/>
          <w:lang w:eastAsia="en-GB"/>
        </w:rPr>
        <w:drawing>
          <wp:inline distT="0" distB="0" distL="0" distR="0" wp14:anchorId="301677E1">
            <wp:extent cx="4752000" cy="1438574"/>
            <wp:effectExtent l="0" t="0" r="0" b="9525"/>
            <wp:docPr id="210" name="Picture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000" cy="14385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ab/>
      </w:r>
    </w:p>
    <w:p w:rsidR="00741AE6" w:rsidRDefault="00741AE6" w:rsidP="00741AE6">
      <w:pPr>
        <w:spacing w:after="180"/>
      </w:pPr>
      <w:r>
        <w:tab/>
      </w:r>
      <w:r>
        <w:tab/>
      </w:r>
    </w:p>
    <w:tbl>
      <w:tblPr>
        <w:tblW w:w="8789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567"/>
        <w:gridCol w:w="7655"/>
        <w:gridCol w:w="567"/>
      </w:tblGrid>
      <w:tr w:rsidR="00741AE6" w:rsidRPr="00AE07E9" w:rsidTr="002863EE">
        <w:trPr>
          <w:cantSplit/>
          <w:trHeight w:hRule="exact" w:val="567"/>
        </w:trPr>
        <w:tc>
          <w:tcPr>
            <w:tcW w:w="567" w:type="dxa"/>
            <w:vAlign w:val="center"/>
          </w:tcPr>
          <w:p w:rsidR="00741AE6" w:rsidRPr="00AE07E9" w:rsidRDefault="00741AE6" w:rsidP="002863EE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741AE6" w:rsidRPr="00741AE6" w:rsidRDefault="00741AE6" w:rsidP="002863EE">
            <w:pPr>
              <w:tabs>
                <w:tab w:val="right" w:leader="dot" w:pos="8680"/>
              </w:tabs>
            </w:pPr>
            <w:r w:rsidRPr="00741AE6">
              <w:t xml:space="preserve">Acceleration at </w:t>
            </w:r>
            <w:r w:rsidRPr="00741AE6">
              <w:rPr>
                <w:b/>
                <w:bCs/>
              </w:rPr>
              <w:t xml:space="preserve">A </w:t>
            </w:r>
            <w:r w:rsidRPr="00741AE6">
              <w:t xml:space="preserve">is bigger than acceleration at </w:t>
            </w:r>
            <w:r w:rsidRPr="00741AE6">
              <w:rPr>
                <w:b/>
                <w:bCs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E6" w:rsidRPr="00AE07E9" w:rsidRDefault="00741AE6" w:rsidP="002863E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41AE6" w:rsidRPr="00AE07E9" w:rsidTr="002863EE">
        <w:trPr>
          <w:cantSplit/>
          <w:trHeight w:hRule="exact" w:val="170"/>
        </w:trPr>
        <w:tc>
          <w:tcPr>
            <w:tcW w:w="567" w:type="dxa"/>
            <w:vAlign w:val="center"/>
          </w:tcPr>
          <w:p w:rsidR="00741AE6" w:rsidRPr="00AE07E9" w:rsidRDefault="00741AE6" w:rsidP="002863EE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 xml:space="preserve"> </w:t>
            </w:r>
          </w:p>
        </w:tc>
        <w:tc>
          <w:tcPr>
            <w:tcW w:w="7655" w:type="dxa"/>
          </w:tcPr>
          <w:p w:rsidR="00741AE6" w:rsidRPr="00741AE6" w:rsidRDefault="00741AE6" w:rsidP="002863E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41AE6" w:rsidRPr="00AE07E9" w:rsidRDefault="00741AE6" w:rsidP="002863E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41AE6" w:rsidRPr="00AE07E9" w:rsidTr="002863EE">
        <w:trPr>
          <w:cantSplit/>
          <w:trHeight w:hRule="exact" w:val="567"/>
        </w:trPr>
        <w:tc>
          <w:tcPr>
            <w:tcW w:w="567" w:type="dxa"/>
            <w:vAlign w:val="center"/>
          </w:tcPr>
          <w:p w:rsidR="00741AE6" w:rsidRPr="00AE07E9" w:rsidRDefault="00741AE6" w:rsidP="002863EE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741AE6" w:rsidRPr="00741AE6" w:rsidRDefault="00741AE6" w:rsidP="002863EE">
            <w:pPr>
              <w:tabs>
                <w:tab w:val="right" w:leader="dot" w:pos="8680"/>
              </w:tabs>
            </w:pPr>
            <w:r w:rsidRPr="00741AE6">
              <w:t xml:space="preserve">Acceleration at </w:t>
            </w:r>
            <w:r w:rsidRPr="00741AE6">
              <w:rPr>
                <w:b/>
                <w:bCs/>
              </w:rPr>
              <w:t xml:space="preserve">B </w:t>
            </w:r>
            <w:r w:rsidRPr="00741AE6">
              <w:t xml:space="preserve">is bigger than acceleration at </w:t>
            </w:r>
            <w:r w:rsidRPr="00741AE6">
              <w:rPr>
                <w:b/>
                <w:bCs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E6" w:rsidRPr="00AE07E9" w:rsidRDefault="00741AE6" w:rsidP="002863E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41AE6" w:rsidRPr="00AE07E9" w:rsidTr="002863EE">
        <w:trPr>
          <w:cantSplit/>
          <w:trHeight w:hRule="exact" w:val="170"/>
        </w:trPr>
        <w:tc>
          <w:tcPr>
            <w:tcW w:w="567" w:type="dxa"/>
            <w:vAlign w:val="center"/>
          </w:tcPr>
          <w:p w:rsidR="00741AE6" w:rsidRPr="00AE07E9" w:rsidRDefault="00741AE6" w:rsidP="002863EE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741AE6" w:rsidRPr="00741AE6" w:rsidRDefault="00741AE6" w:rsidP="002863E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41AE6" w:rsidRPr="00AE07E9" w:rsidRDefault="00741AE6" w:rsidP="002863E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41AE6" w:rsidRPr="00AE07E9" w:rsidTr="002863EE">
        <w:trPr>
          <w:cantSplit/>
          <w:trHeight w:hRule="exact" w:val="567"/>
        </w:trPr>
        <w:tc>
          <w:tcPr>
            <w:tcW w:w="567" w:type="dxa"/>
            <w:vAlign w:val="center"/>
          </w:tcPr>
          <w:p w:rsidR="00741AE6" w:rsidRPr="00AE07E9" w:rsidRDefault="00741AE6" w:rsidP="002863EE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741AE6" w:rsidRPr="00741AE6" w:rsidRDefault="00741AE6" w:rsidP="002863EE">
            <w:pPr>
              <w:tabs>
                <w:tab w:val="right" w:leader="dot" w:pos="8680"/>
              </w:tabs>
            </w:pPr>
            <w:r w:rsidRPr="00741AE6">
              <w:t xml:space="preserve">Acceleration at </w:t>
            </w:r>
            <w:r w:rsidRPr="00741AE6">
              <w:rPr>
                <w:b/>
                <w:bCs/>
              </w:rPr>
              <w:t>A</w:t>
            </w:r>
            <w:r w:rsidRPr="00741AE6">
              <w:t xml:space="preserve"> is the same as acceleration at </w:t>
            </w:r>
            <w:r w:rsidRPr="00741AE6">
              <w:rPr>
                <w:b/>
                <w:bCs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E6" w:rsidRPr="00AE07E9" w:rsidRDefault="00741AE6" w:rsidP="002863E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41AE6" w:rsidRPr="00AE07E9" w:rsidTr="002863EE">
        <w:trPr>
          <w:cantSplit/>
          <w:trHeight w:hRule="exact" w:val="170"/>
        </w:trPr>
        <w:tc>
          <w:tcPr>
            <w:tcW w:w="567" w:type="dxa"/>
            <w:vAlign w:val="center"/>
          </w:tcPr>
          <w:p w:rsidR="00741AE6" w:rsidRPr="00AE07E9" w:rsidRDefault="00741AE6" w:rsidP="002863EE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741AE6" w:rsidRPr="00741AE6" w:rsidRDefault="00741AE6" w:rsidP="002863E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41AE6" w:rsidRPr="00AE07E9" w:rsidRDefault="00741AE6" w:rsidP="002863E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41AE6" w:rsidRPr="00AE07E9" w:rsidTr="002863EE">
        <w:trPr>
          <w:cantSplit/>
          <w:trHeight w:hRule="exact" w:val="567"/>
        </w:trPr>
        <w:tc>
          <w:tcPr>
            <w:tcW w:w="567" w:type="dxa"/>
            <w:vAlign w:val="center"/>
          </w:tcPr>
          <w:p w:rsidR="00741AE6" w:rsidRPr="00AE07E9" w:rsidRDefault="00741AE6" w:rsidP="002863EE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741AE6" w:rsidRPr="00741AE6" w:rsidRDefault="00741AE6" w:rsidP="002863EE">
            <w:pPr>
              <w:tabs>
                <w:tab w:val="right" w:leader="dot" w:pos="8680"/>
              </w:tabs>
            </w:pPr>
            <w:r w:rsidRPr="00741AE6">
              <w:t xml:space="preserve">No acceleration at </w:t>
            </w:r>
            <w:r w:rsidRPr="00741AE6">
              <w:rPr>
                <w:b/>
                <w:bCs/>
              </w:rPr>
              <w:t>A</w:t>
            </w:r>
            <w:r w:rsidRPr="00741AE6">
              <w:t xml:space="preserve"> or </w:t>
            </w:r>
            <w:r w:rsidRPr="00741AE6">
              <w:rPr>
                <w:b/>
                <w:bCs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E6" w:rsidRPr="00AE07E9" w:rsidRDefault="00741AE6" w:rsidP="002863E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741AE6" w:rsidRPr="00201AC2" w:rsidRDefault="00741AE6" w:rsidP="00741AE6">
      <w:pPr>
        <w:spacing w:after="240"/>
        <w:rPr>
          <w:szCs w:val="18"/>
        </w:rPr>
      </w:pPr>
    </w:p>
    <w:p w:rsidR="00741AE6" w:rsidRDefault="00741AE6" w:rsidP="00741AE6">
      <w:pPr>
        <w:spacing w:after="240"/>
        <w:rPr>
          <w:szCs w:val="18"/>
        </w:rPr>
      </w:pPr>
    </w:p>
    <w:p w:rsidR="00741AE6" w:rsidRPr="00741AE6" w:rsidRDefault="00741AE6" w:rsidP="00741AE6">
      <w:pPr>
        <w:pStyle w:val="ListParagraph"/>
        <w:numPr>
          <w:ilvl w:val="0"/>
          <w:numId w:val="4"/>
        </w:numPr>
        <w:spacing w:after="120"/>
        <w:ind w:left="426" w:hanging="426"/>
        <w:rPr>
          <w:sz w:val="28"/>
          <w:szCs w:val="28"/>
        </w:rPr>
      </w:pPr>
      <w:r w:rsidRPr="00741AE6">
        <w:rPr>
          <w:sz w:val="28"/>
          <w:szCs w:val="28"/>
          <w:lang w:val="en-US"/>
        </w:rPr>
        <w:t xml:space="preserve">Which statement </w:t>
      </w:r>
      <w:r w:rsidRPr="00741AE6">
        <w:rPr>
          <w:i/>
          <w:iCs/>
          <w:sz w:val="28"/>
          <w:szCs w:val="28"/>
          <w:lang w:val="en-US"/>
        </w:rPr>
        <w:t>best</w:t>
      </w:r>
      <w:r w:rsidRPr="00741AE6">
        <w:rPr>
          <w:sz w:val="28"/>
          <w:szCs w:val="28"/>
          <w:lang w:val="en-US"/>
        </w:rPr>
        <w:t xml:space="preserve"> describes the acceleration?</w:t>
      </w:r>
    </w:p>
    <w:p w:rsidR="00741AE6" w:rsidRDefault="00741AE6" w:rsidP="00741AE6">
      <w:pPr>
        <w:ind w:firstLine="720"/>
      </w:pPr>
      <w:r>
        <w:t>Put a tick (</w:t>
      </w:r>
      <w:r>
        <w:sym w:font="Wingdings" w:char="F0FC"/>
      </w:r>
      <w:r>
        <w:t>) in the box next to the best answer.</w:t>
      </w:r>
    </w:p>
    <w:p w:rsidR="00741AE6" w:rsidRDefault="00741AE6" w:rsidP="00741AE6">
      <w:pPr>
        <w:ind w:firstLine="720"/>
      </w:pPr>
      <w:r>
        <w:rPr>
          <w:noProof/>
          <w:lang w:eastAsia="en-GB"/>
        </w:rPr>
        <w:drawing>
          <wp:inline distT="0" distB="0" distL="0" distR="0" wp14:anchorId="061E8854">
            <wp:extent cx="4750611" cy="1440000"/>
            <wp:effectExtent l="0" t="0" r="0" b="8255"/>
            <wp:docPr id="220" name="Picture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0611" cy="144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41AE6" w:rsidRDefault="00741AE6" w:rsidP="00741AE6">
      <w:pPr>
        <w:ind w:firstLine="720"/>
      </w:pPr>
      <w:r>
        <w:tab/>
      </w:r>
    </w:p>
    <w:p w:rsidR="00741AE6" w:rsidRDefault="00741AE6" w:rsidP="00741AE6">
      <w:pPr>
        <w:spacing w:after="180"/>
      </w:pPr>
      <w:r>
        <w:tab/>
      </w:r>
      <w:r>
        <w:tab/>
      </w:r>
    </w:p>
    <w:tbl>
      <w:tblPr>
        <w:tblW w:w="8789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567"/>
        <w:gridCol w:w="7655"/>
        <w:gridCol w:w="567"/>
      </w:tblGrid>
      <w:tr w:rsidR="00741AE6" w:rsidRPr="00AE07E9" w:rsidTr="002863EE">
        <w:trPr>
          <w:cantSplit/>
          <w:trHeight w:hRule="exact" w:val="567"/>
        </w:trPr>
        <w:tc>
          <w:tcPr>
            <w:tcW w:w="567" w:type="dxa"/>
            <w:vAlign w:val="center"/>
          </w:tcPr>
          <w:p w:rsidR="00741AE6" w:rsidRPr="00AE07E9" w:rsidRDefault="00741AE6" w:rsidP="002863EE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741AE6" w:rsidRPr="00741AE6" w:rsidRDefault="00741AE6" w:rsidP="002863EE">
            <w:pPr>
              <w:tabs>
                <w:tab w:val="right" w:leader="dot" w:pos="8680"/>
              </w:tabs>
            </w:pPr>
            <w:r w:rsidRPr="00741AE6">
              <w:t xml:space="preserve">Acceleration at </w:t>
            </w:r>
            <w:r w:rsidRPr="00741AE6">
              <w:rPr>
                <w:b/>
                <w:bCs/>
              </w:rPr>
              <w:t xml:space="preserve">A </w:t>
            </w:r>
            <w:r w:rsidRPr="00741AE6">
              <w:t xml:space="preserve">is bigger than acceleration at </w:t>
            </w:r>
            <w:r w:rsidRPr="00741AE6">
              <w:rPr>
                <w:b/>
                <w:bCs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E6" w:rsidRPr="00AE07E9" w:rsidRDefault="00741AE6" w:rsidP="002863E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41AE6" w:rsidRPr="00AE07E9" w:rsidTr="002863EE">
        <w:trPr>
          <w:cantSplit/>
          <w:trHeight w:hRule="exact" w:val="170"/>
        </w:trPr>
        <w:tc>
          <w:tcPr>
            <w:tcW w:w="567" w:type="dxa"/>
            <w:vAlign w:val="center"/>
          </w:tcPr>
          <w:p w:rsidR="00741AE6" w:rsidRPr="00AE07E9" w:rsidRDefault="00741AE6" w:rsidP="002863EE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 xml:space="preserve"> </w:t>
            </w:r>
          </w:p>
        </w:tc>
        <w:tc>
          <w:tcPr>
            <w:tcW w:w="7655" w:type="dxa"/>
          </w:tcPr>
          <w:p w:rsidR="00741AE6" w:rsidRPr="00741AE6" w:rsidRDefault="00741AE6" w:rsidP="002863E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41AE6" w:rsidRPr="00AE07E9" w:rsidRDefault="00741AE6" w:rsidP="002863E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41AE6" w:rsidRPr="00AE07E9" w:rsidTr="002863EE">
        <w:trPr>
          <w:cantSplit/>
          <w:trHeight w:hRule="exact" w:val="567"/>
        </w:trPr>
        <w:tc>
          <w:tcPr>
            <w:tcW w:w="567" w:type="dxa"/>
            <w:vAlign w:val="center"/>
          </w:tcPr>
          <w:p w:rsidR="00741AE6" w:rsidRPr="00AE07E9" w:rsidRDefault="00741AE6" w:rsidP="002863EE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741AE6" w:rsidRPr="00741AE6" w:rsidRDefault="00741AE6" w:rsidP="002863EE">
            <w:pPr>
              <w:tabs>
                <w:tab w:val="right" w:leader="dot" w:pos="8680"/>
              </w:tabs>
            </w:pPr>
            <w:r w:rsidRPr="00741AE6">
              <w:t xml:space="preserve">Acceleration at </w:t>
            </w:r>
            <w:r w:rsidRPr="00741AE6">
              <w:rPr>
                <w:b/>
                <w:bCs/>
              </w:rPr>
              <w:t xml:space="preserve">B </w:t>
            </w:r>
            <w:r w:rsidRPr="00741AE6">
              <w:t xml:space="preserve">is bigger than acceleration at </w:t>
            </w:r>
            <w:r w:rsidRPr="00741AE6">
              <w:rPr>
                <w:b/>
                <w:bCs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E6" w:rsidRPr="00AE07E9" w:rsidRDefault="00741AE6" w:rsidP="002863E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41AE6" w:rsidRPr="00AE07E9" w:rsidTr="002863EE">
        <w:trPr>
          <w:cantSplit/>
          <w:trHeight w:hRule="exact" w:val="170"/>
        </w:trPr>
        <w:tc>
          <w:tcPr>
            <w:tcW w:w="567" w:type="dxa"/>
            <w:vAlign w:val="center"/>
          </w:tcPr>
          <w:p w:rsidR="00741AE6" w:rsidRPr="00AE07E9" w:rsidRDefault="00741AE6" w:rsidP="002863EE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741AE6" w:rsidRPr="00741AE6" w:rsidRDefault="00741AE6" w:rsidP="002863E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41AE6" w:rsidRPr="00AE07E9" w:rsidRDefault="00741AE6" w:rsidP="002863E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41AE6" w:rsidRPr="00AE07E9" w:rsidTr="002863EE">
        <w:trPr>
          <w:cantSplit/>
          <w:trHeight w:hRule="exact" w:val="567"/>
        </w:trPr>
        <w:tc>
          <w:tcPr>
            <w:tcW w:w="567" w:type="dxa"/>
            <w:vAlign w:val="center"/>
          </w:tcPr>
          <w:p w:rsidR="00741AE6" w:rsidRPr="00AE07E9" w:rsidRDefault="00741AE6" w:rsidP="002863EE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741AE6" w:rsidRPr="00741AE6" w:rsidRDefault="00741AE6" w:rsidP="002863EE">
            <w:pPr>
              <w:tabs>
                <w:tab w:val="right" w:leader="dot" w:pos="8680"/>
              </w:tabs>
            </w:pPr>
            <w:r w:rsidRPr="00741AE6">
              <w:t xml:space="preserve">Acceleration at </w:t>
            </w:r>
            <w:r w:rsidRPr="00741AE6">
              <w:rPr>
                <w:b/>
                <w:bCs/>
              </w:rPr>
              <w:t>A</w:t>
            </w:r>
            <w:r w:rsidRPr="00741AE6">
              <w:t xml:space="preserve"> is the same as acceleration at </w:t>
            </w:r>
            <w:r w:rsidRPr="00741AE6">
              <w:rPr>
                <w:b/>
                <w:bCs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E6" w:rsidRPr="00AE07E9" w:rsidRDefault="00741AE6" w:rsidP="002863E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41AE6" w:rsidRPr="00AE07E9" w:rsidTr="002863EE">
        <w:trPr>
          <w:cantSplit/>
          <w:trHeight w:hRule="exact" w:val="170"/>
        </w:trPr>
        <w:tc>
          <w:tcPr>
            <w:tcW w:w="567" w:type="dxa"/>
            <w:vAlign w:val="center"/>
          </w:tcPr>
          <w:p w:rsidR="00741AE6" w:rsidRPr="00AE07E9" w:rsidRDefault="00741AE6" w:rsidP="002863EE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741AE6" w:rsidRPr="00741AE6" w:rsidRDefault="00741AE6" w:rsidP="002863E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41AE6" w:rsidRPr="00AE07E9" w:rsidRDefault="00741AE6" w:rsidP="002863E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41AE6" w:rsidRPr="00AE07E9" w:rsidTr="002863EE">
        <w:trPr>
          <w:cantSplit/>
          <w:trHeight w:hRule="exact" w:val="567"/>
        </w:trPr>
        <w:tc>
          <w:tcPr>
            <w:tcW w:w="567" w:type="dxa"/>
            <w:vAlign w:val="center"/>
          </w:tcPr>
          <w:p w:rsidR="00741AE6" w:rsidRPr="00AE07E9" w:rsidRDefault="00741AE6" w:rsidP="002863EE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741AE6" w:rsidRPr="00741AE6" w:rsidRDefault="00741AE6" w:rsidP="002863EE">
            <w:pPr>
              <w:tabs>
                <w:tab w:val="right" w:leader="dot" w:pos="8680"/>
              </w:tabs>
            </w:pPr>
            <w:r w:rsidRPr="00741AE6">
              <w:t xml:space="preserve">No acceleration at </w:t>
            </w:r>
            <w:r w:rsidRPr="00741AE6">
              <w:rPr>
                <w:b/>
                <w:bCs/>
              </w:rPr>
              <w:t>A</w:t>
            </w:r>
            <w:r w:rsidRPr="00741AE6">
              <w:t xml:space="preserve"> or </w:t>
            </w:r>
            <w:r w:rsidRPr="00741AE6">
              <w:rPr>
                <w:b/>
                <w:bCs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E6" w:rsidRPr="00AE07E9" w:rsidRDefault="00741AE6" w:rsidP="002863E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741AE6" w:rsidRPr="00741AE6" w:rsidRDefault="00741AE6" w:rsidP="00741AE6">
      <w:pPr>
        <w:pStyle w:val="ListParagraph"/>
        <w:numPr>
          <w:ilvl w:val="0"/>
          <w:numId w:val="4"/>
        </w:numPr>
        <w:spacing w:after="120"/>
        <w:ind w:left="426" w:hanging="426"/>
        <w:rPr>
          <w:sz w:val="28"/>
          <w:szCs w:val="28"/>
        </w:rPr>
      </w:pPr>
      <w:r w:rsidRPr="00741AE6">
        <w:rPr>
          <w:sz w:val="28"/>
          <w:szCs w:val="28"/>
          <w:lang w:val="en-US"/>
        </w:rPr>
        <w:lastRenderedPageBreak/>
        <w:t xml:space="preserve">Which statement </w:t>
      </w:r>
      <w:r w:rsidRPr="00741AE6">
        <w:rPr>
          <w:i/>
          <w:iCs/>
          <w:sz w:val="28"/>
          <w:szCs w:val="28"/>
          <w:lang w:val="en-US"/>
        </w:rPr>
        <w:t>best</w:t>
      </w:r>
      <w:r w:rsidRPr="00741AE6">
        <w:rPr>
          <w:sz w:val="28"/>
          <w:szCs w:val="28"/>
          <w:lang w:val="en-US"/>
        </w:rPr>
        <w:t xml:space="preserve"> describes the acceleration?</w:t>
      </w:r>
    </w:p>
    <w:p w:rsidR="00741AE6" w:rsidRDefault="00741AE6" w:rsidP="00741AE6">
      <w:pPr>
        <w:ind w:firstLine="720"/>
      </w:pPr>
      <w:r>
        <w:t>Put a tick (</w:t>
      </w:r>
      <w:r>
        <w:sym w:font="Wingdings" w:char="F0FC"/>
      </w:r>
      <w:r>
        <w:t>) in the box next to the best answer.</w:t>
      </w:r>
    </w:p>
    <w:p w:rsidR="00741AE6" w:rsidRDefault="00741AE6" w:rsidP="00741AE6">
      <w:pPr>
        <w:ind w:firstLine="720"/>
      </w:pPr>
      <w:r>
        <w:rPr>
          <w:noProof/>
          <w:lang w:eastAsia="en-GB"/>
        </w:rPr>
        <w:drawing>
          <wp:inline distT="0" distB="0" distL="0" distR="0" wp14:anchorId="60702BE4">
            <wp:extent cx="4752000" cy="1843207"/>
            <wp:effectExtent l="0" t="0" r="0" b="0"/>
            <wp:docPr id="228" name="Picture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000" cy="18432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ab/>
      </w:r>
      <w:r>
        <w:tab/>
      </w:r>
    </w:p>
    <w:tbl>
      <w:tblPr>
        <w:tblW w:w="8789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567"/>
        <w:gridCol w:w="7655"/>
        <w:gridCol w:w="567"/>
      </w:tblGrid>
      <w:tr w:rsidR="00741AE6" w:rsidRPr="00AE07E9" w:rsidTr="002863EE">
        <w:trPr>
          <w:cantSplit/>
          <w:trHeight w:hRule="exact" w:val="567"/>
        </w:trPr>
        <w:tc>
          <w:tcPr>
            <w:tcW w:w="567" w:type="dxa"/>
            <w:vAlign w:val="center"/>
          </w:tcPr>
          <w:p w:rsidR="00741AE6" w:rsidRPr="00AE07E9" w:rsidRDefault="00741AE6" w:rsidP="002863EE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741AE6" w:rsidRPr="00741AE6" w:rsidRDefault="00741AE6" w:rsidP="002863EE">
            <w:pPr>
              <w:tabs>
                <w:tab w:val="right" w:leader="dot" w:pos="8680"/>
              </w:tabs>
            </w:pPr>
            <w:r w:rsidRPr="00741AE6">
              <w:t xml:space="preserve">Acceleration at </w:t>
            </w:r>
            <w:r w:rsidRPr="00741AE6">
              <w:rPr>
                <w:b/>
                <w:bCs/>
              </w:rPr>
              <w:t xml:space="preserve">A </w:t>
            </w:r>
            <w:r w:rsidRPr="00741AE6">
              <w:t xml:space="preserve">is bigger than acceleration at </w:t>
            </w:r>
            <w:r w:rsidRPr="00741AE6">
              <w:rPr>
                <w:b/>
                <w:bCs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E6" w:rsidRPr="00AE07E9" w:rsidRDefault="00741AE6" w:rsidP="002863E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41AE6" w:rsidRPr="00AE07E9" w:rsidTr="002863EE">
        <w:trPr>
          <w:cantSplit/>
          <w:trHeight w:hRule="exact" w:val="170"/>
        </w:trPr>
        <w:tc>
          <w:tcPr>
            <w:tcW w:w="567" w:type="dxa"/>
            <w:vAlign w:val="center"/>
          </w:tcPr>
          <w:p w:rsidR="00741AE6" w:rsidRPr="00AE07E9" w:rsidRDefault="00741AE6" w:rsidP="002863EE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 xml:space="preserve"> </w:t>
            </w:r>
          </w:p>
        </w:tc>
        <w:tc>
          <w:tcPr>
            <w:tcW w:w="7655" w:type="dxa"/>
          </w:tcPr>
          <w:p w:rsidR="00741AE6" w:rsidRPr="00741AE6" w:rsidRDefault="00741AE6" w:rsidP="002863E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41AE6" w:rsidRPr="00AE07E9" w:rsidRDefault="00741AE6" w:rsidP="002863E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41AE6" w:rsidRPr="00AE07E9" w:rsidTr="002863EE">
        <w:trPr>
          <w:cantSplit/>
          <w:trHeight w:hRule="exact" w:val="567"/>
        </w:trPr>
        <w:tc>
          <w:tcPr>
            <w:tcW w:w="567" w:type="dxa"/>
            <w:vAlign w:val="center"/>
          </w:tcPr>
          <w:p w:rsidR="00741AE6" w:rsidRPr="00AE07E9" w:rsidRDefault="00741AE6" w:rsidP="002863EE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741AE6" w:rsidRPr="00741AE6" w:rsidRDefault="00741AE6" w:rsidP="002863EE">
            <w:pPr>
              <w:tabs>
                <w:tab w:val="right" w:leader="dot" w:pos="8680"/>
              </w:tabs>
            </w:pPr>
            <w:r w:rsidRPr="00741AE6">
              <w:t xml:space="preserve">Acceleration at </w:t>
            </w:r>
            <w:r w:rsidRPr="00741AE6">
              <w:rPr>
                <w:b/>
                <w:bCs/>
              </w:rPr>
              <w:t xml:space="preserve">B </w:t>
            </w:r>
            <w:r w:rsidRPr="00741AE6">
              <w:t xml:space="preserve">is bigger than acceleration at </w:t>
            </w:r>
            <w:r w:rsidRPr="00741AE6">
              <w:rPr>
                <w:b/>
                <w:bCs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E6" w:rsidRPr="00AE07E9" w:rsidRDefault="00741AE6" w:rsidP="002863E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41AE6" w:rsidRPr="00AE07E9" w:rsidTr="002863EE">
        <w:trPr>
          <w:cantSplit/>
          <w:trHeight w:hRule="exact" w:val="170"/>
        </w:trPr>
        <w:tc>
          <w:tcPr>
            <w:tcW w:w="567" w:type="dxa"/>
            <w:vAlign w:val="center"/>
          </w:tcPr>
          <w:p w:rsidR="00741AE6" w:rsidRPr="00AE07E9" w:rsidRDefault="00741AE6" w:rsidP="002863EE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741AE6" w:rsidRPr="00741AE6" w:rsidRDefault="00741AE6" w:rsidP="002863E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41AE6" w:rsidRPr="00AE07E9" w:rsidRDefault="00741AE6" w:rsidP="002863E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41AE6" w:rsidRPr="00AE07E9" w:rsidTr="002863EE">
        <w:trPr>
          <w:cantSplit/>
          <w:trHeight w:hRule="exact" w:val="567"/>
        </w:trPr>
        <w:tc>
          <w:tcPr>
            <w:tcW w:w="567" w:type="dxa"/>
            <w:vAlign w:val="center"/>
          </w:tcPr>
          <w:p w:rsidR="00741AE6" w:rsidRPr="00AE07E9" w:rsidRDefault="00741AE6" w:rsidP="002863EE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741AE6" w:rsidRPr="00741AE6" w:rsidRDefault="00741AE6" w:rsidP="002863EE">
            <w:pPr>
              <w:tabs>
                <w:tab w:val="right" w:leader="dot" w:pos="8680"/>
              </w:tabs>
            </w:pPr>
            <w:r w:rsidRPr="00741AE6">
              <w:t xml:space="preserve">Acceleration at </w:t>
            </w:r>
            <w:r w:rsidRPr="00741AE6">
              <w:rPr>
                <w:b/>
                <w:bCs/>
              </w:rPr>
              <w:t>A</w:t>
            </w:r>
            <w:r w:rsidRPr="00741AE6">
              <w:t xml:space="preserve"> is the same as acceleration at </w:t>
            </w:r>
            <w:r w:rsidRPr="00741AE6">
              <w:rPr>
                <w:b/>
                <w:bCs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E6" w:rsidRPr="00AE07E9" w:rsidRDefault="00741AE6" w:rsidP="002863E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41AE6" w:rsidRPr="00AE07E9" w:rsidTr="002863EE">
        <w:trPr>
          <w:cantSplit/>
          <w:trHeight w:hRule="exact" w:val="170"/>
        </w:trPr>
        <w:tc>
          <w:tcPr>
            <w:tcW w:w="567" w:type="dxa"/>
            <w:vAlign w:val="center"/>
          </w:tcPr>
          <w:p w:rsidR="00741AE6" w:rsidRPr="00AE07E9" w:rsidRDefault="00741AE6" w:rsidP="002863EE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741AE6" w:rsidRPr="00741AE6" w:rsidRDefault="00741AE6" w:rsidP="002863E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41AE6" w:rsidRPr="00AE07E9" w:rsidRDefault="00741AE6" w:rsidP="002863E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41AE6" w:rsidRPr="00AE07E9" w:rsidTr="002863EE">
        <w:trPr>
          <w:cantSplit/>
          <w:trHeight w:hRule="exact" w:val="567"/>
        </w:trPr>
        <w:tc>
          <w:tcPr>
            <w:tcW w:w="567" w:type="dxa"/>
            <w:vAlign w:val="center"/>
          </w:tcPr>
          <w:p w:rsidR="00741AE6" w:rsidRPr="00AE07E9" w:rsidRDefault="00741AE6" w:rsidP="002863EE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741AE6" w:rsidRPr="00741AE6" w:rsidRDefault="00741AE6" w:rsidP="002863EE">
            <w:pPr>
              <w:tabs>
                <w:tab w:val="right" w:leader="dot" w:pos="8680"/>
              </w:tabs>
            </w:pPr>
            <w:r w:rsidRPr="00741AE6">
              <w:t xml:space="preserve">No acceleration at </w:t>
            </w:r>
            <w:r w:rsidRPr="00741AE6">
              <w:rPr>
                <w:b/>
                <w:bCs/>
              </w:rPr>
              <w:t>A</w:t>
            </w:r>
            <w:r w:rsidRPr="00741AE6">
              <w:t xml:space="preserve"> or </w:t>
            </w:r>
            <w:r w:rsidRPr="00741AE6">
              <w:rPr>
                <w:b/>
                <w:bCs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E6" w:rsidRPr="00AE07E9" w:rsidRDefault="00741AE6" w:rsidP="002863E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741AE6" w:rsidRPr="00201AC2" w:rsidRDefault="00741AE6" w:rsidP="006F3279">
      <w:pPr>
        <w:spacing w:after="240"/>
        <w:rPr>
          <w:szCs w:val="18"/>
        </w:rPr>
        <w:sectPr w:rsidR="00741AE6" w:rsidRPr="00201AC2" w:rsidSect="00642ECD">
          <w:headerReference w:type="default" r:id="rId14"/>
          <w:footerReference w:type="default" r:id="rId15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C75059" w:rsidRPr="006F3279" w:rsidRDefault="00C75059" w:rsidP="00C7505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PFM: Forces and motion &gt; Topic PFM2: Moving by force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PFM2.1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Describing speed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745F09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Acceleration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4750DD" w:rsidP="0007651D">
            <w:pPr>
              <w:spacing w:before="60" w:after="60"/>
            </w:pPr>
            <w:r w:rsidRPr="004750DD">
              <w:t>Speed is a measure of how fast an object travels: how far it goes in a given time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A50C9C" w:rsidRDefault="004750DD" w:rsidP="0007651D">
            <w:pPr>
              <w:spacing w:before="60" w:after="60"/>
              <w:rPr>
                <w:b/>
              </w:rPr>
            </w:pPr>
            <w:r w:rsidRPr="004750DD">
              <w:t>Identify when speed is changing the most quickly and acceleration is biggest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D27B5E" w:rsidP="007B18B8">
            <w:pPr>
              <w:spacing w:before="60" w:after="60"/>
            </w:pPr>
            <w:r>
              <w:t>S</w:t>
            </w:r>
            <w:r w:rsidR="007B18B8">
              <w:t>imple</w:t>
            </w:r>
            <w:r w:rsidR="00535269" w:rsidRPr="00535269">
              <w:t xml:space="preserve"> multiple</w:t>
            </w:r>
            <w:r w:rsidR="00535269">
              <w:t xml:space="preserve"> choice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4750DD" w:rsidP="000505CA">
            <w:pPr>
              <w:spacing w:before="60" w:after="60"/>
            </w:pPr>
            <w:r w:rsidRPr="004750DD">
              <w:t>Acceleration, speed</w:t>
            </w:r>
          </w:p>
        </w:tc>
      </w:tr>
    </w:tbl>
    <w:p w:rsidR="00F72ECC" w:rsidRDefault="00F72ECC" w:rsidP="00F72ECC"/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C92EA9" w:rsidRDefault="00C92EA9" w:rsidP="00C92EA9">
      <w:pPr>
        <w:spacing w:after="180"/>
      </w:pPr>
      <w:r>
        <w:t xml:space="preserve">Introducing and rehearsing vocabulary that allows students to describe observations accurately is an essential first step towards understanding motion. Students do not usually make a clear distinction between speed and acceleration. </w:t>
      </w:r>
      <w:r w:rsidR="00D566FC">
        <w:t xml:space="preserve">Often students do not use the word acceleration outside of their science lessons, and instead talk about speeding up or slowing down. </w:t>
      </w:r>
      <w:r>
        <w:t xml:space="preserve">Acceleration may be seen as ‘going fast’ </w:t>
      </w:r>
      <w:r>
        <w:fldChar w:fldCharType="begin"/>
      </w:r>
      <w:r>
        <w:instrText xml:space="preserve"> ADDIN EN.CITE &lt;EndNote&gt;&lt;Cite&gt;&lt;Author&gt;Driver&lt;/Author&gt;&lt;Year&gt;1994&lt;/Year&gt;&lt;IDText&gt;Making Sense of Secondary Science: Support Materials for Teachers&lt;/IDText&gt;&lt;DisplayText&gt;(Driver et al., 1994)&lt;/DisplayText&gt;&lt;record&gt;&lt;titles&gt;&lt;title&gt;Making Sense of Secondary Science: Support Materials for Teachers&lt;/title&gt;&lt;/titles&gt;&lt;contributors&gt;&lt;authors&gt;&lt;author&gt;Driver, Rosalind&lt;/author&gt;&lt;author&gt;Squires, Ann&lt;/author&gt;&lt;author&gt;Rushworth, Peter&lt;/author&gt;&lt;author&gt;Wood-Robinson, Valerie&lt;/author&gt;&lt;/authors&gt;&lt;/contributors&gt;&lt;added-date format="utc"&gt;1548240624&lt;/added-date&gt;&lt;pub-location&gt;London&lt;/pub-location&gt;&lt;ref-type name="Book"&gt;6&lt;/ref-type&gt;&lt;dates&gt;&lt;year&gt;1994&lt;/year&gt;&lt;/dates&gt;&lt;rec-number&gt;80&lt;/rec-number&gt;&lt;publisher&gt;Routledge&lt;/publisher&gt;&lt;last-updated-date format="utc"&gt;1548240724&lt;/last-updated-date&gt;&lt;/record&gt;&lt;/Cite&gt;&lt;/EndNote&gt;</w:instrText>
      </w:r>
      <w:r>
        <w:fldChar w:fldCharType="separate"/>
      </w:r>
      <w:r>
        <w:rPr>
          <w:noProof/>
        </w:rPr>
        <w:t>(Driver et al., 1994)</w:t>
      </w:r>
      <w:r>
        <w:fldChar w:fldCharType="end"/>
      </w:r>
      <w:r>
        <w:t xml:space="preserve">. </w:t>
      </w:r>
    </w:p>
    <w:p w:rsidR="00C92EA9" w:rsidRDefault="00C92EA9" w:rsidP="00C92EA9">
      <w:pPr>
        <w:spacing w:after="180"/>
      </w:pPr>
      <w:r>
        <w:t>These questions are designed to check students’ understanding of acceleration in a range of situations that they may find challenging.</w:t>
      </w:r>
    </w:p>
    <w:p w:rsidR="007A748B" w:rsidRPr="002C79AE" w:rsidRDefault="007A748B" w:rsidP="00C92EA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7B18B8" w:rsidRPr="00AE7928" w:rsidRDefault="007B18B8" w:rsidP="007B18B8">
      <w:pPr>
        <w:spacing w:after="180"/>
        <w:rPr>
          <w:rFonts w:cstheme="minorHAnsi"/>
        </w:rPr>
      </w:pPr>
      <w:r w:rsidRPr="00AE7928">
        <w:rPr>
          <w:rFonts w:cstheme="minorHAnsi"/>
        </w:rPr>
        <w:t>Students should complete the question individually.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:rsidR="007B18B8" w:rsidRDefault="007B18B8" w:rsidP="007B18B8">
      <w:pPr>
        <w:spacing w:after="180"/>
        <w:rPr>
          <w:rFonts w:cstheme="minorHAnsi"/>
        </w:rPr>
      </w:pPr>
      <w:r w:rsidRPr="00AE7928">
        <w:rPr>
          <w:rFonts w:cstheme="minorHAnsi"/>
        </w:rPr>
        <w:t>The answers to the question will show you whether students understood the concept sufficiently well to apply it correctly.</w:t>
      </w:r>
      <w:r>
        <w:rPr>
          <w:rFonts w:cstheme="minorHAnsi"/>
        </w:rPr>
        <w:t xml:space="preserve"> </w:t>
      </w:r>
    </w:p>
    <w:p w:rsidR="007B18B8" w:rsidRPr="00816065" w:rsidRDefault="007B18B8" w:rsidP="007B18B8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7B18B8" w:rsidRDefault="007B18B8" w:rsidP="007B18B8">
      <w:pPr>
        <w:spacing w:after="180"/>
        <w:rPr>
          <w:rFonts w:cstheme="minorHAnsi"/>
          <w:i/>
        </w:rPr>
      </w:pPr>
      <w:r w:rsidRPr="00AE7928">
        <w:rPr>
          <w:rFonts w:cstheme="minorHAnsi"/>
          <w:i/>
        </w:rPr>
        <w:t>Differentiation</w:t>
      </w:r>
    </w:p>
    <w:p w:rsidR="007B18B8" w:rsidRPr="00AE7928" w:rsidRDefault="007B18B8" w:rsidP="007B18B8">
      <w:pPr>
        <w:spacing w:after="180"/>
        <w:rPr>
          <w:rFonts w:cstheme="minorHAnsi"/>
        </w:rPr>
      </w:pPr>
      <w:r w:rsidRPr="00AE7928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In some situations it may be more appropriate for a teaching assistant to read for one or two students.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:rsidR="00BF6C8A" w:rsidRDefault="00FE6BB0" w:rsidP="00BF6C8A">
      <w:pPr>
        <w:spacing w:after="180"/>
      </w:pPr>
      <w:r>
        <w:t>1. A</w:t>
      </w:r>
      <w:r>
        <w:tab/>
        <w:t>2. A</w:t>
      </w:r>
      <w:r>
        <w:tab/>
        <w:t>3. D</w:t>
      </w:r>
      <w:r>
        <w:tab/>
        <w:t>4. B</w:t>
      </w:r>
    </w:p>
    <w:p w:rsidR="00FE6BB0" w:rsidRDefault="00FE6BB0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br w:type="page"/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lastRenderedPageBreak/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A01222" w:rsidRDefault="004261E0" w:rsidP="00A01222">
      <w:pPr>
        <w:spacing w:after="180"/>
      </w:pPr>
      <w:r w:rsidRPr="004261E0">
        <w:t xml:space="preserve">Q1. </w:t>
      </w:r>
      <w:r>
        <w:t xml:space="preserve">Students commonly select the wrong answer B if they </w:t>
      </w:r>
      <w:r w:rsidR="00446FFF">
        <w:t>think of</w:t>
      </w:r>
      <w:r>
        <w:t xml:space="preserve"> acceleration </w:t>
      </w:r>
      <w:r w:rsidR="00446FFF">
        <w:t xml:space="preserve">as </w:t>
      </w:r>
      <w:r w:rsidR="00AC537B">
        <w:t>‘</w:t>
      </w:r>
      <w:r w:rsidR="00446FFF">
        <w:t>going fast</w:t>
      </w:r>
      <w:r w:rsidR="00AC537B">
        <w:t>’</w:t>
      </w:r>
      <w:r>
        <w:t xml:space="preserve">. If they recognise B has no acceleration a few students may choose answer D because they link </w:t>
      </w:r>
      <w:r w:rsidR="00446FFF">
        <w:t>(</w:t>
      </w:r>
      <w:r>
        <w:t>setting off from</w:t>
      </w:r>
      <w:r w:rsidR="00446FFF">
        <w:t>)</w:t>
      </w:r>
      <w:r>
        <w:t xml:space="preserve"> rest with zero acceleration.</w:t>
      </w:r>
    </w:p>
    <w:p w:rsidR="004261E0" w:rsidRDefault="004261E0" w:rsidP="00A01222">
      <w:pPr>
        <w:spacing w:after="180"/>
      </w:pPr>
      <w:r>
        <w:t>Q2.</w:t>
      </w:r>
      <w:r w:rsidR="00EB4872">
        <w:t xml:space="preserve"> Is similar to Q1</w:t>
      </w:r>
      <w:r>
        <w:t xml:space="preserve"> </w:t>
      </w:r>
      <w:r w:rsidR="00446FFF">
        <w:t xml:space="preserve">but the </w:t>
      </w:r>
      <w:r>
        <w:t>situation</w:t>
      </w:r>
      <w:r w:rsidR="00446FFF">
        <w:t xml:space="preserve"> is different</w:t>
      </w:r>
      <w:r>
        <w:t>.</w:t>
      </w:r>
    </w:p>
    <w:p w:rsidR="004261E0" w:rsidRDefault="004261E0" w:rsidP="00A01222">
      <w:pPr>
        <w:spacing w:after="180"/>
      </w:pPr>
      <w:r>
        <w:t xml:space="preserve">Q3. </w:t>
      </w:r>
      <w:r w:rsidR="00446FFF">
        <w:t xml:space="preserve">Because both </w:t>
      </w:r>
      <w:proofErr w:type="gramStart"/>
      <w:r w:rsidR="00446FFF">
        <w:t>lorr</w:t>
      </w:r>
      <w:r w:rsidR="00AC537B">
        <w:t>ie</w:t>
      </w:r>
      <w:r w:rsidR="00446FFF">
        <w:t>s</w:t>
      </w:r>
      <w:proofErr w:type="gramEnd"/>
      <w:r w:rsidR="00446FFF">
        <w:t xml:space="preserve"> are moving</w:t>
      </w:r>
      <w:r w:rsidR="00AC537B">
        <w:t>,</w:t>
      </w:r>
      <w:r>
        <w:t xml:space="preserve"> students may revert to the misunderstanding that links </w:t>
      </w:r>
      <w:r w:rsidR="00446FFF">
        <w:t>going fast</w:t>
      </w:r>
      <w:r>
        <w:t xml:space="preserve"> with acceleration to give answer B. Answer C indicates that they may be trying to combine this idea with </w:t>
      </w:r>
      <w:r w:rsidR="00446FFF">
        <w:t>the</w:t>
      </w:r>
      <w:r>
        <w:t xml:space="preserve"> understanding that acceleration means a </w:t>
      </w:r>
      <w:r w:rsidRPr="004261E0">
        <w:rPr>
          <w:i/>
        </w:rPr>
        <w:t>change</w:t>
      </w:r>
      <w:r>
        <w:t xml:space="preserve"> of speed.</w:t>
      </w:r>
    </w:p>
    <w:p w:rsidR="004261E0" w:rsidRPr="004261E0" w:rsidRDefault="004261E0" w:rsidP="00A01222">
      <w:pPr>
        <w:spacing w:after="180"/>
      </w:pPr>
      <w:r>
        <w:t xml:space="preserve">Q4. Tests whether students can apply the idea </w:t>
      </w:r>
      <w:r w:rsidR="00446FFF">
        <w:t>that</w:t>
      </w:r>
      <w:r>
        <w:t xml:space="preserve"> acceleration </w:t>
      </w:r>
      <w:r w:rsidR="00446FFF">
        <w:t>is</w:t>
      </w:r>
      <w:r>
        <w:t xml:space="preserve"> a change of speed to a decrease in speed. </w:t>
      </w:r>
      <w:r w:rsidR="00446FFF">
        <w:t>Answer D is likely because it is common for students to separate ideas of slowing down with acceleration. Students to persist in linking acceleration to going faster may choose A.</w:t>
      </w:r>
    </w:p>
    <w:p w:rsidR="008A19D7" w:rsidRDefault="00A01222" w:rsidP="008A19D7">
      <w:pPr>
        <w:spacing w:after="180"/>
      </w:pPr>
      <w:r w:rsidRPr="004F039C">
        <w:t xml:space="preserve">If students have </w:t>
      </w:r>
      <w:r w:rsidR="004B1C32">
        <w:t>misunderstanding</w:t>
      </w:r>
      <w:r w:rsidRPr="004F039C">
        <w:t xml:space="preserve">s about </w:t>
      </w:r>
      <w:r w:rsidR="000E3E28">
        <w:t>identifying acceleration in different situations</w:t>
      </w:r>
      <w:r w:rsidRPr="004F039C">
        <w:t xml:space="preserve">, </w:t>
      </w:r>
      <w:r w:rsidR="00C41CC4">
        <w:t>it can help to discuss with the class what happens to a car when it accelerates. It i</w:t>
      </w:r>
      <w:r w:rsidR="00AC537B">
        <w:t xml:space="preserve">s easy to find video clips of </w:t>
      </w:r>
      <w:r w:rsidR="00C41CC4">
        <w:t>cars accelerating that describe acceleration in terms of the time it takes to s</w:t>
      </w:r>
      <w:r w:rsidR="008A19D7">
        <w:t xml:space="preserve">peed up from 0-60 mph, say. Discussing what this means in pairs or small groups </w:t>
      </w:r>
      <w:r w:rsidR="00AC537B">
        <w:t>c</w:t>
      </w:r>
      <w:r w:rsidR="008A19D7">
        <w:t>ould encourage social construction of new ideas through dialogue. Giving students the op</w:t>
      </w:r>
      <w:r w:rsidR="00AC537B">
        <w:t>portunity to write a definition</w:t>
      </w:r>
      <w:r w:rsidR="008A19D7">
        <w:t xml:space="preserve"> of acceleration in their own words can consolidate </w:t>
      </w:r>
      <w:r w:rsidR="00AC537B">
        <w:t xml:space="preserve">learning </w:t>
      </w:r>
      <w:r w:rsidR="008A19D7">
        <w:t>and check individual understanding.</w:t>
      </w:r>
      <w:r w:rsidR="00D261B6">
        <w:t xml:space="preserve"> This can be extended to explain why slowing down is also acceleration.</w:t>
      </w:r>
    </w:p>
    <w:p w:rsidR="00A01222" w:rsidRPr="00954989" w:rsidRDefault="00A01222" w:rsidP="00A01222">
      <w:pPr>
        <w:spacing w:after="180"/>
      </w:pPr>
      <w:r w:rsidRPr="00954989">
        <w:t xml:space="preserve">The following BEST ‘response </w:t>
      </w:r>
      <w:r w:rsidR="00524B7A">
        <w:t>activity</w:t>
      </w:r>
      <w:r w:rsidRPr="00954989">
        <w:t>’ could be used in follow-up to this diagnostic question:</w:t>
      </w:r>
    </w:p>
    <w:p w:rsidR="00A01222" w:rsidRPr="00954989" w:rsidRDefault="00A01222" w:rsidP="00A01222">
      <w:pPr>
        <w:pStyle w:val="ListParagraph"/>
        <w:numPr>
          <w:ilvl w:val="0"/>
          <w:numId w:val="1"/>
        </w:numPr>
        <w:spacing w:after="180"/>
      </w:pPr>
      <w:r w:rsidRPr="00954989">
        <w:t xml:space="preserve">Response </w:t>
      </w:r>
      <w:r w:rsidR="00F2483A" w:rsidRPr="00954989">
        <w:t>activity</w:t>
      </w:r>
      <w:r w:rsidRPr="00954989">
        <w:t xml:space="preserve">: </w:t>
      </w:r>
      <w:r w:rsidR="008F733F" w:rsidRPr="00954989">
        <w:t>Is it accelerating</w:t>
      </w:r>
      <w:r w:rsidR="00AC537B">
        <w:t>?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D536F">
        <w:t>Peter Fairhurst</w:t>
      </w:r>
      <w:r w:rsidR="0015356E">
        <w:t xml:space="preserve"> (</w:t>
      </w:r>
      <w:r w:rsidR="0015356E" w:rsidRPr="00C31BE5">
        <w:t xml:space="preserve">UYSEG), </w:t>
      </w:r>
      <w:r w:rsidR="00C31BE5" w:rsidRPr="00C31BE5">
        <w:t>based</w:t>
      </w:r>
      <w:r w:rsidR="00C31BE5">
        <w:t xml:space="preserve"> on ideas from EPSE </w:t>
      </w:r>
      <w:r w:rsidR="00812267">
        <w:t>(Evidence-based Practice in Science Education project)</w:t>
      </w:r>
      <w:r w:rsidR="00812267">
        <w:t xml:space="preserve"> </w:t>
      </w:r>
      <w:r w:rsidR="00C31BE5">
        <w:t>question F6-15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C31BE5">
        <w:t xml:space="preserve">Peter </w:t>
      </w:r>
      <w:r w:rsidR="00C31BE5" w:rsidRPr="00C31BE5">
        <w:t xml:space="preserve">Fairhurst (UYSEG) except for snail: </w:t>
      </w:r>
      <w:r w:rsidR="00C31BE5" w:rsidRPr="00C31BE5">
        <w:rPr>
          <w:rStyle w:val="Hyperlink"/>
          <w:color w:val="auto"/>
          <w:u w:val="none"/>
        </w:rPr>
        <w:t>https://pixabay.com/en/animal-reptile-creature-shell-708246/ and lettuce leaf: https://pixabay.com/en/green-leaf-natural-leaves-structure-176722/</w:t>
      </w:r>
      <w:r w:rsidR="00535269" w:rsidRPr="00C31BE5">
        <w:t>.</w:t>
      </w:r>
    </w:p>
    <w:p w:rsidR="00C92EA9" w:rsidRDefault="004347BC" w:rsidP="00E24309">
      <w:pPr>
        <w:spacing w:after="18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t>Reference</w:t>
      </w:r>
    </w:p>
    <w:p w:rsidR="00C92EA9" w:rsidRPr="00C92EA9" w:rsidRDefault="00C92EA9" w:rsidP="00C92EA9">
      <w:pPr>
        <w:pStyle w:val="EndNoteBibliography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Pr="00C92EA9">
        <w:t xml:space="preserve">Driver, R., et al. (1994). </w:t>
      </w:r>
      <w:r w:rsidRPr="00C92EA9">
        <w:rPr>
          <w:i/>
        </w:rPr>
        <w:t xml:space="preserve">Making Sense of Secondary Science: Support Materials for Teachers, </w:t>
      </w:r>
      <w:r w:rsidRPr="00C92EA9">
        <w:t>London: Routledge.</w:t>
      </w:r>
    </w:p>
    <w:p w:rsidR="00B46FF9" w:rsidRDefault="00C92EA9" w:rsidP="00E24309">
      <w:pPr>
        <w:spacing w:after="18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  <w:bookmarkStart w:id="0" w:name="_GoBack"/>
      <w:bookmarkEnd w:id="0"/>
    </w:p>
    <w:sectPr w:rsidR="00B46FF9" w:rsidSect="00642ECD">
      <w:headerReference w:type="default" r:id="rId16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F09" w:rsidRDefault="00745F09" w:rsidP="000B473B">
      <w:r>
        <w:separator/>
      </w:r>
    </w:p>
  </w:endnote>
  <w:endnote w:type="continuationSeparator" w:id="0">
    <w:p w:rsidR="00745F09" w:rsidRDefault="00745F09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446A6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812267">
      <w:rPr>
        <w:noProof/>
      </w:rPr>
      <w:t>4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F09" w:rsidRDefault="00745F09" w:rsidP="000B473B">
      <w:r>
        <w:separator/>
      </w:r>
    </w:p>
  </w:footnote>
  <w:footnote w:type="continuationSeparator" w:id="0">
    <w:p w:rsidR="00745F09" w:rsidRDefault="00745F09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3980B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88526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F3623"/>
    <w:multiLevelType w:val="hybridMultilevel"/>
    <w:tmpl w:val="124A1C2A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745F09"/>
    <w:rsid w:val="00015578"/>
    <w:rsid w:val="00024731"/>
    <w:rsid w:val="00026DEC"/>
    <w:rsid w:val="000505CA"/>
    <w:rsid w:val="0007651D"/>
    <w:rsid w:val="0009089A"/>
    <w:rsid w:val="000947E2"/>
    <w:rsid w:val="00095E04"/>
    <w:rsid w:val="000A0D12"/>
    <w:rsid w:val="000B473B"/>
    <w:rsid w:val="000D0E89"/>
    <w:rsid w:val="000E2689"/>
    <w:rsid w:val="000E3E28"/>
    <w:rsid w:val="00142613"/>
    <w:rsid w:val="00144DA7"/>
    <w:rsid w:val="0015356E"/>
    <w:rsid w:val="00161D3F"/>
    <w:rsid w:val="001915D4"/>
    <w:rsid w:val="001A1FED"/>
    <w:rsid w:val="001A40E2"/>
    <w:rsid w:val="001C4805"/>
    <w:rsid w:val="00201AC2"/>
    <w:rsid w:val="00214608"/>
    <w:rsid w:val="0021607B"/>
    <w:rsid w:val="002178AC"/>
    <w:rsid w:val="00222CF4"/>
    <w:rsid w:val="0022547C"/>
    <w:rsid w:val="0025410A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2E651B"/>
    <w:rsid w:val="00301AA9"/>
    <w:rsid w:val="003117F6"/>
    <w:rsid w:val="003334B8"/>
    <w:rsid w:val="003533B8"/>
    <w:rsid w:val="003752BE"/>
    <w:rsid w:val="003A346A"/>
    <w:rsid w:val="003B2917"/>
    <w:rsid w:val="003B541B"/>
    <w:rsid w:val="003E2B2F"/>
    <w:rsid w:val="003E6046"/>
    <w:rsid w:val="003F16F9"/>
    <w:rsid w:val="004261E0"/>
    <w:rsid w:val="00430C1F"/>
    <w:rsid w:val="004347BC"/>
    <w:rsid w:val="00442595"/>
    <w:rsid w:val="00446FFF"/>
    <w:rsid w:val="0045323E"/>
    <w:rsid w:val="004750DD"/>
    <w:rsid w:val="004B0EE1"/>
    <w:rsid w:val="004B1C32"/>
    <w:rsid w:val="004C5D20"/>
    <w:rsid w:val="004D0D83"/>
    <w:rsid w:val="004E1DF1"/>
    <w:rsid w:val="004E5592"/>
    <w:rsid w:val="0050055B"/>
    <w:rsid w:val="00524710"/>
    <w:rsid w:val="00524B7A"/>
    <w:rsid w:val="00535269"/>
    <w:rsid w:val="00555342"/>
    <w:rsid w:val="005560E2"/>
    <w:rsid w:val="005A452E"/>
    <w:rsid w:val="005A6EE7"/>
    <w:rsid w:val="005F1A7B"/>
    <w:rsid w:val="006355D8"/>
    <w:rsid w:val="00642ECD"/>
    <w:rsid w:val="006502A0"/>
    <w:rsid w:val="006772F5"/>
    <w:rsid w:val="006A4440"/>
    <w:rsid w:val="006B0615"/>
    <w:rsid w:val="006D166B"/>
    <w:rsid w:val="006F3279"/>
    <w:rsid w:val="00704AEE"/>
    <w:rsid w:val="00722F9A"/>
    <w:rsid w:val="00741AE6"/>
    <w:rsid w:val="00745F09"/>
    <w:rsid w:val="00754539"/>
    <w:rsid w:val="0077646D"/>
    <w:rsid w:val="00781BC6"/>
    <w:rsid w:val="007A3C86"/>
    <w:rsid w:val="007A683E"/>
    <w:rsid w:val="007A748B"/>
    <w:rsid w:val="007B18B8"/>
    <w:rsid w:val="007C26E1"/>
    <w:rsid w:val="007D1D65"/>
    <w:rsid w:val="007D536F"/>
    <w:rsid w:val="007E0A9E"/>
    <w:rsid w:val="007E5309"/>
    <w:rsid w:val="00800DE1"/>
    <w:rsid w:val="00812267"/>
    <w:rsid w:val="00813F47"/>
    <w:rsid w:val="008450D6"/>
    <w:rsid w:val="00856FCA"/>
    <w:rsid w:val="00873B8C"/>
    <w:rsid w:val="00880E3B"/>
    <w:rsid w:val="008A19D7"/>
    <w:rsid w:val="008A405F"/>
    <w:rsid w:val="008C7F34"/>
    <w:rsid w:val="008E580C"/>
    <w:rsid w:val="008F733F"/>
    <w:rsid w:val="0090047A"/>
    <w:rsid w:val="00914492"/>
    <w:rsid w:val="00925026"/>
    <w:rsid w:val="00931264"/>
    <w:rsid w:val="00942A4B"/>
    <w:rsid w:val="00954989"/>
    <w:rsid w:val="00961D59"/>
    <w:rsid w:val="009B2D55"/>
    <w:rsid w:val="009C0343"/>
    <w:rsid w:val="009E0D11"/>
    <w:rsid w:val="009F2253"/>
    <w:rsid w:val="00A01222"/>
    <w:rsid w:val="00A24A16"/>
    <w:rsid w:val="00A37D14"/>
    <w:rsid w:val="00A6111E"/>
    <w:rsid w:val="00A6168B"/>
    <w:rsid w:val="00A62028"/>
    <w:rsid w:val="00AA5B77"/>
    <w:rsid w:val="00AA6236"/>
    <w:rsid w:val="00AB6AE7"/>
    <w:rsid w:val="00AC537B"/>
    <w:rsid w:val="00AD21F5"/>
    <w:rsid w:val="00B06225"/>
    <w:rsid w:val="00B23C7A"/>
    <w:rsid w:val="00B305F5"/>
    <w:rsid w:val="00B46FF9"/>
    <w:rsid w:val="00B47E1D"/>
    <w:rsid w:val="00B75483"/>
    <w:rsid w:val="00BA7952"/>
    <w:rsid w:val="00BB44B4"/>
    <w:rsid w:val="00BF0BBF"/>
    <w:rsid w:val="00BF6C8A"/>
    <w:rsid w:val="00C05571"/>
    <w:rsid w:val="00C246CE"/>
    <w:rsid w:val="00C31BE5"/>
    <w:rsid w:val="00C41CC4"/>
    <w:rsid w:val="00C54711"/>
    <w:rsid w:val="00C57FA2"/>
    <w:rsid w:val="00C75059"/>
    <w:rsid w:val="00C92EA9"/>
    <w:rsid w:val="00CC2E4D"/>
    <w:rsid w:val="00CC78A5"/>
    <w:rsid w:val="00CC7B16"/>
    <w:rsid w:val="00CE15FE"/>
    <w:rsid w:val="00D02E15"/>
    <w:rsid w:val="00D04A0D"/>
    <w:rsid w:val="00D14F44"/>
    <w:rsid w:val="00D2217A"/>
    <w:rsid w:val="00D261B6"/>
    <w:rsid w:val="00D278E8"/>
    <w:rsid w:val="00D27B5E"/>
    <w:rsid w:val="00D421E8"/>
    <w:rsid w:val="00D44604"/>
    <w:rsid w:val="00D479B3"/>
    <w:rsid w:val="00D52283"/>
    <w:rsid w:val="00D524E5"/>
    <w:rsid w:val="00D566FC"/>
    <w:rsid w:val="00D72FEF"/>
    <w:rsid w:val="00D755FA"/>
    <w:rsid w:val="00DC4A4E"/>
    <w:rsid w:val="00DD1874"/>
    <w:rsid w:val="00DD63BD"/>
    <w:rsid w:val="00DF05DB"/>
    <w:rsid w:val="00DF7E20"/>
    <w:rsid w:val="00E172C6"/>
    <w:rsid w:val="00E24309"/>
    <w:rsid w:val="00E53D82"/>
    <w:rsid w:val="00E9330A"/>
    <w:rsid w:val="00EB4872"/>
    <w:rsid w:val="00EE6B97"/>
    <w:rsid w:val="00F12C3B"/>
    <w:rsid w:val="00F2483A"/>
    <w:rsid w:val="00F26884"/>
    <w:rsid w:val="00F72ECC"/>
    <w:rsid w:val="00F8355F"/>
    <w:rsid w:val="00FA3196"/>
    <w:rsid w:val="00FE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8023158"/>
  <w15:docId w15:val="{966CB6B4-3753-4C7B-AA10-8BE842388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C31BE5"/>
    <w:rPr>
      <w:color w:val="0000FF" w:themeColor="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C92EA9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92EA9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C92EA9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C92EA9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.template_physics_diagnostic_Simple%20Multi%20Choic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.template_physics_diagnostic_Simple Multi Choice.dotx</Template>
  <TotalTime>63</TotalTime>
  <Pages>5</Pages>
  <Words>952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22</cp:revision>
  <cp:lastPrinted>2017-02-24T16:20:00Z</cp:lastPrinted>
  <dcterms:created xsi:type="dcterms:W3CDTF">2019-01-29T11:18:00Z</dcterms:created>
  <dcterms:modified xsi:type="dcterms:W3CDTF">2019-03-01T12:25:00Z</dcterms:modified>
</cp:coreProperties>
</file>