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5" w:rsidRPr="000B0065" w:rsidRDefault="000B0065" w:rsidP="0010121F">
      <w:pPr>
        <w:spacing w:after="180"/>
        <w:rPr>
          <w:b/>
          <w:sz w:val="40"/>
          <w:szCs w:val="40"/>
        </w:rPr>
      </w:pPr>
      <w:r w:rsidRPr="000B0065">
        <w:rPr>
          <w:b/>
          <w:sz w:val="40"/>
          <w:szCs w:val="40"/>
        </w:rPr>
        <w:t>No friction</w:t>
      </w:r>
    </w:p>
    <w:p w:rsidR="0010121F" w:rsidRPr="0010121F" w:rsidRDefault="0010121F" w:rsidP="0010121F">
      <w:pPr>
        <w:spacing w:after="180"/>
      </w:pPr>
      <w:r w:rsidRPr="0010121F">
        <w:t>The force of friction can change.</w:t>
      </w:r>
      <w:r w:rsidR="000E592A">
        <w:t xml:space="preserve"> </w:t>
      </w:r>
      <w:r w:rsidRPr="0010121F">
        <w:t>Think about the force of friction on this box.</w:t>
      </w:r>
    </w:p>
    <w:p w:rsidR="007C26E1" w:rsidRDefault="0010121F" w:rsidP="00201AC2">
      <w:pPr>
        <w:spacing w:after="180"/>
      </w:pPr>
      <w:r>
        <w:rPr>
          <w:noProof/>
          <w:lang w:eastAsia="en-GB"/>
        </w:rPr>
        <w:drawing>
          <wp:inline distT="0" distB="0" distL="0" distR="0">
            <wp:extent cx="5448300" cy="159054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382D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5048" cy="1601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21F" w:rsidRPr="0010121F" w:rsidRDefault="0010121F" w:rsidP="0010121F">
      <w:pPr>
        <w:ind w:left="210"/>
        <w:rPr>
          <w:sz w:val="16"/>
          <w:szCs w:val="16"/>
        </w:rPr>
      </w:pPr>
    </w:p>
    <w:p w:rsidR="0010121F" w:rsidRDefault="0010121F" w:rsidP="0010121F">
      <w:pPr>
        <w:pStyle w:val="ListParagraph"/>
        <w:numPr>
          <w:ilvl w:val="0"/>
          <w:numId w:val="6"/>
        </w:numPr>
        <w:spacing w:after="180"/>
        <w:ind w:left="993" w:hanging="426"/>
        <w:contextualSpacing w:val="0"/>
      </w:pPr>
      <w:r w:rsidRPr="0010121F">
        <w:t>Which boxes have no friction?</w:t>
      </w:r>
    </w:p>
    <w:p w:rsidR="0010121F" w:rsidRDefault="0010121F" w:rsidP="0010121F">
      <w:pPr>
        <w:pStyle w:val="ListParagraph"/>
        <w:spacing w:after="180"/>
        <w:ind w:left="993"/>
        <w:contextualSpacing w:val="0"/>
      </w:pPr>
      <w:r>
        <w:t>Put a tick (</w:t>
      </w:r>
      <w:r>
        <w:sym w:font="Wingdings" w:char="F0FC"/>
      </w:r>
      <w:r>
        <w:t>) in the box next to the correct answer.</w:t>
      </w:r>
    </w:p>
    <w:tbl>
      <w:tblPr>
        <w:tblW w:w="6922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10121F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0121F" w:rsidRPr="009F3146" w:rsidRDefault="0010121F" w:rsidP="00D27485">
            <w:pPr>
              <w:tabs>
                <w:tab w:val="right" w:leader="dot" w:pos="8680"/>
              </w:tabs>
            </w:pPr>
            <w:r w:rsidRPr="0010121F">
              <w:t>They all have friction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170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0121F" w:rsidRPr="009F3146" w:rsidRDefault="0010121F" w:rsidP="00D27485">
            <w:pPr>
              <w:tabs>
                <w:tab w:val="right" w:leader="dot" w:pos="8680"/>
              </w:tabs>
            </w:pPr>
            <w:r>
              <w:t>Box 1 has no friction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170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0121F" w:rsidRPr="009F3146" w:rsidRDefault="0010121F" w:rsidP="0010121F">
            <w:pPr>
              <w:tabs>
                <w:tab w:val="right" w:leader="dot" w:pos="8680"/>
              </w:tabs>
            </w:pPr>
            <w:r>
              <w:t>Boxes 1 and 2 have no friction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170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0121F" w:rsidRPr="009F3146" w:rsidRDefault="0010121F" w:rsidP="0010121F">
            <w:pPr>
              <w:tabs>
                <w:tab w:val="right" w:leader="dot" w:pos="8680"/>
              </w:tabs>
            </w:pPr>
            <w:r>
              <w:t>Boxes 3 and 4 have no friction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170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E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0121F" w:rsidRPr="009F3146" w:rsidRDefault="0010121F" w:rsidP="00D27485">
            <w:pPr>
              <w:tabs>
                <w:tab w:val="right" w:leader="dot" w:pos="8680"/>
              </w:tabs>
            </w:pPr>
            <w:r>
              <w:t>Box 4 has no friction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10121F" w:rsidRDefault="0010121F" w:rsidP="0010121F">
      <w:pPr>
        <w:spacing w:after="180"/>
      </w:pPr>
    </w:p>
    <w:p w:rsidR="0010121F" w:rsidRDefault="0010121F" w:rsidP="0010121F">
      <w:pPr>
        <w:pStyle w:val="ListParagraph"/>
        <w:numPr>
          <w:ilvl w:val="0"/>
          <w:numId w:val="6"/>
        </w:numPr>
        <w:spacing w:after="180"/>
        <w:ind w:left="1134" w:hanging="567"/>
      </w:pPr>
      <w:r w:rsidRPr="0010121F">
        <w:t>Why do you think this?</w:t>
      </w:r>
    </w:p>
    <w:p w:rsidR="0010121F" w:rsidRDefault="0010121F" w:rsidP="0010121F">
      <w:pPr>
        <w:spacing w:after="180"/>
        <w:ind w:left="1134"/>
      </w:pPr>
      <w:r>
        <w:t>Put a tick (</w:t>
      </w:r>
      <w:r>
        <w:sym w:font="Wingdings" w:char="F0FC"/>
      </w:r>
      <w:r>
        <w:t>) in the box next to the correct answer.</w:t>
      </w:r>
    </w:p>
    <w:tbl>
      <w:tblPr>
        <w:tblW w:w="6922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10121F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0121F" w:rsidRPr="009F3146" w:rsidRDefault="00BF1AE2" w:rsidP="00D27485">
            <w:pPr>
              <w:tabs>
                <w:tab w:val="right" w:leader="dot" w:pos="8680"/>
              </w:tabs>
            </w:pPr>
            <w:r w:rsidRPr="00BF1AE2">
              <w:t>There is no force pushing sideways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170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0121F" w:rsidRPr="009F3146" w:rsidRDefault="00BF1AE2" w:rsidP="00D27485">
            <w:pPr>
              <w:tabs>
                <w:tab w:val="right" w:leader="dot" w:pos="8680"/>
              </w:tabs>
            </w:pPr>
            <w:r w:rsidRPr="00BF1AE2">
              <w:t>The surfaces are a little bit rough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170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0121F" w:rsidRPr="009F3146" w:rsidRDefault="00BF1AE2" w:rsidP="00D27485">
            <w:pPr>
              <w:tabs>
                <w:tab w:val="right" w:leader="dot" w:pos="8680"/>
              </w:tabs>
            </w:pPr>
            <w:r w:rsidRPr="00BF1AE2">
              <w:t xml:space="preserve">There </w:t>
            </w:r>
            <w:r w:rsidRPr="00BF1AE2">
              <w:rPr>
                <w:b/>
                <w:bCs/>
              </w:rPr>
              <w:t>is</w:t>
            </w:r>
            <w:r w:rsidRPr="00BF1AE2">
              <w:t xml:space="preserve"> movement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170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0121F" w:rsidRPr="009F3146" w:rsidRDefault="00BF1AE2" w:rsidP="00D27485">
            <w:pPr>
              <w:tabs>
                <w:tab w:val="right" w:leader="dot" w:pos="8680"/>
              </w:tabs>
            </w:pPr>
            <w:r w:rsidRPr="00BF1AE2">
              <w:t xml:space="preserve">There is </w:t>
            </w:r>
            <w:r w:rsidRPr="00BF1AE2">
              <w:rPr>
                <w:b/>
                <w:bCs/>
              </w:rPr>
              <w:t xml:space="preserve">no </w:t>
            </w:r>
            <w:r w:rsidRPr="00BF1AE2">
              <w:t>movement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170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0121F" w:rsidRPr="00AE07E9" w:rsidTr="00D27485">
        <w:trPr>
          <w:cantSplit/>
          <w:trHeight w:hRule="exact" w:val="567"/>
        </w:trPr>
        <w:tc>
          <w:tcPr>
            <w:tcW w:w="567" w:type="dxa"/>
            <w:vAlign w:val="center"/>
          </w:tcPr>
          <w:p w:rsidR="0010121F" w:rsidRPr="00AE07E9" w:rsidRDefault="0010121F" w:rsidP="00D2748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E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0121F" w:rsidRPr="009F3146" w:rsidRDefault="00BF1AE2" w:rsidP="00D27485">
            <w:pPr>
              <w:tabs>
                <w:tab w:val="right" w:leader="dot" w:pos="8680"/>
              </w:tabs>
            </w:pPr>
            <w:r w:rsidRPr="00BF1AE2">
              <w:t>There is no force to slow the movement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1F" w:rsidRPr="00AE07E9" w:rsidRDefault="0010121F" w:rsidP="00D2748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CB5AF9" w:rsidRPr="006F3279" w:rsidRDefault="00CB5AF9" w:rsidP="00CB5AF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PFM1.4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Friction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CB5AF9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No friction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CB5AF9" w:rsidTr="00CB5AF9">
        <w:trPr>
          <w:trHeight w:val="340"/>
        </w:trPr>
        <w:tc>
          <w:tcPr>
            <w:tcW w:w="2196" w:type="dxa"/>
          </w:tcPr>
          <w:p w:rsidR="00CB5AF9" w:rsidRDefault="00CB5AF9" w:rsidP="00CB5AF9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CB5AF9" w:rsidRDefault="00CB5AF9" w:rsidP="00CB5AF9">
            <w:pPr>
              <w:spacing w:before="60" w:after="60"/>
            </w:pPr>
            <w:r w:rsidRPr="004F44DD">
              <w:t>Friction is a force generated by an interaction between two surfaces, and which acts to resist movement between them.</w:t>
            </w:r>
          </w:p>
        </w:tc>
      </w:tr>
      <w:tr w:rsidR="00CB5AF9" w:rsidTr="00CB5AF9">
        <w:trPr>
          <w:trHeight w:val="340"/>
        </w:trPr>
        <w:tc>
          <w:tcPr>
            <w:tcW w:w="2196" w:type="dxa"/>
          </w:tcPr>
          <w:p w:rsidR="00CB5AF9" w:rsidRDefault="00CB5AF9" w:rsidP="00CB5AF9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CB5AF9" w:rsidRPr="004F44DD" w:rsidRDefault="0010121F" w:rsidP="00907AB5">
            <w:pPr>
              <w:pStyle w:val="ListParagraph"/>
              <w:numPr>
                <w:ilvl w:val="0"/>
                <w:numId w:val="4"/>
              </w:numPr>
              <w:spacing w:before="60" w:after="60"/>
              <w:ind w:left="385" w:hanging="284"/>
              <w:rPr>
                <w:b/>
              </w:rPr>
            </w:pPr>
            <w:r w:rsidRPr="0010121F">
              <w:t>Explain how friction</w:t>
            </w:r>
            <w:r w:rsidR="00907AB5">
              <w:t xml:space="preserve">, generated </w:t>
            </w:r>
            <w:r w:rsidR="00907AB5" w:rsidRPr="00907AB5">
              <w:rPr>
                <w:i/>
              </w:rPr>
              <w:t>by</w:t>
            </w:r>
            <w:r w:rsidR="00907AB5">
              <w:t xml:space="preserve"> the interaction between two objects,</w:t>
            </w:r>
            <w:r w:rsidRPr="0010121F">
              <w:t xml:space="preserve"> can stop </w:t>
            </w:r>
            <w:r w:rsidR="00907AB5">
              <w:t>them from moving</w:t>
            </w:r>
            <w:r w:rsidRPr="0010121F">
              <w:t>.</w:t>
            </w:r>
          </w:p>
        </w:tc>
      </w:tr>
      <w:tr w:rsidR="00CB5AF9" w:rsidTr="00CB5AF9">
        <w:trPr>
          <w:trHeight w:val="340"/>
        </w:trPr>
        <w:tc>
          <w:tcPr>
            <w:tcW w:w="2196" w:type="dxa"/>
          </w:tcPr>
          <w:p w:rsidR="00CB5AF9" w:rsidRDefault="00CB5AF9" w:rsidP="00CB5AF9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CB5AF9" w:rsidRDefault="00CB5AF9" w:rsidP="00CB5AF9">
            <w:pPr>
              <w:spacing w:before="60" w:after="60"/>
            </w:pPr>
            <w:r>
              <w:t>Diagnostic, two-tier multiple choice</w:t>
            </w:r>
          </w:p>
        </w:tc>
      </w:tr>
      <w:tr w:rsidR="00CB5AF9" w:rsidTr="00CB5AF9">
        <w:trPr>
          <w:trHeight w:val="340"/>
        </w:trPr>
        <w:tc>
          <w:tcPr>
            <w:tcW w:w="2196" w:type="dxa"/>
          </w:tcPr>
          <w:p w:rsidR="00CB5AF9" w:rsidRDefault="00CB5AF9" w:rsidP="00CB5AF9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CB5AF9" w:rsidRDefault="00CB5AF9" w:rsidP="0010121F">
            <w:pPr>
              <w:spacing w:before="60" w:after="60"/>
            </w:pPr>
            <w:r w:rsidRPr="004F44DD">
              <w:t xml:space="preserve">Friction, </w:t>
            </w:r>
            <w:r w:rsidR="0010121F">
              <w:t>force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3456FD" w:rsidRDefault="003456FD" w:rsidP="00A17EA2">
      <w:pPr>
        <w:spacing w:after="180"/>
      </w:pPr>
      <w:r w:rsidRPr="00BA2E8B">
        <w:t>Fric</w:t>
      </w:r>
      <w:r>
        <w:t xml:space="preserve">tion is the force generated </w:t>
      </w:r>
      <w:r w:rsidRPr="00BA2E8B">
        <w:rPr>
          <w:i/>
        </w:rPr>
        <w:t xml:space="preserve">by </w:t>
      </w:r>
      <w:r>
        <w:t>an interaction between two objects.</w:t>
      </w:r>
      <w:r w:rsidR="000E592A">
        <w:t xml:space="preserve"> </w:t>
      </w:r>
      <w:r>
        <w:t xml:space="preserve">This is different to most forces which </w:t>
      </w:r>
      <w:r w:rsidRPr="00BA2E8B">
        <w:rPr>
          <w:i/>
        </w:rPr>
        <w:t>cause</w:t>
      </w:r>
      <w:r>
        <w:t xml:space="preserve"> the interaction (Hart, 2002).</w:t>
      </w:r>
      <w:r w:rsidR="000E592A">
        <w:t xml:space="preserve"> </w:t>
      </w:r>
      <w:r>
        <w:t>This perhaps led to the finding from a study of thirty-eight 12-16 year olds, that fewer than half of students identify friction as a force (Stead and Osborne, 1980).</w:t>
      </w:r>
      <w:r w:rsidR="000E592A">
        <w:t xml:space="preserve"> </w:t>
      </w:r>
    </w:p>
    <w:p w:rsidR="00A17EA2" w:rsidRDefault="00A17EA2" w:rsidP="00A17EA2">
      <w:pPr>
        <w:spacing w:after="180"/>
      </w:pPr>
      <w:r>
        <w:t xml:space="preserve">A </w:t>
      </w:r>
      <w:r w:rsidR="003456FD">
        <w:t xml:space="preserve">later </w:t>
      </w:r>
      <w:r>
        <w:t>study of forty-seven secondary students, by Stead and Osborne (1981), showed that some students think that:</w:t>
      </w:r>
    </w:p>
    <w:p w:rsidR="00A17EA2" w:rsidRDefault="00A17EA2" w:rsidP="00A17EA2">
      <w:pPr>
        <w:pStyle w:val="ListParagraph"/>
        <w:numPr>
          <w:ilvl w:val="0"/>
          <w:numId w:val="7"/>
        </w:numPr>
        <w:spacing w:after="180"/>
      </w:pPr>
      <w:r>
        <w:t>friction depends on movement (seventeen students)</w:t>
      </w:r>
    </w:p>
    <w:p w:rsidR="00A17EA2" w:rsidRDefault="00A17EA2" w:rsidP="00A17EA2">
      <w:pPr>
        <w:pStyle w:val="ListParagraph"/>
        <w:numPr>
          <w:ilvl w:val="0"/>
          <w:numId w:val="7"/>
        </w:numPr>
        <w:spacing w:after="180"/>
      </w:pPr>
      <w:r>
        <w:t>friction only happens between solids (twelve students)</w:t>
      </w:r>
    </w:p>
    <w:p w:rsidR="00052AE9" w:rsidRDefault="00052AE9" w:rsidP="00A17EA2">
      <w:pPr>
        <w:pStyle w:val="ListParagraph"/>
        <w:numPr>
          <w:ilvl w:val="0"/>
          <w:numId w:val="7"/>
        </w:numPr>
        <w:spacing w:after="180"/>
      </w:pPr>
      <w:r>
        <w:t>friction is the same thing as reaction (nine students)</w:t>
      </w:r>
    </w:p>
    <w:p w:rsidR="00A17EA2" w:rsidRPr="00FF00EB" w:rsidRDefault="00A17EA2" w:rsidP="00A17EA2">
      <w:pPr>
        <w:spacing w:after="180"/>
      </w:pPr>
      <w:r w:rsidRPr="00267F24">
        <w:t>In Stead and Osborne’s 1980 study they found that half of 13-year old students also thought of friction as rubbing.</w:t>
      </w:r>
      <w:r w:rsidR="000E592A">
        <w:t xml:space="preserve"> </w:t>
      </w:r>
      <w:r w:rsidRPr="00267F24">
        <w:t>But friction is also acting between objects that are not moving.</w:t>
      </w:r>
      <w:r w:rsidR="000E592A">
        <w:t xml:space="preserve"> </w:t>
      </w:r>
      <w:r w:rsidRPr="00267F24">
        <w:t xml:space="preserve">Text books for 11-14 </w:t>
      </w:r>
      <w:r w:rsidRPr="00FF00EB">
        <w:t>year old students often talk about shoes or tyres having a good grip.</w:t>
      </w:r>
      <w:r w:rsidR="000E592A" w:rsidRPr="00FF00EB">
        <w:t xml:space="preserve"> </w:t>
      </w:r>
      <w:r w:rsidRPr="00FF00EB">
        <w:t>The implication is that the shoe or tyre ‘has a lot of friction’, which It does not.</w:t>
      </w:r>
      <w:r w:rsidR="000E592A" w:rsidRPr="00FF00EB">
        <w:t xml:space="preserve"> </w:t>
      </w:r>
      <w:r w:rsidR="001F1290" w:rsidRPr="00FF00EB">
        <w:t xml:space="preserve">Rather it is good at </w:t>
      </w:r>
      <w:r w:rsidR="001F1290" w:rsidRPr="00FF00EB">
        <w:rPr>
          <w:i/>
        </w:rPr>
        <w:t xml:space="preserve">generating </w:t>
      </w:r>
      <w:r w:rsidR="001F1290" w:rsidRPr="00FF00EB">
        <w:t xml:space="preserve">friction when it is pushed along a surface, and often the friction it generates </w:t>
      </w:r>
      <w:r w:rsidR="001F1290" w:rsidRPr="00FF00EB">
        <w:rPr>
          <w:i/>
        </w:rPr>
        <w:t xml:space="preserve">prevents </w:t>
      </w:r>
      <w:r w:rsidR="001F1290" w:rsidRPr="00FF00EB">
        <w:t>it from moving.</w:t>
      </w:r>
    </w:p>
    <w:p w:rsidR="00A17EA2" w:rsidRPr="00FF00EB" w:rsidRDefault="00A17EA2" w:rsidP="00A17EA2">
      <w:pPr>
        <w:spacing w:after="180"/>
      </w:pPr>
      <w:r w:rsidRPr="00FF00EB">
        <w:t>In a study of 32 Canadian students aged 6 – 14, Erikson and Hobbs (1978) found that when thinking about two forces acting on the same object, students appeared to think of the forces as being engaged in a struggle, with the bigger force dominating the smaller one.</w:t>
      </w:r>
      <w:r w:rsidR="000E592A" w:rsidRPr="00FF00EB">
        <w:t xml:space="preserve"> </w:t>
      </w:r>
      <w:r w:rsidRPr="00FF00EB">
        <w:t>This may lead some students to think that friction disappears when an object starts moving.</w:t>
      </w:r>
    </w:p>
    <w:p w:rsidR="00A17EA2" w:rsidRDefault="00A17EA2" w:rsidP="00A17EA2">
      <w:pPr>
        <w:spacing w:after="180"/>
      </w:pPr>
      <w:r w:rsidRPr="00FF00EB">
        <w:t xml:space="preserve">This question identifies those students who maintain </w:t>
      </w:r>
      <w:r w:rsidR="00052AE9" w:rsidRPr="00FF00EB">
        <w:t xml:space="preserve">any of </w:t>
      </w:r>
      <w:r w:rsidRPr="00FF00EB">
        <w:t>these common misunderstandings about friction</w:t>
      </w:r>
      <w:r w:rsidR="00052AE9" w:rsidRPr="00FF00EB">
        <w:t>, and whether students understand that friction is a reaction force that is generated</w:t>
      </w:r>
      <w:r w:rsidR="00052AE9">
        <w:t xml:space="preserve"> </w:t>
      </w:r>
      <w:r w:rsidR="00052AE9" w:rsidRPr="00052AE9">
        <w:rPr>
          <w:i/>
        </w:rPr>
        <w:t xml:space="preserve">by </w:t>
      </w:r>
      <w:r w:rsidR="00052AE9">
        <w:t>an interaction between two objects</w:t>
      </w:r>
      <w:r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A17EA2" w:rsidRDefault="00A17EA2" w:rsidP="00A17EA2">
      <w:pPr>
        <w:spacing w:after="180"/>
      </w:pPr>
      <w:r>
        <w:t>Students should complete the questions individually.</w:t>
      </w:r>
      <w:r w:rsidR="000E592A">
        <w:t xml:space="preserve"> </w:t>
      </w:r>
      <w:r>
        <w:t>This could be a pencil and paper exercise, or you could use an electronic ‘voting system’ or mini white boards and the PowerPoint presentation.</w:t>
      </w:r>
      <w:r w:rsidR="000E592A">
        <w:t xml:space="preserve"> </w:t>
      </w:r>
      <w:r>
        <w:t xml:space="preserve">The follow on question will give you insights into how they are thinking and highlight specific </w:t>
      </w:r>
      <w:r w:rsidR="00C55A92">
        <w:t>misunderstanding</w:t>
      </w:r>
      <w:r>
        <w:t>s that some may hold.</w:t>
      </w:r>
    </w:p>
    <w:p w:rsidR="00A17EA2" w:rsidRDefault="00A17EA2" w:rsidP="00A17EA2">
      <w:pPr>
        <w:spacing w:after="180"/>
      </w:pPr>
      <w:r>
        <w:lastRenderedPageBreak/>
        <w:t>If there is a range of answers, you may choose to respond through structured class discussion.</w:t>
      </w:r>
      <w:r w:rsidR="000E592A">
        <w:t xml:space="preserve"> </w:t>
      </w:r>
      <w:r>
        <w:t>Ask one student to explain why they gave the answer they did; ask another student to explain why they agree with them; ask another to explain why they disagree, and so on.</w:t>
      </w:r>
      <w:r w:rsidR="000E592A">
        <w:t xml:space="preserve"> </w:t>
      </w:r>
      <w:r>
        <w:t>This sort of discussion gives students the opportunity to explore their thinking and for you to really understand their learning needs.</w:t>
      </w:r>
      <w:r w:rsidR="000E592A">
        <w:t xml:space="preserve"> </w:t>
      </w:r>
    </w:p>
    <w:p w:rsidR="00A17EA2" w:rsidRPr="00B53A6B" w:rsidRDefault="00A17EA2" w:rsidP="00A17EA2">
      <w:pPr>
        <w:spacing w:after="180"/>
        <w:rPr>
          <w:i/>
        </w:rPr>
      </w:pPr>
      <w:r w:rsidRPr="00B53A6B">
        <w:rPr>
          <w:i/>
        </w:rPr>
        <w:t>Differentiation</w:t>
      </w:r>
    </w:p>
    <w:p w:rsidR="00A17EA2" w:rsidRDefault="00A17EA2" w:rsidP="00A17EA2">
      <w:pPr>
        <w:spacing w:after="180"/>
      </w:pPr>
      <w:r>
        <w:t>You may choose to read the questions to the class, so that everyone can focus on the science.</w:t>
      </w:r>
      <w:r w:rsidR="000E592A">
        <w:t xml:space="preserve"> </w:t>
      </w:r>
      <w: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Pr="0088636A" w:rsidRDefault="00A17EA2" w:rsidP="00A17EA2">
      <w:pPr>
        <w:spacing w:after="180"/>
      </w:pPr>
      <w:r w:rsidRPr="0088636A">
        <w:t>a</w:t>
      </w:r>
      <w:r w:rsidR="0088636A">
        <w:t>)</w:t>
      </w:r>
      <w:r w:rsidRPr="0088636A">
        <w:t xml:space="preserve"> B,</w:t>
      </w:r>
      <w:r w:rsidR="000E592A" w:rsidRPr="0088636A">
        <w:t xml:space="preserve"> </w:t>
      </w:r>
      <w:r w:rsidR="0088636A">
        <w:tab/>
        <w:t>b)</w:t>
      </w:r>
      <w:r w:rsidRPr="0088636A">
        <w:t xml:space="preserve"> A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6B528E" w:rsidP="00A01222">
      <w:pPr>
        <w:spacing w:after="180"/>
      </w:pPr>
      <w:r w:rsidRPr="006B528E">
        <w:t xml:space="preserve">Box 1 </w:t>
      </w:r>
      <w:r>
        <w:t>is the only one with no friction because there is no external force ‘trying’ to slide it across the surface.</w:t>
      </w:r>
      <w:r w:rsidR="000E592A">
        <w:t xml:space="preserve"> </w:t>
      </w:r>
      <w:r>
        <w:t xml:space="preserve">Friction is generated </w:t>
      </w:r>
      <w:r w:rsidRPr="006B528E">
        <w:rPr>
          <w:i/>
        </w:rPr>
        <w:t>by</w:t>
      </w:r>
      <w:r>
        <w:t xml:space="preserve"> the action of such an external force – which in the other examples is gravity.</w:t>
      </w:r>
    </w:p>
    <w:p w:rsidR="006B528E" w:rsidRPr="00592D88" w:rsidRDefault="001B6AB2" w:rsidP="00A01222">
      <w:pPr>
        <w:spacing w:after="180"/>
      </w:pPr>
      <w:r w:rsidRPr="00592D88">
        <w:t xml:space="preserve">Students who select answer </w:t>
      </w:r>
      <w:r w:rsidR="00EC040B" w:rsidRPr="00592D88">
        <w:t>a</w:t>
      </w:r>
      <w:r w:rsidR="00592D88" w:rsidRPr="00592D88">
        <w:t>)</w:t>
      </w:r>
      <w:r w:rsidR="00EC040B" w:rsidRPr="00592D88">
        <w:t xml:space="preserve"> </w:t>
      </w:r>
      <w:r w:rsidRPr="00592D88">
        <w:t xml:space="preserve">A, </w:t>
      </w:r>
      <w:r w:rsidR="006B528E" w:rsidRPr="00592D88">
        <w:t>are likely to be thinking of frictio</w:t>
      </w:r>
      <w:r w:rsidRPr="00592D88">
        <w:t>n as a property of the surfaces: whether it would be easy to slide the box or not. They are not thinking about friction as a force that is pushing (against movement or attempted movement).</w:t>
      </w:r>
      <w:r w:rsidR="000E592A" w:rsidRPr="00592D88">
        <w:t xml:space="preserve"> </w:t>
      </w:r>
      <w:r w:rsidR="00EC040B" w:rsidRPr="00592D88">
        <w:t>This i</w:t>
      </w:r>
      <w:r w:rsidR="00592D88">
        <w:t>s largely confirmed by answer b)</w:t>
      </w:r>
      <w:r w:rsidR="00EC040B" w:rsidRPr="00592D88">
        <w:t xml:space="preserve"> B.</w:t>
      </w:r>
      <w:r w:rsidR="00A70089">
        <w:t xml:space="preserve">  </w:t>
      </w:r>
    </w:p>
    <w:p w:rsidR="00EC040B" w:rsidRPr="00592D88" w:rsidRDefault="00EC040B" w:rsidP="00A01222">
      <w:pPr>
        <w:spacing w:after="180"/>
      </w:pPr>
      <w:r w:rsidRPr="00592D88">
        <w:t xml:space="preserve">Answer </w:t>
      </w:r>
      <w:r w:rsidR="00592D88">
        <w:t xml:space="preserve">a) </w:t>
      </w:r>
      <w:r w:rsidRPr="00592D88">
        <w:t xml:space="preserve">C, </w:t>
      </w:r>
      <w:r w:rsidR="00592D88">
        <w:t xml:space="preserve">b) </w:t>
      </w:r>
      <w:r w:rsidRPr="00592D88">
        <w:t>D show that students are associating friction with rubbing that is caused by movement.</w:t>
      </w:r>
      <w:r w:rsidR="000E592A" w:rsidRPr="00592D88">
        <w:t xml:space="preserve"> </w:t>
      </w:r>
    </w:p>
    <w:p w:rsidR="00EC040B" w:rsidRPr="00592D88" w:rsidRDefault="00EC040B" w:rsidP="00A01222">
      <w:pPr>
        <w:spacing w:after="180"/>
      </w:pPr>
      <w:r w:rsidRPr="00592D88">
        <w:t xml:space="preserve">Answers </w:t>
      </w:r>
      <w:r w:rsidR="00592D88">
        <w:t xml:space="preserve">a) </w:t>
      </w:r>
      <w:r w:rsidRPr="00592D88">
        <w:t xml:space="preserve">D, </w:t>
      </w:r>
      <w:r w:rsidR="00592D88">
        <w:t xml:space="preserve">b) </w:t>
      </w:r>
      <w:r w:rsidRPr="00592D88">
        <w:t xml:space="preserve">C or </w:t>
      </w:r>
      <w:r w:rsidR="00592D88">
        <w:t xml:space="preserve">a) </w:t>
      </w:r>
      <w:r w:rsidRPr="00592D88">
        <w:t xml:space="preserve">D, </w:t>
      </w:r>
      <w:r w:rsidR="00592D88">
        <w:t xml:space="preserve">b) </w:t>
      </w:r>
      <w:r w:rsidRPr="00592D88">
        <w:t>E suggest that students are picturing friction as a ‘grip’ that acts like glue and is either sticking or not.</w:t>
      </w:r>
      <w:r w:rsidR="000E592A" w:rsidRPr="00592D88">
        <w:t xml:space="preserve"> </w:t>
      </w:r>
    </w:p>
    <w:p w:rsidR="001B6AB2" w:rsidRDefault="00EC040B" w:rsidP="00A01222">
      <w:pPr>
        <w:spacing w:after="180"/>
      </w:pPr>
      <w:r w:rsidRPr="00592D88">
        <w:t xml:space="preserve">Answer </w:t>
      </w:r>
      <w:r w:rsidR="00592D88">
        <w:t xml:space="preserve">a) </w:t>
      </w:r>
      <w:r w:rsidRPr="00592D88">
        <w:t xml:space="preserve">E, </w:t>
      </w:r>
      <w:r w:rsidR="00592D88">
        <w:t xml:space="preserve">b) </w:t>
      </w:r>
      <w:r w:rsidRPr="00592D88">
        <w:t>E also suggests that students may be picturing friction as acting like glue, but that they are also trying to combine</w:t>
      </w:r>
      <w:r>
        <w:t xml:space="preserve"> this thinking with the scientific explanation.</w:t>
      </w:r>
      <w:r w:rsidR="000E592A">
        <w:t xml:space="preserve"> </w:t>
      </w:r>
      <w:r>
        <w:t>The accelerating box might indicate to them that this is the point at which friction has ‘lost control’ completely.</w:t>
      </w:r>
    </w:p>
    <w:p w:rsidR="00A01222" w:rsidRDefault="00A01222" w:rsidP="00A01222">
      <w:pPr>
        <w:spacing w:after="180"/>
      </w:pPr>
      <w:r w:rsidRPr="004F039C">
        <w:t>If students have mis</w:t>
      </w:r>
      <w:r w:rsidR="00867994">
        <w:t>understandings</w:t>
      </w:r>
      <w:r w:rsidRPr="004F039C">
        <w:t xml:space="preserve"> </w:t>
      </w:r>
      <w:r w:rsidRPr="00867994">
        <w:t>about</w:t>
      </w:r>
      <w:r w:rsidR="00867994" w:rsidRPr="00867994">
        <w:t xml:space="preserve"> how friction is generated by the interaction between two objects then </w:t>
      </w:r>
      <w:r w:rsidR="00867994">
        <w:t>it may help to give students the opportunity to apply the scientific explanation to a new situation.</w:t>
      </w:r>
      <w:r w:rsidR="000E592A">
        <w:t xml:space="preserve"> </w:t>
      </w:r>
      <w:r w:rsidR="00867994">
        <w:t>Discussing this in pairs or small groups would encourage social construction of new ideas through dialogue.</w:t>
      </w:r>
      <w:r w:rsidR="000E592A">
        <w:t xml:space="preserve"> </w:t>
      </w:r>
      <w:r w:rsidRPr="00AF6E83">
        <w:t xml:space="preserve">The following BEST ‘response </w:t>
      </w:r>
      <w:r w:rsidR="00A70089">
        <w:t>activity</w:t>
      </w:r>
      <w:bookmarkStart w:id="0" w:name="_GoBack"/>
      <w:bookmarkEnd w:id="0"/>
      <w:r w:rsidRPr="00AF6E83">
        <w:t>’ could be used in follow-up to this diagnostic question:</w:t>
      </w:r>
    </w:p>
    <w:p w:rsidR="00A01222" w:rsidRPr="00AF6E83" w:rsidRDefault="00A01222" w:rsidP="00A01222">
      <w:pPr>
        <w:pStyle w:val="ListParagraph"/>
        <w:numPr>
          <w:ilvl w:val="0"/>
          <w:numId w:val="1"/>
        </w:numPr>
        <w:spacing w:after="180"/>
      </w:pPr>
      <w:r w:rsidRPr="00AF6E83">
        <w:t xml:space="preserve">Response </w:t>
      </w:r>
      <w:r w:rsidR="00F2483A" w:rsidRPr="00AF6E83">
        <w:t>activity</w:t>
      </w:r>
      <w:r w:rsidRPr="00AF6E83">
        <w:t xml:space="preserve">: </w:t>
      </w:r>
      <w:r w:rsidR="00AF6E83" w:rsidRPr="00AF6E83">
        <w:t>Shoe slope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867994">
        <w:t>Peter Fairhurst</w:t>
      </w:r>
      <w:r w:rsidR="0015356E">
        <w:t xml:space="preserve"> (</w:t>
      </w:r>
      <w:r w:rsidR="0015356E" w:rsidRPr="00904149">
        <w:t xml:space="preserve">UYSEG), </w:t>
      </w:r>
      <w:r w:rsidR="00904149" w:rsidRPr="00904149">
        <w:t>developed from EPSE activity</w:t>
      </w:r>
      <w:r w:rsidR="00904149">
        <w:t xml:space="preserve"> F3-05.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904149">
        <w:t>UYSEG</w:t>
      </w:r>
    </w:p>
    <w:p w:rsidR="003117F6" w:rsidRPr="002C79A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4F7CB3" w:rsidRPr="003A296C" w:rsidRDefault="004F7CB3" w:rsidP="00C46E71">
      <w:pPr>
        <w:spacing w:after="120"/>
        <w:rPr>
          <w:rFonts w:cstheme="minorHAnsi"/>
        </w:rPr>
      </w:pPr>
      <w:r w:rsidRPr="003A296C">
        <w:rPr>
          <w:rFonts w:cstheme="minorHAnsi"/>
        </w:rPr>
        <w:t xml:space="preserve">Hart, C. (2002), </w:t>
      </w:r>
      <w:proofErr w:type="gramStart"/>
      <w:r w:rsidRPr="003A296C">
        <w:rPr>
          <w:rFonts w:cstheme="minorHAnsi"/>
        </w:rPr>
        <w:t>Teaching</w:t>
      </w:r>
      <w:proofErr w:type="gramEnd"/>
      <w:r w:rsidRPr="003A296C">
        <w:rPr>
          <w:rFonts w:cstheme="minorHAnsi"/>
        </w:rPr>
        <w:t xml:space="preserve"> Newton’s laws as though the concepts are difficult, </w:t>
      </w:r>
      <w:r w:rsidRPr="003A296C">
        <w:rPr>
          <w:rFonts w:cstheme="minorHAnsi"/>
          <w:i/>
          <w:color w:val="333333"/>
        </w:rPr>
        <w:t>Australian Science Teachers' Journal</w:t>
      </w:r>
      <w:r w:rsidRPr="003A296C">
        <w:rPr>
          <w:rFonts w:cstheme="minorHAnsi"/>
          <w:color w:val="333333"/>
        </w:rPr>
        <w:t>, v48 n4 p14-23 Dec 2002.</w:t>
      </w:r>
    </w:p>
    <w:p w:rsidR="004F7CB3" w:rsidRDefault="004F7CB3" w:rsidP="00C46E71">
      <w:pPr>
        <w:spacing w:after="120"/>
      </w:pPr>
      <w:r>
        <w:t xml:space="preserve">Stead, K. E. and Osborne, R. J. (1980) </w:t>
      </w:r>
      <w:r w:rsidRPr="00467D98">
        <w:rPr>
          <w:i/>
        </w:rPr>
        <w:t>Friction</w:t>
      </w:r>
      <w:r>
        <w:t>, LISP Working Paper 19, Science Education Research Unit, University of Waikato, Hamilton, New Zealand.</w:t>
      </w:r>
    </w:p>
    <w:p w:rsidR="004F7CB3" w:rsidRDefault="004F7CB3" w:rsidP="00C46E71">
      <w:pPr>
        <w:spacing w:after="120"/>
      </w:pPr>
      <w:r>
        <w:lastRenderedPageBreak/>
        <w:t>Stead, K. E. and Osborne, R. J. (1981) ‘</w:t>
      </w:r>
      <w:proofErr w:type="gramStart"/>
      <w:r>
        <w:t>What</w:t>
      </w:r>
      <w:proofErr w:type="gramEnd"/>
      <w:r>
        <w:t xml:space="preserve"> is friction: some children’s ideas’, </w:t>
      </w:r>
      <w:r w:rsidRPr="009B78B7">
        <w:rPr>
          <w:i/>
        </w:rPr>
        <w:t>New Zealand Science Teacher</w:t>
      </w:r>
      <w:r>
        <w:t xml:space="preserve"> 27: 51-7.</w:t>
      </w:r>
    </w:p>
    <w:sectPr w:rsidR="004F7CB3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AF9" w:rsidRDefault="00CB5AF9" w:rsidP="000B473B">
      <w:r>
        <w:separator/>
      </w:r>
    </w:p>
  </w:endnote>
  <w:endnote w:type="continuationSeparator" w:id="0">
    <w:p w:rsidR="00CB5AF9" w:rsidRDefault="00CB5AF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A9DC3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A70089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6366E6" w:rsidP="006366E6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AF9" w:rsidRDefault="00CB5AF9" w:rsidP="000B473B">
      <w:r>
        <w:separator/>
      </w:r>
    </w:p>
  </w:footnote>
  <w:footnote w:type="continuationSeparator" w:id="0">
    <w:p w:rsidR="00CB5AF9" w:rsidRDefault="00CB5AF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40C4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98A8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A3E70"/>
    <w:multiLevelType w:val="hybridMultilevel"/>
    <w:tmpl w:val="9A84211C"/>
    <w:lvl w:ilvl="0" w:tplc="08090019">
      <w:start w:val="1"/>
      <w:numFmt w:val="lowerLetter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23D84"/>
    <w:multiLevelType w:val="hybridMultilevel"/>
    <w:tmpl w:val="DC289878"/>
    <w:lvl w:ilvl="0" w:tplc="08090019">
      <w:start w:val="1"/>
      <w:numFmt w:val="lowerLetter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53300E0A"/>
    <w:multiLevelType w:val="hybridMultilevel"/>
    <w:tmpl w:val="83969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36206"/>
    <w:multiLevelType w:val="hybridMultilevel"/>
    <w:tmpl w:val="885A82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B22B1"/>
    <w:multiLevelType w:val="hybridMultilevel"/>
    <w:tmpl w:val="4FB06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AF9"/>
    <w:rsid w:val="00015578"/>
    <w:rsid w:val="00024731"/>
    <w:rsid w:val="00026DEC"/>
    <w:rsid w:val="000505CA"/>
    <w:rsid w:val="00052AE9"/>
    <w:rsid w:val="0007651D"/>
    <w:rsid w:val="0009089A"/>
    <w:rsid w:val="000947E2"/>
    <w:rsid w:val="00095E04"/>
    <w:rsid w:val="000B0065"/>
    <w:rsid w:val="000B473B"/>
    <w:rsid w:val="000D0E89"/>
    <w:rsid w:val="000E2689"/>
    <w:rsid w:val="000E592A"/>
    <w:rsid w:val="0010121F"/>
    <w:rsid w:val="00142613"/>
    <w:rsid w:val="00144DA7"/>
    <w:rsid w:val="0015356E"/>
    <w:rsid w:val="00161D3F"/>
    <w:rsid w:val="001915D4"/>
    <w:rsid w:val="001A1FED"/>
    <w:rsid w:val="001A40E2"/>
    <w:rsid w:val="001B6AB2"/>
    <w:rsid w:val="001C4805"/>
    <w:rsid w:val="001F1290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1A5"/>
    <w:rsid w:val="00292C53"/>
    <w:rsid w:val="00294E22"/>
    <w:rsid w:val="002C22EA"/>
    <w:rsid w:val="002C59BA"/>
    <w:rsid w:val="002C79AE"/>
    <w:rsid w:val="00301AA9"/>
    <w:rsid w:val="003117F6"/>
    <w:rsid w:val="003456FD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C5D20"/>
    <w:rsid w:val="004D0D83"/>
    <w:rsid w:val="004E1DF1"/>
    <w:rsid w:val="004E5592"/>
    <w:rsid w:val="004F7CB3"/>
    <w:rsid w:val="0050055B"/>
    <w:rsid w:val="00524710"/>
    <w:rsid w:val="00555342"/>
    <w:rsid w:val="005560E2"/>
    <w:rsid w:val="00592D88"/>
    <w:rsid w:val="005A452E"/>
    <w:rsid w:val="005A6EE7"/>
    <w:rsid w:val="005F1A7B"/>
    <w:rsid w:val="006355D8"/>
    <w:rsid w:val="006366E6"/>
    <w:rsid w:val="00642ECD"/>
    <w:rsid w:val="006502A0"/>
    <w:rsid w:val="006772F5"/>
    <w:rsid w:val="006A4440"/>
    <w:rsid w:val="006B0615"/>
    <w:rsid w:val="006B528E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67994"/>
    <w:rsid w:val="00873B8C"/>
    <w:rsid w:val="00880E3B"/>
    <w:rsid w:val="0088636A"/>
    <w:rsid w:val="008A405F"/>
    <w:rsid w:val="008C7F34"/>
    <w:rsid w:val="008E580C"/>
    <w:rsid w:val="0090047A"/>
    <w:rsid w:val="009031E0"/>
    <w:rsid w:val="00904149"/>
    <w:rsid w:val="00905BE6"/>
    <w:rsid w:val="00907AB5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17EA2"/>
    <w:rsid w:val="00A24A16"/>
    <w:rsid w:val="00A37D14"/>
    <w:rsid w:val="00A6111E"/>
    <w:rsid w:val="00A6168B"/>
    <w:rsid w:val="00A62028"/>
    <w:rsid w:val="00A70089"/>
    <w:rsid w:val="00AA5B77"/>
    <w:rsid w:val="00AA6236"/>
    <w:rsid w:val="00AB6AE7"/>
    <w:rsid w:val="00AD21F5"/>
    <w:rsid w:val="00AF6E83"/>
    <w:rsid w:val="00B06225"/>
    <w:rsid w:val="00B23C7A"/>
    <w:rsid w:val="00B305F5"/>
    <w:rsid w:val="00B46FF9"/>
    <w:rsid w:val="00B47E1D"/>
    <w:rsid w:val="00B53A6B"/>
    <w:rsid w:val="00B75483"/>
    <w:rsid w:val="00BA7952"/>
    <w:rsid w:val="00BB44B4"/>
    <w:rsid w:val="00BF0BBF"/>
    <w:rsid w:val="00BF1AE2"/>
    <w:rsid w:val="00BF6C8A"/>
    <w:rsid w:val="00C05571"/>
    <w:rsid w:val="00C246CE"/>
    <w:rsid w:val="00C46E71"/>
    <w:rsid w:val="00C54711"/>
    <w:rsid w:val="00C55A92"/>
    <w:rsid w:val="00C57FA2"/>
    <w:rsid w:val="00CB5AF9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C040B"/>
    <w:rsid w:val="00EE6B97"/>
    <w:rsid w:val="00F12C3B"/>
    <w:rsid w:val="00F2483A"/>
    <w:rsid w:val="00F26884"/>
    <w:rsid w:val="00F72ECC"/>
    <w:rsid w:val="00F8355F"/>
    <w:rsid w:val="00FA3196"/>
    <w:rsid w:val="00FF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D2EC32B"/>
  <w15:docId w15:val="{C9469748-3204-4DFB-98B3-42CCDEC2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5A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55A9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64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27</cp:revision>
  <cp:lastPrinted>2017-02-24T16:20:00Z</cp:lastPrinted>
  <dcterms:created xsi:type="dcterms:W3CDTF">2018-06-05T12:33:00Z</dcterms:created>
  <dcterms:modified xsi:type="dcterms:W3CDTF">2018-07-20T08:12:00Z</dcterms:modified>
</cp:coreProperties>
</file>