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C1318C" w:rsidP="00C1318C">
      <w:pPr>
        <w:spacing w:after="180"/>
      </w:pPr>
      <w:bookmarkStart w:id="0" w:name="_GoBack"/>
      <w:bookmarkEnd w:id="0"/>
      <w:r w:rsidRPr="00C1318C">
        <w:rPr>
          <w:b/>
          <w:sz w:val="44"/>
          <w:szCs w:val="44"/>
        </w:rPr>
        <w:t>1.</w:t>
      </w:r>
      <w:r>
        <w:rPr>
          <w:b/>
          <w:sz w:val="44"/>
          <w:szCs w:val="44"/>
        </w:rPr>
        <w:t xml:space="preserve"> </w:t>
      </w:r>
      <w:r w:rsidR="003672D7" w:rsidRPr="00C1318C">
        <w:rPr>
          <w:b/>
          <w:sz w:val="44"/>
          <w:szCs w:val="44"/>
        </w:rPr>
        <w:t>What changes?</w:t>
      </w:r>
      <w:r w:rsidR="0036550B" w:rsidRPr="00C1318C">
        <w:rPr>
          <w:b/>
          <w:sz w:val="44"/>
          <w:szCs w:val="44"/>
        </w:rPr>
        <w:tab/>
      </w:r>
      <w:r w:rsidR="0036550B" w:rsidRPr="00C1318C">
        <w:rPr>
          <w:b/>
          <w:sz w:val="44"/>
          <w:szCs w:val="44"/>
        </w:rPr>
        <w:tab/>
      </w:r>
      <w:r w:rsidR="0036550B" w:rsidRPr="00C1318C">
        <w:rPr>
          <w:b/>
          <w:sz w:val="44"/>
          <w:szCs w:val="44"/>
        </w:rPr>
        <w:tab/>
      </w:r>
      <w:r w:rsidR="0036550B" w:rsidRPr="00C1318C">
        <w:rPr>
          <w:b/>
          <w:sz w:val="44"/>
          <w:szCs w:val="44"/>
        </w:rPr>
        <w:tab/>
      </w:r>
      <w:r w:rsidR="0036550B" w:rsidRPr="00C1318C">
        <w:rPr>
          <w:b/>
          <w:sz w:val="44"/>
          <w:szCs w:val="44"/>
        </w:rPr>
        <w:tab/>
      </w:r>
      <w:r w:rsidR="0036550B" w:rsidRPr="00C1318C">
        <w:rPr>
          <w:b/>
          <w:sz w:val="44"/>
          <w:szCs w:val="44"/>
        </w:rPr>
        <w:tab/>
      </w:r>
      <w:r w:rsidR="0036550B" w:rsidRPr="00C1318C">
        <w:rPr>
          <w:b/>
          <w:sz w:val="44"/>
          <w:szCs w:val="44"/>
        </w:rPr>
        <w:tab/>
      </w:r>
      <w:r w:rsidR="0036550B" w:rsidRPr="00C1318C">
        <w:rPr>
          <w:b/>
          <w:sz w:val="44"/>
          <w:szCs w:val="44"/>
        </w:rPr>
        <w:tab/>
      </w:r>
    </w:p>
    <w:p w:rsidR="009F3E43" w:rsidRDefault="009F3E43" w:rsidP="009F3E43">
      <w:pPr>
        <w:spacing w:after="180"/>
        <w:rPr>
          <w:sz w:val="24"/>
          <w:szCs w:val="24"/>
        </w:rPr>
      </w:pPr>
    </w:p>
    <w:p w:rsidR="009F3E43" w:rsidRPr="009F3E43" w:rsidRDefault="009F3E43" w:rsidP="009F3E43">
      <w:pPr>
        <w:spacing w:after="180"/>
        <w:rPr>
          <w:sz w:val="24"/>
          <w:szCs w:val="24"/>
        </w:rPr>
      </w:pPr>
      <w:r w:rsidRPr="009F3E43">
        <w:rPr>
          <w:sz w:val="24"/>
          <w:szCs w:val="24"/>
        </w:rPr>
        <w:t>Forces make things change.</w:t>
      </w:r>
    </w:p>
    <w:p w:rsidR="007C26E1" w:rsidRPr="009F3E43" w:rsidRDefault="009F3E43" w:rsidP="00201AC2">
      <w:pPr>
        <w:spacing w:after="180"/>
        <w:rPr>
          <w:sz w:val="24"/>
          <w:szCs w:val="24"/>
        </w:rPr>
      </w:pPr>
      <w:r w:rsidRPr="009F3E43">
        <w:rPr>
          <w:sz w:val="24"/>
          <w:szCs w:val="24"/>
        </w:rPr>
        <w:t xml:space="preserve">What changes when the balloon is pushed with </w:t>
      </w:r>
      <w:r w:rsidR="0094257C">
        <w:rPr>
          <w:sz w:val="24"/>
          <w:szCs w:val="24"/>
        </w:rPr>
        <w:t>equal sized</w:t>
      </w:r>
      <w:r w:rsidRPr="009F3E43">
        <w:rPr>
          <w:sz w:val="24"/>
          <w:szCs w:val="24"/>
        </w:rPr>
        <w:t xml:space="preserve"> forces?</w:t>
      </w:r>
    </w:p>
    <w:p w:rsidR="009F3E43" w:rsidRDefault="009F3E43" w:rsidP="00201AC2">
      <w:pPr>
        <w:spacing w:after="180"/>
      </w:pPr>
    </w:p>
    <w:p w:rsidR="009F3E43" w:rsidRDefault="009F3E43" w:rsidP="00201AC2">
      <w:pPr>
        <w:spacing w:after="180"/>
      </w:pPr>
    </w:p>
    <w:p w:rsidR="009F3E43" w:rsidRDefault="009F3E43" w:rsidP="009F3E43">
      <w:pPr>
        <w:spacing w:after="180"/>
        <w:jc w:val="center"/>
      </w:pPr>
      <w:r>
        <w:rPr>
          <w:noProof/>
          <w:lang w:eastAsia="en-GB"/>
        </w:rPr>
        <w:drawing>
          <wp:inline distT="0" distB="0" distL="0" distR="0">
            <wp:extent cx="4706007" cy="2734057"/>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0C3DBD.tmp"/>
                    <pic:cNvPicPr/>
                  </pic:nvPicPr>
                  <pic:blipFill>
                    <a:blip r:embed="rId7">
                      <a:extLst>
                        <a:ext uri="{28A0092B-C50C-407E-A947-70E740481C1C}">
                          <a14:useLocalDpi xmlns:a14="http://schemas.microsoft.com/office/drawing/2010/main" val="0"/>
                        </a:ext>
                      </a:extLst>
                    </a:blip>
                    <a:stretch>
                      <a:fillRect/>
                    </a:stretch>
                  </pic:blipFill>
                  <pic:spPr>
                    <a:xfrm>
                      <a:off x="0" y="0"/>
                      <a:ext cx="4706007" cy="2734057"/>
                    </a:xfrm>
                    <a:prstGeom prst="rect">
                      <a:avLst/>
                    </a:prstGeom>
                  </pic:spPr>
                </pic:pic>
              </a:graphicData>
            </a:graphic>
          </wp:inline>
        </w:drawing>
      </w:r>
    </w:p>
    <w:p w:rsidR="009F3E43" w:rsidRDefault="009F3E43" w:rsidP="00201AC2">
      <w:pPr>
        <w:spacing w:after="180"/>
      </w:pPr>
    </w:p>
    <w:p w:rsidR="009F3E43" w:rsidRDefault="009F3E43" w:rsidP="00201AC2">
      <w:pPr>
        <w:spacing w:after="180"/>
      </w:pPr>
    </w:p>
    <w:p w:rsidR="009F3E43" w:rsidRDefault="009F3E43" w:rsidP="00201AC2">
      <w:pPr>
        <w:spacing w:after="180"/>
      </w:pPr>
    </w:p>
    <w:p w:rsidR="009F3E43" w:rsidRDefault="009F3E43" w:rsidP="009F3E43">
      <w:pPr>
        <w:pStyle w:val="ListParagraph"/>
        <w:numPr>
          <w:ilvl w:val="1"/>
          <w:numId w:val="6"/>
        </w:numPr>
        <w:spacing w:after="180"/>
        <w:ind w:left="993" w:hanging="426"/>
        <w:contextualSpacing w:val="0"/>
      </w:pPr>
      <w:r w:rsidRPr="009F3E43">
        <w:t xml:space="preserve">What changes when the balloon is pushed with </w:t>
      </w:r>
      <w:r w:rsidR="0094257C">
        <w:t>equal sized</w:t>
      </w:r>
      <w:r w:rsidRPr="009F3E43">
        <w:t xml:space="preserve"> forces?</w:t>
      </w:r>
    </w:p>
    <w:p w:rsidR="009F3E43" w:rsidRDefault="009F3E43" w:rsidP="009F3E43">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9F3E43" w:rsidRPr="00AE07E9" w:rsidTr="00CF4C99">
        <w:trPr>
          <w:cantSplit/>
          <w:trHeight w:hRule="exact" w:val="567"/>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9F3E43" w:rsidRPr="009F3146" w:rsidRDefault="009F3E43" w:rsidP="00CF4C99">
            <w:pPr>
              <w:tabs>
                <w:tab w:val="right" w:leader="dot" w:pos="8680"/>
              </w:tabs>
            </w:pPr>
            <w:r>
              <w:t>Nothing</w:t>
            </w:r>
          </w:p>
        </w:tc>
        <w:tc>
          <w:tcPr>
            <w:tcW w:w="567" w:type="dxa"/>
            <w:tcBorders>
              <w:top w:val="single" w:sz="4" w:space="0" w:color="auto"/>
              <w:left w:val="single" w:sz="4" w:space="0" w:color="auto"/>
              <w:bottom w:val="single" w:sz="4" w:space="0" w:color="auto"/>
              <w:right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170"/>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p>
        </w:tc>
        <w:tc>
          <w:tcPr>
            <w:tcW w:w="5788" w:type="dxa"/>
          </w:tcPr>
          <w:p w:rsidR="009F3E43" w:rsidRPr="00AE07E9" w:rsidRDefault="009F3E43"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567"/>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9F3E43" w:rsidRPr="009F3146" w:rsidRDefault="009F3E43" w:rsidP="00CF4C99">
            <w:pPr>
              <w:tabs>
                <w:tab w:val="right" w:leader="dot" w:pos="8680"/>
              </w:tabs>
            </w:pPr>
            <w:r>
              <w:t>Speed of the balloon</w:t>
            </w:r>
          </w:p>
        </w:tc>
        <w:tc>
          <w:tcPr>
            <w:tcW w:w="567" w:type="dxa"/>
            <w:tcBorders>
              <w:top w:val="single" w:sz="4" w:space="0" w:color="auto"/>
              <w:left w:val="single" w:sz="4" w:space="0" w:color="auto"/>
              <w:bottom w:val="single" w:sz="4" w:space="0" w:color="auto"/>
              <w:right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170"/>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p>
        </w:tc>
        <w:tc>
          <w:tcPr>
            <w:tcW w:w="5788" w:type="dxa"/>
          </w:tcPr>
          <w:p w:rsidR="009F3E43" w:rsidRPr="00AE07E9" w:rsidRDefault="009F3E43"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567"/>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9F3E43" w:rsidRPr="009F3146" w:rsidRDefault="009F3E43" w:rsidP="00CF4C99">
            <w:pPr>
              <w:tabs>
                <w:tab w:val="right" w:leader="dot" w:pos="8680"/>
              </w:tabs>
            </w:pPr>
            <w:r>
              <w:t>Shape of the balloon</w:t>
            </w:r>
          </w:p>
        </w:tc>
        <w:tc>
          <w:tcPr>
            <w:tcW w:w="567" w:type="dxa"/>
            <w:tcBorders>
              <w:top w:val="single" w:sz="4" w:space="0" w:color="auto"/>
              <w:left w:val="single" w:sz="4" w:space="0" w:color="auto"/>
              <w:bottom w:val="single" w:sz="4" w:space="0" w:color="auto"/>
              <w:right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170"/>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p>
        </w:tc>
        <w:tc>
          <w:tcPr>
            <w:tcW w:w="5788" w:type="dxa"/>
          </w:tcPr>
          <w:p w:rsidR="009F3E43" w:rsidRPr="00AE07E9" w:rsidRDefault="009F3E43"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F3E43" w:rsidRPr="00AE07E9" w:rsidRDefault="009F3E43" w:rsidP="00CF4C99">
            <w:pPr>
              <w:tabs>
                <w:tab w:val="right" w:leader="dot" w:pos="8680"/>
              </w:tabs>
              <w:rPr>
                <w:rFonts w:eastAsia="Times New Roman" w:cs="Times New Roman"/>
                <w:lang w:eastAsia="en-GB"/>
              </w:rPr>
            </w:pPr>
          </w:p>
        </w:tc>
      </w:tr>
      <w:tr w:rsidR="009F3E43" w:rsidRPr="00AE07E9" w:rsidTr="00CF4C99">
        <w:trPr>
          <w:cantSplit/>
          <w:trHeight w:hRule="exact" w:val="567"/>
        </w:trPr>
        <w:tc>
          <w:tcPr>
            <w:tcW w:w="567" w:type="dxa"/>
            <w:vAlign w:val="center"/>
          </w:tcPr>
          <w:p w:rsidR="009F3E43" w:rsidRPr="00AE07E9" w:rsidRDefault="009F3E43" w:rsidP="00CF4C9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9F3E43" w:rsidRPr="009F3146" w:rsidRDefault="009F3E43" w:rsidP="00CF4C99">
            <w:pPr>
              <w:tabs>
                <w:tab w:val="right" w:leader="dot" w:pos="8680"/>
              </w:tabs>
            </w:pPr>
            <w:r>
              <w:t>Speed and shape of the balloon</w:t>
            </w:r>
          </w:p>
        </w:tc>
        <w:tc>
          <w:tcPr>
            <w:tcW w:w="567" w:type="dxa"/>
            <w:tcBorders>
              <w:top w:val="single" w:sz="4" w:space="0" w:color="auto"/>
              <w:left w:val="single" w:sz="4" w:space="0" w:color="auto"/>
              <w:bottom w:val="single" w:sz="4" w:space="0" w:color="auto"/>
              <w:right w:val="single" w:sz="4" w:space="0" w:color="auto"/>
            </w:tcBorders>
          </w:tcPr>
          <w:p w:rsidR="009F3E43" w:rsidRPr="00AE07E9" w:rsidRDefault="009F3E43" w:rsidP="00CF4C99">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C1318C" w:rsidRDefault="00C1318C">
      <w:pPr>
        <w:spacing w:after="200" w:line="276" w:lineRule="auto"/>
        <w:rPr>
          <w:b/>
          <w:sz w:val="44"/>
          <w:szCs w:val="44"/>
        </w:rPr>
      </w:pPr>
      <w:r>
        <w:rPr>
          <w:b/>
          <w:sz w:val="44"/>
          <w:szCs w:val="44"/>
        </w:rPr>
        <w:br w:type="page"/>
      </w:r>
    </w:p>
    <w:p w:rsidR="0036550B" w:rsidRDefault="00C1318C" w:rsidP="0036550B">
      <w:pPr>
        <w:spacing w:after="180"/>
      </w:pPr>
      <w:r>
        <w:rPr>
          <w:b/>
          <w:sz w:val="44"/>
          <w:szCs w:val="44"/>
        </w:rPr>
        <w:lastRenderedPageBreak/>
        <w:t xml:space="preserve">2. </w:t>
      </w:r>
      <w:r w:rsidR="0036550B" w:rsidRPr="003672D7">
        <w:rPr>
          <w:b/>
          <w:sz w:val="44"/>
          <w:szCs w:val="44"/>
        </w:rPr>
        <w:t>What changes?</w:t>
      </w:r>
      <w:r w:rsidR="0036550B">
        <w:rPr>
          <w:b/>
          <w:sz w:val="44"/>
          <w:szCs w:val="44"/>
        </w:rPr>
        <w:tab/>
      </w:r>
      <w:r w:rsidR="0036550B">
        <w:rPr>
          <w:b/>
          <w:sz w:val="44"/>
          <w:szCs w:val="44"/>
        </w:rPr>
        <w:tab/>
      </w:r>
      <w:r w:rsidR="0036550B">
        <w:rPr>
          <w:b/>
          <w:sz w:val="44"/>
          <w:szCs w:val="44"/>
        </w:rPr>
        <w:tab/>
      </w:r>
      <w:r w:rsidR="0036550B">
        <w:rPr>
          <w:b/>
          <w:sz w:val="44"/>
          <w:szCs w:val="44"/>
        </w:rPr>
        <w:tab/>
      </w:r>
      <w:r w:rsidR="0036550B">
        <w:rPr>
          <w:b/>
          <w:sz w:val="44"/>
          <w:szCs w:val="44"/>
        </w:rPr>
        <w:tab/>
      </w:r>
      <w:r w:rsidR="0036550B">
        <w:rPr>
          <w:b/>
          <w:sz w:val="44"/>
          <w:szCs w:val="44"/>
        </w:rPr>
        <w:tab/>
      </w:r>
      <w:r w:rsidR="0036550B">
        <w:rPr>
          <w:b/>
          <w:sz w:val="44"/>
          <w:szCs w:val="44"/>
        </w:rPr>
        <w:tab/>
      </w:r>
      <w:r w:rsidR="0036550B">
        <w:rPr>
          <w:b/>
          <w:sz w:val="44"/>
          <w:szCs w:val="44"/>
        </w:rPr>
        <w:tab/>
      </w:r>
    </w:p>
    <w:p w:rsidR="0036550B" w:rsidRDefault="0036550B" w:rsidP="0036550B">
      <w:pPr>
        <w:spacing w:after="180"/>
        <w:rPr>
          <w:sz w:val="24"/>
          <w:szCs w:val="24"/>
        </w:rPr>
      </w:pPr>
    </w:p>
    <w:p w:rsidR="0036550B" w:rsidRPr="009F3E43" w:rsidRDefault="0036550B" w:rsidP="0036550B">
      <w:pPr>
        <w:spacing w:after="180"/>
        <w:rPr>
          <w:sz w:val="24"/>
          <w:szCs w:val="24"/>
        </w:rPr>
      </w:pPr>
      <w:r w:rsidRPr="009F3E43">
        <w:rPr>
          <w:sz w:val="24"/>
          <w:szCs w:val="24"/>
        </w:rPr>
        <w:t>Forces make things change.</w:t>
      </w:r>
    </w:p>
    <w:p w:rsidR="0036550B" w:rsidRPr="009F3E43" w:rsidRDefault="0036550B" w:rsidP="0036550B">
      <w:pPr>
        <w:spacing w:after="180"/>
        <w:rPr>
          <w:sz w:val="24"/>
          <w:szCs w:val="24"/>
        </w:rPr>
      </w:pPr>
      <w:r w:rsidRPr="009F3E43">
        <w:rPr>
          <w:sz w:val="24"/>
          <w:szCs w:val="24"/>
        </w:rPr>
        <w:t xml:space="preserve">What changes when the </w:t>
      </w:r>
      <w:r w:rsidRPr="0036550B">
        <w:rPr>
          <w:b/>
          <w:sz w:val="24"/>
          <w:szCs w:val="24"/>
        </w:rPr>
        <w:t xml:space="preserve">brick </w:t>
      </w:r>
      <w:r w:rsidRPr="009F3E43">
        <w:rPr>
          <w:sz w:val="24"/>
          <w:szCs w:val="24"/>
        </w:rPr>
        <w:t xml:space="preserve">is pushed with </w:t>
      </w:r>
      <w:r w:rsidR="0094257C">
        <w:rPr>
          <w:sz w:val="24"/>
          <w:szCs w:val="24"/>
        </w:rPr>
        <w:t>equal sized</w:t>
      </w:r>
      <w:r w:rsidRPr="009F3E43">
        <w:rPr>
          <w:sz w:val="24"/>
          <w:szCs w:val="24"/>
        </w:rPr>
        <w:t xml:space="preserve"> forces?</w:t>
      </w:r>
    </w:p>
    <w:p w:rsidR="0036550B" w:rsidRDefault="0036550B" w:rsidP="0036550B">
      <w:pPr>
        <w:spacing w:after="180"/>
      </w:pPr>
    </w:p>
    <w:p w:rsidR="0036550B" w:rsidRDefault="0036550B" w:rsidP="0036550B">
      <w:pPr>
        <w:spacing w:after="180"/>
      </w:pPr>
    </w:p>
    <w:p w:rsidR="0036550B" w:rsidRDefault="0036550B" w:rsidP="0036550B">
      <w:pPr>
        <w:spacing w:after="180"/>
        <w:jc w:val="center"/>
      </w:pPr>
      <w:r>
        <w:rPr>
          <w:noProof/>
          <w:lang w:eastAsia="en-GB"/>
        </w:rPr>
        <w:drawing>
          <wp:inline distT="0" distB="0" distL="0" distR="0">
            <wp:extent cx="4744112" cy="259116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0CE24B.tmp"/>
                    <pic:cNvPicPr/>
                  </pic:nvPicPr>
                  <pic:blipFill>
                    <a:blip r:embed="rId8">
                      <a:extLst>
                        <a:ext uri="{28A0092B-C50C-407E-A947-70E740481C1C}">
                          <a14:useLocalDpi xmlns:a14="http://schemas.microsoft.com/office/drawing/2010/main" val="0"/>
                        </a:ext>
                      </a:extLst>
                    </a:blip>
                    <a:stretch>
                      <a:fillRect/>
                    </a:stretch>
                  </pic:blipFill>
                  <pic:spPr>
                    <a:xfrm>
                      <a:off x="0" y="0"/>
                      <a:ext cx="4744112" cy="2591162"/>
                    </a:xfrm>
                    <a:prstGeom prst="rect">
                      <a:avLst/>
                    </a:prstGeom>
                  </pic:spPr>
                </pic:pic>
              </a:graphicData>
            </a:graphic>
          </wp:inline>
        </w:drawing>
      </w:r>
    </w:p>
    <w:p w:rsidR="0036550B" w:rsidRDefault="0036550B" w:rsidP="0036550B">
      <w:pPr>
        <w:spacing w:after="180"/>
      </w:pPr>
    </w:p>
    <w:p w:rsidR="0036550B" w:rsidRDefault="0036550B" w:rsidP="0036550B">
      <w:pPr>
        <w:spacing w:after="180"/>
      </w:pPr>
    </w:p>
    <w:p w:rsidR="0036550B" w:rsidRDefault="0036550B" w:rsidP="0036550B">
      <w:pPr>
        <w:spacing w:after="180"/>
      </w:pPr>
    </w:p>
    <w:p w:rsidR="0036550B" w:rsidRDefault="0036550B" w:rsidP="0036550B">
      <w:pPr>
        <w:pStyle w:val="ListParagraph"/>
        <w:numPr>
          <w:ilvl w:val="0"/>
          <w:numId w:val="8"/>
        </w:numPr>
        <w:spacing w:after="180"/>
        <w:ind w:left="993"/>
        <w:contextualSpacing w:val="0"/>
      </w:pPr>
      <w:r w:rsidRPr="009F3E43">
        <w:t xml:space="preserve">What changes when the balloon is pushed with </w:t>
      </w:r>
      <w:r w:rsidR="0094257C">
        <w:t>equal sized</w:t>
      </w:r>
      <w:r w:rsidRPr="009F3E43">
        <w:t xml:space="preserve"> forces?</w:t>
      </w:r>
    </w:p>
    <w:p w:rsidR="0036550B" w:rsidRDefault="0036550B" w:rsidP="0036550B">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6550B" w:rsidRPr="00AE07E9" w:rsidTr="00CF4C99">
        <w:trPr>
          <w:cantSplit/>
          <w:trHeight w:hRule="exact" w:val="567"/>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36550B" w:rsidRPr="009F3146" w:rsidRDefault="0036550B" w:rsidP="00CF4C99">
            <w:pPr>
              <w:tabs>
                <w:tab w:val="right" w:leader="dot" w:pos="8680"/>
              </w:tabs>
            </w:pPr>
            <w:r>
              <w:t>Nothing</w:t>
            </w:r>
          </w:p>
        </w:tc>
        <w:tc>
          <w:tcPr>
            <w:tcW w:w="567" w:type="dxa"/>
            <w:tcBorders>
              <w:top w:val="single" w:sz="4" w:space="0" w:color="auto"/>
              <w:left w:val="single" w:sz="4" w:space="0" w:color="auto"/>
              <w:bottom w:val="single" w:sz="4" w:space="0" w:color="auto"/>
              <w:right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170"/>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p>
        </w:tc>
        <w:tc>
          <w:tcPr>
            <w:tcW w:w="5788" w:type="dxa"/>
          </w:tcPr>
          <w:p w:rsidR="0036550B" w:rsidRPr="00AE07E9" w:rsidRDefault="0036550B"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567"/>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36550B" w:rsidRPr="009F3146" w:rsidRDefault="0036550B" w:rsidP="0036550B">
            <w:pPr>
              <w:tabs>
                <w:tab w:val="right" w:leader="dot" w:pos="8680"/>
              </w:tabs>
            </w:pPr>
            <w:r>
              <w:t>Speed of the brick</w:t>
            </w:r>
          </w:p>
        </w:tc>
        <w:tc>
          <w:tcPr>
            <w:tcW w:w="567" w:type="dxa"/>
            <w:tcBorders>
              <w:top w:val="single" w:sz="4" w:space="0" w:color="auto"/>
              <w:left w:val="single" w:sz="4" w:space="0" w:color="auto"/>
              <w:bottom w:val="single" w:sz="4" w:space="0" w:color="auto"/>
              <w:right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170"/>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p>
        </w:tc>
        <w:tc>
          <w:tcPr>
            <w:tcW w:w="5788" w:type="dxa"/>
          </w:tcPr>
          <w:p w:rsidR="0036550B" w:rsidRPr="00AE07E9" w:rsidRDefault="0036550B"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567"/>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36550B" w:rsidRPr="009F3146" w:rsidRDefault="0036550B" w:rsidP="00CF4C99">
            <w:pPr>
              <w:tabs>
                <w:tab w:val="right" w:leader="dot" w:pos="8680"/>
              </w:tabs>
            </w:pPr>
            <w:r>
              <w:t>Shape of the brick</w:t>
            </w:r>
          </w:p>
        </w:tc>
        <w:tc>
          <w:tcPr>
            <w:tcW w:w="567" w:type="dxa"/>
            <w:tcBorders>
              <w:top w:val="single" w:sz="4" w:space="0" w:color="auto"/>
              <w:left w:val="single" w:sz="4" w:space="0" w:color="auto"/>
              <w:bottom w:val="single" w:sz="4" w:space="0" w:color="auto"/>
              <w:right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170"/>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p>
        </w:tc>
        <w:tc>
          <w:tcPr>
            <w:tcW w:w="5788" w:type="dxa"/>
          </w:tcPr>
          <w:p w:rsidR="0036550B" w:rsidRPr="00AE07E9" w:rsidRDefault="0036550B"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6550B" w:rsidRPr="00AE07E9" w:rsidRDefault="0036550B" w:rsidP="00CF4C99">
            <w:pPr>
              <w:tabs>
                <w:tab w:val="right" w:leader="dot" w:pos="8680"/>
              </w:tabs>
              <w:rPr>
                <w:rFonts w:eastAsia="Times New Roman" w:cs="Times New Roman"/>
                <w:lang w:eastAsia="en-GB"/>
              </w:rPr>
            </w:pPr>
          </w:p>
        </w:tc>
      </w:tr>
      <w:tr w:rsidR="0036550B" w:rsidRPr="00AE07E9" w:rsidTr="00CF4C99">
        <w:trPr>
          <w:cantSplit/>
          <w:trHeight w:hRule="exact" w:val="567"/>
        </w:trPr>
        <w:tc>
          <w:tcPr>
            <w:tcW w:w="567" w:type="dxa"/>
            <w:vAlign w:val="center"/>
          </w:tcPr>
          <w:p w:rsidR="0036550B" w:rsidRPr="00AE07E9" w:rsidRDefault="0036550B" w:rsidP="00CF4C9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36550B" w:rsidRPr="009F3146" w:rsidRDefault="0036550B" w:rsidP="00CF4C99">
            <w:pPr>
              <w:tabs>
                <w:tab w:val="right" w:leader="dot" w:pos="8680"/>
              </w:tabs>
            </w:pPr>
            <w:r>
              <w:t>Speed and shape of the brick</w:t>
            </w:r>
          </w:p>
        </w:tc>
        <w:tc>
          <w:tcPr>
            <w:tcW w:w="567" w:type="dxa"/>
            <w:tcBorders>
              <w:top w:val="single" w:sz="4" w:space="0" w:color="auto"/>
              <w:left w:val="single" w:sz="4" w:space="0" w:color="auto"/>
              <w:bottom w:val="single" w:sz="4" w:space="0" w:color="auto"/>
              <w:right w:val="single" w:sz="4" w:space="0" w:color="auto"/>
            </w:tcBorders>
          </w:tcPr>
          <w:p w:rsidR="0036550B" w:rsidRPr="00AE07E9" w:rsidRDefault="0036550B" w:rsidP="00CF4C99">
            <w:pPr>
              <w:tabs>
                <w:tab w:val="right" w:leader="dot" w:pos="8680"/>
              </w:tabs>
              <w:rPr>
                <w:rFonts w:eastAsia="Times New Roman" w:cs="Times New Roman"/>
                <w:lang w:eastAsia="en-GB"/>
              </w:rPr>
            </w:pPr>
          </w:p>
        </w:tc>
      </w:tr>
    </w:tbl>
    <w:p w:rsidR="0036550B" w:rsidRPr="00201AC2" w:rsidRDefault="0036550B" w:rsidP="006F3279">
      <w:pPr>
        <w:spacing w:after="240"/>
        <w:rPr>
          <w:szCs w:val="18"/>
        </w:rPr>
        <w:sectPr w:rsidR="0036550B"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672D7" w:rsidRPr="006F3279" w:rsidRDefault="003672D7" w:rsidP="003672D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PFM1.3</w:t>
      </w:r>
      <w:r w:rsidRPr="00CA4B46">
        <w:rPr>
          <w:i/>
          <w:sz w:val="18"/>
          <w:szCs w:val="18"/>
        </w:rPr>
        <w:t xml:space="preserve">: </w:t>
      </w:r>
      <w:r>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672D7" w:rsidP="006F3279">
            <w:pPr>
              <w:spacing w:after="60"/>
              <w:ind w:left="1304"/>
              <w:rPr>
                <w:b/>
                <w:sz w:val="40"/>
                <w:szCs w:val="40"/>
              </w:rPr>
            </w:pPr>
            <w:r w:rsidRPr="003672D7">
              <w:rPr>
                <w:b/>
                <w:sz w:val="40"/>
                <w:szCs w:val="40"/>
              </w:rPr>
              <w:t>What changes?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A435D" w:rsidP="0007651D">
            <w:pPr>
              <w:spacing w:before="60" w:after="60"/>
            </w:pPr>
            <w:r w:rsidRPr="00EA435D">
              <w:t>The resultant force is the sum of the forces acting on the object, taking into account their direction. If there is no resultant force, the forces are balanced. Unbalanced forces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A435D" w:rsidRDefault="00EA435D" w:rsidP="003672D7">
            <w:pPr>
              <w:pStyle w:val="ListParagraph"/>
              <w:numPr>
                <w:ilvl w:val="0"/>
                <w:numId w:val="4"/>
              </w:numPr>
              <w:spacing w:before="60" w:after="60"/>
              <w:ind w:left="385"/>
              <w:rPr>
                <w:b/>
              </w:rPr>
            </w:pPr>
            <w:r w:rsidRPr="00EA435D">
              <w:rPr>
                <w:rFonts w:cstheme="minorHAnsi"/>
              </w:rPr>
              <w:t>Describe what happens when two equal sized forces act on an object, both acting along the same straight line but in opposite directions.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3672D7" w:rsidP="0021607B">
            <w:pPr>
              <w:spacing w:before="60" w:after="60"/>
            </w:pPr>
            <w:r>
              <w:t>Diagnostic, s</w:t>
            </w:r>
            <w:r w:rsidRPr="003672D7">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672D7" w:rsidP="000505CA">
            <w:pPr>
              <w:spacing w:before="60" w:after="60"/>
            </w:pPr>
            <w:r w:rsidRPr="003672D7">
              <w:t>Balanced forces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05571" w:rsidRDefault="005C1103" w:rsidP="0050055B">
      <w:pPr>
        <w:spacing w:after="180"/>
      </w:pPr>
      <w:r>
        <w:t xml:space="preserve">Driver </w:t>
      </w:r>
      <w:r>
        <w:rPr>
          <w:i/>
        </w:rPr>
        <w:t>et al</w:t>
      </w:r>
      <w:r w:rsidR="00D35CE6">
        <w:rPr>
          <w:i/>
        </w:rPr>
        <w:t xml:space="preserve"> </w:t>
      </w:r>
      <w:r w:rsidR="00D35CE6">
        <w:t>(19</w:t>
      </w:r>
      <w:r>
        <w:t>94</w:t>
      </w:r>
      <w:r w:rsidR="00D35CE6">
        <w:t xml:space="preserve">) identify several </w:t>
      </w:r>
      <w:r w:rsidR="005734E3">
        <w:t xml:space="preserve">common </w:t>
      </w:r>
      <w:r w:rsidR="005E44B1">
        <w:t>misunderstanding</w:t>
      </w:r>
      <w:r w:rsidR="005734E3">
        <w:t>s</w:t>
      </w:r>
      <w:r w:rsidR="00D35CE6">
        <w:t xml:space="preserve"> that are addressed by this question</w:t>
      </w:r>
      <w:r w:rsidR="00D704EB">
        <w:t>:</w:t>
      </w:r>
    </w:p>
    <w:p w:rsidR="005734E3" w:rsidRDefault="00D35CE6" w:rsidP="005734E3">
      <w:pPr>
        <w:pStyle w:val="ListParagraph"/>
        <w:numPr>
          <w:ilvl w:val="0"/>
          <w:numId w:val="4"/>
        </w:numPr>
        <w:spacing w:after="180"/>
      </w:pPr>
      <w:r>
        <w:t>i</w:t>
      </w:r>
      <w:r w:rsidR="005734E3">
        <w:t xml:space="preserve">f there is </w:t>
      </w:r>
      <w:r w:rsidR="008524F7">
        <w:t>motion, there is a force acting</w:t>
      </w:r>
    </w:p>
    <w:p w:rsidR="005734E3" w:rsidRDefault="00D35CE6" w:rsidP="005734E3">
      <w:pPr>
        <w:pStyle w:val="ListParagraph"/>
        <w:numPr>
          <w:ilvl w:val="0"/>
          <w:numId w:val="4"/>
        </w:numPr>
        <w:spacing w:after="180"/>
      </w:pPr>
      <w:r>
        <w:t>i</w:t>
      </w:r>
      <w:r w:rsidR="005734E3">
        <w:t>f there is no motion</w:t>
      </w:r>
      <w:r w:rsidR="008524F7">
        <w:t>, then there is no force acting</w:t>
      </w:r>
    </w:p>
    <w:p w:rsidR="005734E3" w:rsidRDefault="00D35CE6" w:rsidP="005734E3">
      <w:pPr>
        <w:pStyle w:val="ListParagraph"/>
        <w:numPr>
          <w:ilvl w:val="0"/>
          <w:numId w:val="4"/>
        </w:numPr>
        <w:spacing w:after="180"/>
      </w:pPr>
      <w:r>
        <w:t>t</w:t>
      </w:r>
      <w:r w:rsidR="005734E3">
        <w:t>here cannot be a force without motion</w:t>
      </w:r>
    </w:p>
    <w:p w:rsidR="00BD4FD4" w:rsidRDefault="00D35CE6" w:rsidP="00BD4FD4">
      <w:pPr>
        <w:spacing w:after="180"/>
      </w:pPr>
      <w:r>
        <w:t>Th</w:t>
      </w:r>
      <w:r w:rsidR="005C1103">
        <w:t>e first of these is very widely held because in everyday experience</w:t>
      </w:r>
      <w:r w:rsidR="00086A03">
        <w:t>, when cycling or driving for example,</w:t>
      </w:r>
      <w:r w:rsidR="005C1103">
        <w:t xml:space="preserve"> we </w:t>
      </w:r>
      <w:r w:rsidR="005C1103" w:rsidRPr="005C1103">
        <w:rPr>
          <w:i/>
        </w:rPr>
        <w:t xml:space="preserve">do </w:t>
      </w:r>
      <w:r w:rsidR="005C1103">
        <w:t>need to apply a constant force</w:t>
      </w:r>
      <w:r w:rsidR="005C1103" w:rsidRPr="005C1103">
        <w:t xml:space="preserve"> </w:t>
      </w:r>
      <w:r w:rsidR="005C1103">
        <w:t>in order to move at a steady speed</w:t>
      </w:r>
      <w:r w:rsidR="00086A03">
        <w:t xml:space="preserve"> </w:t>
      </w:r>
      <w:r w:rsidR="005C1103">
        <w:t xml:space="preserve">in order to match friction and air </w:t>
      </w:r>
      <w:r w:rsidR="005C1103" w:rsidRPr="000019DD">
        <w:t>resistance.</w:t>
      </w:r>
      <w:r w:rsidR="00E37D9C" w:rsidRPr="000019DD">
        <w:t xml:space="preserve"> </w:t>
      </w:r>
      <w:r w:rsidR="005C1103" w:rsidRPr="000019DD">
        <w:t>This means that when an object is not moving it is</w:t>
      </w:r>
      <w:r w:rsidR="001D4831" w:rsidRPr="000019DD">
        <w:t xml:space="preserve"> wrongly</w:t>
      </w:r>
      <w:r w:rsidR="005C1103" w:rsidRPr="000019DD">
        <w:t xml:space="preserve"> perceived </w:t>
      </w:r>
      <w:r w:rsidR="001D4831" w:rsidRPr="000019DD">
        <w:t xml:space="preserve">to have no force acting on it and the other </w:t>
      </w:r>
      <w:r w:rsidR="005E44B1">
        <w:t>misunderstanding</w:t>
      </w:r>
      <w:r w:rsidR="001D4831" w:rsidRPr="000019DD">
        <w:t xml:space="preserve">s </w:t>
      </w:r>
      <w:r w:rsidR="00086A03" w:rsidRPr="000019DD">
        <w:t xml:space="preserve">can </w:t>
      </w:r>
      <w:r w:rsidR="001D4831" w:rsidRPr="000019DD">
        <w:t>follow.</w:t>
      </w:r>
      <w:r w:rsidR="00086A03" w:rsidRPr="000019DD">
        <w:t xml:space="preserve"> </w:t>
      </w:r>
      <w:r w:rsidR="000019DD" w:rsidRPr="000019DD">
        <w:t xml:space="preserve">Indeed, Driver et al (1994) point to a study of 1000 Norwegian upper secondary students, by </w:t>
      </w:r>
      <w:proofErr w:type="spellStart"/>
      <w:r w:rsidR="000019DD" w:rsidRPr="000019DD">
        <w:t>Sjoberg</w:t>
      </w:r>
      <w:proofErr w:type="spellEnd"/>
      <w:r w:rsidR="000019DD" w:rsidRPr="000019DD">
        <w:t xml:space="preserve"> and Lie (1981), which found just 50% of the young people recognised ‘passive’ forces acting when there was no movement. </w:t>
      </w:r>
    </w:p>
    <w:p w:rsidR="001D4831" w:rsidRDefault="001D4831" w:rsidP="00D35CE6">
      <w:pPr>
        <w:spacing w:after="180"/>
      </w:pPr>
      <w:r>
        <w:t xml:space="preserve">This </w:t>
      </w:r>
      <w:r w:rsidR="005D3A7B">
        <w:t xml:space="preserve">diagnostic </w:t>
      </w:r>
      <w:r>
        <w:t xml:space="preserve">question challenges the </w:t>
      </w:r>
      <w:r w:rsidR="005E44B1">
        <w:t>misunderstanding</w:t>
      </w:r>
      <w:r>
        <w:t xml:space="preserve"> that there is no force on a stationary object by first considering how balanced forces </w:t>
      </w:r>
      <w:r w:rsidR="005D3A7B">
        <w:t xml:space="preserve">clearly </w:t>
      </w:r>
      <w:r>
        <w:t xml:space="preserve">distort the shape of an elastic balloon, and then extending the same thinking to a very much more rigid brick. </w:t>
      </w:r>
      <w:r w:rsidR="007778F4">
        <w:t>Thinking about the ‘invisible’ changes to the shape of the brick introduces students to an idea they will need in order to understand the reaction force later in their studies.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224709" w:rsidRDefault="00224709" w:rsidP="00224709">
      <w:pPr>
        <w:spacing w:after="180"/>
      </w:pPr>
      <w:r>
        <w:t>Students should complete the question individually.</w:t>
      </w:r>
      <w:r w:rsidR="00E37D9C">
        <w:t xml:space="preserve"> </w:t>
      </w:r>
      <w:r>
        <w:t>This could be a pencil and paper exercise, or you could use an electronic ‘voting system’ or mini white boards and the PowerPoint presentation.</w:t>
      </w:r>
      <w:r w:rsidR="00E37D9C">
        <w:t xml:space="preserve"> </w:t>
      </w:r>
    </w:p>
    <w:p w:rsidR="00224709" w:rsidRDefault="00224709" w:rsidP="00224709">
      <w:pPr>
        <w:spacing w:after="180"/>
      </w:pPr>
      <w:r>
        <w:t>The answers to the question will show you whether students understood the concept sufficiently well to apply it correctly.</w:t>
      </w:r>
      <w:r w:rsidR="00E37D9C">
        <w:t xml:space="preserve"> </w:t>
      </w:r>
    </w:p>
    <w:p w:rsidR="00224709" w:rsidRDefault="00224709" w:rsidP="00224709">
      <w:pPr>
        <w:spacing w:after="180"/>
      </w:pPr>
      <w:r>
        <w:t>If there is a range of answers, you may choose to respond through structured class discussion.</w:t>
      </w:r>
      <w:r w:rsidR="00E37D9C">
        <w:t xml:space="preserve"> </w:t>
      </w:r>
      <w:r>
        <w:t>Ask one student to explain why they gave the answer they did; ask another student to explain why they agree with them; ask another to explain why they disagree, and so on.</w:t>
      </w:r>
      <w:r w:rsidR="00E37D9C">
        <w:t xml:space="preserve"> </w:t>
      </w:r>
      <w:r>
        <w:t xml:space="preserve">This sort of discussion gives </w:t>
      </w:r>
      <w:r>
        <w:lastRenderedPageBreak/>
        <w:t>students the opportunity to explore their thinking and for you to really understand their learning needs.</w:t>
      </w:r>
      <w:r w:rsidR="00E37D9C">
        <w:t xml:space="preserve"> </w:t>
      </w:r>
    </w:p>
    <w:p w:rsidR="00224709" w:rsidRDefault="00224709" w:rsidP="00224709">
      <w:pPr>
        <w:spacing w:after="180"/>
      </w:pPr>
      <w:r>
        <w:t>Differentiation</w:t>
      </w:r>
    </w:p>
    <w:p w:rsidR="00224709" w:rsidRDefault="00224709" w:rsidP="00224709">
      <w:pPr>
        <w:spacing w:after="180"/>
      </w:pPr>
      <w:r>
        <w:t>You may choose to read the questions to the class, so that everyone can focus on the science.</w:t>
      </w:r>
      <w:r w:rsidR="00E37D9C">
        <w:t xml:space="preserve"> </w:t>
      </w:r>
      <w: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E5C33" w:rsidP="00CE5C33">
      <w:pPr>
        <w:pStyle w:val="ListParagraph"/>
        <w:numPr>
          <w:ilvl w:val="0"/>
          <w:numId w:val="10"/>
        </w:numPr>
        <w:spacing w:after="180"/>
      </w:pPr>
      <w:r>
        <w:t>C</w:t>
      </w:r>
      <w:r>
        <w:tab/>
      </w:r>
      <w:r>
        <w:tab/>
        <w:t>2.</w:t>
      </w:r>
      <w:r w:rsidR="00086A03">
        <w:t xml:space="preserve"> </w:t>
      </w:r>
      <w:r>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25EAA" w:rsidRDefault="00825B6D" w:rsidP="00625EAA">
      <w:pPr>
        <w:spacing w:after="180"/>
      </w:pPr>
      <w:r>
        <w:t>Most students will recognise that the balloon changes shape and is squashed when balanced forces are applied.</w:t>
      </w:r>
      <w:r w:rsidR="00E37D9C">
        <w:t xml:space="preserve"> </w:t>
      </w:r>
      <w:r>
        <w:t>With careful questioning you should be able to explore your students’ thinking about what is happening to the balloon to</w:t>
      </w:r>
      <w:r w:rsidR="00625EAA">
        <w:t xml:space="preserve"> identify:</w:t>
      </w:r>
    </w:p>
    <w:p w:rsidR="00625EAA" w:rsidRDefault="004717C0" w:rsidP="00625EAA">
      <w:pPr>
        <w:pStyle w:val="ListParagraph"/>
        <w:numPr>
          <w:ilvl w:val="0"/>
          <w:numId w:val="12"/>
        </w:numPr>
        <w:spacing w:after="180"/>
      </w:pPr>
      <w:r>
        <w:t>T</w:t>
      </w:r>
      <w:r w:rsidR="00625EAA">
        <w:t>he force of each girl’s hand on the balloon</w:t>
      </w:r>
    </w:p>
    <w:p w:rsidR="00625EAA" w:rsidRDefault="00625EAA" w:rsidP="00625EAA">
      <w:pPr>
        <w:pStyle w:val="ListParagraph"/>
        <w:numPr>
          <w:ilvl w:val="0"/>
          <w:numId w:val="12"/>
        </w:numPr>
        <w:spacing w:after="180"/>
      </w:pPr>
      <w:r>
        <w:t>The force of the balloon on each girl’s hand …</w:t>
      </w:r>
    </w:p>
    <w:p w:rsidR="00625EAA" w:rsidRDefault="00625EAA" w:rsidP="00625EAA">
      <w:pPr>
        <w:pStyle w:val="ListParagraph"/>
        <w:numPr>
          <w:ilvl w:val="0"/>
          <w:numId w:val="12"/>
        </w:numPr>
        <w:spacing w:after="180"/>
      </w:pPr>
      <w:r>
        <w:t xml:space="preserve">… </w:t>
      </w:r>
      <w:proofErr w:type="gramStart"/>
      <w:r>
        <w:t>which</w:t>
      </w:r>
      <w:proofErr w:type="gramEnd"/>
      <w:r>
        <w:t xml:space="preserve"> is obvious because the balloon is very elastic and ‘springs’ back when it is </w:t>
      </w:r>
      <w:r w:rsidR="00DB4B27">
        <w:t>released.</w:t>
      </w:r>
    </w:p>
    <w:p w:rsidR="00625EAA" w:rsidRPr="00825B6D" w:rsidRDefault="00625EAA" w:rsidP="00625EAA">
      <w:pPr>
        <w:spacing w:after="180"/>
      </w:pPr>
      <w:r>
        <w:t>The brick does not obviously change shape and a significant number of students are likely to choose answer A.</w:t>
      </w:r>
      <w:r w:rsidR="00E37D9C">
        <w:t xml:space="preserve"> </w:t>
      </w:r>
      <w:r>
        <w:t xml:space="preserve">A good response to this might be to use the balloon example as a model and </w:t>
      </w:r>
      <w:r w:rsidR="00B563B7">
        <w:t>discuss</w:t>
      </w:r>
      <w:r>
        <w:t xml:space="preserve"> how the brick and the balloon compare</w:t>
      </w:r>
      <w:r w:rsidR="00B563B7">
        <w:t>.</w:t>
      </w:r>
      <w:r w:rsidR="00E37D9C">
        <w:t xml:space="preserve"> </w:t>
      </w:r>
      <w:r w:rsidR="00B563B7">
        <w:t>I</w:t>
      </w:r>
      <w:r>
        <w:t>n both examples:</w:t>
      </w:r>
    </w:p>
    <w:p w:rsidR="00A01222" w:rsidRDefault="00625EAA" w:rsidP="00A01222">
      <w:pPr>
        <w:pStyle w:val="ListParagraph"/>
        <w:numPr>
          <w:ilvl w:val="0"/>
          <w:numId w:val="1"/>
        </w:numPr>
        <w:spacing w:after="180"/>
      </w:pPr>
      <w:r>
        <w:t>The harder the girls push, the harder they feel the brick / balloon push back</w:t>
      </w:r>
    </w:p>
    <w:p w:rsidR="00625EAA" w:rsidRDefault="00625EAA" w:rsidP="00A01222">
      <w:pPr>
        <w:pStyle w:val="ListParagraph"/>
        <w:numPr>
          <w:ilvl w:val="0"/>
          <w:numId w:val="1"/>
        </w:numPr>
        <w:spacing w:after="180"/>
      </w:pPr>
      <w:r>
        <w:t>They are both actively pushing on the brick / balloon during the time it is not moving</w:t>
      </w:r>
      <w:r w:rsidR="00B563B7">
        <w:t xml:space="preserve"> …</w:t>
      </w:r>
    </w:p>
    <w:p w:rsidR="00625EAA" w:rsidRDefault="00B563B7" w:rsidP="00A01222">
      <w:pPr>
        <w:pStyle w:val="ListParagraph"/>
        <w:numPr>
          <w:ilvl w:val="0"/>
          <w:numId w:val="1"/>
        </w:numPr>
        <w:spacing w:after="180"/>
      </w:pPr>
      <w:r>
        <w:t xml:space="preserve">… </w:t>
      </w:r>
      <w:proofErr w:type="gramStart"/>
      <w:r>
        <w:t>s</w:t>
      </w:r>
      <w:r w:rsidR="00625EAA">
        <w:t>o</w:t>
      </w:r>
      <w:proofErr w:type="gramEnd"/>
      <w:r w:rsidR="00625EAA">
        <w:t xml:space="preserve"> there are forces pushing, </w:t>
      </w:r>
      <w:r w:rsidR="00C92A84">
        <w:t>which can be explained if the brick is behaving like a (very stiff) spring that has been squashed.</w:t>
      </w:r>
    </w:p>
    <w:p w:rsidR="009956B4" w:rsidRPr="009956B4" w:rsidRDefault="009956B4" w:rsidP="00A16D11">
      <w:pPr>
        <w:spacing w:after="180"/>
      </w:pPr>
      <w:r>
        <w:t xml:space="preserve">The BEST physics topic </w:t>
      </w:r>
      <w:r w:rsidRPr="00C92A84">
        <w:rPr>
          <w:i/>
        </w:rPr>
        <w:t>PFM3: More about forces</w:t>
      </w:r>
      <w:r>
        <w:t xml:space="preserve"> develops students’ understanding of reaction forces.</w:t>
      </w:r>
      <w:r w:rsidR="00E37D9C">
        <w:t xml:space="preserve"> </w:t>
      </w:r>
      <w:r>
        <w:t>At this stage the important concept for students is that forces continue to act in situations where they are balanced.</w:t>
      </w:r>
      <w:r w:rsidR="00E37D9C">
        <w:t xml:space="preserve"> </w:t>
      </w:r>
    </w:p>
    <w:p w:rsidR="00A16D11" w:rsidRPr="002454AC" w:rsidRDefault="00A16D11" w:rsidP="00A16D11">
      <w:pPr>
        <w:spacing w:after="180"/>
        <w:rPr>
          <w:b/>
          <w:color w:val="5F497A" w:themeColor="accent4" w:themeShade="BF"/>
          <w:sz w:val="24"/>
        </w:rPr>
      </w:pPr>
      <w:r w:rsidRPr="002454AC">
        <w:rPr>
          <w:b/>
          <w:color w:val="5F497A" w:themeColor="accent4" w:themeShade="BF"/>
          <w:sz w:val="24"/>
        </w:rPr>
        <w:t>Health and safety</w:t>
      </w:r>
    </w:p>
    <w:p w:rsidR="00625EAA" w:rsidRDefault="00A16D11" w:rsidP="00625EAA">
      <w:pPr>
        <w:spacing w:after="180"/>
      </w:pPr>
      <w:r>
        <w:t>I</w:t>
      </w:r>
      <w:r w:rsidR="0047333C">
        <w:t>f you choose to demonstrate this, i</w:t>
      </w:r>
      <w:r w:rsidR="00625EAA">
        <w:t xml:space="preserve">t is advisable to </w:t>
      </w:r>
      <w:r>
        <w:t xml:space="preserve">use a piece of wood instead of a brick (hard, but lighter in weight), and to </w:t>
      </w:r>
      <w:r w:rsidR="00625EAA">
        <w:t xml:space="preserve">push over a bench with </w:t>
      </w:r>
      <w:r w:rsidR="0047333C">
        <w:t xml:space="preserve">something like </w:t>
      </w:r>
      <w:r w:rsidR="00625EAA">
        <w:t>a piece of old carpet</w:t>
      </w:r>
      <w:r w:rsidR="0047333C">
        <w:t xml:space="preserve"> </w:t>
      </w:r>
      <w:r w:rsidR="00625EAA">
        <w:t>protecting the surface.</w:t>
      </w:r>
      <w:r w:rsidR="00E37D9C">
        <w:t xml:space="preserve"> </w:t>
      </w:r>
      <w:r w:rsidR="00625EAA">
        <w:t xml:space="preserve">The danger here is that a </w:t>
      </w:r>
      <w:r>
        <w:t>heavy object</w:t>
      </w:r>
      <w:r w:rsidR="00625EAA">
        <w:t xml:space="preserve"> falling to the floor can cause injury.</w:t>
      </w:r>
      <w:r w:rsidR="00E37D9C">
        <w:t xml:space="preserve"> </w:t>
      </w:r>
      <w:r w:rsidR="00625EAA">
        <w:t>There is also a risk of students pushing too hard</w:t>
      </w:r>
      <w:r w:rsidR="0047333C">
        <w:t xml:space="preserve"> or getting carried away,</w:t>
      </w:r>
      <w:r>
        <w:t xml:space="preserve"> </w:t>
      </w:r>
      <w:r w:rsidR="0047333C">
        <w:t xml:space="preserve">and </w:t>
      </w:r>
      <w:r>
        <w:t>careful selection may be necessary</w:t>
      </w:r>
      <w:r w:rsidR="00625EAA">
        <w:t>.</w:t>
      </w:r>
      <w:r w:rsidR="00E37D9C">
        <w:t xml:space="preserve"> </w:t>
      </w:r>
    </w:p>
    <w:p w:rsidR="00A16D11" w:rsidRPr="002454AC" w:rsidRDefault="00A16D11" w:rsidP="00A16D11">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CC78A5" w:rsidRDefault="00D278E8" w:rsidP="00E172C6">
      <w:pPr>
        <w:spacing w:after="180"/>
      </w:pPr>
      <w:r>
        <w:t xml:space="preserve">Developed </w:t>
      </w:r>
      <w:r w:rsidR="0015356E">
        <w:t xml:space="preserve">by </w:t>
      </w:r>
      <w:r w:rsidR="00A16D11">
        <w:t xml:space="preserve">Peter Fairhurst </w:t>
      </w:r>
      <w:r w:rsidR="0015356E">
        <w:t>(UYSEG)</w:t>
      </w:r>
      <w:r w:rsidR="00A16D11">
        <w:t>.</w:t>
      </w:r>
      <w:r w:rsidR="0047333C">
        <w:tab/>
      </w:r>
      <w:r w:rsidR="0047333C">
        <w:tab/>
      </w:r>
      <w:r w:rsidR="0047333C">
        <w:tab/>
      </w:r>
      <w:r w:rsidRPr="0045323E">
        <w:t xml:space="preserve">Images: </w:t>
      </w:r>
      <w:r w:rsidR="00A16D11">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F1770B" w:rsidRDefault="00F1770B" w:rsidP="0047333C">
      <w:pPr>
        <w:spacing w:after="120"/>
      </w:pPr>
      <w:r w:rsidRPr="0023040A">
        <w:t>Driver, R., Squires, A., Rushworth, P. and Wood-Robinson, V. (1994) Making sense of secondary science, research into children’s ideas, Routledge, London, England.</w:t>
      </w:r>
    </w:p>
    <w:p w:rsidR="00B46FF9" w:rsidRPr="00F1770B" w:rsidRDefault="00F1770B" w:rsidP="0047333C">
      <w:pPr>
        <w:spacing w:after="120"/>
      </w:pPr>
      <w:proofErr w:type="spellStart"/>
      <w:r>
        <w:t>Sjoberg</w:t>
      </w:r>
      <w:proofErr w:type="spellEnd"/>
      <w:r>
        <w:t xml:space="preserve">, S. and Lie, S. (1981) </w:t>
      </w:r>
      <w:r>
        <w:rPr>
          <w:i/>
        </w:rPr>
        <w:t xml:space="preserve">Ideas about force and movement among Norwegian pupils and students, </w:t>
      </w:r>
      <w:r>
        <w:t>Institute of Physics Report Series: Report 81-11, University of Oslo.</w:t>
      </w:r>
    </w:p>
    <w:sectPr w:rsidR="00B46FF9" w:rsidRPr="00F1770B"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2D7" w:rsidRDefault="003672D7" w:rsidP="000B473B">
      <w:r>
        <w:separator/>
      </w:r>
    </w:p>
  </w:endnote>
  <w:endnote w:type="continuationSeparator" w:id="0">
    <w:p w:rsidR="003672D7" w:rsidRDefault="003672D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BEC41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44B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86596" w:rsidRPr="00F86596" w:rsidRDefault="00F86596" w:rsidP="00F86596">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2D7" w:rsidRDefault="003672D7" w:rsidP="000B473B">
      <w:r>
        <w:separator/>
      </w:r>
    </w:p>
  </w:footnote>
  <w:footnote w:type="continuationSeparator" w:id="0">
    <w:p w:rsidR="003672D7" w:rsidRDefault="003672D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41A3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2955C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D36"/>
    <w:multiLevelType w:val="hybridMultilevel"/>
    <w:tmpl w:val="FD321B4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DB4679F"/>
    <w:multiLevelType w:val="hybridMultilevel"/>
    <w:tmpl w:val="21B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F75FC"/>
    <w:multiLevelType w:val="hybridMultilevel"/>
    <w:tmpl w:val="F8881706"/>
    <w:lvl w:ilvl="0" w:tplc="6C5C7278">
      <w:start w:val="1"/>
      <w:numFmt w:val="decimal"/>
      <w:lvlText w:val="%1."/>
      <w:lvlJc w:val="left"/>
      <w:pPr>
        <w:ind w:left="720" w:hanging="360"/>
      </w:pPr>
      <w:rPr>
        <w:rFonts w:hint="default"/>
        <w:b/>
        <w:sz w:val="4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F73C22"/>
    <w:multiLevelType w:val="hybridMultilevel"/>
    <w:tmpl w:val="0542150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EF6686"/>
    <w:multiLevelType w:val="hybridMultilevel"/>
    <w:tmpl w:val="C6DC8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58017F"/>
    <w:multiLevelType w:val="hybridMultilevel"/>
    <w:tmpl w:val="62C82E8A"/>
    <w:lvl w:ilvl="0" w:tplc="B268C3EA">
      <w:start w:val="1"/>
      <w:numFmt w:val="lowerLetter"/>
      <w:lvlText w:val="%1"/>
      <w:lvlJc w:val="left"/>
      <w:pPr>
        <w:ind w:left="2280" w:hanging="360"/>
      </w:pPr>
      <w:rPr>
        <w:rFonts w:hint="default"/>
        <w:b/>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8" w15:restartNumberingAfterBreak="0">
    <w:nsid w:val="60B65E2D"/>
    <w:multiLevelType w:val="hybridMultilevel"/>
    <w:tmpl w:val="4F34F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D34BA8"/>
    <w:multiLevelType w:val="hybridMultilevel"/>
    <w:tmpl w:val="763092CE"/>
    <w:lvl w:ilvl="0" w:tplc="0DB66ED2">
      <w:start w:val="2"/>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350D1E"/>
    <w:multiLevelType w:val="hybridMultilevel"/>
    <w:tmpl w:val="C0169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
  </w:num>
  <w:num w:numId="5">
    <w:abstractNumId w:val="7"/>
  </w:num>
  <w:num w:numId="6">
    <w:abstractNumId w:val="3"/>
  </w:num>
  <w:num w:numId="7">
    <w:abstractNumId w:val="0"/>
  </w:num>
  <w:num w:numId="8">
    <w:abstractNumId w:val="10"/>
  </w:num>
  <w:num w:numId="9">
    <w:abstractNumId w:val="2"/>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2D7"/>
    <w:rsid w:val="000019DD"/>
    <w:rsid w:val="00015578"/>
    <w:rsid w:val="00024731"/>
    <w:rsid w:val="00026DEC"/>
    <w:rsid w:val="000505CA"/>
    <w:rsid w:val="0007651D"/>
    <w:rsid w:val="00086A03"/>
    <w:rsid w:val="0009089A"/>
    <w:rsid w:val="000947E2"/>
    <w:rsid w:val="00095E04"/>
    <w:rsid w:val="000A7588"/>
    <w:rsid w:val="000B473B"/>
    <w:rsid w:val="000D0E89"/>
    <w:rsid w:val="000E2689"/>
    <w:rsid w:val="00142613"/>
    <w:rsid w:val="00144DA7"/>
    <w:rsid w:val="0015356E"/>
    <w:rsid w:val="00161D3F"/>
    <w:rsid w:val="001915D4"/>
    <w:rsid w:val="001A1FED"/>
    <w:rsid w:val="001A40E2"/>
    <w:rsid w:val="001C4805"/>
    <w:rsid w:val="001D4831"/>
    <w:rsid w:val="00201AC2"/>
    <w:rsid w:val="00214608"/>
    <w:rsid w:val="0021607B"/>
    <w:rsid w:val="002178AC"/>
    <w:rsid w:val="00224709"/>
    <w:rsid w:val="0022547C"/>
    <w:rsid w:val="0025410A"/>
    <w:rsid w:val="0027553E"/>
    <w:rsid w:val="0028012F"/>
    <w:rsid w:val="002828DF"/>
    <w:rsid w:val="00287876"/>
    <w:rsid w:val="00292C53"/>
    <w:rsid w:val="00294E22"/>
    <w:rsid w:val="002C22EA"/>
    <w:rsid w:val="002C59BA"/>
    <w:rsid w:val="002C6AF4"/>
    <w:rsid w:val="002C79AE"/>
    <w:rsid w:val="00301AA9"/>
    <w:rsid w:val="003117F6"/>
    <w:rsid w:val="003533B8"/>
    <w:rsid w:val="0036550B"/>
    <w:rsid w:val="003672D7"/>
    <w:rsid w:val="003752BE"/>
    <w:rsid w:val="003A346A"/>
    <w:rsid w:val="003B2917"/>
    <w:rsid w:val="003B541B"/>
    <w:rsid w:val="003E2B2F"/>
    <w:rsid w:val="003E6046"/>
    <w:rsid w:val="003F16F9"/>
    <w:rsid w:val="00430C1F"/>
    <w:rsid w:val="00442595"/>
    <w:rsid w:val="0045323E"/>
    <w:rsid w:val="004717C0"/>
    <w:rsid w:val="0047333C"/>
    <w:rsid w:val="004B0EE1"/>
    <w:rsid w:val="004C5D20"/>
    <w:rsid w:val="004D0D83"/>
    <w:rsid w:val="004E1DF1"/>
    <w:rsid w:val="004E5592"/>
    <w:rsid w:val="0050055B"/>
    <w:rsid w:val="00524710"/>
    <w:rsid w:val="00555342"/>
    <w:rsid w:val="005560E2"/>
    <w:rsid w:val="0056421D"/>
    <w:rsid w:val="005734E3"/>
    <w:rsid w:val="005A452E"/>
    <w:rsid w:val="005A6EE7"/>
    <w:rsid w:val="005C1103"/>
    <w:rsid w:val="005D3A7B"/>
    <w:rsid w:val="005E44B1"/>
    <w:rsid w:val="005F1A7B"/>
    <w:rsid w:val="00625EAA"/>
    <w:rsid w:val="006355D8"/>
    <w:rsid w:val="00642ECD"/>
    <w:rsid w:val="006502A0"/>
    <w:rsid w:val="006772F5"/>
    <w:rsid w:val="006A4440"/>
    <w:rsid w:val="006B0615"/>
    <w:rsid w:val="006D166B"/>
    <w:rsid w:val="006F3279"/>
    <w:rsid w:val="00704AEE"/>
    <w:rsid w:val="00722F9A"/>
    <w:rsid w:val="00754539"/>
    <w:rsid w:val="0077646D"/>
    <w:rsid w:val="007778F4"/>
    <w:rsid w:val="00781BC6"/>
    <w:rsid w:val="007A3C86"/>
    <w:rsid w:val="007A683E"/>
    <w:rsid w:val="007A748B"/>
    <w:rsid w:val="007C26E1"/>
    <w:rsid w:val="007D1D65"/>
    <w:rsid w:val="007D6AF9"/>
    <w:rsid w:val="007E0A9E"/>
    <w:rsid w:val="007E5309"/>
    <w:rsid w:val="00800DE1"/>
    <w:rsid w:val="00813F47"/>
    <w:rsid w:val="00825B6D"/>
    <w:rsid w:val="008450D6"/>
    <w:rsid w:val="008524F7"/>
    <w:rsid w:val="00856FCA"/>
    <w:rsid w:val="00873B8C"/>
    <w:rsid w:val="00880E3B"/>
    <w:rsid w:val="008A405F"/>
    <w:rsid w:val="008C7F34"/>
    <w:rsid w:val="008E580C"/>
    <w:rsid w:val="0090047A"/>
    <w:rsid w:val="00925026"/>
    <w:rsid w:val="00931264"/>
    <w:rsid w:val="0094257C"/>
    <w:rsid w:val="00942A4B"/>
    <w:rsid w:val="00960277"/>
    <w:rsid w:val="00961D59"/>
    <w:rsid w:val="009956B4"/>
    <w:rsid w:val="009B2D55"/>
    <w:rsid w:val="009C0343"/>
    <w:rsid w:val="009E0D11"/>
    <w:rsid w:val="009F2253"/>
    <w:rsid w:val="009F3E43"/>
    <w:rsid w:val="00A01222"/>
    <w:rsid w:val="00A16D11"/>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563B7"/>
    <w:rsid w:val="00B75483"/>
    <w:rsid w:val="00BA7952"/>
    <w:rsid w:val="00BB44B4"/>
    <w:rsid w:val="00BD4FD4"/>
    <w:rsid w:val="00BF0BBF"/>
    <w:rsid w:val="00BF6C8A"/>
    <w:rsid w:val="00C05571"/>
    <w:rsid w:val="00C1318C"/>
    <w:rsid w:val="00C246CE"/>
    <w:rsid w:val="00C40F97"/>
    <w:rsid w:val="00C41003"/>
    <w:rsid w:val="00C54711"/>
    <w:rsid w:val="00C57FA2"/>
    <w:rsid w:val="00C76875"/>
    <w:rsid w:val="00C92A84"/>
    <w:rsid w:val="00CC2E4D"/>
    <w:rsid w:val="00CC78A5"/>
    <w:rsid w:val="00CC7B16"/>
    <w:rsid w:val="00CE15FE"/>
    <w:rsid w:val="00CE5C33"/>
    <w:rsid w:val="00D02E15"/>
    <w:rsid w:val="00D04A0D"/>
    <w:rsid w:val="00D14F44"/>
    <w:rsid w:val="00D2217A"/>
    <w:rsid w:val="00D278E8"/>
    <w:rsid w:val="00D35CE6"/>
    <w:rsid w:val="00D421E8"/>
    <w:rsid w:val="00D44604"/>
    <w:rsid w:val="00D479B3"/>
    <w:rsid w:val="00D52283"/>
    <w:rsid w:val="00D524E5"/>
    <w:rsid w:val="00D704EB"/>
    <w:rsid w:val="00D72FEF"/>
    <w:rsid w:val="00D755FA"/>
    <w:rsid w:val="00DB4B27"/>
    <w:rsid w:val="00DC4A4E"/>
    <w:rsid w:val="00DD1874"/>
    <w:rsid w:val="00DD63BD"/>
    <w:rsid w:val="00DF05DB"/>
    <w:rsid w:val="00DF7E20"/>
    <w:rsid w:val="00E172C6"/>
    <w:rsid w:val="00E24309"/>
    <w:rsid w:val="00E37D9C"/>
    <w:rsid w:val="00E53D82"/>
    <w:rsid w:val="00E9330A"/>
    <w:rsid w:val="00EA435D"/>
    <w:rsid w:val="00EE6B97"/>
    <w:rsid w:val="00F12C3B"/>
    <w:rsid w:val="00F1770B"/>
    <w:rsid w:val="00F2483A"/>
    <w:rsid w:val="00F26884"/>
    <w:rsid w:val="00F72ECC"/>
    <w:rsid w:val="00F8355F"/>
    <w:rsid w:val="00F86596"/>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EADD275-7C8B-450F-8835-244F97BF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5734E3"/>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4917">
      <w:bodyDiv w:val="1"/>
      <w:marLeft w:val="0"/>
      <w:marRight w:val="0"/>
      <w:marTop w:val="0"/>
      <w:marBottom w:val="0"/>
      <w:divBdr>
        <w:top w:val="none" w:sz="0" w:space="0" w:color="auto"/>
        <w:left w:val="none" w:sz="0" w:space="0" w:color="auto"/>
        <w:bottom w:val="none" w:sz="0" w:space="0" w:color="auto"/>
        <w:right w:val="none" w:sz="0" w:space="0" w:color="auto"/>
      </w:divBdr>
    </w:div>
    <w:div w:id="228732689">
      <w:bodyDiv w:val="1"/>
      <w:marLeft w:val="0"/>
      <w:marRight w:val="0"/>
      <w:marTop w:val="0"/>
      <w:marBottom w:val="0"/>
      <w:divBdr>
        <w:top w:val="none" w:sz="0" w:space="0" w:color="auto"/>
        <w:left w:val="none" w:sz="0" w:space="0" w:color="auto"/>
        <w:bottom w:val="none" w:sz="0" w:space="0" w:color="auto"/>
        <w:right w:val="none" w:sz="0" w:space="0" w:color="auto"/>
      </w:divBdr>
    </w:div>
    <w:div w:id="170513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185</TotalTime>
  <Pages>4</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31</cp:revision>
  <cp:lastPrinted>2017-02-24T16:20:00Z</cp:lastPrinted>
  <dcterms:created xsi:type="dcterms:W3CDTF">2018-05-24T12:42:00Z</dcterms:created>
  <dcterms:modified xsi:type="dcterms:W3CDTF">2018-07-19T11:43:00Z</dcterms:modified>
</cp:coreProperties>
</file>