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4172B" w:rsidP="00201AC2">
      <w:pPr>
        <w:spacing w:after="180"/>
        <w:rPr>
          <w:b/>
          <w:sz w:val="44"/>
          <w:szCs w:val="44"/>
        </w:rPr>
      </w:pPr>
      <w:r w:rsidRPr="00F4172B">
        <w:rPr>
          <w:b/>
          <w:sz w:val="44"/>
          <w:szCs w:val="44"/>
        </w:rPr>
        <w:t>Penguin population</w:t>
      </w:r>
    </w:p>
    <w:p w:rsidR="00201AC2" w:rsidRDefault="00201AC2" w:rsidP="00201AC2">
      <w:pPr>
        <w:spacing w:after="180"/>
      </w:pPr>
    </w:p>
    <w:p w:rsidR="00F4172B" w:rsidRDefault="00E819DC" w:rsidP="00F4172B">
      <w:pPr>
        <w:spacing w:after="180"/>
        <w:jc w:val="center"/>
      </w:pPr>
      <w:r>
        <w:rPr>
          <w:noProof/>
          <w:lang w:eastAsia="en-GB"/>
        </w:rPr>
        <w:drawing>
          <wp:inline distT="0" distB="0" distL="0" distR="0">
            <wp:extent cx="5731510" cy="18986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arctica-4515809_640.jpg"/>
                    <pic:cNvPicPr/>
                  </pic:nvPicPr>
                  <pic:blipFill>
                    <a:blip r:embed="rId8">
                      <a:extLst>
                        <a:ext uri="{28A0092B-C50C-407E-A947-70E740481C1C}">
                          <a14:useLocalDpi xmlns:a14="http://schemas.microsoft.com/office/drawing/2010/main" val="0"/>
                        </a:ext>
                      </a:extLst>
                    </a:blip>
                    <a:stretch>
                      <a:fillRect/>
                    </a:stretch>
                  </pic:blipFill>
                  <pic:spPr>
                    <a:xfrm>
                      <a:off x="0" y="0"/>
                      <a:ext cx="5731510" cy="1898650"/>
                    </a:xfrm>
                    <a:prstGeom prst="rect">
                      <a:avLst/>
                    </a:prstGeom>
                  </pic:spPr>
                </pic:pic>
              </a:graphicData>
            </a:graphic>
          </wp:inline>
        </w:drawing>
      </w:r>
    </w:p>
    <w:p w:rsidR="00F4172B" w:rsidRDefault="00F4172B" w:rsidP="00201AC2">
      <w:pPr>
        <w:spacing w:after="180"/>
      </w:pPr>
    </w:p>
    <w:p w:rsidR="00201AC2" w:rsidRDefault="002B3569" w:rsidP="00201AC2">
      <w:pPr>
        <w:spacing w:after="180"/>
      </w:pPr>
      <w:r>
        <w:t xml:space="preserve">A small population of penguins </w:t>
      </w:r>
      <w:r w:rsidR="000146A2">
        <w:t>is</w:t>
      </w:r>
      <w:r>
        <w:t xml:space="preserve"> brought to an island.</w:t>
      </w:r>
    </w:p>
    <w:p w:rsidR="002B3569" w:rsidRDefault="002B3569" w:rsidP="00201AC2">
      <w:pPr>
        <w:spacing w:after="180"/>
      </w:pPr>
      <w:r>
        <w:t xml:space="preserve">The </w:t>
      </w:r>
      <w:r w:rsidR="000146A2">
        <w:t xml:space="preserve">sea around the </w:t>
      </w:r>
      <w:r>
        <w:t xml:space="preserve">island </w:t>
      </w:r>
      <w:r w:rsidR="000146A2">
        <w:t>contains</w:t>
      </w:r>
      <w:r>
        <w:t xml:space="preserve"> </w:t>
      </w:r>
      <w:r w:rsidR="000146A2">
        <w:t>fish</w:t>
      </w:r>
      <w:r>
        <w:t xml:space="preserve"> for the penguins to eat.</w:t>
      </w:r>
    </w:p>
    <w:p w:rsidR="002B3569" w:rsidRDefault="002B3569" w:rsidP="00201AC2">
      <w:pPr>
        <w:spacing w:after="180"/>
      </w:pPr>
      <w:r>
        <w:t>There are no predators on the island that will eat the penguins.</w:t>
      </w:r>
    </w:p>
    <w:p w:rsidR="007C26E1" w:rsidRDefault="007C26E1" w:rsidP="00201AC2">
      <w:pPr>
        <w:spacing w:after="180"/>
      </w:pPr>
    </w:p>
    <w:p w:rsidR="000146A2" w:rsidRPr="000146A2" w:rsidRDefault="000146A2" w:rsidP="00201AC2">
      <w:pPr>
        <w:spacing w:after="180"/>
        <w:rPr>
          <w:b/>
        </w:rPr>
      </w:pPr>
      <w:r w:rsidRPr="000146A2">
        <w:rPr>
          <w:b/>
        </w:rPr>
        <w:t>Part 1</w:t>
      </w:r>
    </w:p>
    <w:p w:rsidR="000146A2" w:rsidRDefault="000146A2" w:rsidP="00201AC2">
      <w:pPr>
        <w:spacing w:after="180"/>
      </w:pPr>
    </w:p>
    <w:p w:rsidR="00201AC2" w:rsidRDefault="002B3569" w:rsidP="002B3569">
      <w:pPr>
        <w:pStyle w:val="ListParagraph"/>
        <w:numPr>
          <w:ilvl w:val="0"/>
          <w:numId w:val="4"/>
        </w:numPr>
        <w:spacing w:after="180"/>
        <w:ind w:left="426"/>
      </w:pPr>
      <w:r>
        <w:t xml:space="preserve">What do you think will happen to the size of </w:t>
      </w:r>
      <w:r w:rsidR="003D69B8">
        <w:t>the penguin population over the following years</w:t>
      </w:r>
      <w:r>
        <w:t>?</w:t>
      </w:r>
    </w:p>
    <w:p w:rsidR="00856F0B" w:rsidRDefault="00856F0B" w:rsidP="00C538A6"/>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2B3569" w:rsidP="002B3569">
            <w:pPr>
              <w:rPr>
                <w:szCs w:val="18"/>
              </w:rPr>
            </w:pPr>
            <w:r>
              <w:rPr>
                <w:szCs w:val="18"/>
              </w:rPr>
              <w:t>It will keep getting bigger forever.</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2B3569" w:rsidP="00571216">
            <w:pPr>
              <w:rPr>
                <w:szCs w:val="18"/>
              </w:rPr>
            </w:pPr>
            <w:r>
              <w:rPr>
                <w:szCs w:val="18"/>
              </w:rPr>
              <w:t>It will get smaller until there are no penguins left.</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2B3569" w:rsidP="00571216">
            <w:pPr>
              <w:rPr>
                <w:szCs w:val="18"/>
              </w:rPr>
            </w:pPr>
            <w:r>
              <w:rPr>
                <w:szCs w:val="18"/>
              </w:rPr>
              <w:t>It will stay about the same size.</w:t>
            </w:r>
          </w:p>
        </w:tc>
      </w:tr>
      <w:tr w:rsidR="00856F0B" w:rsidTr="00571216">
        <w:trPr>
          <w:trHeight w:hRule="exact" w:val="567"/>
        </w:trPr>
        <w:tc>
          <w:tcPr>
            <w:tcW w:w="572" w:type="dxa"/>
          </w:tcPr>
          <w:p w:rsidR="00856F0B" w:rsidRDefault="00856F0B" w:rsidP="00571216">
            <w:pPr>
              <w:rPr>
                <w:b/>
                <w:szCs w:val="18"/>
              </w:rPr>
            </w:pPr>
            <w:r>
              <w:rPr>
                <w:b/>
                <w:szCs w:val="18"/>
              </w:rPr>
              <w:t>D</w:t>
            </w:r>
          </w:p>
        </w:tc>
        <w:tc>
          <w:tcPr>
            <w:tcW w:w="7882" w:type="dxa"/>
          </w:tcPr>
          <w:p w:rsidR="00856F0B" w:rsidRDefault="002B3569" w:rsidP="00571216">
            <w:pPr>
              <w:rPr>
                <w:szCs w:val="18"/>
              </w:rPr>
            </w:pPr>
            <w:r>
              <w:rPr>
                <w:szCs w:val="18"/>
              </w:rPr>
              <w:t>It will get bigger at first, and then stay about the same size after that.</w:t>
            </w:r>
          </w:p>
        </w:tc>
      </w:tr>
    </w:tbl>
    <w:p w:rsidR="00201AC2" w:rsidRDefault="00201AC2" w:rsidP="006F3279">
      <w:pPr>
        <w:spacing w:after="240"/>
        <w:rPr>
          <w:szCs w:val="18"/>
        </w:rPr>
      </w:pPr>
    </w:p>
    <w:p w:rsidR="00EA17CB" w:rsidRDefault="00EA17CB" w:rsidP="006F3279">
      <w:pPr>
        <w:spacing w:after="240"/>
        <w:rPr>
          <w:szCs w:val="18"/>
        </w:rPr>
      </w:pPr>
    </w:p>
    <w:p w:rsidR="00EA17CB" w:rsidRDefault="00EA17CB">
      <w:pPr>
        <w:spacing w:after="200" w:line="276" w:lineRule="auto"/>
        <w:rPr>
          <w:szCs w:val="18"/>
        </w:rPr>
      </w:pPr>
      <w:r>
        <w:rPr>
          <w:szCs w:val="18"/>
        </w:rPr>
        <w:br w:type="page"/>
      </w:r>
    </w:p>
    <w:p w:rsidR="000146A2" w:rsidRDefault="000146A2" w:rsidP="006F3279">
      <w:pPr>
        <w:spacing w:after="240"/>
        <w:rPr>
          <w:b/>
          <w:szCs w:val="18"/>
        </w:rPr>
      </w:pPr>
    </w:p>
    <w:p w:rsidR="00EA17CB" w:rsidRPr="000146A2" w:rsidRDefault="000146A2" w:rsidP="006F3279">
      <w:pPr>
        <w:spacing w:after="240"/>
        <w:rPr>
          <w:b/>
          <w:szCs w:val="18"/>
        </w:rPr>
      </w:pPr>
      <w:r w:rsidRPr="000146A2">
        <w:rPr>
          <w:b/>
          <w:szCs w:val="18"/>
        </w:rPr>
        <w:t>Part 2</w:t>
      </w:r>
    </w:p>
    <w:p w:rsidR="000146A2" w:rsidRDefault="000146A2" w:rsidP="006F3279">
      <w:pPr>
        <w:spacing w:after="240"/>
        <w:rPr>
          <w:szCs w:val="18"/>
        </w:rPr>
      </w:pPr>
    </w:p>
    <w:p w:rsidR="00EA17CB" w:rsidRDefault="00EA17CB" w:rsidP="000146A2">
      <w:pPr>
        <w:pStyle w:val="ListParagraph"/>
        <w:numPr>
          <w:ilvl w:val="0"/>
          <w:numId w:val="4"/>
        </w:numPr>
        <w:spacing w:after="180"/>
        <w:ind w:left="426"/>
      </w:pPr>
      <w:r>
        <w:t>The size of the penguin population increases over the first few years.</w:t>
      </w:r>
    </w:p>
    <w:p w:rsidR="00EA17CB" w:rsidRDefault="00EA17CB" w:rsidP="000146A2">
      <w:pPr>
        <w:pStyle w:val="ListParagraph"/>
        <w:spacing w:after="180"/>
        <w:ind w:left="426"/>
      </w:pPr>
    </w:p>
    <w:p w:rsidR="00EA17CB" w:rsidRDefault="00EA17CB" w:rsidP="000146A2">
      <w:pPr>
        <w:pStyle w:val="ListParagraph"/>
        <w:spacing w:after="180"/>
        <w:ind w:left="426"/>
      </w:pPr>
      <w:r>
        <w:t>Why do you think this happens?</w:t>
      </w:r>
    </w:p>
    <w:p w:rsidR="00EA17CB" w:rsidRDefault="00EA17CB" w:rsidP="00C538A6"/>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A17CB" w:rsidTr="001C52FE">
        <w:trPr>
          <w:trHeight w:hRule="exact" w:val="567"/>
        </w:trPr>
        <w:tc>
          <w:tcPr>
            <w:tcW w:w="572" w:type="dxa"/>
          </w:tcPr>
          <w:p w:rsidR="00EA17CB" w:rsidRPr="00461B7C" w:rsidRDefault="00EA17CB" w:rsidP="001C52FE">
            <w:pPr>
              <w:rPr>
                <w:b/>
                <w:szCs w:val="18"/>
              </w:rPr>
            </w:pPr>
            <w:r>
              <w:rPr>
                <w:b/>
                <w:szCs w:val="18"/>
              </w:rPr>
              <w:t>A</w:t>
            </w:r>
          </w:p>
        </w:tc>
        <w:tc>
          <w:tcPr>
            <w:tcW w:w="7882" w:type="dxa"/>
          </w:tcPr>
          <w:p w:rsidR="00EA17CB" w:rsidRDefault="00EA17CB" w:rsidP="001C52FE">
            <w:pPr>
              <w:rPr>
                <w:szCs w:val="18"/>
              </w:rPr>
            </w:pPr>
            <w:r>
              <w:rPr>
                <w:szCs w:val="18"/>
              </w:rPr>
              <w:t xml:space="preserve">The penguins </w:t>
            </w:r>
            <w:r w:rsidR="00C538A6">
              <w:rPr>
                <w:szCs w:val="18"/>
              </w:rPr>
              <w:t xml:space="preserve">move around and </w:t>
            </w:r>
            <w:r>
              <w:rPr>
                <w:szCs w:val="18"/>
              </w:rPr>
              <w:t>spread out all over the island.</w:t>
            </w:r>
          </w:p>
        </w:tc>
      </w:tr>
      <w:tr w:rsidR="00EA17CB" w:rsidTr="001C52FE">
        <w:trPr>
          <w:trHeight w:hRule="exact" w:val="567"/>
        </w:trPr>
        <w:tc>
          <w:tcPr>
            <w:tcW w:w="572" w:type="dxa"/>
          </w:tcPr>
          <w:p w:rsidR="00EA17CB" w:rsidRPr="00461B7C" w:rsidRDefault="00EA17CB" w:rsidP="001C52FE">
            <w:pPr>
              <w:rPr>
                <w:b/>
                <w:szCs w:val="18"/>
              </w:rPr>
            </w:pPr>
            <w:r>
              <w:rPr>
                <w:b/>
                <w:szCs w:val="18"/>
              </w:rPr>
              <w:t>B</w:t>
            </w:r>
          </w:p>
        </w:tc>
        <w:tc>
          <w:tcPr>
            <w:tcW w:w="7882" w:type="dxa"/>
          </w:tcPr>
          <w:p w:rsidR="00EA17CB" w:rsidRDefault="00EA17CB" w:rsidP="000146A2">
            <w:pPr>
              <w:rPr>
                <w:szCs w:val="18"/>
              </w:rPr>
            </w:pPr>
            <w:r>
              <w:rPr>
                <w:szCs w:val="18"/>
              </w:rPr>
              <w:t xml:space="preserve">The penguins eat </w:t>
            </w:r>
            <w:r w:rsidR="000146A2">
              <w:rPr>
                <w:szCs w:val="18"/>
              </w:rPr>
              <w:t>fish</w:t>
            </w:r>
            <w:r>
              <w:rPr>
                <w:szCs w:val="18"/>
              </w:rPr>
              <w:t xml:space="preserve"> </w:t>
            </w:r>
            <w:r w:rsidR="000146A2">
              <w:rPr>
                <w:szCs w:val="18"/>
              </w:rPr>
              <w:t>from the sea around</w:t>
            </w:r>
            <w:r>
              <w:rPr>
                <w:szCs w:val="18"/>
              </w:rPr>
              <w:t xml:space="preserve"> the island and grow bigger.</w:t>
            </w:r>
          </w:p>
        </w:tc>
      </w:tr>
      <w:tr w:rsidR="00EA17CB" w:rsidTr="001C52FE">
        <w:trPr>
          <w:trHeight w:hRule="exact" w:val="567"/>
        </w:trPr>
        <w:tc>
          <w:tcPr>
            <w:tcW w:w="572" w:type="dxa"/>
          </w:tcPr>
          <w:p w:rsidR="00EA17CB" w:rsidRPr="00461B7C" w:rsidRDefault="00EA17CB" w:rsidP="001C52FE">
            <w:pPr>
              <w:rPr>
                <w:b/>
                <w:szCs w:val="18"/>
              </w:rPr>
            </w:pPr>
            <w:r>
              <w:rPr>
                <w:b/>
                <w:szCs w:val="18"/>
              </w:rPr>
              <w:t>C</w:t>
            </w:r>
          </w:p>
        </w:tc>
        <w:tc>
          <w:tcPr>
            <w:tcW w:w="7882" w:type="dxa"/>
          </w:tcPr>
          <w:p w:rsidR="00EA17CB" w:rsidRDefault="00EA17CB" w:rsidP="00C538A6">
            <w:pPr>
              <w:rPr>
                <w:szCs w:val="18"/>
              </w:rPr>
            </w:pPr>
            <w:r>
              <w:rPr>
                <w:szCs w:val="18"/>
              </w:rPr>
              <w:t xml:space="preserve">The penguins </w:t>
            </w:r>
            <w:r w:rsidR="00C538A6">
              <w:rPr>
                <w:szCs w:val="18"/>
              </w:rPr>
              <w:t xml:space="preserve">have plenty of food and there is nothing to stop them </w:t>
            </w:r>
            <w:r>
              <w:rPr>
                <w:szCs w:val="18"/>
              </w:rPr>
              <w:t>reproduc</w:t>
            </w:r>
            <w:r w:rsidR="00C538A6">
              <w:rPr>
                <w:szCs w:val="18"/>
              </w:rPr>
              <w:t>ing</w:t>
            </w:r>
            <w:r>
              <w:rPr>
                <w:szCs w:val="18"/>
              </w:rPr>
              <w:t>.</w:t>
            </w:r>
          </w:p>
        </w:tc>
      </w:tr>
      <w:tr w:rsidR="00EA17CB" w:rsidTr="001C52FE">
        <w:trPr>
          <w:trHeight w:hRule="exact" w:val="567"/>
        </w:trPr>
        <w:tc>
          <w:tcPr>
            <w:tcW w:w="572" w:type="dxa"/>
          </w:tcPr>
          <w:p w:rsidR="00EA17CB" w:rsidRDefault="00EA17CB" w:rsidP="001C52FE">
            <w:pPr>
              <w:rPr>
                <w:b/>
                <w:szCs w:val="18"/>
              </w:rPr>
            </w:pPr>
            <w:r>
              <w:rPr>
                <w:b/>
                <w:szCs w:val="18"/>
              </w:rPr>
              <w:t>D</w:t>
            </w:r>
          </w:p>
        </w:tc>
        <w:tc>
          <w:tcPr>
            <w:tcW w:w="7882" w:type="dxa"/>
          </w:tcPr>
          <w:p w:rsidR="00EA17CB" w:rsidRDefault="00C538A6" w:rsidP="001C52FE">
            <w:pPr>
              <w:rPr>
                <w:szCs w:val="18"/>
              </w:rPr>
            </w:pPr>
            <w:r>
              <w:rPr>
                <w:szCs w:val="18"/>
              </w:rPr>
              <w:t>None of the penguins die.</w:t>
            </w:r>
          </w:p>
        </w:tc>
      </w:tr>
    </w:tbl>
    <w:p w:rsidR="00EA17CB" w:rsidRDefault="00EA17CB" w:rsidP="00EA17CB">
      <w:pPr>
        <w:spacing w:after="240"/>
        <w:rPr>
          <w:szCs w:val="18"/>
        </w:rPr>
      </w:pPr>
    </w:p>
    <w:p w:rsidR="00EA17CB" w:rsidRDefault="00EA17CB" w:rsidP="006F3279">
      <w:pPr>
        <w:spacing w:after="240"/>
        <w:rPr>
          <w:szCs w:val="18"/>
        </w:rPr>
      </w:pPr>
    </w:p>
    <w:p w:rsidR="00C538A6" w:rsidRDefault="00C538A6" w:rsidP="000146A2">
      <w:pPr>
        <w:pStyle w:val="ListParagraph"/>
        <w:numPr>
          <w:ilvl w:val="0"/>
          <w:numId w:val="4"/>
        </w:numPr>
        <w:spacing w:after="180"/>
        <w:ind w:left="426"/>
      </w:pPr>
      <w:r>
        <w:t xml:space="preserve">After a while, the size of the penguin population stops increasing and </w:t>
      </w:r>
      <w:r w:rsidR="006C2566">
        <w:t>then stays</w:t>
      </w:r>
      <w:r>
        <w:t xml:space="preserve"> about the same</w:t>
      </w:r>
      <w:r w:rsidR="006C2566">
        <w:t xml:space="preserve"> size</w:t>
      </w:r>
      <w:r>
        <w:t>.</w:t>
      </w:r>
    </w:p>
    <w:p w:rsidR="00C538A6" w:rsidRDefault="00C538A6" w:rsidP="000146A2">
      <w:pPr>
        <w:pStyle w:val="ListParagraph"/>
        <w:spacing w:after="180"/>
        <w:ind w:left="426"/>
      </w:pPr>
    </w:p>
    <w:p w:rsidR="00EA17CB" w:rsidRDefault="00C538A6" w:rsidP="000146A2">
      <w:pPr>
        <w:pStyle w:val="ListParagraph"/>
        <w:spacing w:after="180"/>
        <w:ind w:left="426"/>
      </w:pPr>
      <w:r>
        <w:t>Why do you think this happens</w:t>
      </w:r>
      <w:r w:rsidR="00EA17CB">
        <w:t>?</w:t>
      </w:r>
    </w:p>
    <w:p w:rsidR="00EA17CB" w:rsidRDefault="00EA17CB" w:rsidP="00C538A6"/>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A17CB" w:rsidTr="001C52FE">
        <w:trPr>
          <w:trHeight w:hRule="exact" w:val="567"/>
        </w:trPr>
        <w:tc>
          <w:tcPr>
            <w:tcW w:w="572" w:type="dxa"/>
          </w:tcPr>
          <w:p w:rsidR="00EA17CB" w:rsidRPr="00461B7C" w:rsidRDefault="00EA17CB" w:rsidP="001C52FE">
            <w:pPr>
              <w:rPr>
                <w:b/>
                <w:szCs w:val="18"/>
              </w:rPr>
            </w:pPr>
            <w:r>
              <w:rPr>
                <w:b/>
                <w:szCs w:val="18"/>
              </w:rPr>
              <w:t>A</w:t>
            </w:r>
          </w:p>
        </w:tc>
        <w:tc>
          <w:tcPr>
            <w:tcW w:w="7882" w:type="dxa"/>
          </w:tcPr>
          <w:p w:rsidR="00EA17CB" w:rsidRDefault="006C2566" w:rsidP="00C538A6">
            <w:pPr>
              <w:rPr>
                <w:szCs w:val="18"/>
              </w:rPr>
            </w:pPr>
            <w:r>
              <w:rPr>
                <w:szCs w:val="18"/>
              </w:rPr>
              <w:t>The penguins stop reproducing.</w:t>
            </w:r>
          </w:p>
        </w:tc>
      </w:tr>
      <w:tr w:rsidR="00EA17CB" w:rsidTr="001C52FE">
        <w:trPr>
          <w:trHeight w:hRule="exact" w:val="567"/>
        </w:trPr>
        <w:tc>
          <w:tcPr>
            <w:tcW w:w="572" w:type="dxa"/>
          </w:tcPr>
          <w:p w:rsidR="00EA17CB" w:rsidRPr="00461B7C" w:rsidRDefault="00EA17CB" w:rsidP="001C52FE">
            <w:pPr>
              <w:rPr>
                <w:b/>
                <w:szCs w:val="18"/>
              </w:rPr>
            </w:pPr>
            <w:r>
              <w:rPr>
                <w:b/>
                <w:szCs w:val="18"/>
              </w:rPr>
              <w:t>B</w:t>
            </w:r>
          </w:p>
        </w:tc>
        <w:tc>
          <w:tcPr>
            <w:tcW w:w="7882" w:type="dxa"/>
          </w:tcPr>
          <w:p w:rsidR="00EA17CB" w:rsidRDefault="006C2566" w:rsidP="006C2566">
            <w:pPr>
              <w:rPr>
                <w:szCs w:val="18"/>
              </w:rPr>
            </w:pPr>
            <w:r>
              <w:rPr>
                <w:szCs w:val="18"/>
              </w:rPr>
              <w:t>The penguins only give birth to enough babies to replace themselves.</w:t>
            </w:r>
          </w:p>
        </w:tc>
      </w:tr>
      <w:tr w:rsidR="00EA17CB" w:rsidTr="001C52FE">
        <w:trPr>
          <w:trHeight w:hRule="exact" w:val="567"/>
        </w:trPr>
        <w:tc>
          <w:tcPr>
            <w:tcW w:w="572" w:type="dxa"/>
          </w:tcPr>
          <w:p w:rsidR="00EA17CB" w:rsidRPr="00461B7C" w:rsidRDefault="00EA17CB" w:rsidP="001C52FE">
            <w:pPr>
              <w:rPr>
                <w:b/>
                <w:szCs w:val="18"/>
              </w:rPr>
            </w:pPr>
            <w:r>
              <w:rPr>
                <w:b/>
                <w:szCs w:val="18"/>
              </w:rPr>
              <w:t>C</w:t>
            </w:r>
          </w:p>
        </w:tc>
        <w:tc>
          <w:tcPr>
            <w:tcW w:w="7882" w:type="dxa"/>
          </w:tcPr>
          <w:p w:rsidR="00EA17CB" w:rsidRDefault="006C2566" w:rsidP="000146A2">
            <w:pPr>
              <w:rPr>
                <w:szCs w:val="18"/>
              </w:rPr>
            </w:pPr>
            <w:r>
              <w:rPr>
                <w:szCs w:val="18"/>
              </w:rPr>
              <w:t xml:space="preserve">All of the food </w:t>
            </w:r>
            <w:r w:rsidR="000146A2">
              <w:rPr>
                <w:szCs w:val="18"/>
              </w:rPr>
              <w:t>in the sea around</w:t>
            </w:r>
            <w:r>
              <w:rPr>
                <w:szCs w:val="18"/>
              </w:rPr>
              <w:t xml:space="preserve"> the island has been used up.</w:t>
            </w:r>
          </w:p>
        </w:tc>
      </w:tr>
      <w:tr w:rsidR="00EA17CB" w:rsidTr="001C52FE">
        <w:trPr>
          <w:trHeight w:hRule="exact" w:val="567"/>
        </w:trPr>
        <w:tc>
          <w:tcPr>
            <w:tcW w:w="572" w:type="dxa"/>
          </w:tcPr>
          <w:p w:rsidR="00EA17CB" w:rsidRDefault="00EA17CB" w:rsidP="001C52FE">
            <w:pPr>
              <w:rPr>
                <w:b/>
                <w:szCs w:val="18"/>
              </w:rPr>
            </w:pPr>
            <w:r>
              <w:rPr>
                <w:b/>
                <w:szCs w:val="18"/>
              </w:rPr>
              <w:t>D</w:t>
            </w:r>
          </w:p>
        </w:tc>
        <w:tc>
          <w:tcPr>
            <w:tcW w:w="7882" w:type="dxa"/>
          </w:tcPr>
          <w:p w:rsidR="00EA17CB" w:rsidRDefault="006C2566" w:rsidP="001C52FE">
            <w:pPr>
              <w:rPr>
                <w:szCs w:val="18"/>
              </w:rPr>
            </w:pPr>
            <w:r>
              <w:rPr>
                <w:szCs w:val="18"/>
              </w:rPr>
              <w:t>Food and other resources are limited, so not all the baby penguins that are born survive.</w:t>
            </w:r>
          </w:p>
        </w:tc>
      </w:tr>
    </w:tbl>
    <w:p w:rsidR="00EA17CB" w:rsidRDefault="00EA17CB" w:rsidP="00EA17CB">
      <w:pPr>
        <w:spacing w:after="240"/>
        <w:rPr>
          <w:szCs w:val="18"/>
        </w:rPr>
      </w:pPr>
    </w:p>
    <w:p w:rsidR="000146A2" w:rsidRDefault="000146A2">
      <w:pPr>
        <w:spacing w:after="200" w:line="276" w:lineRule="auto"/>
        <w:rPr>
          <w:szCs w:val="18"/>
        </w:rPr>
      </w:pPr>
      <w:r>
        <w:rPr>
          <w:szCs w:val="18"/>
        </w:rPr>
        <w:br w:type="page"/>
      </w:r>
    </w:p>
    <w:p w:rsidR="00EA17CB" w:rsidRDefault="00EA17CB" w:rsidP="00EA17CB">
      <w:pPr>
        <w:spacing w:after="240"/>
        <w:rPr>
          <w:szCs w:val="18"/>
        </w:rPr>
      </w:pPr>
    </w:p>
    <w:p w:rsidR="000146A2" w:rsidRPr="000146A2" w:rsidRDefault="000146A2" w:rsidP="00EA17CB">
      <w:pPr>
        <w:spacing w:after="240"/>
        <w:rPr>
          <w:b/>
          <w:szCs w:val="18"/>
        </w:rPr>
      </w:pPr>
      <w:r w:rsidRPr="000146A2">
        <w:rPr>
          <w:b/>
          <w:szCs w:val="18"/>
        </w:rPr>
        <w:t>Part 3</w:t>
      </w:r>
    </w:p>
    <w:p w:rsidR="000146A2" w:rsidRDefault="000146A2" w:rsidP="00EA17CB">
      <w:pPr>
        <w:spacing w:after="240"/>
        <w:rPr>
          <w:szCs w:val="18"/>
        </w:rPr>
      </w:pPr>
    </w:p>
    <w:p w:rsidR="000146A2" w:rsidRDefault="00210401" w:rsidP="003D69B8">
      <w:pPr>
        <w:pStyle w:val="ListParagraph"/>
        <w:numPr>
          <w:ilvl w:val="0"/>
          <w:numId w:val="4"/>
        </w:numPr>
        <w:spacing w:after="180"/>
        <w:ind w:left="426"/>
      </w:pPr>
      <w:r>
        <w:t>There are limited amounts of f</w:t>
      </w:r>
      <w:r w:rsidR="000146A2">
        <w:t xml:space="preserve">ood and other resources </w:t>
      </w:r>
      <w:r>
        <w:t>that the penguins need to survive.</w:t>
      </w:r>
    </w:p>
    <w:p w:rsidR="000146A2" w:rsidRDefault="000146A2" w:rsidP="003D69B8">
      <w:pPr>
        <w:pStyle w:val="ListParagraph"/>
        <w:spacing w:after="180"/>
        <w:ind w:left="426"/>
      </w:pPr>
    </w:p>
    <w:p w:rsidR="00EA17CB" w:rsidRDefault="000146A2" w:rsidP="003D69B8">
      <w:pPr>
        <w:pStyle w:val="ListParagraph"/>
        <w:spacing w:after="180"/>
        <w:ind w:left="426"/>
      </w:pPr>
      <w:r>
        <w:t>How do you think the penguin</w:t>
      </w:r>
      <w:r w:rsidR="00464150">
        <w:t>s</w:t>
      </w:r>
      <w:r>
        <w:t xml:space="preserve"> </w:t>
      </w:r>
      <w:r w:rsidR="00464150">
        <w:t>respond to this</w:t>
      </w:r>
      <w:r w:rsidR="00EA17CB">
        <w:t>?</w:t>
      </w:r>
    </w:p>
    <w:p w:rsidR="00EA17CB" w:rsidRDefault="00EA17CB" w:rsidP="00C538A6"/>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A17CB" w:rsidTr="001C52FE">
        <w:trPr>
          <w:trHeight w:hRule="exact" w:val="567"/>
        </w:trPr>
        <w:tc>
          <w:tcPr>
            <w:tcW w:w="572" w:type="dxa"/>
          </w:tcPr>
          <w:p w:rsidR="00EA17CB" w:rsidRPr="00461B7C" w:rsidRDefault="00EA17CB" w:rsidP="001C52FE">
            <w:pPr>
              <w:rPr>
                <w:b/>
                <w:szCs w:val="18"/>
              </w:rPr>
            </w:pPr>
            <w:r>
              <w:rPr>
                <w:b/>
                <w:szCs w:val="18"/>
              </w:rPr>
              <w:t>A</w:t>
            </w:r>
          </w:p>
        </w:tc>
        <w:tc>
          <w:tcPr>
            <w:tcW w:w="7882" w:type="dxa"/>
          </w:tcPr>
          <w:p w:rsidR="00EA17CB" w:rsidRDefault="00210401" w:rsidP="00210401">
            <w:pPr>
              <w:rPr>
                <w:szCs w:val="18"/>
              </w:rPr>
            </w:pPr>
            <w:r>
              <w:rPr>
                <w:szCs w:val="18"/>
              </w:rPr>
              <w:t>The penguins cooperate and share the food so that there is enough for all of them.</w:t>
            </w:r>
          </w:p>
        </w:tc>
      </w:tr>
      <w:tr w:rsidR="00EA17CB" w:rsidTr="001C52FE">
        <w:trPr>
          <w:trHeight w:hRule="exact" w:val="567"/>
        </w:trPr>
        <w:tc>
          <w:tcPr>
            <w:tcW w:w="572" w:type="dxa"/>
          </w:tcPr>
          <w:p w:rsidR="00EA17CB" w:rsidRPr="00461B7C" w:rsidRDefault="00EA17CB" w:rsidP="001C52FE">
            <w:pPr>
              <w:rPr>
                <w:b/>
                <w:szCs w:val="18"/>
              </w:rPr>
            </w:pPr>
            <w:r>
              <w:rPr>
                <w:b/>
                <w:szCs w:val="18"/>
              </w:rPr>
              <w:t>B</w:t>
            </w:r>
          </w:p>
        </w:tc>
        <w:tc>
          <w:tcPr>
            <w:tcW w:w="7882" w:type="dxa"/>
          </w:tcPr>
          <w:p w:rsidR="00EA17CB" w:rsidRDefault="00210401" w:rsidP="001C52FE">
            <w:pPr>
              <w:rPr>
                <w:szCs w:val="18"/>
              </w:rPr>
            </w:pPr>
            <w:r>
              <w:rPr>
                <w:szCs w:val="18"/>
              </w:rPr>
              <w:t>The penguins compete for the food, and not all of them get enough to survive.</w:t>
            </w:r>
          </w:p>
        </w:tc>
      </w:tr>
      <w:tr w:rsidR="00EA17CB" w:rsidTr="001C52FE">
        <w:trPr>
          <w:trHeight w:hRule="exact" w:val="567"/>
        </w:trPr>
        <w:tc>
          <w:tcPr>
            <w:tcW w:w="572" w:type="dxa"/>
          </w:tcPr>
          <w:p w:rsidR="00EA17CB" w:rsidRPr="00461B7C" w:rsidRDefault="00EA17CB" w:rsidP="001C52FE">
            <w:pPr>
              <w:rPr>
                <w:b/>
                <w:szCs w:val="18"/>
              </w:rPr>
            </w:pPr>
            <w:r>
              <w:rPr>
                <w:b/>
                <w:szCs w:val="18"/>
              </w:rPr>
              <w:t>C</w:t>
            </w:r>
          </w:p>
        </w:tc>
        <w:tc>
          <w:tcPr>
            <w:tcW w:w="7882" w:type="dxa"/>
          </w:tcPr>
          <w:p w:rsidR="00EA17CB" w:rsidRDefault="00210401" w:rsidP="001C52FE">
            <w:pPr>
              <w:rPr>
                <w:szCs w:val="18"/>
              </w:rPr>
            </w:pPr>
            <w:r>
              <w:rPr>
                <w:szCs w:val="18"/>
              </w:rPr>
              <w:t>The penguins collaborate to make sure they find enough food.</w:t>
            </w:r>
          </w:p>
        </w:tc>
      </w:tr>
      <w:tr w:rsidR="00EA17CB" w:rsidTr="001C52FE">
        <w:trPr>
          <w:trHeight w:hRule="exact" w:val="567"/>
        </w:trPr>
        <w:tc>
          <w:tcPr>
            <w:tcW w:w="572" w:type="dxa"/>
          </w:tcPr>
          <w:p w:rsidR="00EA17CB" w:rsidRDefault="00EA17CB" w:rsidP="001C52FE">
            <w:pPr>
              <w:rPr>
                <w:b/>
                <w:szCs w:val="18"/>
              </w:rPr>
            </w:pPr>
            <w:r>
              <w:rPr>
                <w:b/>
                <w:szCs w:val="18"/>
              </w:rPr>
              <w:t>D</w:t>
            </w:r>
          </w:p>
        </w:tc>
        <w:tc>
          <w:tcPr>
            <w:tcW w:w="7882" w:type="dxa"/>
          </w:tcPr>
          <w:p w:rsidR="00EA17CB" w:rsidRDefault="00210401" w:rsidP="001C52FE">
            <w:pPr>
              <w:rPr>
                <w:szCs w:val="18"/>
              </w:rPr>
            </w:pPr>
            <w:r>
              <w:rPr>
                <w:szCs w:val="18"/>
              </w:rPr>
              <w:t>The penguins compensate by eating less so that all of them can survive.</w:t>
            </w:r>
          </w:p>
        </w:tc>
      </w:tr>
    </w:tbl>
    <w:p w:rsidR="00201AC2" w:rsidRDefault="00201AC2" w:rsidP="006F3279">
      <w:pPr>
        <w:spacing w:after="240"/>
        <w:rPr>
          <w:szCs w:val="18"/>
        </w:rPr>
      </w:pPr>
    </w:p>
    <w:p w:rsidR="00F949BF" w:rsidRDefault="00F949BF" w:rsidP="006F3279">
      <w:pPr>
        <w:spacing w:after="240"/>
        <w:rPr>
          <w:szCs w:val="18"/>
        </w:rPr>
      </w:pPr>
    </w:p>
    <w:p w:rsidR="00F949BF" w:rsidRDefault="00F949BF" w:rsidP="003D69B8">
      <w:pPr>
        <w:pStyle w:val="ListParagraph"/>
        <w:numPr>
          <w:ilvl w:val="0"/>
          <w:numId w:val="4"/>
        </w:numPr>
        <w:spacing w:after="180"/>
        <w:ind w:left="426"/>
      </w:pPr>
      <w:r>
        <w:t>Which penguins are most likely to get enough food to survive?</w:t>
      </w:r>
    </w:p>
    <w:p w:rsidR="00F949BF" w:rsidRDefault="00F949BF" w:rsidP="00F949BF"/>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949BF" w:rsidTr="001C52FE">
        <w:trPr>
          <w:trHeight w:hRule="exact" w:val="567"/>
        </w:trPr>
        <w:tc>
          <w:tcPr>
            <w:tcW w:w="572" w:type="dxa"/>
          </w:tcPr>
          <w:p w:rsidR="00F949BF" w:rsidRPr="00461B7C" w:rsidRDefault="00F949BF" w:rsidP="001C52FE">
            <w:pPr>
              <w:rPr>
                <w:b/>
                <w:szCs w:val="18"/>
              </w:rPr>
            </w:pPr>
            <w:r>
              <w:rPr>
                <w:b/>
                <w:szCs w:val="18"/>
              </w:rPr>
              <w:t>A</w:t>
            </w:r>
          </w:p>
        </w:tc>
        <w:tc>
          <w:tcPr>
            <w:tcW w:w="7882" w:type="dxa"/>
          </w:tcPr>
          <w:p w:rsidR="00F949BF" w:rsidRDefault="00F949BF" w:rsidP="001C52FE">
            <w:pPr>
              <w:rPr>
                <w:szCs w:val="18"/>
              </w:rPr>
            </w:pPr>
            <w:r>
              <w:rPr>
                <w:szCs w:val="18"/>
              </w:rPr>
              <w:t>All of the penguins.</w:t>
            </w:r>
          </w:p>
        </w:tc>
      </w:tr>
      <w:tr w:rsidR="00F949BF" w:rsidTr="001C52FE">
        <w:trPr>
          <w:trHeight w:hRule="exact" w:val="567"/>
        </w:trPr>
        <w:tc>
          <w:tcPr>
            <w:tcW w:w="572" w:type="dxa"/>
          </w:tcPr>
          <w:p w:rsidR="00F949BF" w:rsidRPr="00461B7C" w:rsidRDefault="00F949BF" w:rsidP="001C52FE">
            <w:pPr>
              <w:rPr>
                <w:b/>
                <w:szCs w:val="18"/>
              </w:rPr>
            </w:pPr>
            <w:r>
              <w:rPr>
                <w:b/>
                <w:szCs w:val="18"/>
              </w:rPr>
              <w:t>B</w:t>
            </w:r>
          </w:p>
        </w:tc>
        <w:tc>
          <w:tcPr>
            <w:tcW w:w="7882" w:type="dxa"/>
          </w:tcPr>
          <w:p w:rsidR="00F949BF" w:rsidRDefault="00F949BF" w:rsidP="001C52FE">
            <w:pPr>
              <w:rPr>
                <w:szCs w:val="18"/>
              </w:rPr>
            </w:pPr>
            <w:r>
              <w:rPr>
                <w:szCs w:val="18"/>
              </w:rPr>
              <w:t xml:space="preserve">Only the </w:t>
            </w:r>
            <w:r w:rsidR="00507E03">
              <w:rPr>
                <w:szCs w:val="18"/>
              </w:rPr>
              <w:t>fastest penguins.</w:t>
            </w:r>
          </w:p>
        </w:tc>
      </w:tr>
      <w:tr w:rsidR="00F949BF" w:rsidTr="001C52FE">
        <w:trPr>
          <w:trHeight w:hRule="exact" w:val="567"/>
        </w:trPr>
        <w:tc>
          <w:tcPr>
            <w:tcW w:w="572" w:type="dxa"/>
          </w:tcPr>
          <w:p w:rsidR="00F949BF" w:rsidRPr="00461B7C" w:rsidRDefault="00F949BF" w:rsidP="001C52FE">
            <w:pPr>
              <w:rPr>
                <w:b/>
                <w:szCs w:val="18"/>
              </w:rPr>
            </w:pPr>
            <w:r>
              <w:rPr>
                <w:b/>
                <w:szCs w:val="18"/>
              </w:rPr>
              <w:t>C</w:t>
            </w:r>
          </w:p>
        </w:tc>
        <w:tc>
          <w:tcPr>
            <w:tcW w:w="7882" w:type="dxa"/>
          </w:tcPr>
          <w:p w:rsidR="00F949BF" w:rsidRDefault="00507E03" w:rsidP="001C52FE">
            <w:pPr>
              <w:rPr>
                <w:szCs w:val="18"/>
              </w:rPr>
            </w:pPr>
            <w:r>
              <w:rPr>
                <w:szCs w:val="18"/>
              </w:rPr>
              <w:t xml:space="preserve">Only the </w:t>
            </w:r>
            <w:r w:rsidR="00787EE3">
              <w:rPr>
                <w:szCs w:val="18"/>
              </w:rPr>
              <w:t xml:space="preserve">biggest and </w:t>
            </w:r>
            <w:r>
              <w:rPr>
                <w:szCs w:val="18"/>
              </w:rPr>
              <w:t>strongest penguins.</w:t>
            </w:r>
          </w:p>
        </w:tc>
      </w:tr>
      <w:tr w:rsidR="00F949BF" w:rsidTr="001C52FE">
        <w:trPr>
          <w:trHeight w:hRule="exact" w:val="567"/>
        </w:trPr>
        <w:tc>
          <w:tcPr>
            <w:tcW w:w="572" w:type="dxa"/>
          </w:tcPr>
          <w:p w:rsidR="00F949BF" w:rsidRDefault="00F949BF" w:rsidP="001C52FE">
            <w:pPr>
              <w:rPr>
                <w:b/>
                <w:szCs w:val="18"/>
              </w:rPr>
            </w:pPr>
            <w:r>
              <w:rPr>
                <w:b/>
                <w:szCs w:val="18"/>
              </w:rPr>
              <w:t>D</w:t>
            </w:r>
          </w:p>
        </w:tc>
        <w:tc>
          <w:tcPr>
            <w:tcW w:w="7882" w:type="dxa"/>
          </w:tcPr>
          <w:p w:rsidR="00F949BF" w:rsidRDefault="00507E03" w:rsidP="001C52FE">
            <w:pPr>
              <w:rPr>
                <w:szCs w:val="18"/>
              </w:rPr>
            </w:pPr>
            <w:r>
              <w:rPr>
                <w:szCs w:val="18"/>
              </w:rPr>
              <w:t>The best adapted penguins.</w:t>
            </w:r>
          </w:p>
        </w:tc>
      </w:tr>
    </w:tbl>
    <w:p w:rsidR="00F949BF" w:rsidRPr="00201AC2" w:rsidRDefault="00F949BF" w:rsidP="00F949BF">
      <w:pPr>
        <w:spacing w:after="240"/>
        <w:rPr>
          <w:szCs w:val="18"/>
        </w:rPr>
      </w:pPr>
    </w:p>
    <w:p w:rsidR="00F949BF" w:rsidRPr="00201AC2" w:rsidRDefault="00F949BF" w:rsidP="006F3279">
      <w:pPr>
        <w:spacing w:after="240"/>
        <w:rPr>
          <w:szCs w:val="18"/>
        </w:rPr>
      </w:pPr>
    </w:p>
    <w:p w:rsidR="00201AC2" w:rsidRDefault="00201AC2" w:rsidP="006F3279">
      <w:pPr>
        <w:spacing w:after="240"/>
        <w:rPr>
          <w:szCs w:val="18"/>
        </w:rPr>
      </w:pPr>
    </w:p>
    <w:p w:rsidR="00F949BF" w:rsidRPr="00201AC2" w:rsidRDefault="00F949BF" w:rsidP="006F3279">
      <w:pPr>
        <w:spacing w:after="240"/>
        <w:rPr>
          <w:szCs w:val="18"/>
        </w:rPr>
        <w:sectPr w:rsidR="00F949BF"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819DC"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4172B" w:rsidP="006F3279">
            <w:pPr>
              <w:spacing w:after="60"/>
              <w:ind w:left="1304"/>
              <w:rPr>
                <w:b/>
                <w:sz w:val="40"/>
                <w:szCs w:val="40"/>
              </w:rPr>
            </w:pPr>
            <w:r w:rsidRPr="00F4172B">
              <w:rPr>
                <w:b/>
                <w:sz w:val="40"/>
                <w:szCs w:val="40"/>
              </w:rPr>
              <w:t>Penguin population</w:t>
            </w:r>
          </w:p>
        </w:tc>
      </w:tr>
    </w:tbl>
    <w:p w:rsidR="006F3279" w:rsidRDefault="006F3279" w:rsidP="00CB6B8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819DC" w:rsidP="0007651D">
            <w:pPr>
              <w:spacing w:before="60" w:after="60"/>
            </w:pPr>
            <w:r w:rsidRPr="00E819DC">
              <w:t>The characteristics of a species can change over generations as advantageous adaptations become more common; this is evolution, and can be explained by a process of natural selection.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819DC" w:rsidP="0007651D">
            <w:pPr>
              <w:spacing w:before="60" w:after="60"/>
              <w:rPr>
                <w:b/>
              </w:rPr>
            </w:pPr>
            <w:r w:rsidRPr="00E819DC">
              <w:t>Recognise that organisms compete for limited resources, and that some individuals have traits that help them compete more successfully than other individuals in the same population.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56F0B" w:rsidP="0021607B">
            <w:pPr>
              <w:spacing w:before="60" w:after="60"/>
            </w:pPr>
            <w:r w:rsidRPr="0021479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819DC" w:rsidP="00856F0B">
            <w:pPr>
              <w:spacing w:before="60" w:after="60"/>
            </w:pPr>
            <w:r>
              <w:t>competition, population</w:t>
            </w:r>
          </w:p>
        </w:tc>
      </w:tr>
    </w:tbl>
    <w:p w:rsidR="00E172C6" w:rsidRDefault="00E172C6" w:rsidP="00CB6B80"/>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E62954" w:rsidRDefault="00464150" w:rsidP="00E62954">
      <w:pPr>
        <w:spacing w:after="240"/>
        <w:rPr>
          <w:noProof/>
          <w:lang w:eastAsia="en-GB"/>
        </w:rPr>
      </w:pPr>
      <w:r>
        <w:t xml:space="preserve">The explanation for evolution developed by Charles Darwin, </w:t>
      </w:r>
      <w:r w:rsidRPr="005858C1">
        <w:t>Alfred Russel</w:t>
      </w:r>
      <w:r>
        <w:t xml:space="preserve"> Wallace and others, and described by Darwin in his book </w:t>
      </w:r>
      <w:r w:rsidRPr="00D7348F">
        <w:rPr>
          <w:i/>
        </w:rPr>
        <w:t>On the Origin of Species by Means of Natural Selection</w:t>
      </w:r>
      <w:r>
        <w:t xml:space="preserve"> in 1859, have been summarised by </w:t>
      </w:r>
      <w:proofErr w:type="spellStart"/>
      <w:r>
        <w:t>Mayr</w:t>
      </w:r>
      <w:proofErr w:type="spellEnd"/>
      <w:r>
        <w:t xml:space="preserve"> </w:t>
      </w:r>
      <w:r>
        <w:fldChar w:fldCharType="begin"/>
      </w:r>
      <w: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fldChar w:fldCharType="separate"/>
      </w:r>
      <w:r>
        <w:rPr>
          <w:noProof/>
        </w:rPr>
        <w:t>(1982)</w:t>
      </w:r>
      <w:r>
        <w:fldChar w:fldCharType="end"/>
      </w:r>
      <w:r>
        <w:t xml:space="preserve"> and others into five observations (or facts) and three inferences.</w:t>
      </w:r>
      <w:r w:rsidR="00E62954" w:rsidRPr="00E62954">
        <w:rPr>
          <w:noProof/>
          <w:lang w:eastAsia="en-GB"/>
        </w:rPr>
        <w:t xml:space="preserve"> </w:t>
      </w:r>
      <w:bookmarkStart w:id="0" w:name="_GoBack"/>
      <w:bookmarkEnd w:id="0"/>
    </w:p>
    <w:p w:rsidR="00C05571" w:rsidRDefault="00CB6B80" w:rsidP="0050055B">
      <w:pPr>
        <w:spacing w:after="180"/>
      </w:pPr>
      <w:r>
        <w:rPr>
          <w:noProof/>
          <w:lang w:eastAsia="en-GB"/>
        </w:rPr>
        <mc:AlternateContent>
          <mc:Choice Requires="wpg">
            <w:drawing>
              <wp:inline distT="0" distB="0" distL="0" distR="0">
                <wp:extent cx="5934075" cy="4320564"/>
                <wp:effectExtent l="0" t="0" r="9525" b="3810"/>
                <wp:docPr id="14" name="Group 14"/>
                <wp:cNvGraphicFramePr/>
                <a:graphic xmlns:a="http://schemas.openxmlformats.org/drawingml/2006/main">
                  <a:graphicData uri="http://schemas.microsoft.com/office/word/2010/wordprocessingGroup">
                    <wpg:wgp>
                      <wpg:cNvGrpSpPr/>
                      <wpg:grpSpPr>
                        <a:xfrm>
                          <a:off x="0" y="0"/>
                          <a:ext cx="5934075" cy="4320564"/>
                          <a:chOff x="0" y="0"/>
                          <a:chExt cx="5934075" cy="4320564"/>
                        </a:xfrm>
                      </wpg:grpSpPr>
                      <pic:pic xmlns:pic="http://schemas.openxmlformats.org/drawingml/2006/picture">
                        <pic:nvPicPr>
                          <pic:cNvPr id="8" name="Picture 8"/>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52400" y="0"/>
                            <a:ext cx="4162425" cy="3743325"/>
                          </a:xfrm>
                          <a:prstGeom prst="rect">
                            <a:avLst/>
                          </a:prstGeom>
                        </pic:spPr>
                      </pic:pic>
                      <wps:wsp>
                        <wps:cNvPr id="10" name="Text Box 10"/>
                        <wps:cNvSpPr txBox="1"/>
                        <wps:spPr>
                          <a:xfrm>
                            <a:off x="0" y="4019550"/>
                            <a:ext cx="5934075" cy="3010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6B80" w:rsidRPr="00FE6CC0" w:rsidRDefault="00CB6B80" w:rsidP="00CB6B80">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61925" y="3600450"/>
                            <a:ext cx="956310" cy="401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6B80" w:rsidRDefault="00CB6B80" w:rsidP="00CB6B80">
                              <w:pPr>
                                <w:jc w:val="center"/>
                              </w:pPr>
                              <w:r>
                                <w:rPr>
                                  <w:b/>
                                </w:rPr>
                                <w:t>Heredity and variation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1" name="Text Box 11"/>
                        <wps:cNvSpPr txBox="1"/>
                        <wps:spPr>
                          <a:xfrm>
                            <a:off x="171450" y="1790700"/>
                            <a:ext cx="956945" cy="231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6B80" w:rsidRDefault="00CB6B80" w:rsidP="00CB6B80">
                              <w:pPr>
                                <w:jc w:val="center"/>
                              </w:pPr>
                              <w:r w:rsidRPr="00731794">
                                <w:rPr>
                                  <w:b/>
                                </w:rPr>
                                <w:t>Ecology</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3" name="Text Box 13"/>
                        <wps:cNvSpPr txBox="1"/>
                        <wps:spPr>
                          <a:xfrm>
                            <a:off x="1543050" y="2733675"/>
                            <a:ext cx="1329055" cy="401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6B80" w:rsidRDefault="00CB6B80" w:rsidP="00CB6B80">
                              <w:pPr>
                                <w:jc w:val="center"/>
                              </w:pPr>
                              <w:r>
                                <w:rPr>
                                  <w:b/>
                                </w:rPr>
                                <w:t>Competition and natural selection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spAutoFit/>
                        </wps:bodyPr>
                      </wps:wsp>
                      <wps:wsp>
                        <wps:cNvPr id="15" name="Text Box 15"/>
                        <wps:cNvSpPr txBox="1"/>
                        <wps:spPr>
                          <a:xfrm>
                            <a:off x="3305175" y="2543175"/>
                            <a:ext cx="956310" cy="499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6B80" w:rsidRDefault="00CB6B80" w:rsidP="00CB6B80">
                              <w:pPr>
                                <w:jc w:val="center"/>
                              </w:pPr>
                              <w:r>
                                <w:rPr>
                                  <w:b/>
                                </w:rPr>
                                <w:t>Evolution</w:t>
                              </w:r>
                            </w:p>
                          </w:txbxContent>
                        </wps:txbx>
                        <wps:bodyPr rot="0" spcFirstLastPara="0" vertOverflow="overflow" horzOverflow="overflow" vert="horz" wrap="square" lIns="91440" tIns="18000" rIns="91440" bIns="36000" numCol="1" spcCol="0" rtlCol="0" fromWordArt="0" anchor="t" anchorCtr="0" forceAA="0" compatLnSpc="1">
                          <a:prstTxWarp prst="textNoShape">
                            <a:avLst/>
                          </a:prstTxWarp>
                          <a:noAutofit/>
                        </wps:bodyPr>
                      </wps:wsp>
                    </wpg:wgp>
                  </a:graphicData>
                </a:graphic>
              </wp:inline>
            </w:drawing>
          </mc:Choice>
          <mc:Fallback>
            <w:pict>
              <v:group id="Group 14" o:spid="_x0000_s1026" style="width:467.25pt;height:340.2pt;mso-position-horizontal-relative:char;mso-position-vertical-relative:line" coordsize="59340,43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1524;width:41624;height:37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qV5K6AAAA2gAAAA8AAABkcnMvZG93bnJldi54bWxET70KwjAQ3gXfIZzgIprqIFIbRQTBSbHq&#10;fjRnU2wupYm2vr0ZBMeP7z/b9rYWb2p95VjBfJaAIC6crrhUcLsepisQPiBrrB2Tgg952G6GgwxT&#10;7Tq+0DsPpYgh7FNUYEJoUil9Yciin7mGOHIP11oMEbal1C12MdzWcpEkS2mx4thgsKG9oeKZv6yC&#10;3NxyfTKH+25iT+dVuayartsrNR71uzWIQH34i3/uo1YQt8Yr8QbIzRc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WipXkroAAADaAAAADwAAAAAAAAAAAAAAAACfAgAAZHJzL2Rv&#10;d25yZXYueG1sUEsFBgAAAAAEAAQA9wAAAIYDAAAAAA==&#10;">
                  <v:imagedata r:id="rId12" o:title=""/>
                  <v:path arrowok="t"/>
                </v:shape>
                <v:shapetype id="_x0000_t202" coordsize="21600,21600" o:spt="202" path="m,l,21600r21600,l21600,xe">
                  <v:stroke joinstyle="miter"/>
                  <v:path gradientshapeok="t" o:connecttype="rect"/>
                </v:shapetype>
                <v:shape id="Text Box 10" o:spid="_x0000_s1028" type="#_x0000_t202" style="position:absolute;top:40195;width:5934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NH2M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CFX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NH2MYAAADbAAAADwAAAAAAAAAAAAAAAACYAgAAZHJz&#10;L2Rvd25yZXYueG1sUEsFBgAAAAAEAAQA9QAAAIsDAAAAAA==&#10;" fillcolor="white [3201]" stroked="f" strokeweight=".5pt">
                  <v:textbox>
                    <w:txbxContent>
                      <w:p w:rsidR="00CB6B80" w:rsidRPr="00FE6CC0" w:rsidRDefault="00CB6B80" w:rsidP="00CB6B80">
                        <w:pPr>
                          <w:rPr>
                            <w:sz w:val="20"/>
                          </w:rPr>
                        </w:pPr>
                        <w:r w:rsidRPr="00FE6CC0">
                          <w:rPr>
                            <w:sz w:val="20"/>
                          </w:rPr>
                          <w:t xml:space="preserve">A summary of </w:t>
                        </w:r>
                        <w:r>
                          <w:rPr>
                            <w:sz w:val="20"/>
                          </w:rPr>
                          <w:t>Darwin’s</w:t>
                        </w:r>
                        <w:r w:rsidRPr="00FE6CC0">
                          <w:rPr>
                            <w:sz w:val="20"/>
                          </w:rPr>
                          <w:t xml:space="preserve"> theory of evolution by natural selection</w:t>
                        </w:r>
                        <w:r>
                          <w:rPr>
                            <w:sz w:val="20"/>
                          </w:rPr>
                          <w:t xml:space="preserve">; adapted from </w:t>
                        </w:r>
                        <w:proofErr w:type="spellStart"/>
                        <w:r>
                          <w:rPr>
                            <w:sz w:val="20"/>
                          </w:rPr>
                          <w:t>Mayr</w:t>
                        </w:r>
                        <w:proofErr w:type="spellEnd"/>
                        <w:r>
                          <w:rPr>
                            <w:sz w:val="20"/>
                          </w:rPr>
                          <w:t xml:space="preserve"> </w:t>
                        </w:r>
                        <w:r>
                          <w:rPr>
                            <w:sz w:val="20"/>
                          </w:rPr>
                          <w:fldChar w:fldCharType="begin"/>
                        </w:r>
                        <w:r>
                          <w:rPr>
                            <w:sz w:val="20"/>
                          </w:rPr>
                          <w:instrText xml:space="preserve"> ADDIN EN.CITE &lt;EndNote&gt;&lt;Cite ExcludeAuth="1"&gt;&lt;Author&gt;Mayr&lt;/Author&gt;&lt;Year&gt;1982&lt;/Year&gt;&lt;IDText&gt;The growth of biological thought&lt;/IDText&gt;&lt;DisplayText&gt;(1982)&lt;/DisplayText&gt;&lt;record&gt;&lt;titles&gt;&lt;title&gt;The growth of biological thought&lt;/title&gt;&lt;/titles&gt;&lt;contributors&gt;&lt;authors&gt;&lt;author&gt;Mayr, E.&lt;/author&gt;&lt;/authors&gt;&lt;/contributors&gt;&lt;added-date format="utc"&gt;1609251781&lt;/added-date&gt;&lt;pub-location&gt;Cambridge, MA&lt;/pub-location&gt;&lt;ref-type name="Book"&gt;6&lt;/ref-type&gt;&lt;dates&gt;&lt;year&gt;1982&lt;/year&gt;&lt;/dates&gt;&lt;rec-number&gt;8879&lt;/rec-number&gt;&lt;publisher&gt;Harvard University Press&lt;/publisher&gt;&lt;last-updated-date format="utc"&gt;1609251863&lt;/last-updated-date&gt;&lt;/record&gt;&lt;/Cite&gt;&lt;/EndNote&gt;</w:instrText>
                        </w:r>
                        <w:r>
                          <w:rPr>
                            <w:sz w:val="20"/>
                          </w:rPr>
                          <w:fldChar w:fldCharType="separate"/>
                        </w:r>
                        <w:r>
                          <w:rPr>
                            <w:noProof/>
                            <w:sz w:val="20"/>
                          </w:rPr>
                          <w:t>(1982)</w:t>
                        </w:r>
                        <w:r>
                          <w:rPr>
                            <w:sz w:val="20"/>
                          </w:rPr>
                          <w:fldChar w:fldCharType="end"/>
                        </w:r>
                        <w:r>
                          <w:rPr>
                            <w:sz w:val="20"/>
                          </w:rPr>
                          <w:t xml:space="preserve"> by Gregory </w:t>
                        </w:r>
                        <w:r>
                          <w:rPr>
                            <w:sz w:val="20"/>
                          </w:rPr>
                          <w:fldChar w:fldCharType="begin"/>
                        </w:r>
                        <w:r>
                          <w:rPr>
                            <w:sz w:val="20"/>
                          </w:rP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rPr>
                            <w:sz w:val="20"/>
                          </w:rPr>
                          <w:fldChar w:fldCharType="separate"/>
                        </w:r>
                        <w:r>
                          <w:rPr>
                            <w:noProof/>
                            <w:sz w:val="20"/>
                          </w:rPr>
                          <w:t>(2009)</w:t>
                        </w:r>
                        <w:r>
                          <w:rPr>
                            <w:sz w:val="20"/>
                          </w:rPr>
                          <w:fldChar w:fldCharType="end"/>
                        </w:r>
                        <w:r>
                          <w:rPr>
                            <w:sz w:val="20"/>
                          </w:rPr>
                          <w:t>.</w:t>
                        </w:r>
                      </w:p>
                    </w:txbxContent>
                  </v:textbox>
                </v:shape>
                <v:shape id="Text Box 12" o:spid="_x0000_s1029" type="#_x0000_t202" style="position:absolute;left:1619;top:36004;width:9563;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5Ab4A&#10;AADbAAAADwAAAGRycy9kb3ducmV2LnhtbERP3WrCMBS+F3yHcAa703RFhnRGGQOhd8POBzgkx6as&#10;OalJtHVPbwaCd+fj+z2b3eR6caUQO88K3pYFCGLtTcetguPPfrEGEROywd4zKbhRhN12PttgZfzI&#10;B7o2qRU5hGOFCmxKQyVl1JYcxqUfiDN38sFhyjC00gQcc7jrZVkU79Jhx7nB4kBflvRvc3EKivZ8&#10;jqH+/juY0ks92FXJjVfq9WX6/ACRaEpP8cNdmzy/hP9f8gFye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f0+QG+AAAA2wAAAA8AAAAAAAAAAAAAAAAAmAIAAGRycy9kb3ducmV2&#10;LnhtbFBLBQYAAAAABAAEAPUAAACDAwAAAAA=&#10;" fillcolor="white [3201]" stroked="f" strokeweight=".5pt">
                  <v:textbox style="mso-fit-shape-to-text:t" inset=",.5mm,,1mm">
                    <w:txbxContent>
                      <w:p w:rsidR="00CB6B80" w:rsidRDefault="00CB6B80" w:rsidP="00CB6B80">
                        <w:pPr>
                          <w:jc w:val="center"/>
                        </w:pPr>
                        <w:r>
                          <w:rPr>
                            <w:b/>
                          </w:rPr>
                          <w:t>Heredity and variation</w:t>
                        </w:r>
                      </w:p>
                    </w:txbxContent>
                  </v:textbox>
                </v:shape>
                <v:shape id="Text Box 11" o:spid="_x0000_s1030" type="#_x0000_t202" style="position:absolute;left:1714;top:17907;width:9569;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Zndr8A&#10;AADbAAAADwAAAGRycy9kb3ducmV2LnhtbERP3WrCMBS+F/YO4Qi7m6llDOlMiwhC76SdD3Bozppi&#10;c1KTTKtPvwwG3p2P7/dsq9mO4ko+DI4VrFcZCOLO6YF7Baevw9sGRIjIGkfHpOBOAaryZbHFQrsb&#10;N3RtYy9SCIcCFZgYp0LK0BmyGFZuIk7ct/MWY4K+l9rjLYXbUeZZ9iEtDpwaDE60N9Sd2x+rIOsv&#10;l+Dr46PRuZPdZN5zbp1Sr8t59wki0hyf4n93rdP8Nfz9kg6Q5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Jmd2vwAAANsAAAAPAAAAAAAAAAAAAAAAAJgCAABkcnMvZG93bnJl&#10;di54bWxQSwUGAAAAAAQABAD1AAAAhAMAAAAA&#10;" fillcolor="white [3201]" stroked="f" strokeweight=".5pt">
                  <v:textbox style="mso-fit-shape-to-text:t" inset=",.5mm,,1mm">
                    <w:txbxContent>
                      <w:p w:rsidR="00CB6B80" w:rsidRDefault="00CB6B80" w:rsidP="00CB6B80">
                        <w:pPr>
                          <w:jc w:val="center"/>
                        </w:pPr>
                        <w:r w:rsidRPr="00731794">
                          <w:rPr>
                            <w:b/>
                          </w:rPr>
                          <w:t>Ecology</w:t>
                        </w:r>
                      </w:p>
                    </w:txbxContent>
                  </v:textbox>
                </v:shape>
                <v:shape id="Text Box 13" o:spid="_x0000_s1031" type="#_x0000_t202" style="position:absolute;left:15430;top:27336;width:13291;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cmr4A&#10;AADbAAAADwAAAGRycy9kb3ducmV2LnhtbERPzYrCMBC+C75DGMHbNt0qi3SNsgiCN7G7DzA0Y1O2&#10;mdQkavXpjSB4m4/vd5brwXbiQj60jhV8ZjkI4trplhsFf7/bjwWIEJE1do5JwY0CrFfj0RJL7a58&#10;oEsVG5FCOJSowMTYl1KG2pDFkLmeOHFH5y3GBH0jtcdrCredLPL8S1psOTUY7GljqP6vzlZB3pxO&#10;we/294MunKx7My+4ckpNJ8PPN4hIQ3yLX+6dTvNn8PwlHSB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i4XJq+AAAA2wAAAA8AAAAAAAAAAAAAAAAAmAIAAGRycy9kb3ducmV2&#10;LnhtbFBLBQYAAAAABAAEAPUAAACDAwAAAAA=&#10;" fillcolor="white [3201]" stroked="f" strokeweight=".5pt">
                  <v:textbox style="mso-fit-shape-to-text:t" inset=",.5mm,,1mm">
                    <w:txbxContent>
                      <w:p w:rsidR="00CB6B80" w:rsidRDefault="00CB6B80" w:rsidP="00CB6B80">
                        <w:pPr>
                          <w:jc w:val="center"/>
                        </w:pPr>
                        <w:r>
                          <w:rPr>
                            <w:b/>
                          </w:rPr>
                          <w:t>Competition and natural selection</w:t>
                        </w:r>
                      </w:p>
                    </w:txbxContent>
                  </v:textbox>
                </v:shape>
                <v:shape id="Text Box 15" o:spid="_x0000_s1032" type="#_x0000_t202" style="position:absolute;left:33051;top:25431;width:9563;height:4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bycAA&#10;AADbAAAADwAAAGRycy9kb3ducmV2LnhtbERPTWvCQBC9C/0PyxR6002FikRXKUKp9FBQ433Mjtlo&#10;djZkR43/3hUKvc3jfc582ftGXamLdWAD76MMFHEZbM2VgWL3NZyCioJssQlMBu4UYbl4Gcwxt+HG&#10;G7pupVIphGOOBpxIm2sdS0ce4yi0xIk7hs6jJNhV2nZ4S+G+0eMsm2iPNacGhy2tHJXn7cUbmLpi&#10;N/m5rA7Sn9bf49+w38h9b8zba/85AyXUy7/4z722af4HPH9JB+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YEbycAAAADbAAAADwAAAAAAAAAAAAAAAACYAgAAZHJzL2Rvd25y&#10;ZXYueG1sUEsFBgAAAAAEAAQA9QAAAIUDAAAAAA==&#10;" fillcolor="white [3201]" stroked="f" strokeweight=".5pt">
                  <v:textbox inset=",.5mm,,1mm">
                    <w:txbxContent>
                      <w:p w:rsidR="00CB6B80" w:rsidRDefault="00CB6B80" w:rsidP="00CB6B80">
                        <w:pPr>
                          <w:jc w:val="center"/>
                        </w:pPr>
                        <w:r>
                          <w:rPr>
                            <w:b/>
                          </w:rPr>
                          <w:t>Evolution</w:t>
                        </w:r>
                      </w:p>
                    </w:txbxContent>
                  </v:textbox>
                </v:shape>
                <w10:anchorlock/>
              </v:group>
            </w:pict>
          </mc:Fallback>
        </mc:AlternateContent>
      </w:r>
    </w:p>
    <w:p w:rsidR="00C06DBD" w:rsidRDefault="00C06DBD" w:rsidP="0050055B">
      <w:pPr>
        <w:spacing w:after="180"/>
      </w:pPr>
      <w:r>
        <w:lastRenderedPageBreak/>
        <w:t xml:space="preserve">Science education researchers have created a series of diagnostic questions called the ‘conceptual inventory of natural selection’ (CINS) designed to assess understanding of the five observations and three inferences as well as modern understanding of the genetics of variation and inheritance </w:t>
      </w:r>
      <w:r>
        <w:fldChar w:fldCharType="begin"/>
      </w:r>
      <w:r>
        <w:instrText xml:space="preserve"> ADDIN EN.CITE &lt;EndNote&gt;&lt;Cite&gt;&lt;Author&gt;Anderson&lt;/Author&gt;&lt;Year&gt;2002&lt;/Year&gt;&lt;IDText&gt;Development and evaluation of the conceptual inventory of natural selection&lt;/IDText&gt;&lt;DisplayText&gt;(Anderson, Fisher and Norman, 2002)&lt;/DisplayText&gt;&lt;record&gt;&lt;keywords&gt;&lt;keyword&gt;g5, g6, B, EVOLUTION&lt;/keyword&gt;&lt;/keywords&gt;&lt;titles&gt;&lt;title&gt;Development and evaluation of the conceptual inventory of natural selection&lt;/title&gt;&lt;secondary-title&gt;Journal of Research in Science Teaching&lt;/secondary-title&gt;&lt;/titles&gt;&lt;pages&gt;952-978&lt;/pages&gt;&lt;number&gt;10&lt;/number&gt;&lt;contributors&gt;&lt;authors&gt;&lt;author&gt;Anderson, D. L.&lt;/author&gt;&lt;author&gt;Fisher, K. M.&lt;/author&gt;&lt;author&gt;Norman, G. J.&lt;/author&gt;&lt;/authors&gt;&lt;/contributors&gt;&lt;added-date format="utc"&gt;1528984172&lt;/added-date&gt;&lt;ref-type name="Journal Article"&gt;17&lt;/ref-type&gt;&lt;dates&gt;&lt;year&gt;2002&lt;/year&gt;&lt;/dates&gt;&lt;rec-number&gt;216&lt;/rec-number&gt;&lt;last-updated-date format="utc"&gt;1608300193&lt;/last-updated-date&gt;&lt;volume&gt;39&lt;/volume&gt;&lt;/record&gt;&lt;/Cite&gt;&lt;/EndNote&gt;</w:instrText>
      </w:r>
      <w:r>
        <w:fldChar w:fldCharType="separate"/>
      </w:r>
      <w:r>
        <w:rPr>
          <w:noProof/>
        </w:rPr>
        <w:t>(Anderson, Fisher and Norman, 2002)</w:t>
      </w:r>
      <w:r>
        <w:fldChar w:fldCharType="end"/>
      </w:r>
      <w:r>
        <w:t>. Although the CINS questions are designed for undergraduate students, they have provided inspiration for some of the diagnostic questions developed for BEST.</w:t>
      </w:r>
    </w:p>
    <w:p w:rsidR="00887143" w:rsidRDefault="00887143" w:rsidP="0050055B">
      <w:pPr>
        <w:spacing w:after="180"/>
      </w:pPr>
      <w:r>
        <w:t xml:space="preserve">This activity probes students’ understanding of </w:t>
      </w:r>
      <w:r w:rsidR="00494083">
        <w:t>observations 1-3 and inferences 1 and 2.</w:t>
      </w:r>
    </w:p>
    <w:p w:rsidR="00DA139E" w:rsidRDefault="00DA139E" w:rsidP="0050055B">
      <w:pPr>
        <w:spacing w:after="180"/>
      </w:pPr>
      <w:r>
        <w:t>E</w:t>
      </w:r>
      <w:r w:rsidRPr="0070598A">
        <w:t>volution-related terminology</w:t>
      </w:r>
      <w:r>
        <w:t xml:space="preserve"> can</w:t>
      </w:r>
      <w:r w:rsidRPr="0070598A">
        <w:t xml:space="preserve"> be associated with misunderstandings</w:t>
      </w:r>
      <w:r>
        <w:t xml:space="preserve"> </w:t>
      </w:r>
      <w:r>
        <w:fldChar w:fldCharType="begin"/>
      </w:r>
      <w:r>
        <w:instrText xml:space="preserve"> ADDIN EN.CITE &lt;EndNote&gt;&lt;Cite&gt;&lt;Author&gt;Andersson&lt;/Author&gt;&lt;Year&gt;2006&lt;/Year&gt;&lt;IDText&gt;On developing content-oriented theories taking biological evolution as an example&lt;/IDText&gt;&lt;DisplayText&gt;(Andersson and Wallin, 2006)&lt;/DisplayText&gt;&lt;record&gt;&lt;dates&gt;&lt;pub-dates&gt;&lt;date&gt;05/12/&lt;/date&gt;&lt;/pub-dates&gt;&lt;year&gt;2006&lt;/year&gt;&lt;/dates&gt;&lt;keywords&gt;&lt;keyword&gt;Research Design&lt;/keyword&gt;&lt;keyword&gt;Teaching Methods&lt;/keyword&gt;&lt;keyword&gt;Instructional Materials&lt;/keyword&gt;&lt;keyword&gt;Educational Research&lt;/keyword&gt;&lt;keyword&gt;Educational Theories&lt;/keyword&gt;&lt;keyword&gt;Science Education&lt;/keyword&gt;&lt;keyword&gt;Biology&lt;/keyword&gt;&lt;keyword&gt;Evolution&lt;/keyword&gt;&lt;keyword&gt;Hypothesis Testing&lt;/keyword&gt;&lt;keyword&gt;Scientific Research&lt;/keyword&gt;&lt;keyword&gt;Research Methodology&lt;/keyword&gt;&lt;keyword&gt;United States&lt;/keyword&gt;&lt;keyword&gt;Europe&lt;/keyword&gt;&lt;keyword&gt;United States&lt;/keyword&gt;&lt;/keywords&gt;&lt;urls&gt;&lt;related-urls&gt;&lt;url&gt;http://search.ebscohost.com/login.aspx?direct=true&amp;amp;db=eric&amp;amp;AN=EJ734641&amp;amp;site=ehost-live&lt;/url&gt;&lt;url&gt;http://taylorandfrancis.metapress.com/link.asp?target=contribution&amp;amp;id=TP41533K44252H36&lt;/url&gt;&lt;/related-urls&gt;&lt;/urls&gt;&lt;isbn&gt;0950-0693&lt;/isbn&gt;&lt;titles&gt;&lt;title&gt;On developing content-oriented theories taking biological evolution as an example&lt;/title&gt;&lt;secondary-title&gt;International Journal of Science Education&lt;/secondary-title&gt;&lt;/titles&gt;&lt;pages&gt;673-695&lt;/pages&gt;&lt;number&gt;6&lt;/number&gt;&lt;contributors&gt;&lt;authors&gt;&lt;author&gt;Andersson, Bjorn&lt;/author&gt;&lt;author&gt;Wallin, Anita&lt;/author&gt;&lt;/authors&gt;&lt;/contributors&gt;&lt;added-date format="utc"&gt;1608303317&lt;/added-date&gt;&lt;ref-type name="Journal Article"&gt;17&lt;/ref-type&gt;&lt;remote-database-provider&gt;EBSCOhost&lt;/remote-database-provider&gt;&lt;rec-number&gt;8874&lt;/rec-number&gt;&lt;publisher&gt;International Journal of Science Education&lt;/publisher&gt;&lt;last-updated-date format="utc"&gt;1608303492&lt;/last-updated-date&gt;&lt;accession-num&gt;EJ734641&lt;/accession-num&gt;&lt;volume&gt;28&lt;/volume&gt;&lt;remote-database-name&gt;ERIC&lt;/remote-database-name&gt;&lt;/record&gt;&lt;/Cite&gt;&lt;/EndNote&gt;</w:instrText>
      </w:r>
      <w:r>
        <w:fldChar w:fldCharType="separate"/>
      </w:r>
      <w:r>
        <w:rPr>
          <w:noProof/>
        </w:rPr>
        <w:t>(Andersson and Wallin, 2006)</w:t>
      </w:r>
      <w:r>
        <w:fldChar w:fldCharType="end"/>
      </w:r>
      <w:r>
        <w:t xml:space="preserve">. The phrase “survival of the fittest” is often used without (or in order to avoid having to demonstrate) understanding of the mechanisms involved, and many students incorrectly think “fittest” refers to the most athletic or strongest individuals rather than to the individuals best adapted to </w:t>
      </w:r>
      <w:r w:rsidR="00166B83">
        <w:t xml:space="preserve">compete and </w:t>
      </w:r>
      <w:r>
        <w:t xml:space="preserve">survive to reproduce in their environment </w:t>
      </w:r>
      <w:r>
        <w:fldChar w:fldCharType="begin"/>
      </w:r>
      <w:r>
        <w:instrText xml:space="preserve"> ADDIN EN.CITE &lt;EndNote&gt;&lt;Cite&gt;&lt;Author&gt;Gregory&lt;/Author&gt;&lt;Year&gt;2009&lt;/Year&gt;&lt;IDText&gt;Understanding natural selection: essential concepts and common misconceptions&lt;/IDText&gt;&lt;DisplayText&gt;(Gregory, 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(Gregory, 2009)</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C06DBD" w:rsidRDefault="00C06DBD" w:rsidP="00EF30F1">
      <w:pPr>
        <w:spacing w:after="120"/>
      </w:pPr>
      <w:r>
        <w:t xml:space="preserve">The diagnostic questions in this activity are inspired by questions 1, 2, 3 and 5 in the </w:t>
      </w:r>
      <w:r w:rsidR="00594F58">
        <w:t>‘conceptual inventory of natural selection’ (CINS)</w:t>
      </w:r>
      <w:r>
        <w:t xml:space="preserve"> </w:t>
      </w:r>
      <w:r>
        <w:fldChar w:fldCharType="begin"/>
      </w:r>
      <w:r>
        <w:instrText xml:space="preserve"> ADDIN EN.CITE &lt;EndNote&gt;&lt;Cite&gt;&lt;Author&gt;Anderson&lt;/Author&gt;&lt;Year&gt;2002&lt;/Year&gt;&lt;IDText&gt;Development and evaluation of the conceptual inventory of natural selection&lt;/IDText&gt;&lt;DisplayText&gt;(Anderson et al., 2002)&lt;/DisplayText&gt;&lt;record&gt;&lt;keywords&gt;&lt;keyword&gt;g5, g6, B, EVOLUTION&lt;/keyword&gt;&lt;/keywords&gt;&lt;titles&gt;&lt;title&gt;Development and evaluation of the conceptual inventory of natural selection&lt;/title&gt;&lt;secondary-title&gt;Journal of Research in Science Teaching&lt;/secondary-title&gt;&lt;/titles&gt;&lt;pages&gt;952-978&lt;/pages&gt;&lt;number&gt;10&lt;/number&gt;&lt;contributors&gt;&lt;authors&gt;&lt;author&gt;Anderson, D. L.&lt;/author&gt;&lt;author&gt;Fisher, K. M.&lt;/author&gt;&lt;author&gt;Norman, G. J.&lt;/author&gt;&lt;/authors&gt;&lt;/contributors&gt;&lt;added-date format="utc"&gt;1528984172&lt;/added-date&gt;&lt;ref-type name="Journal Article"&gt;17&lt;/ref-type&gt;&lt;dates&gt;&lt;year&gt;2002&lt;/year&gt;&lt;/dates&gt;&lt;rec-number&gt;216&lt;/rec-number&gt;&lt;last-updated-date format="utc"&gt;1608300193&lt;/last-updated-date&gt;&lt;volume&gt;39&lt;/volume&gt;&lt;/record&gt;&lt;/Cite&gt;&lt;/EndNote&gt;</w:instrText>
      </w:r>
      <w:r>
        <w:fldChar w:fldCharType="separate"/>
      </w:r>
      <w:r>
        <w:rPr>
          <w:noProof/>
        </w:rPr>
        <w:t>(Anderson et al., 2002)</w:t>
      </w:r>
      <w:r>
        <w:fldChar w:fldCharType="end"/>
      </w:r>
      <w:r>
        <w:t xml:space="preserve">. The context used in the CINS is </w:t>
      </w:r>
      <w:r w:rsidRPr="00C06DBD">
        <w:t>Galápagos</w:t>
      </w:r>
      <w:r w:rsidR="00E42B49">
        <w:t xml:space="preserve"> finches; this has been changed in this activity to penguins, which may be more familiar to students, but the context could be edited as you see fit to suit your own students.</w:t>
      </w:r>
      <w:r>
        <w:t xml:space="preserve"> </w:t>
      </w:r>
    </w:p>
    <w:p w:rsidR="00EF30F1" w:rsidRPr="00E819DC" w:rsidRDefault="00EF30F1" w:rsidP="00EF30F1">
      <w:pPr>
        <w:spacing w:after="120"/>
      </w:pPr>
      <w:r w:rsidRPr="00E819DC">
        <w:t>Students should complete the questions individually. This could be a pencil and paper exercise, or you could use the presentation with an electronic voting system or mini white boards.</w:t>
      </w:r>
    </w:p>
    <w:p w:rsidR="00EF30F1" w:rsidRPr="00E819DC" w:rsidRDefault="00EF30F1" w:rsidP="00EF30F1">
      <w:pPr>
        <w:spacing w:after="120"/>
        <w:rPr>
          <w:i/>
        </w:rPr>
      </w:pPr>
      <w:r w:rsidRPr="00E819DC">
        <w:rPr>
          <w:i/>
        </w:rPr>
        <w:t>Differentiation</w:t>
      </w:r>
    </w:p>
    <w:p w:rsidR="00EF30F1" w:rsidRPr="00C54711" w:rsidRDefault="00EF30F1" w:rsidP="00EF30F1">
      <w:pPr>
        <w:spacing w:after="180"/>
        <w:rPr>
          <w:highlight w:val="yellow"/>
        </w:rPr>
      </w:pPr>
      <w:r w:rsidRPr="00E819DC">
        <w:t>You may choose to read the questions to the class, so that everyone can focus on the science. In</w:t>
      </w:r>
      <w:r>
        <w:t xml:space="preserve">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Default="00051F32" w:rsidP="006B12E7">
      <w:pPr>
        <w:pStyle w:val="ListParagraph"/>
        <w:numPr>
          <w:ilvl w:val="0"/>
          <w:numId w:val="9"/>
        </w:numPr>
        <w:spacing w:after="180"/>
        <w:ind w:left="426"/>
        <w:contextualSpacing w:val="0"/>
      </w:pPr>
      <w:r w:rsidRPr="004737C4">
        <w:rPr>
          <w:b/>
        </w:rPr>
        <w:t>D</w:t>
      </w:r>
      <w:r>
        <w:t xml:space="preserve"> – </w:t>
      </w:r>
      <w:r w:rsidRPr="00051F32">
        <w:t>It will get bigger at first, and then stay about the same size after that.</w:t>
      </w:r>
    </w:p>
    <w:p w:rsidR="00051F32" w:rsidRDefault="00051F32" w:rsidP="006B12E7">
      <w:pPr>
        <w:pStyle w:val="ListParagraph"/>
        <w:numPr>
          <w:ilvl w:val="0"/>
          <w:numId w:val="9"/>
        </w:numPr>
        <w:spacing w:after="180"/>
        <w:ind w:left="426"/>
        <w:contextualSpacing w:val="0"/>
      </w:pPr>
      <w:r w:rsidRPr="004737C4">
        <w:rPr>
          <w:b/>
        </w:rPr>
        <w:t>C</w:t>
      </w:r>
      <w:r>
        <w:t xml:space="preserve"> – </w:t>
      </w:r>
      <w:r w:rsidRPr="00051F32">
        <w:t>The penguins have plenty of food and there is nothing to stop them reproducing.</w:t>
      </w:r>
    </w:p>
    <w:p w:rsidR="00051F32" w:rsidRDefault="00051F32" w:rsidP="006B12E7">
      <w:pPr>
        <w:pStyle w:val="ListParagraph"/>
        <w:numPr>
          <w:ilvl w:val="0"/>
          <w:numId w:val="9"/>
        </w:numPr>
        <w:spacing w:after="180"/>
        <w:ind w:left="426"/>
        <w:contextualSpacing w:val="0"/>
      </w:pPr>
      <w:r w:rsidRPr="004737C4">
        <w:rPr>
          <w:b/>
        </w:rPr>
        <w:t>D</w:t>
      </w:r>
      <w:r>
        <w:t xml:space="preserve"> – </w:t>
      </w:r>
      <w:r w:rsidRPr="00051F32">
        <w:t>Food and other resources are limited, so not all the baby penguins that are born survive.</w:t>
      </w:r>
    </w:p>
    <w:p w:rsidR="00595F0D" w:rsidRPr="00595F0D" w:rsidRDefault="006B12E7" w:rsidP="006B12E7">
      <w:pPr>
        <w:pStyle w:val="ListParagraph"/>
        <w:spacing w:after="180"/>
        <w:ind w:left="0"/>
        <w:contextualSpacing w:val="0"/>
      </w:pPr>
      <w:r>
        <w:t xml:space="preserve">Note: </w:t>
      </w:r>
      <w:r w:rsidR="00595F0D" w:rsidRPr="00595F0D">
        <w:t xml:space="preserve">Questions 1-3 </w:t>
      </w:r>
      <w:r w:rsidR="00595F0D">
        <w:t>probe students’ understanding of observations 1-3 and inference 1 from the diagram on page 1 of these teacher notes.</w:t>
      </w:r>
    </w:p>
    <w:p w:rsidR="00051F32" w:rsidRDefault="00051F32" w:rsidP="006B12E7">
      <w:pPr>
        <w:pStyle w:val="ListParagraph"/>
        <w:numPr>
          <w:ilvl w:val="0"/>
          <w:numId w:val="9"/>
        </w:numPr>
        <w:spacing w:after="180"/>
        <w:ind w:left="426"/>
        <w:contextualSpacing w:val="0"/>
      </w:pPr>
      <w:r w:rsidRPr="004737C4">
        <w:rPr>
          <w:b/>
        </w:rPr>
        <w:t>B</w:t>
      </w:r>
      <w:r>
        <w:t xml:space="preserve"> – </w:t>
      </w:r>
      <w:r w:rsidRPr="00051F32">
        <w:t>The penguins compete for the food, and not all of them get enough to survive.</w:t>
      </w:r>
    </w:p>
    <w:p w:rsidR="00595F0D" w:rsidRDefault="006B12E7" w:rsidP="006B12E7">
      <w:pPr>
        <w:pStyle w:val="ListParagraph"/>
        <w:spacing w:after="180"/>
        <w:ind w:left="0"/>
        <w:contextualSpacing w:val="0"/>
      </w:pPr>
      <w:r>
        <w:t xml:space="preserve">Note: </w:t>
      </w:r>
      <w:r w:rsidR="00595F0D">
        <w:t>Question 4 probes students’ understanding of inference 1 from the diagram on page 1 of these teacher notes.</w:t>
      </w:r>
    </w:p>
    <w:p w:rsidR="00051F32" w:rsidRDefault="00051F32" w:rsidP="006B12E7">
      <w:pPr>
        <w:pStyle w:val="ListParagraph"/>
        <w:numPr>
          <w:ilvl w:val="0"/>
          <w:numId w:val="9"/>
        </w:numPr>
        <w:spacing w:after="180"/>
        <w:ind w:left="426"/>
        <w:contextualSpacing w:val="0"/>
      </w:pPr>
      <w:r w:rsidRPr="004737C4">
        <w:rPr>
          <w:b/>
        </w:rPr>
        <w:t>D</w:t>
      </w:r>
      <w:r>
        <w:t xml:space="preserve"> – </w:t>
      </w:r>
      <w:r w:rsidRPr="00051F32">
        <w:t>The best adapted penguins.</w:t>
      </w:r>
    </w:p>
    <w:p w:rsidR="00595F0D" w:rsidRDefault="006B12E7" w:rsidP="006B12E7">
      <w:pPr>
        <w:spacing w:after="180"/>
      </w:pPr>
      <w:r>
        <w:t xml:space="preserve">Note: </w:t>
      </w:r>
      <w:r w:rsidR="00595F0D">
        <w:t>Question 4 probes students’ understanding of inference 2 from the diagram on page 1 of these teacher notes. Students who select answer 5B (“Only the fastest penguins”) or 5C (“</w:t>
      </w:r>
      <w:r w:rsidR="00595F0D" w:rsidRPr="00595F0D">
        <w:t>Only the</w:t>
      </w:r>
      <w:r w:rsidR="00595F0D">
        <w:t xml:space="preserve"> biggest and strongest penguins”) may have heard the term “fittest” in relation to competition (e.g. in the phrase “survival of the fittest”) and may have the common misunderstanding that it refers to the most athletic or strongest individuals rather than to the individuals best adapted to compete and survive in their environment.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E819DC">
        <w:t xml:space="preserve">If there is a range of answers, you may choose to respond through structured class discussion. Ask one student to explain why they gave the answer they did; ask another student to explain why they </w:t>
      </w:r>
      <w:r w:rsidRPr="00E819DC">
        <w:lastRenderedPageBreak/>
        <w:t>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CF4D3D" w:rsidRDefault="00B24F62" w:rsidP="00B24F62">
      <w:pPr>
        <w:spacing w:after="180"/>
      </w:pPr>
      <w:r w:rsidRPr="00CF4D3D">
        <w:t xml:space="preserve">If students have </w:t>
      </w:r>
      <w:r w:rsidR="00AE3075" w:rsidRPr="00CF4D3D">
        <w:t>misunderstanding</w:t>
      </w:r>
      <w:r w:rsidRPr="00CF4D3D">
        <w:t xml:space="preserve">s about </w:t>
      </w:r>
      <w:r w:rsidR="00CF4D3D" w:rsidRPr="00CF4D3D">
        <w:t>competition, how it operates in populations, and what organisms compete for, t</w:t>
      </w:r>
      <w:r w:rsidRPr="00CF4D3D">
        <w:t xml:space="preserve">he following BEST ‘response </w:t>
      </w:r>
      <w:r w:rsidR="00CF4D3D" w:rsidRPr="00CF4D3D">
        <w:t>activity</w:t>
      </w:r>
      <w:r w:rsidRPr="00CF4D3D">
        <w:t>’</w:t>
      </w:r>
      <w:r w:rsidR="00CF4D3D" w:rsidRPr="00CF4D3D">
        <w:t xml:space="preserve"> allows them to develop their understanding through small group discussion and concept mapping, and</w:t>
      </w:r>
      <w:r w:rsidRPr="00CF4D3D">
        <w:t xml:space="preserve"> could be used in follow-up to this diagnostic question:</w:t>
      </w:r>
    </w:p>
    <w:p w:rsidR="00B24F62" w:rsidRPr="00CF4D3D" w:rsidRDefault="00B24F62" w:rsidP="00B24F62">
      <w:pPr>
        <w:pStyle w:val="ListParagraph"/>
        <w:numPr>
          <w:ilvl w:val="0"/>
          <w:numId w:val="1"/>
        </w:numPr>
        <w:spacing w:after="180"/>
      </w:pPr>
      <w:r w:rsidRPr="00CF4D3D">
        <w:t xml:space="preserve">Response </w:t>
      </w:r>
      <w:r w:rsidR="00641E99" w:rsidRPr="00CF4D3D">
        <w:t>activity</w:t>
      </w:r>
      <w:r w:rsidR="00CF4D3D">
        <w:t>: The struggle for existence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rsidRPr="00E819DC">
        <w:t xml:space="preserve">Developed </w:t>
      </w:r>
      <w:r w:rsidR="0015356E" w:rsidRPr="00E819DC">
        <w:t xml:space="preserve">by </w:t>
      </w:r>
      <w:r w:rsidR="00E819DC" w:rsidRPr="00E819DC">
        <w:t>Alistair Moore</w:t>
      </w:r>
      <w:r w:rsidR="0015356E" w:rsidRPr="00E819DC">
        <w:t xml:space="preserve"> (UYSEG), </w:t>
      </w:r>
      <w:r w:rsidR="00E819DC" w:rsidRPr="00E819DC">
        <w:t xml:space="preserve">adapted </w:t>
      </w:r>
      <w:r w:rsidRPr="00E819DC">
        <w:t xml:space="preserve">from </w:t>
      </w:r>
      <w:r w:rsidR="00E819DC" w:rsidRPr="00E819DC">
        <w:t xml:space="preserve">questions </w:t>
      </w:r>
      <w:r w:rsidR="000146A2">
        <w:t>included in</w:t>
      </w:r>
      <w:r w:rsidR="00E819DC" w:rsidRPr="00E819DC">
        <w:t xml:space="preserve"> the </w:t>
      </w:r>
      <w:r w:rsidR="000146A2">
        <w:t>‘</w:t>
      </w:r>
      <w:r w:rsidR="00E819DC" w:rsidRPr="00E819DC">
        <w:t xml:space="preserve">conceptual inventory </w:t>
      </w:r>
      <w:r w:rsidR="000146A2">
        <w:t>of</w:t>
      </w:r>
      <w:r w:rsidR="00E819DC" w:rsidRPr="00E819DC">
        <w:t xml:space="preserve"> natural selection</w:t>
      </w:r>
      <w:r w:rsidR="000146A2">
        <w:t>’</w:t>
      </w:r>
      <w:r w:rsidR="00E819DC" w:rsidRPr="00E819DC">
        <w:t xml:space="preserve"> </w:t>
      </w:r>
      <w:r w:rsidR="00E819DC" w:rsidRPr="00E819DC">
        <w:fldChar w:fldCharType="begin"/>
      </w:r>
      <w:r w:rsidR="00C06DBD">
        <w:instrText xml:space="preserve"> ADDIN EN.CITE &lt;EndNote&gt;&lt;Cite&gt;&lt;Author&gt;Anderson&lt;/Author&gt;&lt;Year&gt;2002&lt;/Year&gt;&lt;IDText&gt;Development and evaluation of the conceptual inventory of natural selection&lt;/IDText&gt;&lt;DisplayText&gt;(Anderson et al., 2002)&lt;/DisplayText&gt;&lt;record&gt;&lt;keywords&gt;&lt;keyword&gt;g5, g6, B, EVOLUTION&lt;/keyword&gt;&lt;/keywords&gt;&lt;titles&gt;&lt;title&gt;Development and evaluation of the conceptual inventory of natural selection&lt;/title&gt;&lt;secondary-title&gt;Journal of Research in Science Teaching&lt;/secondary-title&gt;&lt;/titles&gt;&lt;pages&gt;952-978&lt;/pages&gt;&lt;number&gt;10&lt;/number&gt;&lt;contributors&gt;&lt;authors&gt;&lt;author&gt;Anderson, D. L.&lt;/author&gt;&lt;author&gt;Fisher, K. M.&lt;/author&gt;&lt;author&gt;Norman, G. J.&lt;/author&gt;&lt;/authors&gt;&lt;/contributors&gt;&lt;added-date format="utc"&gt;1528984172&lt;/added-date&gt;&lt;ref-type name="Journal Article"&gt;17&lt;/ref-type&gt;&lt;dates&gt;&lt;year&gt;2002&lt;/year&gt;&lt;/dates&gt;&lt;rec-number&gt;216&lt;/rec-number&gt;&lt;last-updated-date format="utc"&gt;1608300193&lt;/last-updated-date&gt;&lt;volume&gt;39&lt;/volume&gt;&lt;/record&gt;&lt;/Cite&gt;&lt;/EndNote&gt;</w:instrText>
      </w:r>
      <w:r w:rsidR="00E819DC" w:rsidRPr="00E819DC">
        <w:fldChar w:fldCharType="separate"/>
      </w:r>
      <w:r w:rsidR="00C06DBD">
        <w:rPr>
          <w:noProof/>
        </w:rPr>
        <w:t>(Anderson et al., 2002)</w:t>
      </w:r>
      <w:r w:rsidR="00E819DC" w:rsidRPr="00E819DC">
        <w:fldChar w:fldCharType="end"/>
      </w:r>
      <w:r w:rsidRPr="00E819DC">
        <w:t>.</w:t>
      </w:r>
    </w:p>
    <w:p w:rsidR="00CC78A5" w:rsidRDefault="00D278E8" w:rsidP="00E172C6">
      <w:pPr>
        <w:spacing w:after="180"/>
      </w:pPr>
      <w:r w:rsidRPr="0045323E">
        <w:t xml:space="preserve">Images: </w:t>
      </w:r>
      <w:r w:rsidR="00E819DC">
        <w:t>pixabay.com/</w:t>
      </w:r>
      <w:proofErr w:type="spellStart"/>
      <w:r w:rsidR="00E819DC" w:rsidRPr="00E819DC">
        <w:t>Djwosa</w:t>
      </w:r>
      <w:proofErr w:type="spellEnd"/>
      <w:r w:rsidR="00E819DC">
        <w:t xml:space="preserve"> (</w:t>
      </w:r>
      <w:r w:rsidR="00E819DC" w:rsidRPr="00E819DC">
        <w:t>4515809</w:t>
      </w:r>
      <w:r w:rsidR="00E819DC">
        <w:t>)</w:t>
      </w:r>
    </w:p>
    <w:p w:rsidR="00B46FF9" w:rsidRDefault="003117F6" w:rsidP="00E24309">
      <w:pPr>
        <w:spacing w:after="180"/>
        <w:rPr>
          <w:b/>
          <w:color w:val="538135"/>
          <w:sz w:val="24"/>
        </w:rPr>
      </w:pPr>
      <w:r w:rsidRPr="005B372A">
        <w:rPr>
          <w:b/>
          <w:color w:val="538135"/>
          <w:sz w:val="24"/>
        </w:rPr>
        <w:t>References</w:t>
      </w:r>
    </w:p>
    <w:p w:rsidR="00DA139E" w:rsidRPr="00CF4D3D" w:rsidRDefault="00E819DC" w:rsidP="00CF4D3D">
      <w:pPr>
        <w:pStyle w:val="EndNoteBibliography"/>
        <w:spacing w:after="120"/>
        <w:rPr>
          <w:sz w:val="20"/>
        </w:rPr>
      </w:pPr>
      <w:r w:rsidRPr="00CF4D3D">
        <w:rPr>
          <w:sz w:val="20"/>
        </w:rPr>
        <w:fldChar w:fldCharType="begin"/>
      </w:r>
      <w:r w:rsidRPr="00CF4D3D">
        <w:rPr>
          <w:sz w:val="20"/>
        </w:rPr>
        <w:instrText xml:space="preserve"> ADDIN EN.REFLIST </w:instrText>
      </w:r>
      <w:r w:rsidRPr="00CF4D3D">
        <w:rPr>
          <w:sz w:val="20"/>
        </w:rPr>
        <w:fldChar w:fldCharType="separate"/>
      </w:r>
      <w:r w:rsidR="00DA139E" w:rsidRPr="00CF4D3D">
        <w:rPr>
          <w:sz w:val="20"/>
        </w:rPr>
        <w:t xml:space="preserve">Anderson, D. L., Fisher, K. M. and Norman, G. J. (2002). Development and evaluation of the conceptual inventory of natural selection. </w:t>
      </w:r>
      <w:r w:rsidR="00DA139E" w:rsidRPr="00CF4D3D">
        <w:rPr>
          <w:i/>
          <w:sz w:val="20"/>
        </w:rPr>
        <w:t>Journal of Research in Science Teaching,</w:t>
      </w:r>
      <w:r w:rsidR="00DA139E" w:rsidRPr="00CF4D3D">
        <w:rPr>
          <w:sz w:val="20"/>
        </w:rPr>
        <w:t xml:space="preserve"> 39(10)</w:t>
      </w:r>
      <w:r w:rsidR="00DA139E" w:rsidRPr="00CF4D3D">
        <w:rPr>
          <w:b/>
          <w:sz w:val="20"/>
        </w:rPr>
        <w:t>,</w:t>
      </w:r>
      <w:r w:rsidR="00DA139E" w:rsidRPr="00CF4D3D">
        <w:rPr>
          <w:sz w:val="20"/>
        </w:rPr>
        <w:t xml:space="preserve"> 952-978.</w:t>
      </w:r>
    </w:p>
    <w:p w:rsidR="00DA139E" w:rsidRPr="00CF4D3D" w:rsidRDefault="00DA139E" w:rsidP="00CF4D3D">
      <w:pPr>
        <w:pStyle w:val="EndNoteBibliography"/>
        <w:spacing w:after="120"/>
        <w:rPr>
          <w:sz w:val="20"/>
        </w:rPr>
      </w:pPr>
      <w:r w:rsidRPr="00CF4D3D">
        <w:rPr>
          <w:sz w:val="20"/>
        </w:rPr>
        <w:t xml:space="preserve">Andersson, B. and Wallin, A. (2006). On developing content-oriented theories taking biological evolution as an example. </w:t>
      </w:r>
      <w:r w:rsidRPr="00CF4D3D">
        <w:rPr>
          <w:i/>
          <w:sz w:val="20"/>
        </w:rPr>
        <w:t>International Journal of Science Education,</w:t>
      </w:r>
      <w:r w:rsidRPr="00CF4D3D">
        <w:rPr>
          <w:sz w:val="20"/>
        </w:rPr>
        <w:t xml:space="preserve"> 28(6)</w:t>
      </w:r>
      <w:r w:rsidRPr="00CF4D3D">
        <w:rPr>
          <w:b/>
          <w:sz w:val="20"/>
        </w:rPr>
        <w:t>,</w:t>
      </w:r>
      <w:r w:rsidRPr="00CF4D3D">
        <w:rPr>
          <w:sz w:val="20"/>
        </w:rPr>
        <w:t xml:space="preserve"> 673-695.</w:t>
      </w:r>
    </w:p>
    <w:p w:rsidR="00DA139E" w:rsidRPr="00CF4D3D" w:rsidRDefault="00DA139E" w:rsidP="00CF4D3D">
      <w:pPr>
        <w:pStyle w:val="EndNoteBibliography"/>
        <w:spacing w:after="120"/>
        <w:rPr>
          <w:sz w:val="20"/>
        </w:rPr>
      </w:pPr>
      <w:r w:rsidRPr="00CF4D3D">
        <w:rPr>
          <w:sz w:val="20"/>
        </w:rPr>
        <w:t xml:space="preserve">Gregory, T. R. (2009). Understanding natural selection: essential concepts and common misconceptions. </w:t>
      </w:r>
      <w:r w:rsidRPr="00CF4D3D">
        <w:rPr>
          <w:i/>
          <w:sz w:val="20"/>
        </w:rPr>
        <w:t>Evolution: Education and Outreach,</w:t>
      </w:r>
      <w:r w:rsidRPr="00CF4D3D">
        <w:rPr>
          <w:sz w:val="20"/>
        </w:rPr>
        <w:t xml:space="preserve"> 2</w:t>
      </w:r>
      <w:r w:rsidRPr="00CF4D3D">
        <w:rPr>
          <w:b/>
          <w:sz w:val="20"/>
        </w:rPr>
        <w:t>,</w:t>
      </w:r>
      <w:r w:rsidRPr="00CF4D3D">
        <w:rPr>
          <w:sz w:val="20"/>
        </w:rPr>
        <w:t xml:space="preserve"> 156-175.</w:t>
      </w:r>
    </w:p>
    <w:p w:rsidR="00DA139E" w:rsidRPr="00CF4D3D" w:rsidRDefault="00DA139E" w:rsidP="00CF4D3D">
      <w:pPr>
        <w:pStyle w:val="EndNoteBibliography"/>
        <w:spacing w:after="120"/>
        <w:rPr>
          <w:sz w:val="20"/>
        </w:rPr>
      </w:pPr>
      <w:r w:rsidRPr="00CF4D3D">
        <w:rPr>
          <w:sz w:val="20"/>
        </w:rPr>
        <w:t xml:space="preserve">Mayr, E. (1982). </w:t>
      </w:r>
      <w:r w:rsidRPr="00CF4D3D">
        <w:rPr>
          <w:i/>
          <w:sz w:val="20"/>
        </w:rPr>
        <w:t xml:space="preserve">The growth of biological thought, </w:t>
      </w:r>
      <w:r w:rsidRPr="00CF4D3D">
        <w:rPr>
          <w:sz w:val="20"/>
        </w:rPr>
        <w:t>Cambridge, MA: Harvard University Press.</w:t>
      </w:r>
    </w:p>
    <w:p w:rsidR="005B372A" w:rsidRPr="005B372A" w:rsidRDefault="00E819DC" w:rsidP="00CF4D3D">
      <w:pPr>
        <w:spacing w:after="120"/>
      </w:pPr>
      <w:r w:rsidRPr="00CF4D3D">
        <w:rPr>
          <w:sz w:val="20"/>
        </w:rPr>
        <w:fldChar w:fldCharType="end"/>
      </w:r>
    </w:p>
    <w:sectPr w:rsidR="005B372A" w:rsidRPr="005B372A"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23F" w:rsidRDefault="00FD123F" w:rsidP="000B473B">
      <w:r>
        <w:separator/>
      </w:r>
    </w:p>
  </w:endnote>
  <w:endnote w:type="continuationSeparator" w:id="0">
    <w:p w:rsidR="00FD123F" w:rsidRDefault="00FD123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1FDBA37" wp14:editId="3DDDB18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B6B8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B6B80">
      <w:rPr>
        <w:noProof/>
      </w:rPr>
      <w:t>4</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23F" w:rsidRDefault="00FD123F" w:rsidP="000B473B">
      <w:r>
        <w:separator/>
      </w:r>
    </w:p>
  </w:footnote>
  <w:footnote w:type="continuationSeparator" w:id="0">
    <w:p w:rsidR="00FD123F" w:rsidRDefault="00FD123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F7F371B" wp14:editId="2E71F91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56D3347" wp14:editId="295521C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451DB2"/>
    <w:multiLevelType w:val="hybridMultilevel"/>
    <w:tmpl w:val="160C4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CE30343"/>
    <w:multiLevelType w:val="hybridMultilevel"/>
    <w:tmpl w:val="6D7CB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3C21C3D"/>
    <w:multiLevelType w:val="hybridMultilevel"/>
    <w:tmpl w:val="31ECAE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7F66620"/>
    <w:multiLevelType w:val="hybridMultilevel"/>
    <w:tmpl w:val="261C8D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8B63991"/>
    <w:multiLevelType w:val="hybridMultilevel"/>
    <w:tmpl w:val="160C4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B315759"/>
    <w:multiLevelType w:val="hybridMultilevel"/>
    <w:tmpl w:val="F5F8B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7"/>
  </w:num>
  <w:num w:numId="5">
    <w:abstractNumId w:val="4"/>
  </w:num>
  <w:num w:numId="6">
    <w:abstractNumId w:val="6"/>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4172B"/>
    <w:rsid w:val="000146A2"/>
    <w:rsid w:val="00015578"/>
    <w:rsid w:val="00024731"/>
    <w:rsid w:val="00026DEC"/>
    <w:rsid w:val="000505CA"/>
    <w:rsid w:val="00051F32"/>
    <w:rsid w:val="0007651D"/>
    <w:rsid w:val="0009089A"/>
    <w:rsid w:val="000947E2"/>
    <w:rsid w:val="00095E04"/>
    <w:rsid w:val="000B473B"/>
    <w:rsid w:val="000D0E89"/>
    <w:rsid w:val="000E2689"/>
    <w:rsid w:val="00110978"/>
    <w:rsid w:val="00142613"/>
    <w:rsid w:val="00144DA7"/>
    <w:rsid w:val="0015356E"/>
    <w:rsid w:val="00161D3F"/>
    <w:rsid w:val="00166B83"/>
    <w:rsid w:val="001915D4"/>
    <w:rsid w:val="001A1FED"/>
    <w:rsid w:val="001A40E2"/>
    <w:rsid w:val="001C4805"/>
    <w:rsid w:val="00201AC2"/>
    <w:rsid w:val="00210401"/>
    <w:rsid w:val="00214608"/>
    <w:rsid w:val="0021607B"/>
    <w:rsid w:val="002178AC"/>
    <w:rsid w:val="0022547C"/>
    <w:rsid w:val="0025410A"/>
    <w:rsid w:val="0027553E"/>
    <w:rsid w:val="0028012F"/>
    <w:rsid w:val="002828DF"/>
    <w:rsid w:val="00287876"/>
    <w:rsid w:val="00292C53"/>
    <w:rsid w:val="00294E22"/>
    <w:rsid w:val="002B3569"/>
    <w:rsid w:val="002C22EA"/>
    <w:rsid w:val="002C59BA"/>
    <w:rsid w:val="00301AA9"/>
    <w:rsid w:val="003117F6"/>
    <w:rsid w:val="003533B8"/>
    <w:rsid w:val="003752BE"/>
    <w:rsid w:val="00380A34"/>
    <w:rsid w:val="003A346A"/>
    <w:rsid w:val="003B2917"/>
    <w:rsid w:val="003B541B"/>
    <w:rsid w:val="003D69B8"/>
    <w:rsid w:val="003E2B2F"/>
    <w:rsid w:val="003E6046"/>
    <w:rsid w:val="003F16F9"/>
    <w:rsid w:val="00430C1F"/>
    <w:rsid w:val="00431AE5"/>
    <w:rsid w:val="00442595"/>
    <w:rsid w:val="0045323E"/>
    <w:rsid w:val="00464150"/>
    <w:rsid w:val="004737C4"/>
    <w:rsid w:val="00494083"/>
    <w:rsid w:val="004B0EE1"/>
    <w:rsid w:val="004C5D20"/>
    <w:rsid w:val="004D0D83"/>
    <w:rsid w:val="004E1DF1"/>
    <w:rsid w:val="004E5592"/>
    <w:rsid w:val="0050055B"/>
    <w:rsid w:val="00503E14"/>
    <w:rsid w:val="00507E03"/>
    <w:rsid w:val="00524710"/>
    <w:rsid w:val="00555342"/>
    <w:rsid w:val="005560E2"/>
    <w:rsid w:val="00594F58"/>
    <w:rsid w:val="00595F0D"/>
    <w:rsid w:val="005A452E"/>
    <w:rsid w:val="005A6EE7"/>
    <w:rsid w:val="005B372A"/>
    <w:rsid w:val="005F1A7B"/>
    <w:rsid w:val="006251E8"/>
    <w:rsid w:val="006355D8"/>
    <w:rsid w:val="00641E99"/>
    <w:rsid w:val="00642ECD"/>
    <w:rsid w:val="006502A0"/>
    <w:rsid w:val="00650B67"/>
    <w:rsid w:val="006772F5"/>
    <w:rsid w:val="006A4440"/>
    <w:rsid w:val="006B0615"/>
    <w:rsid w:val="006B12E7"/>
    <w:rsid w:val="006C2566"/>
    <w:rsid w:val="006D166B"/>
    <w:rsid w:val="006F3279"/>
    <w:rsid w:val="00704AEE"/>
    <w:rsid w:val="00722F9A"/>
    <w:rsid w:val="00754539"/>
    <w:rsid w:val="00781BC6"/>
    <w:rsid w:val="00787EE3"/>
    <w:rsid w:val="007A3C86"/>
    <w:rsid w:val="007A683E"/>
    <w:rsid w:val="007A748B"/>
    <w:rsid w:val="007C26E1"/>
    <w:rsid w:val="007D1D65"/>
    <w:rsid w:val="007E0A9E"/>
    <w:rsid w:val="007E5309"/>
    <w:rsid w:val="00800DE1"/>
    <w:rsid w:val="00813F47"/>
    <w:rsid w:val="008450D6"/>
    <w:rsid w:val="00856F0B"/>
    <w:rsid w:val="00856FCA"/>
    <w:rsid w:val="00873B8C"/>
    <w:rsid w:val="0087601B"/>
    <w:rsid w:val="00880E3B"/>
    <w:rsid w:val="00887143"/>
    <w:rsid w:val="008A405F"/>
    <w:rsid w:val="008C7F34"/>
    <w:rsid w:val="008E580C"/>
    <w:rsid w:val="008F7DEF"/>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81299"/>
    <w:rsid w:val="00BA7952"/>
    <w:rsid w:val="00BB44B4"/>
    <w:rsid w:val="00BF0BBF"/>
    <w:rsid w:val="00BF6C8A"/>
    <w:rsid w:val="00C05571"/>
    <w:rsid w:val="00C06DBD"/>
    <w:rsid w:val="00C246CE"/>
    <w:rsid w:val="00C30819"/>
    <w:rsid w:val="00C538A6"/>
    <w:rsid w:val="00C54711"/>
    <w:rsid w:val="00C57FA2"/>
    <w:rsid w:val="00CB6B80"/>
    <w:rsid w:val="00CC2E4D"/>
    <w:rsid w:val="00CC78A5"/>
    <w:rsid w:val="00CC7B16"/>
    <w:rsid w:val="00CE15FE"/>
    <w:rsid w:val="00CF4D3D"/>
    <w:rsid w:val="00D02E15"/>
    <w:rsid w:val="00D14F44"/>
    <w:rsid w:val="00D278E8"/>
    <w:rsid w:val="00D421E8"/>
    <w:rsid w:val="00D44604"/>
    <w:rsid w:val="00D479B3"/>
    <w:rsid w:val="00D52283"/>
    <w:rsid w:val="00D524E5"/>
    <w:rsid w:val="00D53D83"/>
    <w:rsid w:val="00D72FEF"/>
    <w:rsid w:val="00D755FA"/>
    <w:rsid w:val="00DA139E"/>
    <w:rsid w:val="00DC4A4E"/>
    <w:rsid w:val="00DD1874"/>
    <w:rsid w:val="00DD63BD"/>
    <w:rsid w:val="00DF05DB"/>
    <w:rsid w:val="00DF7E20"/>
    <w:rsid w:val="00E172C6"/>
    <w:rsid w:val="00E20CC1"/>
    <w:rsid w:val="00E24309"/>
    <w:rsid w:val="00E42B49"/>
    <w:rsid w:val="00E53D82"/>
    <w:rsid w:val="00E62954"/>
    <w:rsid w:val="00E819DC"/>
    <w:rsid w:val="00E9330A"/>
    <w:rsid w:val="00EA17CB"/>
    <w:rsid w:val="00EA48FF"/>
    <w:rsid w:val="00EE6B97"/>
    <w:rsid w:val="00EF30F1"/>
    <w:rsid w:val="00F12C3B"/>
    <w:rsid w:val="00F26884"/>
    <w:rsid w:val="00F4172B"/>
    <w:rsid w:val="00F72ECC"/>
    <w:rsid w:val="00F8355F"/>
    <w:rsid w:val="00F949BF"/>
    <w:rsid w:val="00FA3196"/>
    <w:rsid w:val="00FD123F"/>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819D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19DC"/>
    <w:rPr>
      <w:rFonts w:ascii="Calibri" w:hAnsi="Calibri" w:cs="Calibri"/>
      <w:noProof/>
      <w:lang w:val="en-US"/>
    </w:rPr>
  </w:style>
  <w:style w:type="paragraph" w:customStyle="1" w:styleId="EndNoteBibliography">
    <w:name w:val="EndNote Bibliography"/>
    <w:basedOn w:val="Normal"/>
    <w:link w:val="EndNoteBibliographyChar"/>
    <w:rsid w:val="00E819DC"/>
    <w:rPr>
      <w:rFonts w:ascii="Calibri" w:hAnsi="Calibri" w:cs="Calibri"/>
      <w:noProof/>
      <w:lang w:val="en-US"/>
    </w:rPr>
  </w:style>
  <w:style w:type="character" w:customStyle="1" w:styleId="EndNoteBibliographyChar">
    <w:name w:val="EndNote Bibliography Char"/>
    <w:basedOn w:val="DefaultParagraphFont"/>
    <w:link w:val="EndNoteBibliography"/>
    <w:rsid w:val="00E819DC"/>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819D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19DC"/>
    <w:rPr>
      <w:rFonts w:ascii="Calibri" w:hAnsi="Calibri" w:cs="Calibri"/>
      <w:noProof/>
      <w:lang w:val="en-US"/>
    </w:rPr>
  </w:style>
  <w:style w:type="paragraph" w:customStyle="1" w:styleId="EndNoteBibliography">
    <w:name w:val="EndNote Bibliography"/>
    <w:basedOn w:val="Normal"/>
    <w:link w:val="EndNoteBibliographyChar"/>
    <w:rsid w:val="00E819DC"/>
    <w:rPr>
      <w:rFonts w:ascii="Calibri" w:hAnsi="Calibri" w:cs="Calibri"/>
      <w:noProof/>
      <w:lang w:val="en-US"/>
    </w:rPr>
  </w:style>
  <w:style w:type="character" w:customStyle="1" w:styleId="EndNoteBibliographyChar">
    <w:name w:val="EndNote Bibliography Char"/>
    <w:basedOn w:val="DefaultParagraphFont"/>
    <w:link w:val="EndNoteBibliography"/>
    <w:rsid w:val="00E819D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226</TotalTime>
  <Pages>6</Pages>
  <Words>2053</Words>
  <Characters>11707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24</cp:revision>
  <cp:lastPrinted>2017-02-24T16:20:00Z</cp:lastPrinted>
  <dcterms:created xsi:type="dcterms:W3CDTF">2021-01-03T18:44:00Z</dcterms:created>
  <dcterms:modified xsi:type="dcterms:W3CDTF">2021-01-06T13:53:00Z</dcterms:modified>
</cp:coreProperties>
</file>