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F93E9A" w:rsidP="00201AC2">
      <w:pPr>
        <w:spacing w:after="180"/>
        <w:rPr>
          <w:b/>
          <w:sz w:val="44"/>
          <w:szCs w:val="44"/>
        </w:rPr>
      </w:pPr>
      <w:r>
        <w:rPr>
          <w:b/>
          <w:sz w:val="44"/>
          <w:szCs w:val="44"/>
        </w:rPr>
        <w:t>Causes of disease</w:t>
      </w:r>
    </w:p>
    <w:p w:rsidR="00201AC2" w:rsidRDefault="00201AC2" w:rsidP="00201AC2">
      <w:pPr>
        <w:spacing w:after="180"/>
      </w:pPr>
    </w:p>
    <w:p w:rsidR="002E0632" w:rsidRDefault="002E0632" w:rsidP="002E0632">
      <w:pPr>
        <w:spacing w:after="180"/>
        <w:jc w:val="center"/>
        <w:rPr>
          <w:highlight w:val="yellow"/>
        </w:rPr>
      </w:pPr>
      <w:r>
        <w:rPr>
          <w:noProof/>
          <w:lang w:eastAsia="en-GB"/>
        </w:rPr>
        <w:drawing>
          <wp:inline distT="0" distB="0" distL="0" distR="0">
            <wp:extent cx="1504950" cy="15049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ever-3590869_128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04950" cy="1504950"/>
                    </a:xfrm>
                    <a:prstGeom prst="rect">
                      <a:avLst/>
                    </a:prstGeom>
                  </pic:spPr>
                </pic:pic>
              </a:graphicData>
            </a:graphic>
          </wp:inline>
        </w:drawing>
      </w:r>
    </w:p>
    <w:p w:rsidR="002E0632" w:rsidRDefault="002E0632" w:rsidP="00201AC2">
      <w:pPr>
        <w:spacing w:after="180"/>
        <w:rPr>
          <w:highlight w:val="yellow"/>
        </w:rPr>
      </w:pPr>
    </w:p>
    <w:p w:rsidR="00201AC2" w:rsidRDefault="00A30C64" w:rsidP="00A30C64">
      <w:pPr>
        <w:pStyle w:val="ListParagraph"/>
        <w:numPr>
          <w:ilvl w:val="0"/>
          <w:numId w:val="4"/>
        </w:numPr>
        <w:spacing w:after="180"/>
        <w:ind w:left="426"/>
      </w:pPr>
      <w:r>
        <w:t xml:space="preserve">Which statement about </w:t>
      </w:r>
      <w:r w:rsidRPr="00A30C64">
        <w:rPr>
          <w:b/>
        </w:rPr>
        <w:t>germs</w:t>
      </w:r>
      <w:r>
        <w:t xml:space="preserve"> do you agree with?</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A30C64" w:rsidTr="00E35144">
        <w:trPr>
          <w:trHeight w:hRule="exact" w:val="567"/>
        </w:trPr>
        <w:tc>
          <w:tcPr>
            <w:tcW w:w="572" w:type="dxa"/>
          </w:tcPr>
          <w:p w:rsidR="00A30C64" w:rsidRPr="00461B7C" w:rsidRDefault="00A30C64" w:rsidP="00E35144">
            <w:pPr>
              <w:rPr>
                <w:b/>
                <w:szCs w:val="18"/>
              </w:rPr>
            </w:pPr>
            <w:r>
              <w:rPr>
                <w:b/>
                <w:szCs w:val="18"/>
              </w:rPr>
              <w:t>A</w:t>
            </w:r>
          </w:p>
        </w:tc>
        <w:tc>
          <w:tcPr>
            <w:tcW w:w="7882" w:type="dxa"/>
          </w:tcPr>
          <w:p w:rsidR="00A30C64" w:rsidRDefault="002B5B2B" w:rsidP="00E35144">
            <w:pPr>
              <w:rPr>
                <w:szCs w:val="18"/>
              </w:rPr>
            </w:pPr>
            <w:r>
              <w:rPr>
                <w:szCs w:val="18"/>
              </w:rPr>
              <w:t>Germs</w:t>
            </w:r>
            <w:r w:rsidR="00A30C64">
              <w:rPr>
                <w:szCs w:val="18"/>
              </w:rPr>
              <w:t xml:space="preserve"> cause </w:t>
            </w:r>
            <w:r w:rsidR="00A30C64" w:rsidRPr="002B5B2B">
              <w:rPr>
                <w:b/>
                <w:szCs w:val="18"/>
              </w:rPr>
              <w:t>all</w:t>
            </w:r>
            <w:r w:rsidR="00A30C64">
              <w:rPr>
                <w:szCs w:val="18"/>
              </w:rPr>
              <w:t xml:space="preserve"> diseases.</w:t>
            </w:r>
          </w:p>
        </w:tc>
      </w:tr>
      <w:tr w:rsidR="00A30C64" w:rsidTr="00E35144">
        <w:trPr>
          <w:trHeight w:hRule="exact" w:val="567"/>
        </w:trPr>
        <w:tc>
          <w:tcPr>
            <w:tcW w:w="572" w:type="dxa"/>
          </w:tcPr>
          <w:p w:rsidR="00A30C64" w:rsidRPr="00461B7C" w:rsidRDefault="00A30C64" w:rsidP="00E35144">
            <w:pPr>
              <w:rPr>
                <w:b/>
                <w:szCs w:val="18"/>
              </w:rPr>
            </w:pPr>
            <w:r>
              <w:rPr>
                <w:b/>
                <w:szCs w:val="18"/>
              </w:rPr>
              <w:t>B</w:t>
            </w:r>
          </w:p>
        </w:tc>
        <w:tc>
          <w:tcPr>
            <w:tcW w:w="7882" w:type="dxa"/>
          </w:tcPr>
          <w:p w:rsidR="00A30C64" w:rsidRDefault="002B5B2B" w:rsidP="00A30C64">
            <w:pPr>
              <w:rPr>
                <w:szCs w:val="18"/>
              </w:rPr>
            </w:pPr>
            <w:r>
              <w:rPr>
                <w:szCs w:val="18"/>
              </w:rPr>
              <w:t>Germs</w:t>
            </w:r>
            <w:r w:rsidR="00A30C64">
              <w:rPr>
                <w:szCs w:val="18"/>
              </w:rPr>
              <w:t xml:space="preserve"> cause </w:t>
            </w:r>
            <w:r w:rsidR="00A30C64" w:rsidRPr="002B5B2B">
              <w:rPr>
                <w:b/>
                <w:szCs w:val="18"/>
              </w:rPr>
              <w:t>some</w:t>
            </w:r>
            <w:r w:rsidR="00A30C64">
              <w:rPr>
                <w:szCs w:val="18"/>
              </w:rPr>
              <w:t xml:space="preserve"> diseases.</w:t>
            </w:r>
          </w:p>
        </w:tc>
      </w:tr>
      <w:tr w:rsidR="00A30C64" w:rsidTr="00E35144">
        <w:trPr>
          <w:trHeight w:hRule="exact" w:val="567"/>
        </w:trPr>
        <w:tc>
          <w:tcPr>
            <w:tcW w:w="572" w:type="dxa"/>
          </w:tcPr>
          <w:p w:rsidR="00A30C64" w:rsidRPr="00461B7C" w:rsidRDefault="00A30C64" w:rsidP="00E35144">
            <w:pPr>
              <w:rPr>
                <w:b/>
                <w:szCs w:val="18"/>
              </w:rPr>
            </w:pPr>
            <w:r>
              <w:rPr>
                <w:b/>
                <w:szCs w:val="18"/>
              </w:rPr>
              <w:t>C</w:t>
            </w:r>
          </w:p>
        </w:tc>
        <w:tc>
          <w:tcPr>
            <w:tcW w:w="7882" w:type="dxa"/>
          </w:tcPr>
          <w:p w:rsidR="00A30C64" w:rsidRDefault="002B5B2B" w:rsidP="00A30C64">
            <w:pPr>
              <w:rPr>
                <w:szCs w:val="18"/>
              </w:rPr>
            </w:pPr>
            <w:r>
              <w:rPr>
                <w:szCs w:val="18"/>
              </w:rPr>
              <w:t>Germs</w:t>
            </w:r>
            <w:r w:rsidR="00A30C64">
              <w:rPr>
                <w:szCs w:val="18"/>
              </w:rPr>
              <w:t xml:space="preserve"> do </w:t>
            </w:r>
            <w:r w:rsidR="00A30C64" w:rsidRPr="002B5B2B">
              <w:rPr>
                <w:b/>
                <w:szCs w:val="18"/>
              </w:rPr>
              <w:t>not</w:t>
            </w:r>
            <w:r w:rsidR="00A30C64">
              <w:rPr>
                <w:szCs w:val="18"/>
              </w:rPr>
              <w:t xml:space="preserve"> cause any diseases.</w:t>
            </w:r>
          </w:p>
        </w:tc>
      </w:tr>
      <w:tr w:rsidR="00A30C64" w:rsidTr="00E35144">
        <w:trPr>
          <w:trHeight w:hRule="exact" w:val="567"/>
        </w:trPr>
        <w:tc>
          <w:tcPr>
            <w:tcW w:w="572" w:type="dxa"/>
          </w:tcPr>
          <w:p w:rsidR="00A30C64" w:rsidRDefault="00A30C64" w:rsidP="00E35144">
            <w:pPr>
              <w:rPr>
                <w:b/>
                <w:szCs w:val="18"/>
              </w:rPr>
            </w:pPr>
            <w:r>
              <w:rPr>
                <w:b/>
                <w:szCs w:val="18"/>
              </w:rPr>
              <w:t>D</w:t>
            </w:r>
          </w:p>
        </w:tc>
        <w:tc>
          <w:tcPr>
            <w:tcW w:w="7882" w:type="dxa"/>
          </w:tcPr>
          <w:p w:rsidR="00A30C64" w:rsidRDefault="00A30C64" w:rsidP="00E35144">
            <w:pPr>
              <w:rPr>
                <w:szCs w:val="18"/>
              </w:rPr>
            </w:pPr>
            <w:r>
              <w:rPr>
                <w:szCs w:val="18"/>
              </w:rPr>
              <w:t>I’m not sure.</w:t>
            </w:r>
          </w:p>
        </w:tc>
      </w:tr>
    </w:tbl>
    <w:p w:rsidR="007C26E1" w:rsidRDefault="007C26E1" w:rsidP="00A30C64">
      <w:pPr>
        <w:spacing w:after="180"/>
        <w:ind w:left="426" w:hanging="360"/>
      </w:pPr>
    </w:p>
    <w:p w:rsidR="00A30C64" w:rsidRDefault="00A30C64" w:rsidP="00A30C64">
      <w:pPr>
        <w:pStyle w:val="ListParagraph"/>
        <w:numPr>
          <w:ilvl w:val="0"/>
          <w:numId w:val="4"/>
        </w:numPr>
        <w:spacing w:after="180"/>
        <w:ind w:left="426"/>
      </w:pPr>
      <w:r>
        <w:t xml:space="preserve">Which statement about </w:t>
      </w:r>
      <w:r>
        <w:rPr>
          <w:b/>
        </w:rPr>
        <w:t>microorganisms</w:t>
      </w:r>
      <w:r>
        <w:t xml:space="preserve"> do you agree with?</w:t>
      </w:r>
    </w:p>
    <w:tbl>
      <w:tblPr>
        <w:tblStyle w:val="TableGrid"/>
        <w:tblW w:w="8454"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A30C64" w:rsidTr="00A30C64">
        <w:trPr>
          <w:trHeight w:hRule="exact" w:val="567"/>
        </w:trPr>
        <w:tc>
          <w:tcPr>
            <w:tcW w:w="572" w:type="dxa"/>
          </w:tcPr>
          <w:p w:rsidR="00A30C64" w:rsidRPr="00461B7C" w:rsidRDefault="00A30C64" w:rsidP="00A30C64">
            <w:pPr>
              <w:rPr>
                <w:b/>
                <w:szCs w:val="18"/>
              </w:rPr>
            </w:pPr>
            <w:r>
              <w:rPr>
                <w:b/>
                <w:szCs w:val="18"/>
              </w:rPr>
              <w:t>A</w:t>
            </w:r>
          </w:p>
        </w:tc>
        <w:tc>
          <w:tcPr>
            <w:tcW w:w="7882" w:type="dxa"/>
          </w:tcPr>
          <w:p w:rsidR="00A30C64" w:rsidRDefault="002B5B2B" w:rsidP="00A30C64">
            <w:pPr>
              <w:rPr>
                <w:szCs w:val="18"/>
              </w:rPr>
            </w:pPr>
            <w:r>
              <w:rPr>
                <w:szCs w:val="18"/>
              </w:rPr>
              <w:t>Microorganisms</w:t>
            </w:r>
            <w:r w:rsidR="00A30C64">
              <w:rPr>
                <w:szCs w:val="18"/>
              </w:rPr>
              <w:t xml:space="preserve"> cause </w:t>
            </w:r>
            <w:r w:rsidR="00A30C64" w:rsidRPr="002B5B2B">
              <w:rPr>
                <w:b/>
                <w:szCs w:val="18"/>
              </w:rPr>
              <w:t>all</w:t>
            </w:r>
            <w:r w:rsidR="00A30C64">
              <w:rPr>
                <w:szCs w:val="18"/>
              </w:rPr>
              <w:t xml:space="preserve"> diseases.</w:t>
            </w:r>
          </w:p>
        </w:tc>
      </w:tr>
      <w:tr w:rsidR="00A30C64" w:rsidTr="00A30C64">
        <w:trPr>
          <w:trHeight w:hRule="exact" w:val="567"/>
        </w:trPr>
        <w:tc>
          <w:tcPr>
            <w:tcW w:w="572" w:type="dxa"/>
          </w:tcPr>
          <w:p w:rsidR="00A30C64" w:rsidRPr="00461B7C" w:rsidRDefault="00A30C64" w:rsidP="00A30C64">
            <w:pPr>
              <w:rPr>
                <w:b/>
                <w:szCs w:val="18"/>
              </w:rPr>
            </w:pPr>
            <w:r>
              <w:rPr>
                <w:b/>
                <w:szCs w:val="18"/>
              </w:rPr>
              <w:t>B</w:t>
            </w:r>
          </w:p>
        </w:tc>
        <w:tc>
          <w:tcPr>
            <w:tcW w:w="7882" w:type="dxa"/>
          </w:tcPr>
          <w:p w:rsidR="00A30C64" w:rsidRDefault="002B5B2B" w:rsidP="00A30C64">
            <w:pPr>
              <w:rPr>
                <w:szCs w:val="18"/>
              </w:rPr>
            </w:pPr>
            <w:r>
              <w:rPr>
                <w:szCs w:val="18"/>
              </w:rPr>
              <w:t xml:space="preserve">Microorganisms </w:t>
            </w:r>
            <w:r w:rsidR="00A30C64">
              <w:rPr>
                <w:szCs w:val="18"/>
              </w:rPr>
              <w:t xml:space="preserve">cause </w:t>
            </w:r>
            <w:r w:rsidR="00A30C64" w:rsidRPr="002B5B2B">
              <w:rPr>
                <w:b/>
                <w:szCs w:val="18"/>
              </w:rPr>
              <w:t>some</w:t>
            </w:r>
            <w:r w:rsidR="00A30C64">
              <w:rPr>
                <w:szCs w:val="18"/>
              </w:rPr>
              <w:t xml:space="preserve"> diseases.</w:t>
            </w:r>
          </w:p>
        </w:tc>
      </w:tr>
      <w:tr w:rsidR="00A30C64" w:rsidTr="00A30C64">
        <w:trPr>
          <w:trHeight w:hRule="exact" w:val="567"/>
        </w:trPr>
        <w:tc>
          <w:tcPr>
            <w:tcW w:w="572" w:type="dxa"/>
          </w:tcPr>
          <w:p w:rsidR="00A30C64" w:rsidRPr="00461B7C" w:rsidRDefault="00A30C64" w:rsidP="00A30C64">
            <w:pPr>
              <w:rPr>
                <w:b/>
                <w:szCs w:val="18"/>
              </w:rPr>
            </w:pPr>
            <w:r>
              <w:rPr>
                <w:b/>
                <w:szCs w:val="18"/>
              </w:rPr>
              <w:t>C</w:t>
            </w:r>
          </w:p>
        </w:tc>
        <w:tc>
          <w:tcPr>
            <w:tcW w:w="7882" w:type="dxa"/>
          </w:tcPr>
          <w:p w:rsidR="00A30C64" w:rsidRDefault="002B5B2B" w:rsidP="00A30C64">
            <w:pPr>
              <w:rPr>
                <w:szCs w:val="18"/>
              </w:rPr>
            </w:pPr>
            <w:r>
              <w:rPr>
                <w:szCs w:val="18"/>
              </w:rPr>
              <w:t xml:space="preserve">Microorganisms </w:t>
            </w:r>
            <w:r w:rsidR="00A30C64">
              <w:rPr>
                <w:szCs w:val="18"/>
              </w:rPr>
              <w:t xml:space="preserve">do </w:t>
            </w:r>
            <w:r w:rsidR="00A30C64" w:rsidRPr="002B5B2B">
              <w:rPr>
                <w:b/>
                <w:szCs w:val="18"/>
              </w:rPr>
              <w:t>not</w:t>
            </w:r>
            <w:r w:rsidR="00A30C64">
              <w:rPr>
                <w:szCs w:val="18"/>
              </w:rPr>
              <w:t xml:space="preserve"> cause any diseases.</w:t>
            </w:r>
          </w:p>
        </w:tc>
      </w:tr>
      <w:tr w:rsidR="00A30C64" w:rsidTr="00A30C64">
        <w:trPr>
          <w:trHeight w:hRule="exact" w:val="567"/>
        </w:trPr>
        <w:tc>
          <w:tcPr>
            <w:tcW w:w="572" w:type="dxa"/>
          </w:tcPr>
          <w:p w:rsidR="00A30C64" w:rsidRDefault="00A30C64" w:rsidP="00A30C64">
            <w:pPr>
              <w:rPr>
                <w:b/>
                <w:szCs w:val="18"/>
              </w:rPr>
            </w:pPr>
            <w:r>
              <w:rPr>
                <w:b/>
                <w:szCs w:val="18"/>
              </w:rPr>
              <w:t>D</w:t>
            </w:r>
          </w:p>
        </w:tc>
        <w:tc>
          <w:tcPr>
            <w:tcW w:w="7882" w:type="dxa"/>
          </w:tcPr>
          <w:p w:rsidR="00A30C64" w:rsidRDefault="00A30C64" w:rsidP="00A30C64">
            <w:pPr>
              <w:rPr>
                <w:szCs w:val="18"/>
              </w:rPr>
            </w:pPr>
            <w:r>
              <w:rPr>
                <w:szCs w:val="18"/>
              </w:rPr>
              <w:t>I’m not sure.</w:t>
            </w:r>
          </w:p>
        </w:tc>
      </w:tr>
    </w:tbl>
    <w:p w:rsidR="00A30C64" w:rsidRDefault="00A30C64" w:rsidP="00A30C64">
      <w:pPr>
        <w:spacing w:after="180"/>
        <w:ind w:left="426" w:hanging="360"/>
      </w:pPr>
    </w:p>
    <w:p w:rsidR="00A30C64" w:rsidRDefault="00A30C64" w:rsidP="00A30C64">
      <w:pPr>
        <w:pStyle w:val="ListParagraph"/>
        <w:numPr>
          <w:ilvl w:val="0"/>
          <w:numId w:val="4"/>
        </w:numPr>
        <w:spacing w:after="180"/>
        <w:ind w:left="426"/>
      </w:pPr>
      <w:r>
        <w:t xml:space="preserve">Which statement about </w:t>
      </w:r>
      <w:r>
        <w:rPr>
          <w:b/>
        </w:rPr>
        <w:t>pathogens</w:t>
      </w:r>
      <w:r>
        <w:t xml:space="preserve"> do you agree with?</w:t>
      </w:r>
    </w:p>
    <w:tbl>
      <w:tblPr>
        <w:tblStyle w:val="TableGrid"/>
        <w:tblW w:w="8454"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A30C64" w:rsidTr="00A30C64">
        <w:trPr>
          <w:trHeight w:hRule="exact" w:val="567"/>
        </w:trPr>
        <w:tc>
          <w:tcPr>
            <w:tcW w:w="572" w:type="dxa"/>
          </w:tcPr>
          <w:p w:rsidR="00A30C64" w:rsidRPr="00461B7C" w:rsidRDefault="00A30C64" w:rsidP="00A30C64">
            <w:pPr>
              <w:rPr>
                <w:b/>
                <w:szCs w:val="18"/>
              </w:rPr>
            </w:pPr>
            <w:r>
              <w:rPr>
                <w:b/>
                <w:szCs w:val="18"/>
              </w:rPr>
              <w:t>A</w:t>
            </w:r>
          </w:p>
        </w:tc>
        <w:tc>
          <w:tcPr>
            <w:tcW w:w="7882" w:type="dxa"/>
          </w:tcPr>
          <w:p w:rsidR="00A30C64" w:rsidRDefault="002B5B2B" w:rsidP="00A30C64">
            <w:pPr>
              <w:rPr>
                <w:szCs w:val="18"/>
              </w:rPr>
            </w:pPr>
            <w:r>
              <w:rPr>
                <w:szCs w:val="18"/>
              </w:rPr>
              <w:t>Pathogens</w:t>
            </w:r>
            <w:r w:rsidR="00A30C64">
              <w:rPr>
                <w:szCs w:val="18"/>
              </w:rPr>
              <w:t xml:space="preserve"> cause </w:t>
            </w:r>
            <w:r w:rsidR="00A30C64" w:rsidRPr="002B5B2B">
              <w:rPr>
                <w:b/>
                <w:szCs w:val="18"/>
              </w:rPr>
              <w:t>all</w:t>
            </w:r>
            <w:r w:rsidR="00A30C64">
              <w:rPr>
                <w:szCs w:val="18"/>
              </w:rPr>
              <w:t xml:space="preserve"> diseases.</w:t>
            </w:r>
          </w:p>
        </w:tc>
      </w:tr>
      <w:tr w:rsidR="00A30C64" w:rsidTr="00A30C64">
        <w:trPr>
          <w:trHeight w:hRule="exact" w:val="567"/>
        </w:trPr>
        <w:tc>
          <w:tcPr>
            <w:tcW w:w="572" w:type="dxa"/>
          </w:tcPr>
          <w:p w:rsidR="00A30C64" w:rsidRPr="00461B7C" w:rsidRDefault="00A30C64" w:rsidP="00A30C64">
            <w:pPr>
              <w:rPr>
                <w:b/>
                <w:szCs w:val="18"/>
              </w:rPr>
            </w:pPr>
            <w:r>
              <w:rPr>
                <w:b/>
                <w:szCs w:val="18"/>
              </w:rPr>
              <w:t>B</w:t>
            </w:r>
          </w:p>
        </w:tc>
        <w:tc>
          <w:tcPr>
            <w:tcW w:w="7882" w:type="dxa"/>
          </w:tcPr>
          <w:p w:rsidR="00A30C64" w:rsidRDefault="002B5B2B" w:rsidP="00A30C64">
            <w:pPr>
              <w:rPr>
                <w:szCs w:val="18"/>
              </w:rPr>
            </w:pPr>
            <w:r>
              <w:rPr>
                <w:szCs w:val="18"/>
              </w:rPr>
              <w:t xml:space="preserve">Pathogens </w:t>
            </w:r>
            <w:r w:rsidR="00A30C64">
              <w:rPr>
                <w:szCs w:val="18"/>
              </w:rPr>
              <w:t xml:space="preserve">cause </w:t>
            </w:r>
            <w:r w:rsidR="00A30C64" w:rsidRPr="002B5B2B">
              <w:rPr>
                <w:b/>
                <w:szCs w:val="18"/>
              </w:rPr>
              <w:t>some</w:t>
            </w:r>
            <w:r w:rsidR="00A30C64">
              <w:rPr>
                <w:szCs w:val="18"/>
              </w:rPr>
              <w:t xml:space="preserve"> diseases.</w:t>
            </w:r>
          </w:p>
        </w:tc>
      </w:tr>
      <w:tr w:rsidR="00A30C64" w:rsidTr="00A30C64">
        <w:trPr>
          <w:trHeight w:hRule="exact" w:val="567"/>
        </w:trPr>
        <w:tc>
          <w:tcPr>
            <w:tcW w:w="572" w:type="dxa"/>
          </w:tcPr>
          <w:p w:rsidR="00A30C64" w:rsidRPr="00461B7C" w:rsidRDefault="00A30C64" w:rsidP="00A30C64">
            <w:pPr>
              <w:rPr>
                <w:b/>
                <w:szCs w:val="18"/>
              </w:rPr>
            </w:pPr>
            <w:r>
              <w:rPr>
                <w:b/>
                <w:szCs w:val="18"/>
              </w:rPr>
              <w:t>C</w:t>
            </w:r>
          </w:p>
        </w:tc>
        <w:tc>
          <w:tcPr>
            <w:tcW w:w="7882" w:type="dxa"/>
          </w:tcPr>
          <w:p w:rsidR="00A30C64" w:rsidRDefault="002B5B2B" w:rsidP="00A30C64">
            <w:pPr>
              <w:rPr>
                <w:szCs w:val="18"/>
              </w:rPr>
            </w:pPr>
            <w:r>
              <w:rPr>
                <w:szCs w:val="18"/>
              </w:rPr>
              <w:t xml:space="preserve">Pathogens </w:t>
            </w:r>
            <w:r w:rsidR="00A30C64">
              <w:rPr>
                <w:szCs w:val="18"/>
              </w:rPr>
              <w:t xml:space="preserve">do </w:t>
            </w:r>
            <w:r w:rsidR="00A30C64" w:rsidRPr="002B5B2B">
              <w:rPr>
                <w:b/>
                <w:szCs w:val="18"/>
              </w:rPr>
              <w:t>not</w:t>
            </w:r>
            <w:r w:rsidR="00A30C64">
              <w:rPr>
                <w:szCs w:val="18"/>
              </w:rPr>
              <w:t xml:space="preserve"> cause any diseases.</w:t>
            </w:r>
          </w:p>
        </w:tc>
      </w:tr>
      <w:tr w:rsidR="00A30C64" w:rsidTr="00A30C64">
        <w:trPr>
          <w:trHeight w:hRule="exact" w:val="567"/>
        </w:trPr>
        <w:tc>
          <w:tcPr>
            <w:tcW w:w="572" w:type="dxa"/>
          </w:tcPr>
          <w:p w:rsidR="00A30C64" w:rsidRDefault="00A30C64" w:rsidP="00A30C64">
            <w:pPr>
              <w:rPr>
                <w:b/>
                <w:szCs w:val="18"/>
              </w:rPr>
            </w:pPr>
            <w:r>
              <w:rPr>
                <w:b/>
                <w:szCs w:val="18"/>
              </w:rPr>
              <w:t>D</w:t>
            </w:r>
          </w:p>
        </w:tc>
        <w:tc>
          <w:tcPr>
            <w:tcW w:w="7882" w:type="dxa"/>
          </w:tcPr>
          <w:p w:rsidR="00A30C64" w:rsidRDefault="00A30C64" w:rsidP="00A30C64">
            <w:pPr>
              <w:rPr>
                <w:szCs w:val="18"/>
              </w:rPr>
            </w:pPr>
            <w:r>
              <w:rPr>
                <w:szCs w:val="18"/>
              </w:rPr>
              <w:t>I’m not sure.</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2E0632" w:rsidP="006F3279">
      <w:pPr>
        <w:spacing w:after="240"/>
        <w:rPr>
          <w:i/>
          <w:sz w:val="18"/>
          <w:szCs w:val="18"/>
        </w:rPr>
      </w:pPr>
      <w:r>
        <w:rPr>
          <w:i/>
          <w:sz w:val="18"/>
          <w:szCs w:val="18"/>
        </w:rPr>
        <w:lastRenderedPageBreak/>
        <w:t xml:space="preserve">Biology&gt; Big idea BHD: </w:t>
      </w:r>
      <w:r w:rsidRPr="00C47E42">
        <w:rPr>
          <w:i/>
          <w:sz w:val="18"/>
          <w:szCs w:val="18"/>
        </w:rPr>
        <w:t>Health and disease</w:t>
      </w:r>
      <w:r>
        <w:rPr>
          <w:i/>
          <w:sz w:val="18"/>
          <w:szCs w:val="18"/>
        </w:rPr>
        <w:t xml:space="preserve"> &gt; Topic BHD3: Health and infectious disease</w:t>
      </w:r>
      <w:r w:rsidRPr="00240541">
        <w:rPr>
          <w:i/>
          <w:sz w:val="18"/>
          <w:szCs w:val="18"/>
        </w:rPr>
        <w:t xml:space="preserve"> &gt; Key concept BHD</w:t>
      </w:r>
      <w:r>
        <w:rPr>
          <w:i/>
          <w:sz w:val="18"/>
          <w:szCs w:val="18"/>
        </w:rPr>
        <w:t>3</w:t>
      </w:r>
      <w:r w:rsidRPr="00240541">
        <w:rPr>
          <w:i/>
          <w:sz w:val="18"/>
          <w:szCs w:val="18"/>
        </w:rPr>
        <w:t>.</w:t>
      </w:r>
      <w:r>
        <w:rPr>
          <w:i/>
          <w:sz w:val="18"/>
          <w:szCs w:val="18"/>
        </w:rPr>
        <w:t>1</w:t>
      </w:r>
      <w:r w:rsidRPr="00240541">
        <w:rPr>
          <w:i/>
          <w:sz w:val="18"/>
          <w:szCs w:val="18"/>
        </w:rPr>
        <w:t xml:space="preserve">: </w:t>
      </w:r>
      <w:r>
        <w:rPr>
          <w:i/>
          <w:sz w:val="18"/>
          <w:szCs w:val="18"/>
        </w:rPr>
        <w:t>Pathogens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F93E9A" w:rsidP="006F3279">
            <w:pPr>
              <w:spacing w:after="60"/>
              <w:ind w:left="1304"/>
              <w:rPr>
                <w:b/>
                <w:sz w:val="40"/>
                <w:szCs w:val="40"/>
              </w:rPr>
            </w:pPr>
            <w:r w:rsidRPr="00F93E9A">
              <w:rPr>
                <w:b/>
                <w:sz w:val="40"/>
                <w:szCs w:val="40"/>
              </w:rPr>
              <w:t>Causes of disease</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2E0632" w:rsidTr="003F16F9">
        <w:trPr>
          <w:trHeight w:val="340"/>
        </w:trPr>
        <w:tc>
          <w:tcPr>
            <w:tcW w:w="2196" w:type="dxa"/>
          </w:tcPr>
          <w:p w:rsidR="002E0632" w:rsidRDefault="002E0632" w:rsidP="002E0632">
            <w:pPr>
              <w:spacing w:before="60" w:after="60"/>
            </w:pPr>
            <w:r>
              <w:t>Learning focus:</w:t>
            </w:r>
          </w:p>
        </w:tc>
        <w:tc>
          <w:tcPr>
            <w:tcW w:w="6820" w:type="dxa"/>
          </w:tcPr>
          <w:p w:rsidR="002E0632" w:rsidRDefault="002E0632" w:rsidP="00067E05">
            <w:pPr>
              <w:spacing w:before="60" w:after="60"/>
            </w:pPr>
            <w:r w:rsidRPr="00551C16">
              <w:t xml:space="preserve">The health of humans, other animals and plants can be affected by </w:t>
            </w:r>
            <w:bookmarkStart w:id="0" w:name="_GoBack"/>
            <w:bookmarkEnd w:id="0"/>
            <w:r w:rsidRPr="00551C16">
              <w:t>infection with pathogens, including viruses and some bacteria and fungi.</w:t>
            </w:r>
          </w:p>
        </w:tc>
      </w:tr>
      <w:tr w:rsidR="002E0632" w:rsidTr="003F16F9">
        <w:trPr>
          <w:trHeight w:val="340"/>
        </w:trPr>
        <w:tc>
          <w:tcPr>
            <w:tcW w:w="2196" w:type="dxa"/>
          </w:tcPr>
          <w:p w:rsidR="002E0632" w:rsidRDefault="002E0632" w:rsidP="002E0632">
            <w:pPr>
              <w:spacing w:before="60" w:after="60"/>
            </w:pPr>
            <w:r>
              <w:t>Observable learning outcome:</w:t>
            </w:r>
          </w:p>
        </w:tc>
        <w:tc>
          <w:tcPr>
            <w:tcW w:w="6820" w:type="dxa"/>
          </w:tcPr>
          <w:p w:rsidR="002E0632" w:rsidRPr="00A50C9C" w:rsidRDefault="00A61B8B" w:rsidP="002E0632">
            <w:pPr>
              <w:spacing w:before="60" w:after="60"/>
              <w:rPr>
                <w:b/>
              </w:rPr>
            </w:pPr>
            <w:r w:rsidRPr="00A61B8B">
              <w:t>Recall that pathogens cause some but not all diseases in humans, other animals and plants.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856F0B" w:rsidP="0021607B">
            <w:pPr>
              <w:spacing w:before="60" w:after="60"/>
            </w:pPr>
            <w:r w:rsidRPr="0021479E">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E0632" w:rsidP="00A61B8B">
            <w:pPr>
              <w:spacing w:before="60" w:after="60"/>
            </w:pPr>
            <w:r>
              <w:t>health, disease, pathogens</w:t>
            </w:r>
            <w:r w:rsidR="00A61B8B">
              <w:t>, microorganisms</w:t>
            </w:r>
          </w:p>
        </w:tc>
      </w:tr>
    </w:tbl>
    <w:p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2E0632" w:rsidRDefault="002E0632" w:rsidP="0050055B">
      <w:pPr>
        <w:spacing w:after="180"/>
      </w:pPr>
      <w:r>
        <w:t xml:space="preserve">When asked about “healthiness”, children up to age 12 primarily equated the term with eating a healthy diet and being physically active </w:t>
      </w:r>
      <w:r>
        <w:fldChar w:fldCharType="begin"/>
      </w:r>
      <w:r>
        <w:instrText xml:space="preserve"> ADDIN EN.CITE &lt;EndNote&gt;&lt;Cite&gt;&lt;Author&gt;Hesketh&lt;/Author&gt;&lt;Year&gt;2005&lt;/Year&gt;&lt;IDText&gt;Healthy eating, activity and obesity prevention: a qualitative study of parent and child perceptions in Australia&lt;/IDText&gt;&lt;DisplayText&gt;(Hesketh et al., 2005; Protudjer et al., 2010)&lt;/DisplayText&gt;&lt;record&gt;&lt;titles&gt;&lt;title&gt;Healthy eating, activity and obesity prevention: a qualitative study of parent and child perceptions in Australia&lt;/title&gt;&lt;secondary-title&gt;Health Promotion International&lt;/secondary-title&gt;&lt;/titles&gt;&lt;pages&gt;19-26&lt;/pages&gt;&lt;number&gt;1&lt;/number&gt;&lt;contributors&gt;&lt;authors&gt;&lt;author&gt;Hesketh, K.&lt;/author&gt;&lt;author&gt;Waters, E.&lt;/author&gt;&lt;author&gt;Green, J.&lt;/author&gt;&lt;author&gt;Salmon, L.&lt;/author&gt;&lt;author&gt;Williams, J.&lt;/author&gt;&lt;/authors&gt;&lt;/contributors&gt;&lt;added-date format="utc"&gt;1549724911&lt;/added-date&gt;&lt;ref-type name="Journal Article"&gt;17&lt;/ref-type&gt;&lt;dates&gt;&lt;year&gt;2005&lt;/year&gt;&lt;/dates&gt;&lt;rec-number&gt;8583&lt;/rec-number&gt;&lt;last-updated-date format="utc"&gt;1549724989&lt;/last-updated-date&gt;&lt;volume&gt;20&lt;/volume&gt;&lt;/record&gt;&lt;/Cite&gt;&lt;Cite&gt;&lt;Author&gt;Protudjer&lt;/Author&gt;&lt;Year&gt;2010&lt;/Year&gt;&lt;IDText&gt;Children’s perceptions of healthful eating and physical activity&lt;/IDText&gt;&lt;record&gt;&lt;titles&gt;&lt;title&gt;Children’s perceptions of healthful eating and physical activity&lt;/title&gt;&lt;secondary-title&gt;Canadian Journal of Dietetic Practice and Research&lt;/secondary-title&gt;&lt;/titles&gt;&lt;pages&gt;19-23&lt;/pages&gt;&lt;number&gt;1&lt;/number&gt;&lt;contributors&gt;&lt;authors&gt;&lt;author&gt;Protudjer, J.L.P.&lt;/author&gt;&lt;author&gt;Marchessault, G.&lt;/author&gt;&lt;author&gt;Kozyrskyj, A.L.&lt;/author&gt;&lt;author&gt;Becker, A.B.&lt;/author&gt;&lt;/authors&gt;&lt;/contributors&gt;&lt;added-date format="utc"&gt;1549725036&lt;/added-date&gt;&lt;ref-type name="Journal Article"&gt;17&lt;/ref-type&gt;&lt;dates&gt;&lt;year&gt;2010&lt;/year&gt;&lt;/dates&gt;&lt;rec-number&gt;8584&lt;/rec-number&gt;&lt;last-updated-date format="utc"&gt;1549725104&lt;/last-updated-date&gt;&lt;volume&gt;71&lt;/volume&gt;&lt;/record&gt;&lt;/Cite&gt;&lt;/EndNote&gt;</w:instrText>
      </w:r>
      <w:r>
        <w:fldChar w:fldCharType="separate"/>
      </w:r>
      <w:r>
        <w:rPr>
          <w:noProof/>
        </w:rPr>
        <w:t>(Hesketh et al., 2005; Protudjer et al., 2010)</w:t>
      </w:r>
      <w:r>
        <w:fldChar w:fldCharType="end"/>
      </w:r>
      <w:r>
        <w:t xml:space="preserve">. When children aged 5-9 in Australia </w:t>
      </w:r>
      <w:r>
        <w:fldChar w:fldCharType="begin"/>
      </w:r>
      <w:r>
        <w:instrText xml:space="preserve"> ADDIN EN.CITE &lt;EndNote&gt;&lt;Cite&gt;&lt;Author&gt;Brindal&lt;/Author&gt;&lt;Year&gt;2012&lt;/Year&gt;&lt;IDText&gt;How do Australian junior primary school children perceive the concepts of &amp;quot;healthy&amp;quot; and &amp;quot;unhealthy&amp;quot;?&lt;/IDText&gt;&lt;DisplayText&gt;(Brindal et al., 2012)&lt;/DisplayText&gt;&lt;record&gt;&lt;dates&gt;&lt;pub-dates&gt;&lt;date&gt;01/01/&lt;/date&gt;&lt;/pub-dates&gt;&lt;year&gt;2012&lt;/year&gt;&lt;/dates&gt;&lt;keywords&gt;&lt;keyword&gt;Health Education&lt;/keyword&gt;&lt;keyword&gt;Physical Activities&lt;/keyword&gt;&lt;keyword&gt;Health Promotion&lt;/keyword&gt;&lt;keyword&gt;Focus Groups&lt;/keyword&gt;&lt;keyword&gt;Public Health&lt;/keyword&gt;&lt;keyword&gt;Young Children&lt;/keyword&gt;&lt;keyword&gt;Teaching Methods&lt;/keyword&gt;&lt;keyword&gt;Foreign Countries&lt;/keyword&gt;&lt;keyword&gt;Student Attitudes&lt;/keyword&gt;&lt;keyword&gt;Learner Engagement&lt;/keyword&gt;&lt;keyword&gt;Primary Education&lt;/keyword&gt;&lt;keyword&gt;Intervention&lt;/keyword&gt;&lt;keyword&gt;Small Group Instruction&lt;/keyword&gt;&lt;keyword&gt;Australia&lt;/keyword&gt;&lt;/keywords&gt;&lt;urls&gt;&lt;related-urls&gt;&lt;url&gt;http://search.ebscohost.com/login.aspx?direct=true&amp;amp;db=eric&amp;amp;AN=EJ976493&amp;amp;site=ehost-live&lt;/url&gt;&lt;url&gt;http://www.emeraldinsight.com/journals.htm?issn=0965-4283&amp;amp;volume=112&amp;amp;issue=5&amp;amp;articleid=17048107&amp;amp;show=abstract&lt;/url&gt;&lt;/related-urls&gt;&lt;/urls&gt;&lt;isbn&gt;0965-4283&lt;/isbn&gt;&lt;titles&gt;&lt;title&gt;How do Australian junior primary school children perceive the concepts of &amp;quot;healthy&amp;quot; and &amp;quot;unhealthy&amp;quot;?&lt;/title&gt;&lt;secondary-title&gt;Health Education&lt;/secondary-title&gt;&lt;/titles&gt;&lt;pages&gt;406-420&lt;/pages&gt;&lt;number&gt;5&lt;/number&gt;&lt;contributors&gt;&lt;authors&gt;&lt;author&gt;Brindal, Emily&lt;/author&gt;&lt;author&gt;Hendrie, Gilly&lt;/author&gt;&lt;author&gt;Thompson, Kirrilly&lt;/author&gt;&lt;author&gt;Blunden, Sarah&lt;/author&gt;&lt;/authors&gt;&lt;/contributors&gt;&lt;added-date format="utc"&gt;1549716675&lt;/added-date&gt;&lt;ref-type name="Journal Article"&gt;17&lt;/ref-type&gt;&lt;remote-database-provider&gt;EBSCOhost&lt;/remote-database-provider&gt;&lt;rec-number&gt;8581&lt;/rec-number&gt;&lt;last-updated-date format="utc"&gt;1549724127&lt;/last-updated-date&gt;&lt;accession-num&gt;EJ976493&lt;/accession-num&gt;&lt;volume&gt;112&lt;/volume&gt;&lt;remote-database-name&gt;eric&lt;/remote-database-name&gt;&lt;/record&gt;&lt;/Cite&gt;&lt;/EndNote&gt;</w:instrText>
      </w:r>
      <w:r>
        <w:fldChar w:fldCharType="separate"/>
      </w:r>
      <w:r>
        <w:rPr>
          <w:noProof/>
        </w:rPr>
        <w:t>(Brindal et al., 2012)</w:t>
      </w:r>
      <w:r>
        <w:fldChar w:fldCharType="end"/>
      </w:r>
      <w:r>
        <w:t xml:space="preserve">, 9-11 in the US </w:t>
      </w:r>
      <w:r>
        <w:fldChar w:fldCharType="begin"/>
      </w:r>
      <w:r>
        <w:instrText xml:space="preserve"> ADDIN EN.CITE &lt;EndNote&gt;&lt;Cite&gt;&lt;Author&gt;Reeve&lt;/Author&gt;&lt;Year&gt;2009&lt;/Year&gt;&lt;IDText&gt;Children&amp;apos;s self-documentation and understanding of the concepts &amp;apos;healthy&amp;apos; and &amp;apos;unhealthy&amp;apos;&lt;/IDText&gt;&lt;DisplayText&gt;(Reeve and Bell, 2009)&lt;/DisplayText&gt;&lt;record&gt;&lt;dates&gt;&lt;pub-dates&gt;&lt;date&gt;09/01/&lt;/date&gt;&lt;/pub-dates&gt;&lt;year&gt;2009&lt;/year&gt;&lt;/dates&gt;&lt;keywords&gt;&lt;keyword&gt;Photography&lt;/keyword&gt;&lt;keyword&gt;Childhood Attitudes&lt;/keyword&gt;&lt;keyword&gt;Preadolescents&lt;/keyword&gt;&lt;keyword&gt;Notetaking&lt;/keyword&gt;&lt;keyword&gt;Interviews&lt;/keyword&gt;&lt;keyword&gt;Physical Health&lt;/keyword&gt;&lt;keyword&gt;Mental Health&lt;/keyword&gt;&lt;keyword&gt;Nutrition&lt;/keyword&gt;&lt;keyword&gt;Environmental Influences&lt;/keyword&gt;&lt;keyword&gt;Sanitation&lt;/keyword&gt;&lt;keyword&gt;Hygiene&lt;/keyword&gt;&lt;keyword&gt;Intervention&lt;/keyword&gt;&lt;keyword&gt;United States (Northwest)&lt;/keyword&gt;&lt;/keywords&gt;&lt;urls&gt;&lt;related-urls&gt;&lt;url&gt;http://search.ebscohost.com/login.aspx?direct=true&amp;amp;db=eric&amp;amp;AN=EJ866509&amp;amp;site=ehost-live&lt;/url&gt;&lt;url&gt;http://www.informaworld.com/openurl?genre=article&amp;amp;id=doi:10.1080/09500690802311146&lt;/url&gt;&lt;/related-urls&gt;&lt;/urls&gt;&lt;isbn&gt;0950-0693&lt;/isbn&gt;&lt;titles&gt;&lt;title&gt;Children&amp;apos;s self-documentation and understanding of the concepts &amp;apos;healthy&amp;apos; and &amp;apos;unhealthy&amp;apos;&lt;/title&gt;&lt;secondary-title&gt;International Journal of Science Education&lt;/secondary-title&gt;&lt;/titles&gt;&lt;pages&gt;1953-1974&lt;/pages&gt;&lt;number&gt;14&lt;/number&gt;&lt;contributors&gt;&lt;authors&gt;&lt;author&gt;Reeve, Suzanne&lt;/author&gt;&lt;author&gt;Bell, Philip&lt;/author&gt;&lt;/authors&gt;&lt;/contributors&gt;&lt;added-date format="utc"&gt;1549716514&lt;/added-date&gt;&lt;ref-type name="Journal Article"&gt;17&lt;/ref-type&gt;&lt;remote-database-provider&gt;EBSCOhost&lt;/remote-database-provider&gt;&lt;rec-number&gt;8580&lt;/rec-number&gt;&lt;last-updated-date format="utc"&gt;1549716562&lt;/last-updated-date&gt;&lt;accession-num&gt;EJ866509&lt;/accession-num&gt;&lt;volume&gt;31&lt;/volume&gt;&lt;remote-database-name&gt;eric&lt;/remote-database-name&gt;&lt;/record&gt;&lt;/Cite&gt;&lt;/EndNote&gt;</w:instrText>
      </w:r>
      <w:r>
        <w:fldChar w:fldCharType="separate"/>
      </w:r>
      <w:r>
        <w:rPr>
          <w:noProof/>
        </w:rPr>
        <w:t>(Reeve and Bell, 2009)</w:t>
      </w:r>
      <w:r>
        <w:fldChar w:fldCharType="end"/>
      </w:r>
      <w:r>
        <w:t xml:space="preserve"> and 14-15 in Turkey </w:t>
      </w:r>
      <w:r>
        <w:fldChar w:fldCharType="begin"/>
      </w:r>
      <w:r>
        <w:instrText xml:space="preserve"> ADDIN EN.CITE &lt;EndNote&gt;&lt;Cite&gt;&lt;Author&gt;Çetin&lt;/Author&gt;&lt;Year&gt;2013&lt;/Year&gt;&lt;IDText&gt;Students&amp;apos; views about health concept by drawing and writing technique&lt;/IDText&gt;&lt;DisplayText&gt;(Çetin et al., 2013)&lt;/DisplayText&gt;&lt;record&gt;&lt;titles&gt;&lt;title&gt;Students&amp;apos; views about health concept by drawing and writing technique&lt;/title&gt;&lt;secondary-title&gt;Energy Education Science and Technology Part B: Social and Educational Studies&lt;/secondary-title&gt;&lt;/titles&gt;&lt;number&gt;1&lt;/number&gt;&lt;contributors&gt;&lt;authors&gt;&lt;author&gt;Çetin, Gülcan&lt;/author&gt;&lt;author&gt;Özarslan, Murat&lt;/author&gt;&lt;author&gt;Isik, Ebru&lt;/author&gt;&lt;author&gt;Eser, Handan&lt;/author&gt;&lt;/authors&gt;&lt;/contributors&gt;&lt;section&gt;597-606&lt;/section&gt;&lt;added-date format="utc"&gt;1550317450&lt;/added-date&gt;&lt;ref-type name="Journal Article"&gt;17&lt;/ref-type&gt;&lt;dates&gt;&lt;year&gt;2013&lt;/year&gt;&lt;/dates&gt;&lt;rec-number&gt;8599&lt;/rec-number&gt;&lt;last-updated-date format="utc"&gt;1550317611&lt;/last-updated-date&gt;&lt;volume&gt;5&lt;/volume&gt;&lt;/record&gt;&lt;/Cite&gt;&lt;/EndNote&gt;</w:instrText>
      </w:r>
      <w:r>
        <w:fldChar w:fldCharType="separate"/>
      </w:r>
      <w:r>
        <w:rPr>
          <w:noProof/>
        </w:rPr>
        <w:t>(Çetin et al., 2013)</w:t>
      </w:r>
      <w:r>
        <w:fldChar w:fldCharType="end"/>
      </w:r>
      <w:r>
        <w:t xml:space="preserve"> were asked to draw and write about healthy and unhealthy things, most of the students’ answers related to food and drink (over 60% in the US study) and physical activity.</w:t>
      </w:r>
    </w:p>
    <w:p w:rsidR="00C05571" w:rsidRDefault="002E0632" w:rsidP="0050055B">
      <w:pPr>
        <w:spacing w:after="180"/>
      </w:pPr>
      <w:r>
        <w:t xml:space="preserve">When asked to draw and write about “disease” </w:t>
      </w:r>
      <w:r>
        <w:fldChar w:fldCharType="begin"/>
      </w:r>
      <w:r>
        <w:instrText xml:space="preserve"> ADDIN EN.CITE &lt;EndNote&gt;&lt;Cite&gt;&lt;Author&gt;Isik&lt;/Author&gt;&lt;Year&gt;2017&lt;/Year&gt;&lt;IDText&gt;Students&amp;apos; views about disease concept: drawing and writing technique&lt;/IDText&gt;&lt;DisplayText&gt;(Isik, Çetin and Özarslan, 2017)&lt;/DisplayText&gt;&lt;record&gt;&lt;dates&gt;&lt;pub-dates&gt;&lt;date&gt;12/01/&lt;/date&gt;&lt;/pub-dates&gt;&lt;year&gt;2017&lt;/year&gt;&lt;/dates&gt;&lt;keywords&gt;&lt;keyword&gt;Scientific Concepts&lt;/keyword&gt;&lt;keyword&gt;Diseases&lt;/keyword&gt;&lt;keyword&gt;Freehand Drawing&lt;/keyword&gt;&lt;keyword&gt;Prevention&lt;/keyword&gt;&lt;keyword&gt;Mental Health&lt;/keyword&gt;&lt;keyword&gt;Health Education&lt;/keyword&gt;&lt;keyword&gt;Units of Study&lt;/keyword&gt;&lt;keyword&gt;Human Body&lt;/keyword&gt;&lt;keyword&gt;Fatigue (Biology)&lt;/keyword&gt;&lt;keyword&gt;Foreign Countries&lt;/keyword&gt;&lt;keyword&gt;Vocational Schools&lt;/keyword&gt;&lt;keyword&gt;Secondary School Students&lt;/keyword&gt;&lt;keyword&gt;Questionnaires&lt;/keyword&gt;&lt;keyword&gt;Content Analysis&lt;/keyword&gt;&lt;keyword&gt;Student Attitudes&lt;/keyword&gt;&lt;keyword&gt;Qualitative Research&lt;/keyword&gt;&lt;keyword&gt;Turkey&lt;/keyword&gt;&lt;/keywords&gt;&lt;urls&gt;&lt;related-urls&gt;&lt;url&gt;http://search.ebscohost.com/login.aspx?direct=true&amp;amp;db=eric&amp;amp;AN=EJ1179331&amp;amp;site=ehost-live&lt;/url&gt;&lt;url&gt;http://www.ied.edu.hk/apfslt/&lt;/url&gt;&lt;/related-urls&gt;&lt;/urls&gt;&lt;isbn&gt;1609-4913&lt;/isbn&gt;&lt;titles&gt;&lt;title&gt;Students&amp;apos; views about disease concept: drawing and writing technique&lt;/title&gt;&lt;secondary-title&gt;Asia-Pacific Forum on Science Learning and Teaching&lt;/secondary-title&gt;&lt;/titles&gt;&lt;number&gt;2&lt;/number&gt;&lt;contributors&gt;&lt;authors&gt;&lt;author&gt;Isik, Ebru&lt;/author&gt;&lt;author&gt;Çetin, Gülcan&lt;/author&gt;&lt;author&gt;Özarslan, Murat&lt;/author&gt;&lt;/authors&gt;&lt;/contributors&gt;&lt;added-date format="utc"&gt;1550317357&lt;/added-date&gt;&lt;ref-type name="Journal Article"&gt;17&lt;/ref-type&gt;&lt;remote-database-provider&gt;EBSCOhost&lt;/remote-database-provider&gt;&lt;rec-number&gt;8598&lt;/rec-number&gt;&lt;last-updated-date format="utc"&gt;1550317409&lt;/last-updated-date&gt;&lt;accession-num&gt;EJ1179331&lt;/accession-num&gt;&lt;volume&gt;18&lt;/volume&gt;&lt;remote-database-name&gt;eric&lt;/remote-database-name&gt;&lt;/record&gt;&lt;/Cite&gt;&lt;/EndNote&gt;</w:instrText>
      </w:r>
      <w:r>
        <w:fldChar w:fldCharType="separate"/>
      </w:r>
      <w:r>
        <w:rPr>
          <w:noProof/>
        </w:rPr>
        <w:t>(Isik, Çetin and Özarslan, 2017)</w:t>
      </w:r>
      <w:r>
        <w:fldChar w:fldCharType="end"/>
      </w:r>
      <w:r>
        <w:t>, children aged 14-15 in Turkey reference</w:t>
      </w:r>
      <w:r w:rsidR="00A30C64">
        <w:t>d</w:t>
      </w:r>
      <w:r>
        <w:t xml:space="preserve"> the following as causes of disease: microbes [58% of answers in which a cause was mentioned], malnutrition [15%], cigarettes and alcohol [11%], and dirty environment [9%]. Similar results were observed when children aged 8-11 in Hungary were asked to draw and write about causes of disease </w:t>
      </w:r>
      <w:r>
        <w:fldChar w:fldCharType="begin"/>
      </w:r>
      <w:r>
        <w:instrText xml:space="preserve"> ADDIN EN.CITE &lt;EndNote&gt;&lt;Cite&gt;&lt;Author&gt;Piko&lt;/Author&gt;&lt;Year&gt;2006&lt;/Year&gt;&lt;IDText&gt;Children’s perceptions of health and illness: images and lay concepts in preadolescence&lt;/IDText&gt;&lt;DisplayText&gt;(Piko and Bak, 2006)&lt;/DisplayText&gt;&lt;record&gt;&lt;titles&gt;&lt;title&gt;Children’s perceptions of health and illness: images and lay concepts in preadolescence&lt;/title&gt;&lt;secondary-title&gt;Health Education Research, Theory and Practice&lt;/secondary-title&gt;&lt;/titles&gt;&lt;pages&gt;643-653&lt;/pages&gt;&lt;number&gt;5&lt;/number&gt;&lt;contributors&gt;&lt;authors&gt;&lt;author&gt;Piko,  Bettina F.&lt;/author&gt;&lt;author&gt;Bak,  Judit&lt;/author&gt;&lt;/authors&gt;&lt;/contributors&gt;&lt;added-date format="utc"&gt;1550398225&lt;/added-date&gt;&lt;ref-type name="Journal Article"&gt;17&lt;/ref-type&gt;&lt;dates&gt;&lt;year&gt;2006&lt;/year&gt;&lt;/dates&gt;&lt;rec-number&gt;8603&lt;/rec-number&gt;&lt;last-updated-date format="utc"&gt;1550398394&lt;/last-updated-date&gt;&lt;volume&gt;21&lt;/volume&gt;&lt;/record&gt;&lt;/Cite&gt;&lt;/EndNote&gt;</w:instrText>
      </w:r>
      <w:r>
        <w:fldChar w:fldCharType="separate"/>
      </w:r>
      <w:r>
        <w:rPr>
          <w:noProof/>
        </w:rPr>
        <w:t>(Piko and Bak, 2006)</w:t>
      </w:r>
      <w:r>
        <w:fldChar w:fldCharType="end"/>
      </w:r>
      <w:r>
        <w:t>.</w:t>
      </w:r>
    </w:p>
    <w:p w:rsidR="00A30C64" w:rsidRDefault="00A30C64" w:rsidP="0050055B">
      <w:pPr>
        <w:spacing w:after="180"/>
      </w:pPr>
      <w:r>
        <w:t xml:space="preserve">In a study of students aged 12-13 in England, the terms ‘microorganism’ and ‘microbe’ were not used spontaneously to describe organisms such as bacteria that are too small to see with the unaided eye; the term ‘germ’ was most commonly used, followed by ‘bug’ </w:t>
      </w:r>
      <w:r>
        <w:fldChar w:fldCharType="begin"/>
      </w:r>
      <w:r>
        <w:instrText xml:space="preserve"> ADDIN EN.CITE &lt;EndNote&gt;&lt;Cite&gt;&lt;Author&gt;Maxted&lt;/Author&gt;&lt;Year&gt;1984&lt;/Year&gt;&lt;IDText&gt;Pupils&amp;apos; prior beliefs about bacteria and science processes: their interplay in school science laboratory work&lt;/IDText&gt;&lt;DisplayText&gt;(Maxted, 1984)&lt;/DisplayText&gt;&lt;record&gt;&lt;titles&gt;&lt;title&gt;Pupils&amp;apos; prior beliefs about bacteria and science processes: their interplay in school science laboratory work&lt;/title&gt;&lt;/titles&gt;&lt;contributors&gt;&lt;authors&gt;&lt;author&gt;Maxted, M.A.&lt;/author&gt;&lt;/authors&gt;&lt;/contributors&gt;&lt;added-date format="utc"&gt;1581951362&lt;/added-date&gt;&lt;ref-type name="Thesis"&gt;32&lt;/ref-type&gt;&lt;dates&gt;&lt;year&gt;1984&lt;/year&gt;&lt;/dates&gt;&lt;rec-number&gt;8810&lt;/rec-number&gt;&lt;publisher&gt;University of British Columbia, Canada&lt;/publisher&gt;&lt;last-updated-date format="utc"&gt;1581951481&lt;/last-updated-date&gt;&lt;volume&gt;MA&lt;/volume&gt;&lt;/record&gt;&lt;/Cite&gt;&lt;/EndNote&gt;</w:instrText>
      </w:r>
      <w:r>
        <w:fldChar w:fldCharType="separate"/>
      </w:r>
      <w:r>
        <w:rPr>
          <w:noProof/>
        </w:rPr>
        <w:t>(Maxted, 1984)</w:t>
      </w:r>
      <w:r>
        <w:fldChar w:fldCharType="end"/>
      </w:r>
      <w:r>
        <w:t>.</w:t>
      </w:r>
    </w:p>
    <w:p w:rsidR="00FD60D7" w:rsidRDefault="007A748B" w:rsidP="00FD60D7">
      <w:pPr>
        <w:spacing w:after="180"/>
        <w:rPr>
          <w:highlight w:val="yellow"/>
        </w:rPr>
      </w:pPr>
      <w:r w:rsidRPr="005B372A">
        <w:rPr>
          <w:b/>
          <w:color w:val="538135"/>
          <w:sz w:val="24"/>
        </w:rPr>
        <w:t xml:space="preserve">Ways to use this </w:t>
      </w:r>
      <w:r w:rsidR="00641E99" w:rsidRPr="005B372A">
        <w:rPr>
          <w:b/>
          <w:color w:val="538135"/>
          <w:sz w:val="24"/>
        </w:rPr>
        <w:t>question</w:t>
      </w:r>
    </w:p>
    <w:p w:rsidR="00EF30F1" w:rsidRPr="00A61B8B" w:rsidRDefault="00EF30F1" w:rsidP="00EF30F1">
      <w:pPr>
        <w:spacing w:after="120"/>
      </w:pPr>
      <w:r w:rsidRPr="00A61B8B">
        <w:t>Students should complete the questions individually. This could be a pencil and paper exercise, or you could use the presentation with an electronic voting system or mini white boards.</w:t>
      </w:r>
    </w:p>
    <w:p w:rsidR="00EF30F1" w:rsidRPr="00A61B8B" w:rsidRDefault="00EF30F1" w:rsidP="00EF30F1">
      <w:pPr>
        <w:spacing w:after="120"/>
        <w:rPr>
          <w:i/>
        </w:rPr>
      </w:pPr>
      <w:r w:rsidRPr="00A61B8B">
        <w:rPr>
          <w:i/>
        </w:rPr>
        <w:t>Differentiation</w:t>
      </w:r>
    </w:p>
    <w:p w:rsidR="00EF30F1" w:rsidRPr="00C54711" w:rsidRDefault="00EF30F1" w:rsidP="00EF30F1">
      <w:pPr>
        <w:spacing w:after="180"/>
        <w:rPr>
          <w:highlight w:val="yellow"/>
        </w:rPr>
      </w:pPr>
      <w:r w:rsidRPr="00A61B8B">
        <w:t>You may choose to read the questions to the class, so that everyone can focus on the science. In</w:t>
      </w:r>
      <w:r>
        <w:t xml:space="preserve"> some situations it may be more appropriate for a teaching assistant to read for one or two students.</w:t>
      </w:r>
    </w:p>
    <w:p w:rsidR="000F5EE4" w:rsidRDefault="000F5EE4">
      <w:pPr>
        <w:spacing w:after="200" w:line="276" w:lineRule="auto"/>
        <w:rPr>
          <w:b/>
          <w:color w:val="538135"/>
          <w:sz w:val="24"/>
        </w:rPr>
      </w:pPr>
      <w:r>
        <w:rPr>
          <w:b/>
          <w:color w:val="538135"/>
          <w:sz w:val="24"/>
        </w:rPr>
        <w:br w:type="page"/>
      </w:r>
    </w:p>
    <w:p w:rsidR="00E172C6" w:rsidRPr="005B372A" w:rsidRDefault="00BB44B4" w:rsidP="00841C48">
      <w:pPr>
        <w:spacing w:after="120"/>
        <w:rPr>
          <w:b/>
          <w:color w:val="538135"/>
          <w:sz w:val="24"/>
        </w:rPr>
      </w:pPr>
      <w:r w:rsidRPr="005B372A">
        <w:rPr>
          <w:b/>
          <w:color w:val="538135"/>
          <w:sz w:val="24"/>
        </w:rPr>
        <w:lastRenderedPageBreak/>
        <w:t>Expected answers</w:t>
      </w:r>
    </w:p>
    <w:p w:rsidR="00EF30F1" w:rsidRDefault="00120F39" w:rsidP="00120F39">
      <w:pPr>
        <w:pStyle w:val="ListParagraph"/>
        <w:numPr>
          <w:ilvl w:val="0"/>
          <w:numId w:val="7"/>
        </w:numPr>
        <w:spacing w:after="180"/>
      </w:pPr>
      <w:r>
        <w:t xml:space="preserve">“Germs”: </w:t>
      </w:r>
      <w:r w:rsidRPr="00120F39">
        <w:rPr>
          <w:b/>
        </w:rPr>
        <w:t>B</w:t>
      </w:r>
      <w:r>
        <w:t xml:space="preserve"> – They cause some diseases</w:t>
      </w:r>
    </w:p>
    <w:p w:rsidR="00120F39" w:rsidRDefault="00120F39" w:rsidP="00120F39">
      <w:pPr>
        <w:pStyle w:val="ListParagraph"/>
        <w:numPr>
          <w:ilvl w:val="0"/>
          <w:numId w:val="7"/>
        </w:numPr>
        <w:spacing w:after="180"/>
      </w:pPr>
      <w:r>
        <w:t xml:space="preserve">“Microorganisms”: </w:t>
      </w:r>
      <w:r w:rsidRPr="00120F39">
        <w:rPr>
          <w:b/>
        </w:rPr>
        <w:t>B</w:t>
      </w:r>
      <w:r>
        <w:t xml:space="preserve"> – They cause some diseases</w:t>
      </w:r>
    </w:p>
    <w:p w:rsidR="00120F39" w:rsidRDefault="00120F39" w:rsidP="00120F39">
      <w:pPr>
        <w:pStyle w:val="ListParagraph"/>
        <w:numPr>
          <w:ilvl w:val="0"/>
          <w:numId w:val="7"/>
        </w:numPr>
        <w:spacing w:after="180"/>
      </w:pPr>
      <w:r>
        <w:t xml:space="preserve">“Pathogens”: </w:t>
      </w:r>
      <w:r w:rsidRPr="00120F39">
        <w:rPr>
          <w:b/>
        </w:rPr>
        <w:t>B</w:t>
      </w:r>
      <w:r>
        <w:t xml:space="preserve"> – They cause some diseases</w:t>
      </w:r>
    </w:p>
    <w:p w:rsidR="006A4440" w:rsidRPr="005B372A" w:rsidRDefault="004C5D20" w:rsidP="00841C48">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F30F1" w:rsidRDefault="00EF30F1" w:rsidP="00841C48">
      <w:pPr>
        <w:spacing w:after="120"/>
      </w:pPr>
      <w:r w:rsidRPr="00A86EF0">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6E18EC" w:rsidRDefault="00E2580A" w:rsidP="00841C48">
      <w:pPr>
        <w:spacing w:after="120"/>
      </w:pPr>
      <w:r>
        <w:t>Students should be familiar with the term ‘germs’ from primary school</w:t>
      </w:r>
      <w:r w:rsidR="006E18EC">
        <w:t xml:space="preserve">. Although answer </w:t>
      </w:r>
      <w:r w:rsidR="006E18EC" w:rsidRPr="006E18EC">
        <w:rPr>
          <w:b/>
        </w:rPr>
        <w:t>B</w:t>
      </w:r>
      <w:r w:rsidR="006E18EC">
        <w:t xml:space="preserve"> is the best answer for each question, if students select either </w:t>
      </w:r>
      <w:r w:rsidR="006E18EC" w:rsidRPr="006E18EC">
        <w:rPr>
          <w:b/>
        </w:rPr>
        <w:t>A</w:t>
      </w:r>
      <w:r w:rsidR="006E18EC">
        <w:t xml:space="preserve"> or </w:t>
      </w:r>
      <w:r w:rsidR="006E18EC" w:rsidRPr="006E18EC">
        <w:rPr>
          <w:b/>
        </w:rPr>
        <w:t>B</w:t>
      </w:r>
      <w:r w:rsidR="006E18EC">
        <w:t xml:space="preserve"> for Q1 this indicates that they do know that germs cause disease</w:t>
      </w:r>
    </w:p>
    <w:p w:rsidR="00E2580A" w:rsidRDefault="00E2580A" w:rsidP="00841C48">
      <w:pPr>
        <w:spacing w:after="120"/>
      </w:pPr>
      <w:r>
        <w:t xml:space="preserve">If students select answers </w:t>
      </w:r>
      <w:r w:rsidRPr="006E18EC">
        <w:rPr>
          <w:b/>
        </w:rPr>
        <w:t>C</w:t>
      </w:r>
      <w:r>
        <w:t xml:space="preserve"> or </w:t>
      </w:r>
      <w:r w:rsidRPr="006E18EC">
        <w:rPr>
          <w:b/>
        </w:rPr>
        <w:t>D</w:t>
      </w:r>
      <w:r w:rsidR="006E18EC">
        <w:t xml:space="preserve"> for Q2</w:t>
      </w:r>
      <w:r>
        <w:t xml:space="preserve">, this may indicate that they do not appreciate that germs are microorganisms. If students select answers </w:t>
      </w:r>
      <w:r w:rsidRPr="006E18EC">
        <w:rPr>
          <w:b/>
        </w:rPr>
        <w:t>C</w:t>
      </w:r>
      <w:r>
        <w:t xml:space="preserve"> or </w:t>
      </w:r>
      <w:r w:rsidRPr="006E18EC">
        <w:rPr>
          <w:b/>
        </w:rPr>
        <w:t>D</w:t>
      </w:r>
      <w:r w:rsidR="006E18EC">
        <w:t xml:space="preserve"> for Q3</w:t>
      </w:r>
      <w:r>
        <w:t>, this may indicate that they do not appreciate that the scientific term ‘pathogens’</w:t>
      </w:r>
      <w:r w:rsidR="004631D5">
        <w:t xml:space="preserve"> (akin to the everyday term ‘germs’) </w:t>
      </w:r>
      <w:r>
        <w:t>refers to entities (microorganisms) that cause disease.</w:t>
      </w:r>
    </w:p>
    <w:p w:rsidR="00B24F62" w:rsidRPr="00EE2FDC" w:rsidRDefault="00B24F62" w:rsidP="00841C48">
      <w:pPr>
        <w:spacing w:after="120"/>
      </w:pPr>
      <w:r w:rsidRPr="004F039C">
        <w:t xml:space="preserve">If </w:t>
      </w:r>
      <w:proofErr w:type="gramStart"/>
      <w:r w:rsidRPr="004F039C">
        <w:t>students</w:t>
      </w:r>
      <w:proofErr w:type="gramEnd"/>
      <w:r w:rsidRPr="004F039C">
        <w:t xml:space="preserve"> </w:t>
      </w:r>
      <w:r w:rsidR="00EE2FDC">
        <w:t xml:space="preserve">select answer </w:t>
      </w:r>
      <w:r w:rsidR="00EE2FDC" w:rsidRPr="006E18EC">
        <w:rPr>
          <w:b/>
        </w:rPr>
        <w:t>A</w:t>
      </w:r>
      <w:r w:rsidR="00EE2FDC">
        <w:t xml:space="preserve"> (“They cause all diseases”) for </w:t>
      </w:r>
      <w:r w:rsidR="006E18EC">
        <w:t>Q</w:t>
      </w:r>
      <w:r w:rsidR="00EE2FDC">
        <w:t xml:space="preserve">1, </w:t>
      </w:r>
      <w:r w:rsidR="006E18EC">
        <w:t>Q</w:t>
      </w:r>
      <w:r w:rsidR="00EE2FDC">
        <w:t xml:space="preserve">2 or </w:t>
      </w:r>
      <w:r w:rsidR="006E18EC">
        <w:t>Q</w:t>
      </w:r>
      <w:r w:rsidR="00EE2FDC">
        <w:t xml:space="preserve">3, they may not understand that some diseases are not caused by pathogens but result from other environmental </w:t>
      </w:r>
      <w:r w:rsidR="00EE2FDC" w:rsidRPr="00EE2FDC">
        <w:t xml:space="preserve">factors, lifestyle choices, or inherited information in the genome. </w:t>
      </w:r>
      <w:r w:rsidRPr="00EE2FDC">
        <w:t xml:space="preserve">The following BEST ‘response </w:t>
      </w:r>
      <w:r w:rsidR="00EE2FDC" w:rsidRPr="00EE2FDC">
        <w:t>activity</w:t>
      </w:r>
      <w:r w:rsidRPr="00EE2FDC">
        <w:t xml:space="preserve">’ </w:t>
      </w:r>
      <w:r w:rsidR="00EE2FDC" w:rsidRPr="00EE2FDC">
        <w:t xml:space="preserve">encourages students to explore their thoughts about other possible causes of disease through small group discussion, and </w:t>
      </w:r>
      <w:r w:rsidRPr="00EE2FDC">
        <w:t>could be used in follow-up to this diagnostic question:</w:t>
      </w:r>
    </w:p>
    <w:p w:rsidR="00B24F62" w:rsidRPr="00EE2FDC" w:rsidRDefault="00B24F62" w:rsidP="00841C48">
      <w:pPr>
        <w:pStyle w:val="ListParagraph"/>
        <w:numPr>
          <w:ilvl w:val="0"/>
          <w:numId w:val="1"/>
        </w:numPr>
        <w:spacing w:after="120"/>
      </w:pPr>
      <w:r w:rsidRPr="00EE2FDC">
        <w:t xml:space="preserve">Response </w:t>
      </w:r>
      <w:r w:rsidR="00641E99" w:rsidRPr="00EE2FDC">
        <w:t>activity</w:t>
      </w:r>
      <w:r w:rsidR="00EE2FDC" w:rsidRPr="00EE2FDC">
        <w:t>: Pathogens</w:t>
      </w:r>
    </w:p>
    <w:p w:rsidR="003117F6" w:rsidRPr="005B372A" w:rsidRDefault="00CC78A5" w:rsidP="00841C48">
      <w:pPr>
        <w:spacing w:after="120"/>
        <w:rPr>
          <w:b/>
          <w:color w:val="538135"/>
          <w:sz w:val="24"/>
        </w:rPr>
      </w:pPr>
      <w:r w:rsidRPr="005B372A">
        <w:rPr>
          <w:b/>
          <w:color w:val="538135"/>
          <w:sz w:val="24"/>
        </w:rPr>
        <w:t>Acknowledgments</w:t>
      </w:r>
    </w:p>
    <w:p w:rsidR="00D278E8" w:rsidRDefault="00D278E8" w:rsidP="00841C48">
      <w:pPr>
        <w:spacing w:after="120"/>
      </w:pPr>
      <w:r>
        <w:t xml:space="preserve">Developed </w:t>
      </w:r>
      <w:r w:rsidR="0015356E">
        <w:t xml:space="preserve">by </w:t>
      </w:r>
      <w:r w:rsidR="00A86EF0">
        <w:t>Alistair Moore</w:t>
      </w:r>
      <w:r w:rsidR="0015356E">
        <w:t xml:space="preserve"> (UYSEG)</w:t>
      </w:r>
      <w:r>
        <w:t>.</w:t>
      </w:r>
    </w:p>
    <w:p w:rsidR="00CC78A5" w:rsidRDefault="00D278E8" w:rsidP="00841C48">
      <w:pPr>
        <w:spacing w:after="120"/>
      </w:pPr>
      <w:r w:rsidRPr="0045323E">
        <w:t xml:space="preserve">Images: </w:t>
      </w:r>
      <w:r w:rsidR="00A86EF0">
        <w:t>pixabay.com/</w:t>
      </w:r>
      <w:proofErr w:type="spellStart"/>
      <w:r w:rsidR="00A86EF0" w:rsidRPr="00A86EF0">
        <w:t>mohamed_hassan</w:t>
      </w:r>
      <w:proofErr w:type="spellEnd"/>
      <w:r w:rsidR="00A86EF0" w:rsidRPr="00A86EF0">
        <w:t xml:space="preserve"> </w:t>
      </w:r>
      <w:r w:rsidR="00A86EF0">
        <w:t>(</w:t>
      </w:r>
      <w:r w:rsidR="00A86EF0" w:rsidRPr="00A86EF0">
        <w:t>3590869</w:t>
      </w:r>
      <w:r w:rsidR="00A86EF0">
        <w:t>)</w:t>
      </w:r>
    </w:p>
    <w:p w:rsidR="00B46FF9" w:rsidRDefault="003117F6" w:rsidP="00841C48">
      <w:pPr>
        <w:spacing w:after="120"/>
        <w:rPr>
          <w:b/>
          <w:color w:val="538135"/>
          <w:sz w:val="24"/>
        </w:rPr>
      </w:pPr>
      <w:r w:rsidRPr="005B372A">
        <w:rPr>
          <w:b/>
          <w:color w:val="538135"/>
          <w:sz w:val="24"/>
        </w:rPr>
        <w:t>References</w:t>
      </w:r>
    </w:p>
    <w:p w:rsidR="00A86EF0" w:rsidRPr="000F5EE4" w:rsidRDefault="00A86EF0" w:rsidP="00EE2FDC">
      <w:pPr>
        <w:pStyle w:val="EndNoteBibliography"/>
        <w:spacing w:after="80"/>
        <w:rPr>
          <w:sz w:val="20"/>
          <w:szCs w:val="20"/>
        </w:rPr>
      </w:pPr>
      <w:r w:rsidRPr="000F5EE4">
        <w:rPr>
          <w:sz w:val="20"/>
          <w:szCs w:val="20"/>
        </w:rPr>
        <w:fldChar w:fldCharType="begin"/>
      </w:r>
      <w:r w:rsidRPr="000F5EE4">
        <w:rPr>
          <w:sz w:val="20"/>
          <w:szCs w:val="20"/>
        </w:rPr>
        <w:instrText xml:space="preserve"> ADDIN EN.REFLIST </w:instrText>
      </w:r>
      <w:r w:rsidRPr="000F5EE4">
        <w:rPr>
          <w:sz w:val="20"/>
          <w:szCs w:val="20"/>
        </w:rPr>
        <w:fldChar w:fldCharType="separate"/>
      </w:r>
      <w:r w:rsidRPr="000F5EE4">
        <w:rPr>
          <w:sz w:val="20"/>
          <w:szCs w:val="20"/>
        </w:rPr>
        <w:t xml:space="preserve">Brindal, E., et al. (2012). How do Australian junior primary school children perceive the concepts of "healthy" and "unhealthy"? </w:t>
      </w:r>
      <w:r w:rsidRPr="000F5EE4">
        <w:rPr>
          <w:i/>
          <w:sz w:val="20"/>
          <w:szCs w:val="20"/>
        </w:rPr>
        <w:t>Health Education,</w:t>
      </w:r>
      <w:r w:rsidRPr="000F5EE4">
        <w:rPr>
          <w:sz w:val="20"/>
          <w:szCs w:val="20"/>
        </w:rPr>
        <w:t xml:space="preserve"> 112(5)</w:t>
      </w:r>
      <w:r w:rsidRPr="000F5EE4">
        <w:rPr>
          <w:b/>
          <w:sz w:val="20"/>
          <w:szCs w:val="20"/>
        </w:rPr>
        <w:t>,</w:t>
      </w:r>
      <w:r w:rsidRPr="000F5EE4">
        <w:rPr>
          <w:sz w:val="20"/>
          <w:szCs w:val="20"/>
        </w:rPr>
        <w:t xml:space="preserve"> 406-420.</w:t>
      </w:r>
    </w:p>
    <w:p w:rsidR="00A86EF0" w:rsidRPr="000F5EE4" w:rsidRDefault="00A86EF0" w:rsidP="00EE2FDC">
      <w:pPr>
        <w:pStyle w:val="EndNoteBibliography"/>
        <w:spacing w:after="80"/>
        <w:rPr>
          <w:sz w:val="20"/>
          <w:szCs w:val="20"/>
        </w:rPr>
      </w:pPr>
      <w:r w:rsidRPr="000F5EE4">
        <w:rPr>
          <w:sz w:val="20"/>
          <w:szCs w:val="20"/>
        </w:rPr>
        <w:t xml:space="preserve">Hesketh, K., et al. (2005). Healthy eating, activity and obesity prevention: a qualitative study of parent and child perceptions in Australia. </w:t>
      </w:r>
      <w:r w:rsidRPr="000F5EE4">
        <w:rPr>
          <w:i/>
          <w:sz w:val="20"/>
          <w:szCs w:val="20"/>
        </w:rPr>
        <w:t>Health Promotion International,</w:t>
      </w:r>
      <w:r w:rsidRPr="000F5EE4">
        <w:rPr>
          <w:sz w:val="20"/>
          <w:szCs w:val="20"/>
        </w:rPr>
        <w:t xml:space="preserve"> 20(1)</w:t>
      </w:r>
      <w:r w:rsidRPr="000F5EE4">
        <w:rPr>
          <w:b/>
          <w:sz w:val="20"/>
          <w:szCs w:val="20"/>
        </w:rPr>
        <w:t>,</w:t>
      </w:r>
      <w:r w:rsidRPr="000F5EE4">
        <w:rPr>
          <w:sz w:val="20"/>
          <w:szCs w:val="20"/>
        </w:rPr>
        <w:t xml:space="preserve"> 19-26.</w:t>
      </w:r>
    </w:p>
    <w:p w:rsidR="00A86EF0" w:rsidRPr="000F5EE4" w:rsidRDefault="00A86EF0" w:rsidP="00EE2FDC">
      <w:pPr>
        <w:pStyle w:val="EndNoteBibliography"/>
        <w:spacing w:after="80"/>
        <w:rPr>
          <w:sz w:val="20"/>
          <w:szCs w:val="20"/>
        </w:rPr>
      </w:pPr>
      <w:r w:rsidRPr="000F5EE4">
        <w:rPr>
          <w:sz w:val="20"/>
          <w:szCs w:val="20"/>
        </w:rPr>
        <w:t xml:space="preserve">Isik, E., Çetin, G. and Özarslan, M. (2017). Students' views about disease concept: drawing and writing technique. </w:t>
      </w:r>
      <w:r w:rsidRPr="000F5EE4">
        <w:rPr>
          <w:i/>
          <w:sz w:val="20"/>
          <w:szCs w:val="20"/>
        </w:rPr>
        <w:t>Asia-Pacific Forum on Science Learning and Teaching,</w:t>
      </w:r>
      <w:r w:rsidRPr="000F5EE4">
        <w:rPr>
          <w:sz w:val="20"/>
          <w:szCs w:val="20"/>
        </w:rPr>
        <w:t xml:space="preserve"> 18(2).</w:t>
      </w:r>
    </w:p>
    <w:p w:rsidR="00A86EF0" w:rsidRPr="000F5EE4" w:rsidRDefault="00A86EF0" w:rsidP="00EE2FDC">
      <w:pPr>
        <w:pStyle w:val="EndNoteBibliography"/>
        <w:spacing w:after="80"/>
        <w:rPr>
          <w:sz w:val="20"/>
          <w:szCs w:val="20"/>
        </w:rPr>
      </w:pPr>
      <w:r w:rsidRPr="000F5EE4">
        <w:rPr>
          <w:sz w:val="20"/>
          <w:szCs w:val="20"/>
        </w:rPr>
        <w:t xml:space="preserve">Maxted, M. A. (1984). </w:t>
      </w:r>
      <w:r w:rsidRPr="000F5EE4">
        <w:rPr>
          <w:i/>
          <w:sz w:val="20"/>
          <w:szCs w:val="20"/>
        </w:rPr>
        <w:t>Pupils' prior beliefs about bacteria and science processes: their interplay in school science laboratory work.</w:t>
      </w:r>
      <w:r w:rsidRPr="000F5EE4">
        <w:rPr>
          <w:sz w:val="20"/>
          <w:szCs w:val="20"/>
        </w:rPr>
        <w:t xml:space="preserve"> MA, University of British Columbia, Canada.</w:t>
      </w:r>
    </w:p>
    <w:p w:rsidR="00A86EF0" w:rsidRPr="000F5EE4" w:rsidRDefault="00A86EF0" w:rsidP="00EE2FDC">
      <w:pPr>
        <w:pStyle w:val="EndNoteBibliography"/>
        <w:spacing w:after="80"/>
        <w:rPr>
          <w:sz w:val="20"/>
          <w:szCs w:val="20"/>
        </w:rPr>
      </w:pPr>
      <w:r w:rsidRPr="000F5EE4">
        <w:rPr>
          <w:sz w:val="20"/>
          <w:szCs w:val="20"/>
        </w:rPr>
        <w:t xml:space="preserve">Piko, B. F. and Bak, J. (2006). Children’s perceptions of health and illness: images and lay concepts in preadolescence. </w:t>
      </w:r>
      <w:r w:rsidRPr="000F5EE4">
        <w:rPr>
          <w:i/>
          <w:sz w:val="20"/>
          <w:szCs w:val="20"/>
        </w:rPr>
        <w:t>Health Education Research, Theory and Practice,</w:t>
      </w:r>
      <w:r w:rsidRPr="000F5EE4">
        <w:rPr>
          <w:sz w:val="20"/>
          <w:szCs w:val="20"/>
        </w:rPr>
        <w:t xml:space="preserve"> 21(5)</w:t>
      </w:r>
      <w:r w:rsidRPr="000F5EE4">
        <w:rPr>
          <w:b/>
          <w:sz w:val="20"/>
          <w:szCs w:val="20"/>
        </w:rPr>
        <w:t>,</w:t>
      </w:r>
      <w:r w:rsidRPr="000F5EE4">
        <w:rPr>
          <w:sz w:val="20"/>
          <w:szCs w:val="20"/>
        </w:rPr>
        <w:t xml:space="preserve"> 643-653.</w:t>
      </w:r>
    </w:p>
    <w:p w:rsidR="00A86EF0" w:rsidRPr="000F5EE4" w:rsidRDefault="00A86EF0" w:rsidP="00EE2FDC">
      <w:pPr>
        <w:pStyle w:val="EndNoteBibliography"/>
        <w:spacing w:after="80"/>
        <w:rPr>
          <w:sz w:val="20"/>
          <w:szCs w:val="20"/>
        </w:rPr>
      </w:pPr>
      <w:r w:rsidRPr="000F5EE4">
        <w:rPr>
          <w:sz w:val="20"/>
          <w:szCs w:val="20"/>
        </w:rPr>
        <w:t xml:space="preserve">Protudjer, J. L. P., et al. (2010). Children’s perceptions of healthful eating and physical activity. </w:t>
      </w:r>
      <w:r w:rsidRPr="000F5EE4">
        <w:rPr>
          <w:i/>
          <w:sz w:val="20"/>
          <w:szCs w:val="20"/>
        </w:rPr>
        <w:t>Canadian Journal of Dietetic Practice and Research,</w:t>
      </w:r>
      <w:r w:rsidRPr="000F5EE4">
        <w:rPr>
          <w:sz w:val="20"/>
          <w:szCs w:val="20"/>
        </w:rPr>
        <w:t xml:space="preserve"> 71(1)</w:t>
      </w:r>
      <w:r w:rsidRPr="000F5EE4">
        <w:rPr>
          <w:b/>
          <w:sz w:val="20"/>
          <w:szCs w:val="20"/>
        </w:rPr>
        <w:t>,</w:t>
      </w:r>
      <w:r w:rsidRPr="000F5EE4">
        <w:rPr>
          <w:sz w:val="20"/>
          <w:szCs w:val="20"/>
        </w:rPr>
        <w:t xml:space="preserve"> 19-23.</w:t>
      </w:r>
    </w:p>
    <w:p w:rsidR="00A86EF0" w:rsidRPr="000F5EE4" w:rsidRDefault="00A86EF0" w:rsidP="00EE2FDC">
      <w:pPr>
        <w:pStyle w:val="EndNoteBibliography"/>
        <w:spacing w:after="80"/>
        <w:rPr>
          <w:sz w:val="20"/>
          <w:szCs w:val="20"/>
        </w:rPr>
      </w:pPr>
      <w:r w:rsidRPr="000F5EE4">
        <w:rPr>
          <w:sz w:val="20"/>
          <w:szCs w:val="20"/>
        </w:rPr>
        <w:t xml:space="preserve">Reeve, S. and Bell, P. (2009). Children's self-documentation and understanding of the concepts 'healthy' and 'unhealthy'. </w:t>
      </w:r>
      <w:r w:rsidRPr="000F5EE4">
        <w:rPr>
          <w:i/>
          <w:sz w:val="20"/>
          <w:szCs w:val="20"/>
        </w:rPr>
        <w:t>International Journal of Science Education,</w:t>
      </w:r>
      <w:r w:rsidRPr="000F5EE4">
        <w:rPr>
          <w:sz w:val="20"/>
          <w:szCs w:val="20"/>
        </w:rPr>
        <w:t xml:space="preserve"> 31(14)</w:t>
      </w:r>
      <w:r w:rsidRPr="000F5EE4">
        <w:rPr>
          <w:b/>
          <w:sz w:val="20"/>
          <w:szCs w:val="20"/>
        </w:rPr>
        <w:t>,</w:t>
      </w:r>
      <w:r w:rsidRPr="000F5EE4">
        <w:rPr>
          <w:sz w:val="20"/>
          <w:szCs w:val="20"/>
        </w:rPr>
        <w:t xml:space="preserve"> 1953-1974.</w:t>
      </w:r>
    </w:p>
    <w:p w:rsidR="00A86EF0" w:rsidRPr="000F5EE4" w:rsidRDefault="00A86EF0" w:rsidP="00EE2FDC">
      <w:pPr>
        <w:pStyle w:val="EndNoteBibliography"/>
        <w:spacing w:after="80"/>
        <w:rPr>
          <w:sz w:val="20"/>
          <w:szCs w:val="20"/>
        </w:rPr>
      </w:pPr>
      <w:r w:rsidRPr="000F5EE4">
        <w:rPr>
          <w:sz w:val="20"/>
          <w:szCs w:val="20"/>
        </w:rPr>
        <w:t xml:space="preserve">Çetin, G., et al. (2013). Students' views about health concept by drawing and writing technique. </w:t>
      </w:r>
      <w:r w:rsidRPr="000F5EE4">
        <w:rPr>
          <w:i/>
          <w:sz w:val="20"/>
          <w:szCs w:val="20"/>
        </w:rPr>
        <w:t>Energy Education Science and Technology Part B: Social and Educational Studies,</w:t>
      </w:r>
      <w:r w:rsidRPr="000F5EE4">
        <w:rPr>
          <w:sz w:val="20"/>
          <w:szCs w:val="20"/>
        </w:rPr>
        <w:t xml:space="preserve"> 5(1).</w:t>
      </w:r>
    </w:p>
    <w:p w:rsidR="005B372A" w:rsidRPr="005B372A" w:rsidRDefault="00A86EF0" w:rsidP="00EE2FDC">
      <w:pPr>
        <w:spacing w:after="80"/>
      </w:pPr>
      <w:r w:rsidRPr="000F5EE4">
        <w:rPr>
          <w:sz w:val="20"/>
          <w:szCs w:val="20"/>
        </w:rPr>
        <w:fldChar w:fldCharType="end"/>
      </w:r>
    </w:p>
    <w:sectPr w:rsidR="005B372A" w:rsidRPr="005B372A"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E9A" w:rsidRDefault="00F93E9A" w:rsidP="000B473B">
      <w:r>
        <w:separator/>
      </w:r>
    </w:p>
  </w:endnote>
  <w:endnote w:type="continuationSeparator" w:id="0">
    <w:p w:rsidR="00F93E9A" w:rsidRDefault="00F93E9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25DEA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67E05">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23F69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67E05">
      <w:rPr>
        <w:noProof/>
      </w:rPr>
      <w:t>2</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E9A" w:rsidRDefault="00F93E9A" w:rsidP="000B473B">
      <w:r>
        <w:separator/>
      </w:r>
    </w:p>
  </w:footnote>
  <w:footnote w:type="continuationSeparator" w:id="0">
    <w:p w:rsidR="00F93E9A" w:rsidRDefault="00F93E9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64A26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FB712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AD0088B"/>
    <w:multiLevelType w:val="hybridMultilevel"/>
    <w:tmpl w:val="FE5EEF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4D68CC"/>
    <w:multiLevelType w:val="hybridMultilevel"/>
    <w:tmpl w:val="FE5EEF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E2F0941"/>
    <w:multiLevelType w:val="hybridMultilevel"/>
    <w:tmpl w:val="63182C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9A86918"/>
    <w:multiLevelType w:val="hybridMultilevel"/>
    <w:tmpl w:val="63182C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93E9A"/>
    <w:rsid w:val="00015578"/>
    <w:rsid w:val="00024731"/>
    <w:rsid w:val="00026DEC"/>
    <w:rsid w:val="000505CA"/>
    <w:rsid w:val="00067E05"/>
    <w:rsid w:val="0007651D"/>
    <w:rsid w:val="0009089A"/>
    <w:rsid w:val="000947E2"/>
    <w:rsid w:val="00095E04"/>
    <w:rsid w:val="000B473B"/>
    <w:rsid w:val="000D0E89"/>
    <w:rsid w:val="000E2689"/>
    <w:rsid w:val="000F5EE4"/>
    <w:rsid w:val="00110978"/>
    <w:rsid w:val="00120F3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B2B"/>
    <w:rsid w:val="002C22EA"/>
    <w:rsid w:val="002C59BA"/>
    <w:rsid w:val="002E0632"/>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631D5"/>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E18EC"/>
    <w:rsid w:val="006F3279"/>
    <w:rsid w:val="00704AEE"/>
    <w:rsid w:val="00722F9A"/>
    <w:rsid w:val="00754539"/>
    <w:rsid w:val="00781BC6"/>
    <w:rsid w:val="007A3C86"/>
    <w:rsid w:val="007A683E"/>
    <w:rsid w:val="007A748B"/>
    <w:rsid w:val="007C26E1"/>
    <w:rsid w:val="007D1D65"/>
    <w:rsid w:val="007E0A9E"/>
    <w:rsid w:val="007E5309"/>
    <w:rsid w:val="00800DE1"/>
    <w:rsid w:val="0080472F"/>
    <w:rsid w:val="00813F47"/>
    <w:rsid w:val="00841C48"/>
    <w:rsid w:val="008450D6"/>
    <w:rsid w:val="00856F0B"/>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E0D11"/>
    <w:rsid w:val="00A24A16"/>
    <w:rsid w:val="00A30C64"/>
    <w:rsid w:val="00A37D14"/>
    <w:rsid w:val="00A6111E"/>
    <w:rsid w:val="00A6168B"/>
    <w:rsid w:val="00A61B8B"/>
    <w:rsid w:val="00A62028"/>
    <w:rsid w:val="00A86EF0"/>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2580A"/>
    <w:rsid w:val="00E53D82"/>
    <w:rsid w:val="00E9330A"/>
    <w:rsid w:val="00EE2FDC"/>
    <w:rsid w:val="00EE6B97"/>
    <w:rsid w:val="00EF30F1"/>
    <w:rsid w:val="00F12C3B"/>
    <w:rsid w:val="00F26884"/>
    <w:rsid w:val="00F72ECC"/>
    <w:rsid w:val="00F8355F"/>
    <w:rsid w:val="00F93E9A"/>
    <w:rsid w:val="00FA3196"/>
    <w:rsid w:val="00FD60D7"/>
    <w:rsid w:val="00FE0C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973B6FE-D01B-4BDD-951C-11BC57EE9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86EF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86EF0"/>
    <w:rPr>
      <w:rFonts w:ascii="Calibri" w:hAnsi="Calibri" w:cs="Calibri"/>
      <w:noProof/>
      <w:lang w:val="en-US"/>
    </w:rPr>
  </w:style>
  <w:style w:type="paragraph" w:customStyle="1" w:styleId="EndNoteBibliography">
    <w:name w:val="EndNote Bibliography"/>
    <w:basedOn w:val="Normal"/>
    <w:link w:val="EndNoteBibliographyChar"/>
    <w:rsid w:val="00A86EF0"/>
    <w:rPr>
      <w:rFonts w:ascii="Calibri" w:hAnsi="Calibri" w:cs="Calibri"/>
      <w:noProof/>
      <w:lang w:val="en-US"/>
    </w:rPr>
  </w:style>
  <w:style w:type="character" w:customStyle="1" w:styleId="EndNoteBibliographyChar">
    <w:name w:val="EndNote Bibliography Char"/>
    <w:basedOn w:val="DefaultParagraphFont"/>
    <w:link w:val="EndNoteBibliography"/>
    <w:rsid w:val="00A86EF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template_biology_item_diagnostic_simple multiple choice.dotx</Template>
  <TotalTime>66</TotalTime>
  <Pages>3</Pages>
  <Words>2416</Words>
  <Characters>13774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11</cp:revision>
  <cp:lastPrinted>2017-02-24T16:20:00Z</cp:lastPrinted>
  <dcterms:created xsi:type="dcterms:W3CDTF">2020-02-20T15:01:00Z</dcterms:created>
  <dcterms:modified xsi:type="dcterms:W3CDTF">2020-02-23T14:59:00Z</dcterms:modified>
</cp:coreProperties>
</file>