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5E12" w:rsidRPr="001A40E2" w:rsidRDefault="00C9189F" w:rsidP="00A55E12">
      <w:pPr>
        <w:spacing w:after="180"/>
        <w:rPr>
          <w:b/>
          <w:sz w:val="44"/>
          <w:szCs w:val="44"/>
        </w:rPr>
      </w:pPr>
      <w:r>
        <w:rPr>
          <w:noProof/>
          <w:lang w:eastAsia="en-GB"/>
        </w:rPr>
        <w:drawing>
          <wp:anchor distT="0" distB="0" distL="114300" distR="114300" simplePos="0" relativeHeight="251654144" behindDoc="0" locked="0" layoutInCell="1" allowOverlap="1" wp14:anchorId="4514CD2D" wp14:editId="4A0FFF94">
            <wp:simplePos x="0" y="0"/>
            <wp:positionH relativeFrom="margin">
              <wp:posOffset>3274060</wp:posOffset>
            </wp:positionH>
            <wp:positionV relativeFrom="paragraph">
              <wp:posOffset>332105</wp:posOffset>
            </wp:positionV>
            <wp:extent cx="2336165" cy="1569085"/>
            <wp:effectExtent l="76200" t="95250" r="121285" b="14541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enguin.jpg"/>
                    <pic:cNvPicPr/>
                  </pic:nvPicPr>
                  <pic:blipFill>
                    <a:blip r:embed="rId8" cstate="print">
                      <a:extLst>
                        <a:ext uri="{28A0092B-C50C-407E-A947-70E740481C1C}">
                          <a14:useLocalDpi xmlns:a14="http://schemas.microsoft.com/office/drawing/2010/main" val="0"/>
                        </a:ext>
                      </a:extLst>
                    </a:blip>
                    <a:stretch>
                      <a:fillRect/>
                    </a:stretch>
                  </pic:blipFill>
                  <pic:spPr>
                    <a:xfrm rot="185876">
                      <a:off x="0" y="0"/>
                      <a:ext cx="2336165" cy="1569085"/>
                    </a:xfrm>
                    <a:prstGeom prst="rect">
                      <a:avLst/>
                    </a:prstGeom>
                    <a:effectLst>
                      <a:outerShdw blurRad="50800" dist="38100" dir="2700000" algn="tl" rotWithShape="0">
                        <a:prstClr val="black">
                          <a:alpha val="40000"/>
                        </a:prstClr>
                      </a:outerShdw>
                    </a:effectLst>
                  </pic:spPr>
                </pic:pic>
              </a:graphicData>
            </a:graphic>
            <wp14:sizeRelH relativeFrom="margin">
              <wp14:pctWidth>0</wp14:pctWidth>
            </wp14:sizeRelH>
            <wp14:sizeRelV relativeFrom="margin">
              <wp14:pctHeight>0</wp14:pctHeight>
            </wp14:sizeRelV>
          </wp:anchor>
        </w:drawing>
      </w:r>
      <w:r w:rsidR="00A55E12">
        <w:rPr>
          <w:b/>
          <w:sz w:val="44"/>
          <w:szCs w:val="44"/>
        </w:rPr>
        <w:t>Is it a bird…?</w:t>
      </w:r>
    </w:p>
    <w:p w:rsidR="00A55E12" w:rsidRDefault="00A55E12" w:rsidP="00A55E12">
      <w:pPr>
        <w:spacing w:after="180"/>
      </w:pPr>
    </w:p>
    <w:p w:rsidR="00A55E12" w:rsidRPr="002A4CBB" w:rsidRDefault="00A55E12" w:rsidP="00C9189F">
      <w:pPr>
        <w:spacing w:after="180"/>
        <w:ind w:right="5765"/>
        <w:rPr>
          <w:b/>
        </w:rPr>
      </w:pPr>
      <w:r w:rsidRPr="002A4CBB">
        <w:rPr>
          <w:b/>
        </w:rPr>
        <w:t xml:space="preserve">Part </w:t>
      </w:r>
      <w:r>
        <w:rPr>
          <w:b/>
        </w:rPr>
        <w:t>1</w:t>
      </w:r>
      <w:r w:rsidRPr="002A4CBB">
        <w:rPr>
          <w:b/>
        </w:rPr>
        <w:t xml:space="preserve">: </w:t>
      </w:r>
      <w:r>
        <w:rPr>
          <w:b/>
        </w:rPr>
        <w:t>Penguin</w:t>
      </w:r>
    </w:p>
    <w:p w:rsidR="00A55E12" w:rsidRDefault="00A55E12" w:rsidP="00A55E12">
      <w:pPr>
        <w:spacing w:after="240"/>
      </w:pPr>
    </w:p>
    <w:p w:rsidR="00A55E12" w:rsidRDefault="00A55E12" w:rsidP="00A55E12">
      <w:pPr>
        <w:spacing w:after="240"/>
        <w:ind w:right="6616"/>
        <w:rPr>
          <w:szCs w:val="18"/>
        </w:rPr>
      </w:pPr>
      <w:r>
        <w:rPr>
          <w:szCs w:val="18"/>
        </w:rPr>
        <w:t>Some children talk about how to classify a penguin.</w:t>
      </w:r>
    </w:p>
    <w:p w:rsidR="00A55E12" w:rsidRDefault="00A55E12" w:rsidP="00A55E12">
      <w:pPr>
        <w:spacing w:after="240"/>
        <w:ind w:right="6616"/>
        <w:rPr>
          <w:szCs w:val="18"/>
        </w:rPr>
      </w:pPr>
    </w:p>
    <w:p w:rsidR="00A55E12" w:rsidRDefault="00A55E12" w:rsidP="00A55E12">
      <w:pPr>
        <w:spacing w:after="240"/>
        <w:ind w:right="6616"/>
        <w:rPr>
          <w:szCs w:val="18"/>
        </w:rPr>
      </w:pPr>
      <w:r w:rsidRPr="00E726E2">
        <w:rPr>
          <w:noProof/>
          <w:szCs w:val="18"/>
          <w:lang w:eastAsia="en-GB"/>
        </w:rPr>
        <mc:AlternateContent>
          <mc:Choice Requires="wps">
            <w:drawing>
              <wp:anchor distT="0" distB="0" distL="114300" distR="114300" simplePos="0" relativeHeight="251668480" behindDoc="0" locked="0" layoutInCell="1" allowOverlap="1" wp14:anchorId="62CCAE80" wp14:editId="614F4741">
                <wp:simplePos x="0" y="0"/>
                <wp:positionH relativeFrom="margin">
                  <wp:posOffset>3438525</wp:posOffset>
                </wp:positionH>
                <wp:positionV relativeFrom="paragraph">
                  <wp:posOffset>134620</wp:posOffset>
                </wp:positionV>
                <wp:extent cx="1581150" cy="1079500"/>
                <wp:effectExtent l="361950" t="0" r="19050" b="25400"/>
                <wp:wrapNone/>
                <wp:docPr id="42" name="Rounded Rectangular Callout 6"/>
                <wp:cNvGraphicFramePr/>
                <a:graphic xmlns:a="http://schemas.openxmlformats.org/drawingml/2006/main">
                  <a:graphicData uri="http://schemas.microsoft.com/office/word/2010/wordprocessingShape">
                    <wps:wsp>
                      <wps:cNvSpPr/>
                      <wps:spPr>
                        <a:xfrm flipH="1">
                          <a:off x="0" y="0"/>
                          <a:ext cx="1581150" cy="1079500"/>
                        </a:xfrm>
                        <a:prstGeom prst="wedgeRoundRectCallout">
                          <a:avLst>
                            <a:gd name="adj1" fmla="val 71827"/>
                            <a:gd name="adj2" fmla="val 35316"/>
                            <a:gd name="adj3" fmla="val 16667"/>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A55E12" w:rsidRPr="00A534C5" w:rsidRDefault="00A55E12" w:rsidP="00A55E12">
                            <w:pPr>
                              <w:spacing w:after="120"/>
                              <w:jc w:val="center"/>
                            </w:pPr>
                            <w:r>
                              <w:rPr>
                                <w:rFonts w:cstheme="minorBidi"/>
                                <w:b/>
                                <w:bCs/>
                                <w:color w:val="000000" w:themeColor="text1"/>
                                <w:kern w:val="24"/>
                              </w:rPr>
                              <w:t>Ellie</w:t>
                            </w:r>
                          </w:p>
                          <w:p w:rsidR="00A55E12" w:rsidRPr="00C675D8" w:rsidRDefault="00A55E12" w:rsidP="00A55E12">
                            <w:pPr>
                              <w:jc w:val="center"/>
                              <w:rPr>
                                <w:rFonts w:cstheme="minorBidi"/>
                                <w:color w:val="000000" w:themeColor="text1"/>
                                <w:kern w:val="24"/>
                              </w:rPr>
                            </w:pPr>
                            <w:r>
                              <w:rPr>
                                <w:rFonts w:cstheme="minorBidi"/>
                                <w:color w:val="000000" w:themeColor="text1"/>
                                <w:kern w:val="24"/>
                              </w:rPr>
                              <w:t>But it can’t fly, so it can’t be a bird.</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type w14:anchorId="62CCAE80"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Rounded Rectangular Callout 6" o:spid="_x0000_s1026" type="#_x0000_t62" style="position:absolute;margin-left:270.75pt;margin-top:10.6pt;width:124.5pt;height:85pt;flip:x;z-index:2516684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" adj="26315,18428" filled="f" strokecolor="black [3213]" strokeweight="1pt">
                <v:textbox>
                  <w:txbxContent>
                    <w:p w:rsidR="00A55E12" w:rsidRPr="00A534C5" w:rsidRDefault="00A55E12" w:rsidP="00A55E12">
                      <w:pPr>
                        <w:spacing w:after="120"/>
                        <w:jc w:val="center"/>
                      </w:pPr>
                      <w:r>
                        <w:rPr>
                          <w:rFonts w:cstheme="minorBidi"/>
                          <w:b/>
                          <w:bCs/>
                          <w:color w:val="000000" w:themeColor="text1"/>
                          <w:kern w:val="24"/>
                        </w:rPr>
                        <w:t>Ellie</w:t>
                      </w:r>
                    </w:p>
                    <w:p w:rsidR="00A55E12" w:rsidRPr="00C675D8" w:rsidRDefault="00A55E12" w:rsidP="00A55E12">
                      <w:pPr>
                        <w:jc w:val="center"/>
                        <w:rPr>
                          <w:rFonts w:cstheme="minorBidi"/>
                          <w:color w:val="000000" w:themeColor="text1"/>
                          <w:kern w:val="24"/>
                        </w:rPr>
                      </w:pPr>
                      <w:r>
                        <w:rPr>
                          <w:rFonts w:cstheme="minorBidi"/>
                          <w:color w:val="000000" w:themeColor="text1"/>
                          <w:kern w:val="24"/>
                        </w:rPr>
                        <w:t>But it can’t fly, so it can’t be a bird.</w:t>
                      </w:r>
                    </w:p>
                  </w:txbxContent>
                </v:textbox>
                <w10:wrap anchorx="margin"/>
              </v:shape>
            </w:pict>
          </mc:Fallback>
        </mc:AlternateContent>
      </w:r>
      <w:r w:rsidRPr="00E726E2">
        <w:rPr>
          <w:noProof/>
          <w:szCs w:val="18"/>
          <w:lang w:eastAsia="en-GB"/>
        </w:rPr>
        <mc:AlternateContent>
          <mc:Choice Requires="wpg">
            <w:drawing>
              <wp:anchor distT="0" distB="0" distL="114300" distR="114300" simplePos="0" relativeHeight="251665408" behindDoc="0" locked="0" layoutInCell="1" allowOverlap="1" wp14:anchorId="396D71E3" wp14:editId="36B6F32C">
                <wp:simplePos x="0" y="0"/>
                <wp:positionH relativeFrom="margin">
                  <wp:posOffset>2950845</wp:posOffset>
                </wp:positionH>
                <wp:positionV relativeFrom="paragraph">
                  <wp:posOffset>1318895</wp:posOffset>
                </wp:positionV>
                <wp:extent cx="475615" cy="608965"/>
                <wp:effectExtent l="0" t="0" r="635" b="635"/>
                <wp:wrapNone/>
                <wp:docPr id="43" name="Group 43"/>
                <wp:cNvGraphicFramePr/>
                <a:graphic xmlns:a="http://schemas.openxmlformats.org/drawingml/2006/main">
                  <a:graphicData uri="http://schemas.microsoft.com/office/word/2010/wordprocessingGroup">
                    <wpg:wgp>
                      <wpg:cNvGrpSpPr/>
                      <wpg:grpSpPr>
                        <a:xfrm>
                          <a:off x="0" y="0"/>
                          <a:ext cx="475615" cy="608965"/>
                          <a:chOff x="0" y="0"/>
                          <a:chExt cx="475615" cy="609416"/>
                        </a:xfrm>
                      </wpg:grpSpPr>
                      <wps:wsp>
                        <wps:cNvPr id="44" name="Freeform 44"/>
                        <wps:cNvSpPr/>
                        <wps:spPr>
                          <a:xfrm>
                            <a:off x="0" y="295275"/>
                            <a:ext cx="475615" cy="314141"/>
                          </a:xfrm>
                          <a:custGeom>
                            <a:avLst/>
                            <a:gdLst>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28"/>
                              <a:gd name="connsiteY0" fmla="*/ 710852 h 710852"/>
                              <a:gd name="connsiteX1" fmla="*/ 537328 w 537328"/>
                              <a:gd name="connsiteY1" fmla="*/ 352633 h 710852"/>
                              <a:gd name="connsiteX2" fmla="*/ 9427 w 537328"/>
                              <a:gd name="connsiteY2" fmla="*/ 352633 h 710852"/>
                              <a:gd name="connsiteX3" fmla="*/ 9427 w 537328"/>
                              <a:gd name="connsiteY3" fmla="*/ 333780 h 710852"/>
                              <a:gd name="connsiteX0" fmla="*/ 0 w 537328"/>
                              <a:gd name="connsiteY0" fmla="*/ 1461154 h 1461154"/>
                              <a:gd name="connsiteX1" fmla="*/ 537328 w 537328"/>
                              <a:gd name="connsiteY1" fmla="*/ 1102935 h 1461154"/>
                              <a:gd name="connsiteX2" fmla="*/ 9427 w 537328"/>
                              <a:gd name="connsiteY2" fmla="*/ 1102935 h 1461154"/>
                              <a:gd name="connsiteX3" fmla="*/ 160256 w 537328"/>
                              <a:gd name="connsiteY3" fmla="*/ 0 h 1461154"/>
                              <a:gd name="connsiteX0" fmla="*/ 0 w 537328"/>
                              <a:gd name="connsiteY0" fmla="*/ 710853 h 710853"/>
                              <a:gd name="connsiteX1" fmla="*/ 537328 w 537328"/>
                              <a:gd name="connsiteY1" fmla="*/ 352634 h 710853"/>
                              <a:gd name="connsiteX2" fmla="*/ 9427 w 537328"/>
                              <a:gd name="connsiteY2" fmla="*/ 352634 h 710853"/>
                              <a:gd name="connsiteX0" fmla="*/ 0 w 537328"/>
                              <a:gd name="connsiteY0" fmla="*/ 836552 h 836552"/>
                              <a:gd name="connsiteX1" fmla="*/ 537328 w 537328"/>
                              <a:gd name="connsiteY1" fmla="*/ 478333 h 836552"/>
                              <a:gd name="connsiteX2" fmla="*/ 9427 w 537328"/>
                              <a:gd name="connsiteY2" fmla="*/ 478333 h 836552"/>
                              <a:gd name="connsiteX0" fmla="*/ 0 w 537328"/>
                              <a:gd name="connsiteY0" fmla="*/ 737239 h 737239"/>
                              <a:gd name="connsiteX1" fmla="*/ 537328 w 537328"/>
                              <a:gd name="connsiteY1" fmla="*/ 379020 h 737239"/>
                              <a:gd name="connsiteX2" fmla="*/ 9427 w 537328"/>
                              <a:gd name="connsiteY2" fmla="*/ 379020 h 737239"/>
                              <a:gd name="connsiteX0" fmla="*/ 527957 w 527957"/>
                              <a:gd name="connsiteY0" fmla="*/ 379020 h 379020"/>
                              <a:gd name="connsiteX1" fmla="*/ 56 w 527957"/>
                              <a:gd name="connsiteY1" fmla="*/ 379020 h 379020"/>
                              <a:gd name="connsiteX0" fmla="*/ 527957 w 527957"/>
                              <a:gd name="connsiteY0" fmla="*/ 390136 h 390136"/>
                              <a:gd name="connsiteX1" fmla="*/ 56 w 527957"/>
                              <a:gd name="connsiteY1" fmla="*/ 390136 h 390136"/>
                              <a:gd name="connsiteX0" fmla="*/ 527901 w 527901"/>
                              <a:gd name="connsiteY0" fmla="*/ 438358 h 438358"/>
                              <a:gd name="connsiteX1" fmla="*/ 0 w 527901"/>
                              <a:gd name="connsiteY1" fmla="*/ 438358 h 438358"/>
                              <a:gd name="connsiteX0" fmla="*/ 527901 w 527901"/>
                              <a:gd name="connsiteY0" fmla="*/ 438358 h 438358"/>
                              <a:gd name="connsiteX1" fmla="*/ 0 w 527901"/>
                              <a:gd name="connsiteY1" fmla="*/ 438358 h 438358"/>
                              <a:gd name="connsiteX2" fmla="*/ 527901 w 527901"/>
                              <a:gd name="connsiteY2" fmla="*/ 438358 h 438358"/>
                            </a:gdLst>
                            <a:ahLst/>
                            <a:cxnLst>
                              <a:cxn ang="0">
                                <a:pos x="connsiteX0" y="connsiteY0"/>
                              </a:cxn>
                              <a:cxn ang="0">
                                <a:pos x="connsiteX1" y="connsiteY1"/>
                              </a:cxn>
                              <a:cxn ang="0">
                                <a:pos x="connsiteX2" y="connsiteY2"/>
                              </a:cxn>
                            </a:cxnLst>
                            <a:rect l="l" t="t" r="r" b="b"/>
                            <a:pathLst>
                              <a:path w="527901" h="438358">
                                <a:moveTo>
                                  <a:pt x="527901" y="438358"/>
                                </a:moveTo>
                                <a:cubicBezTo>
                                  <a:pt x="520044" y="-139818"/>
                                  <a:pt x="3142" y="-152389"/>
                                  <a:pt x="0" y="438358"/>
                                </a:cubicBezTo>
                                <a:lnTo>
                                  <a:pt x="527901" y="438358"/>
                                </a:lnTo>
                                <a:close/>
                              </a:path>
                            </a:pathLst>
                          </a:custGeom>
                          <a:solidFill>
                            <a:schemeClr val="bg1">
                              <a:lumMod val="7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45" name="Oval 45"/>
                        <wps:cNvSpPr/>
                        <wps:spPr>
                          <a:xfrm>
                            <a:off x="66675" y="0"/>
                            <a:ext cx="348218" cy="343448"/>
                          </a:xfrm>
                          <a:prstGeom prst="ellipse">
                            <a:avLst/>
                          </a:prstGeom>
                          <a:solidFill>
                            <a:schemeClr val="bg1">
                              <a:lumMod val="7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wg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group w14:anchorId="77E40CAB" id="Group 43" o:spid="_x0000_s1026" style="position:absolute;margin-left:232.35pt;margin-top:103.85pt;width:37.45pt;height:47.95pt;z-index:251665408;mso-position-horizontal-relative:margin;mso-width-relative:margin;mso-height-relative:margin" coordsize="4756,609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">
                <v:shape id="Freeform 44" o:spid="_x0000_s1027" style="position:absolute;top:2952;width:4756;height:3142;visibility:visible;mso-wrap-style:square;v-text-anchor:middle" coordsize="527901,4383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" path="m527901,438358c520044,-139818,3142,-152389,,438358r527901,xe" fillcolor="#bfbfbf [2412]" stroked="f" strokeweight="1pt">
                  <v:path arrowok="t" o:connecttype="custom" o:connectlocs="475615,314141;0,314141;475615,314141" o:connectangles="0,0,0"/>
                </v:shape>
                <v:oval id="Oval 45" o:spid="_x0000_s1028" style="position:absolute;left:666;width:3482;height:343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" fillcolor="#bfbfbf [2412]" stroked="f" strokeweight="1pt"/>
                <w10:wrap anchorx="margin"/>
              </v:group>
            </w:pict>
          </mc:Fallback>
        </mc:AlternateContent>
      </w:r>
      <w:r w:rsidRPr="00E726E2">
        <w:rPr>
          <w:noProof/>
          <w:szCs w:val="18"/>
          <w:lang w:eastAsia="en-GB"/>
        </w:rPr>
        <mc:AlternateContent>
          <mc:Choice Requires="wpg">
            <w:drawing>
              <wp:anchor distT="0" distB="0" distL="114300" distR="114300" simplePos="0" relativeHeight="251664384" behindDoc="0" locked="0" layoutInCell="1" allowOverlap="1" wp14:anchorId="239BB36E" wp14:editId="273F51A3">
                <wp:simplePos x="0" y="0"/>
                <wp:positionH relativeFrom="margin">
                  <wp:posOffset>2132330</wp:posOffset>
                </wp:positionH>
                <wp:positionV relativeFrom="paragraph">
                  <wp:posOffset>1275715</wp:posOffset>
                </wp:positionV>
                <wp:extent cx="475615" cy="611505"/>
                <wp:effectExtent l="0" t="0" r="635" b="0"/>
                <wp:wrapNone/>
                <wp:docPr id="46" name="Group 8"/>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a:xfrm>
                          <a:off x="0" y="0"/>
                          <a:ext cx="475615" cy="611505"/>
                          <a:chOff x="0" y="0"/>
                          <a:chExt cx="527901" cy="688156"/>
                        </a:xfrm>
                      </wpg:grpSpPr>
                      <wps:wsp>
                        <wps:cNvPr id="47" name="Freeform 47"/>
                        <wps:cNvSpPr/>
                        <wps:spPr>
                          <a:xfrm>
                            <a:off x="0" y="334638"/>
                            <a:ext cx="527901" cy="353518"/>
                          </a:xfrm>
                          <a:custGeom>
                            <a:avLst/>
                            <a:gdLst>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28"/>
                              <a:gd name="connsiteY0" fmla="*/ 710852 h 710852"/>
                              <a:gd name="connsiteX1" fmla="*/ 537328 w 537328"/>
                              <a:gd name="connsiteY1" fmla="*/ 352633 h 710852"/>
                              <a:gd name="connsiteX2" fmla="*/ 9427 w 537328"/>
                              <a:gd name="connsiteY2" fmla="*/ 352633 h 710852"/>
                              <a:gd name="connsiteX3" fmla="*/ 9427 w 537328"/>
                              <a:gd name="connsiteY3" fmla="*/ 333780 h 710852"/>
                              <a:gd name="connsiteX0" fmla="*/ 0 w 537328"/>
                              <a:gd name="connsiteY0" fmla="*/ 1461154 h 1461154"/>
                              <a:gd name="connsiteX1" fmla="*/ 537328 w 537328"/>
                              <a:gd name="connsiteY1" fmla="*/ 1102935 h 1461154"/>
                              <a:gd name="connsiteX2" fmla="*/ 9427 w 537328"/>
                              <a:gd name="connsiteY2" fmla="*/ 1102935 h 1461154"/>
                              <a:gd name="connsiteX3" fmla="*/ 160256 w 537328"/>
                              <a:gd name="connsiteY3" fmla="*/ 0 h 1461154"/>
                              <a:gd name="connsiteX0" fmla="*/ 0 w 537328"/>
                              <a:gd name="connsiteY0" fmla="*/ 710853 h 710853"/>
                              <a:gd name="connsiteX1" fmla="*/ 537328 w 537328"/>
                              <a:gd name="connsiteY1" fmla="*/ 352634 h 710853"/>
                              <a:gd name="connsiteX2" fmla="*/ 9427 w 537328"/>
                              <a:gd name="connsiteY2" fmla="*/ 352634 h 710853"/>
                              <a:gd name="connsiteX0" fmla="*/ 0 w 537328"/>
                              <a:gd name="connsiteY0" fmla="*/ 836552 h 836552"/>
                              <a:gd name="connsiteX1" fmla="*/ 537328 w 537328"/>
                              <a:gd name="connsiteY1" fmla="*/ 478333 h 836552"/>
                              <a:gd name="connsiteX2" fmla="*/ 9427 w 537328"/>
                              <a:gd name="connsiteY2" fmla="*/ 478333 h 836552"/>
                              <a:gd name="connsiteX0" fmla="*/ 0 w 537328"/>
                              <a:gd name="connsiteY0" fmla="*/ 737239 h 737239"/>
                              <a:gd name="connsiteX1" fmla="*/ 537328 w 537328"/>
                              <a:gd name="connsiteY1" fmla="*/ 379020 h 737239"/>
                              <a:gd name="connsiteX2" fmla="*/ 9427 w 537328"/>
                              <a:gd name="connsiteY2" fmla="*/ 379020 h 737239"/>
                              <a:gd name="connsiteX0" fmla="*/ 527957 w 527957"/>
                              <a:gd name="connsiteY0" fmla="*/ 379020 h 379020"/>
                              <a:gd name="connsiteX1" fmla="*/ 56 w 527957"/>
                              <a:gd name="connsiteY1" fmla="*/ 379020 h 379020"/>
                              <a:gd name="connsiteX0" fmla="*/ 527957 w 527957"/>
                              <a:gd name="connsiteY0" fmla="*/ 390136 h 390136"/>
                              <a:gd name="connsiteX1" fmla="*/ 56 w 527957"/>
                              <a:gd name="connsiteY1" fmla="*/ 390136 h 390136"/>
                              <a:gd name="connsiteX0" fmla="*/ 527901 w 527901"/>
                              <a:gd name="connsiteY0" fmla="*/ 438358 h 438358"/>
                              <a:gd name="connsiteX1" fmla="*/ 0 w 527901"/>
                              <a:gd name="connsiteY1" fmla="*/ 438358 h 438358"/>
                              <a:gd name="connsiteX0" fmla="*/ 527901 w 527901"/>
                              <a:gd name="connsiteY0" fmla="*/ 438358 h 438358"/>
                              <a:gd name="connsiteX1" fmla="*/ 0 w 527901"/>
                              <a:gd name="connsiteY1" fmla="*/ 438358 h 438358"/>
                              <a:gd name="connsiteX2" fmla="*/ 527901 w 527901"/>
                              <a:gd name="connsiteY2" fmla="*/ 438358 h 438358"/>
                            </a:gdLst>
                            <a:ahLst/>
                            <a:cxnLst>
                              <a:cxn ang="0">
                                <a:pos x="connsiteX0" y="connsiteY0"/>
                              </a:cxn>
                              <a:cxn ang="0">
                                <a:pos x="connsiteX1" y="connsiteY1"/>
                              </a:cxn>
                              <a:cxn ang="0">
                                <a:pos x="connsiteX2" y="connsiteY2"/>
                              </a:cxn>
                            </a:cxnLst>
                            <a:rect l="l" t="t" r="r" b="b"/>
                            <a:pathLst>
                              <a:path w="527901" h="438358">
                                <a:moveTo>
                                  <a:pt x="527901" y="438358"/>
                                </a:moveTo>
                                <a:cubicBezTo>
                                  <a:pt x="520044" y="-139818"/>
                                  <a:pt x="3142" y="-152389"/>
                                  <a:pt x="0" y="438358"/>
                                </a:cubicBezTo>
                                <a:lnTo>
                                  <a:pt x="527901" y="438358"/>
                                </a:lnTo>
                                <a:close/>
                              </a:path>
                            </a:pathLst>
                          </a:custGeom>
                          <a:solidFill>
                            <a:schemeClr val="bg1">
                              <a:lumMod val="8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48" name="Oval 48"/>
                        <wps:cNvSpPr/>
                        <wps:spPr>
                          <a:xfrm>
                            <a:off x="70701" y="0"/>
                            <a:ext cx="386499" cy="386499"/>
                          </a:xfrm>
                          <a:prstGeom prst="ellipse">
                            <a:avLst/>
                          </a:prstGeom>
                          <a:solidFill>
                            <a:schemeClr val="bg1">
                              <a:lumMod val="8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wg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group w14:anchorId="07F27EEE" id="Group 8" o:spid="_x0000_s1026" style="position:absolute;margin-left:167.9pt;margin-top:100.45pt;width:37.45pt;height:48.15pt;z-index:251664384;mso-position-horizontal-relative:margin;mso-width-relative:margin;mso-height-relative:margin" coordsize="5279,68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">
                <o:lock v:ext="edit" aspectratio="t"/>
                <v:shape id="Freeform 47" o:spid="_x0000_s1027" style="position:absolute;top:3346;width:5279;height:3535;visibility:visible;mso-wrap-style:square;v-text-anchor:middle" coordsize="527901,4383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" path="m527901,438358c520044,-139818,3142,-152389,,438358r527901,xe" fillcolor="#d8d8d8 [2732]" stroked="f" strokeweight="1pt">
                  <v:path arrowok="t" o:connecttype="custom" o:connectlocs="527901,353518;0,353518;527901,353518" o:connectangles="0,0,0"/>
                </v:shape>
                <v:oval id="Oval 48" o:spid="_x0000_s1028" style="position:absolute;left:707;width:3865;height:386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" fillcolor="#d8d8d8 [2732]" stroked="f" strokeweight="1pt"/>
                <w10:wrap anchorx="margin"/>
              </v:group>
            </w:pict>
          </mc:Fallback>
        </mc:AlternateContent>
      </w:r>
      <w:r w:rsidRPr="00E726E2">
        <w:rPr>
          <w:noProof/>
          <w:szCs w:val="18"/>
          <w:lang w:eastAsia="en-GB"/>
        </w:rPr>
        <mc:AlternateContent>
          <mc:Choice Requires="wps">
            <w:drawing>
              <wp:anchor distT="0" distB="0" distL="114300" distR="114300" simplePos="0" relativeHeight="251663360" behindDoc="0" locked="0" layoutInCell="1" allowOverlap="1" wp14:anchorId="432BA96A" wp14:editId="7D0F211E">
                <wp:simplePos x="0" y="0"/>
                <wp:positionH relativeFrom="margin">
                  <wp:posOffset>449580</wp:posOffset>
                </wp:positionH>
                <wp:positionV relativeFrom="paragraph">
                  <wp:posOffset>195580</wp:posOffset>
                </wp:positionV>
                <wp:extent cx="1633855" cy="1079500"/>
                <wp:effectExtent l="0" t="0" r="252095" b="25400"/>
                <wp:wrapNone/>
                <wp:docPr id="49" name="Rounded Rectangular Callout 6"/>
                <wp:cNvGraphicFramePr/>
                <a:graphic xmlns:a="http://schemas.openxmlformats.org/drawingml/2006/main">
                  <a:graphicData uri="http://schemas.microsoft.com/office/word/2010/wordprocessingShape">
                    <wps:wsp>
                      <wps:cNvSpPr/>
                      <wps:spPr>
                        <a:xfrm>
                          <a:off x="0" y="0"/>
                          <a:ext cx="1633855" cy="1079500"/>
                        </a:xfrm>
                        <a:prstGeom prst="wedgeRoundRectCallout">
                          <a:avLst>
                            <a:gd name="adj1" fmla="val 63896"/>
                            <a:gd name="adj2" fmla="val 27772"/>
                            <a:gd name="adj3" fmla="val 16667"/>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A55E12" w:rsidRPr="00A534C5" w:rsidRDefault="00A55E12" w:rsidP="00A55E12">
                            <w:pPr>
                              <w:spacing w:after="120"/>
                              <w:jc w:val="center"/>
                            </w:pPr>
                            <w:r>
                              <w:rPr>
                                <w:rFonts w:cstheme="minorBidi"/>
                                <w:b/>
                                <w:bCs/>
                                <w:color w:val="000000" w:themeColor="text1"/>
                                <w:kern w:val="24"/>
                              </w:rPr>
                              <w:t>Calvin</w:t>
                            </w:r>
                          </w:p>
                          <w:p w:rsidR="00A55E12" w:rsidRPr="00C675D8" w:rsidRDefault="00A55E12" w:rsidP="00A55E12">
                            <w:pPr>
                              <w:jc w:val="center"/>
                              <w:rPr>
                                <w:rFonts w:cstheme="minorBidi"/>
                                <w:color w:val="000000" w:themeColor="text1"/>
                                <w:kern w:val="24"/>
                              </w:rPr>
                            </w:pPr>
                            <w:r>
                              <w:rPr>
                                <w:rFonts w:cstheme="minorBidi"/>
                                <w:color w:val="000000" w:themeColor="text1"/>
                                <w:kern w:val="24"/>
                              </w:rPr>
                              <w:t>It’s definitely a bird. It has feathers!</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432BA96A" id="_x0000_s1027" type="#_x0000_t62" style="position:absolute;margin-left:35.4pt;margin-top:15.4pt;width:128.65pt;height:85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" adj="24602,16799" filled="f" strokecolor="black [3213]" strokeweight="1pt">
                <v:textbox>
                  <w:txbxContent>
                    <w:p w:rsidR="00A55E12" w:rsidRPr="00A534C5" w:rsidRDefault="00A55E12" w:rsidP="00A55E12">
                      <w:pPr>
                        <w:spacing w:after="120"/>
                        <w:jc w:val="center"/>
                      </w:pPr>
                      <w:r>
                        <w:rPr>
                          <w:rFonts w:cstheme="minorBidi"/>
                          <w:b/>
                          <w:bCs/>
                          <w:color w:val="000000" w:themeColor="text1"/>
                          <w:kern w:val="24"/>
                        </w:rPr>
                        <w:t>Calvin</w:t>
                      </w:r>
                    </w:p>
                    <w:p w:rsidR="00A55E12" w:rsidRPr="00C675D8" w:rsidRDefault="00A55E12" w:rsidP="00A55E12">
                      <w:pPr>
                        <w:jc w:val="center"/>
                        <w:rPr>
                          <w:rFonts w:cstheme="minorBidi"/>
                          <w:color w:val="000000" w:themeColor="text1"/>
                          <w:kern w:val="24"/>
                        </w:rPr>
                      </w:pPr>
                      <w:r>
                        <w:rPr>
                          <w:rFonts w:cstheme="minorBidi"/>
                          <w:color w:val="000000" w:themeColor="text1"/>
                          <w:kern w:val="24"/>
                        </w:rPr>
                        <w:t>It’s definitely a bird. It has feathers!</w:t>
                      </w:r>
                    </w:p>
                  </w:txbxContent>
                </v:textbox>
                <w10:wrap anchorx="margin"/>
              </v:shape>
            </w:pict>
          </mc:Fallback>
        </mc:AlternateContent>
      </w:r>
    </w:p>
    <w:p w:rsidR="00A55E12" w:rsidRDefault="00A55E12" w:rsidP="00A55E12">
      <w:pPr>
        <w:spacing w:after="240"/>
        <w:ind w:right="6616"/>
        <w:rPr>
          <w:szCs w:val="18"/>
        </w:rPr>
      </w:pPr>
    </w:p>
    <w:p w:rsidR="00A55E12" w:rsidRDefault="00A55E12" w:rsidP="00A55E12">
      <w:pPr>
        <w:spacing w:after="240"/>
        <w:ind w:right="6616"/>
        <w:rPr>
          <w:szCs w:val="18"/>
        </w:rPr>
      </w:pPr>
      <w:r w:rsidRPr="00E726E2">
        <w:rPr>
          <w:noProof/>
          <w:szCs w:val="18"/>
          <w:lang w:eastAsia="en-GB"/>
        </w:rPr>
        <mc:AlternateContent>
          <mc:Choice Requires="wpg">
            <w:drawing>
              <wp:anchor distT="0" distB="0" distL="114300" distR="114300" simplePos="0" relativeHeight="251660288" behindDoc="0" locked="0" layoutInCell="1" allowOverlap="1" wp14:anchorId="48768564" wp14:editId="05E83329">
                <wp:simplePos x="0" y="0"/>
                <wp:positionH relativeFrom="margin">
                  <wp:posOffset>2328545</wp:posOffset>
                </wp:positionH>
                <wp:positionV relativeFrom="paragraph">
                  <wp:posOffset>269875</wp:posOffset>
                </wp:positionV>
                <wp:extent cx="475615" cy="611505"/>
                <wp:effectExtent l="0" t="0" r="635" b="0"/>
                <wp:wrapNone/>
                <wp:docPr id="50" name="Group 8"/>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a:xfrm>
                          <a:off x="0" y="0"/>
                          <a:ext cx="475615" cy="611505"/>
                          <a:chOff x="0" y="0"/>
                          <a:chExt cx="527901" cy="688156"/>
                        </a:xfrm>
                      </wpg:grpSpPr>
                      <wps:wsp>
                        <wps:cNvPr id="51" name="Freeform 51"/>
                        <wps:cNvSpPr/>
                        <wps:spPr>
                          <a:xfrm>
                            <a:off x="0" y="334638"/>
                            <a:ext cx="527901" cy="353518"/>
                          </a:xfrm>
                          <a:custGeom>
                            <a:avLst/>
                            <a:gdLst>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28"/>
                              <a:gd name="connsiteY0" fmla="*/ 710852 h 710852"/>
                              <a:gd name="connsiteX1" fmla="*/ 537328 w 537328"/>
                              <a:gd name="connsiteY1" fmla="*/ 352633 h 710852"/>
                              <a:gd name="connsiteX2" fmla="*/ 9427 w 537328"/>
                              <a:gd name="connsiteY2" fmla="*/ 352633 h 710852"/>
                              <a:gd name="connsiteX3" fmla="*/ 9427 w 537328"/>
                              <a:gd name="connsiteY3" fmla="*/ 333780 h 710852"/>
                              <a:gd name="connsiteX0" fmla="*/ 0 w 537328"/>
                              <a:gd name="connsiteY0" fmla="*/ 1461154 h 1461154"/>
                              <a:gd name="connsiteX1" fmla="*/ 537328 w 537328"/>
                              <a:gd name="connsiteY1" fmla="*/ 1102935 h 1461154"/>
                              <a:gd name="connsiteX2" fmla="*/ 9427 w 537328"/>
                              <a:gd name="connsiteY2" fmla="*/ 1102935 h 1461154"/>
                              <a:gd name="connsiteX3" fmla="*/ 160256 w 537328"/>
                              <a:gd name="connsiteY3" fmla="*/ 0 h 1461154"/>
                              <a:gd name="connsiteX0" fmla="*/ 0 w 537328"/>
                              <a:gd name="connsiteY0" fmla="*/ 710853 h 710853"/>
                              <a:gd name="connsiteX1" fmla="*/ 537328 w 537328"/>
                              <a:gd name="connsiteY1" fmla="*/ 352634 h 710853"/>
                              <a:gd name="connsiteX2" fmla="*/ 9427 w 537328"/>
                              <a:gd name="connsiteY2" fmla="*/ 352634 h 710853"/>
                              <a:gd name="connsiteX0" fmla="*/ 0 w 537328"/>
                              <a:gd name="connsiteY0" fmla="*/ 836552 h 836552"/>
                              <a:gd name="connsiteX1" fmla="*/ 537328 w 537328"/>
                              <a:gd name="connsiteY1" fmla="*/ 478333 h 836552"/>
                              <a:gd name="connsiteX2" fmla="*/ 9427 w 537328"/>
                              <a:gd name="connsiteY2" fmla="*/ 478333 h 836552"/>
                              <a:gd name="connsiteX0" fmla="*/ 0 w 537328"/>
                              <a:gd name="connsiteY0" fmla="*/ 737239 h 737239"/>
                              <a:gd name="connsiteX1" fmla="*/ 537328 w 537328"/>
                              <a:gd name="connsiteY1" fmla="*/ 379020 h 737239"/>
                              <a:gd name="connsiteX2" fmla="*/ 9427 w 537328"/>
                              <a:gd name="connsiteY2" fmla="*/ 379020 h 737239"/>
                              <a:gd name="connsiteX0" fmla="*/ 527957 w 527957"/>
                              <a:gd name="connsiteY0" fmla="*/ 379020 h 379020"/>
                              <a:gd name="connsiteX1" fmla="*/ 56 w 527957"/>
                              <a:gd name="connsiteY1" fmla="*/ 379020 h 379020"/>
                              <a:gd name="connsiteX0" fmla="*/ 527957 w 527957"/>
                              <a:gd name="connsiteY0" fmla="*/ 390136 h 390136"/>
                              <a:gd name="connsiteX1" fmla="*/ 56 w 527957"/>
                              <a:gd name="connsiteY1" fmla="*/ 390136 h 390136"/>
                              <a:gd name="connsiteX0" fmla="*/ 527901 w 527901"/>
                              <a:gd name="connsiteY0" fmla="*/ 438358 h 438358"/>
                              <a:gd name="connsiteX1" fmla="*/ 0 w 527901"/>
                              <a:gd name="connsiteY1" fmla="*/ 438358 h 438358"/>
                              <a:gd name="connsiteX0" fmla="*/ 527901 w 527901"/>
                              <a:gd name="connsiteY0" fmla="*/ 438358 h 438358"/>
                              <a:gd name="connsiteX1" fmla="*/ 0 w 527901"/>
                              <a:gd name="connsiteY1" fmla="*/ 438358 h 438358"/>
                              <a:gd name="connsiteX2" fmla="*/ 527901 w 527901"/>
                              <a:gd name="connsiteY2" fmla="*/ 438358 h 438358"/>
                            </a:gdLst>
                            <a:ahLst/>
                            <a:cxnLst>
                              <a:cxn ang="0">
                                <a:pos x="connsiteX0" y="connsiteY0"/>
                              </a:cxn>
                              <a:cxn ang="0">
                                <a:pos x="connsiteX1" y="connsiteY1"/>
                              </a:cxn>
                              <a:cxn ang="0">
                                <a:pos x="connsiteX2" y="connsiteY2"/>
                              </a:cxn>
                            </a:cxnLst>
                            <a:rect l="l" t="t" r="r" b="b"/>
                            <a:pathLst>
                              <a:path w="527901" h="438358">
                                <a:moveTo>
                                  <a:pt x="527901" y="438358"/>
                                </a:moveTo>
                                <a:cubicBezTo>
                                  <a:pt x="520044" y="-139818"/>
                                  <a:pt x="3142" y="-152389"/>
                                  <a:pt x="0" y="438358"/>
                                </a:cubicBezTo>
                                <a:lnTo>
                                  <a:pt x="527901" y="438358"/>
                                </a:lnTo>
                                <a:close/>
                              </a:path>
                            </a:pathLst>
                          </a:custGeom>
                          <a:solidFill>
                            <a:schemeClr val="bg1">
                              <a:lumMod val="6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52" name="Oval 52"/>
                        <wps:cNvSpPr/>
                        <wps:spPr>
                          <a:xfrm>
                            <a:off x="70701" y="0"/>
                            <a:ext cx="386499" cy="386499"/>
                          </a:xfrm>
                          <a:prstGeom prst="ellipse">
                            <a:avLst/>
                          </a:prstGeom>
                          <a:solidFill>
                            <a:schemeClr val="bg1">
                              <a:lumMod val="6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wg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group w14:anchorId="2C548F1F" id="Group 8" o:spid="_x0000_s1026" style="position:absolute;margin-left:183.35pt;margin-top:21.25pt;width:37.45pt;height:48.15pt;z-index:251660288;mso-position-horizontal-relative:margin;mso-width-relative:margin;mso-height-relative:margin" coordsize="5279,68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">
                <o:lock v:ext="edit" aspectratio="t"/>
                <v:shape id="Freeform 51" o:spid="_x0000_s1027" style="position:absolute;top:3346;width:5279;height:3535;visibility:visible;mso-wrap-style:square;v-text-anchor:middle" coordsize="527901,4383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" path="m527901,438358c520044,-139818,3142,-152389,,438358r527901,xe" fillcolor="#a5a5a5 [2092]" stroked="f" strokeweight="1pt">
                  <v:path arrowok="t" o:connecttype="custom" o:connectlocs="527901,353518;0,353518;527901,353518" o:connectangles="0,0,0"/>
                </v:shape>
                <v:oval id="Oval 52" o:spid="_x0000_s1028" style="position:absolute;left:707;width:3865;height:386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" fillcolor="#a5a5a5 [2092]" stroked="f" strokeweight="1pt"/>
                <w10:wrap anchorx="margin"/>
              </v:group>
            </w:pict>
          </mc:Fallback>
        </mc:AlternateContent>
      </w:r>
    </w:p>
    <w:p w:rsidR="00A55E12" w:rsidRDefault="00A55E12" w:rsidP="00A55E12">
      <w:pPr>
        <w:spacing w:after="240"/>
        <w:ind w:right="6616"/>
        <w:rPr>
          <w:szCs w:val="18"/>
        </w:rPr>
      </w:pPr>
      <w:r w:rsidRPr="00E726E2">
        <w:rPr>
          <w:noProof/>
          <w:szCs w:val="18"/>
          <w:lang w:eastAsia="en-GB"/>
        </w:rPr>
        <mc:AlternateContent>
          <mc:Choice Requires="wpg">
            <w:drawing>
              <wp:anchor distT="0" distB="0" distL="114300" distR="114300" simplePos="0" relativeHeight="251662336" behindDoc="0" locked="0" layoutInCell="1" allowOverlap="1" wp14:anchorId="37FF599A" wp14:editId="5A1D3B24">
                <wp:simplePos x="0" y="0"/>
                <wp:positionH relativeFrom="margin">
                  <wp:posOffset>2669540</wp:posOffset>
                </wp:positionH>
                <wp:positionV relativeFrom="paragraph">
                  <wp:posOffset>143510</wp:posOffset>
                </wp:positionV>
                <wp:extent cx="475615" cy="611505"/>
                <wp:effectExtent l="0" t="0" r="635" b="0"/>
                <wp:wrapNone/>
                <wp:docPr id="53" name="Group 8"/>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a:xfrm>
                          <a:off x="0" y="0"/>
                          <a:ext cx="475615" cy="611505"/>
                          <a:chOff x="0" y="0"/>
                          <a:chExt cx="527901" cy="688156"/>
                        </a:xfrm>
                      </wpg:grpSpPr>
                      <wps:wsp>
                        <wps:cNvPr id="54" name="Freeform 54"/>
                        <wps:cNvSpPr/>
                        <wps:spPr>
                          <a:xfrm>
                            <a:off x="0" y="334638"/>
                            <a:ext cx="527901" cy="353518"/>
                          </a:xfrm>
                          <a:custGeom>
                            <a:avLst/>
                            <a:gdLst>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28"/>
                              <a:gd name="connsiteY0" fmla="*/ 710852 h 710852"/>
                              <a:gd name="connsiteX1" fmla="*/ 537328 w 537328"/>
                              <a:gd name="connsiteY1" fmla="*/ 352633 h 710852"/>
                              <a:gd name="connsiteX2" fmla="*/ 9427 w 537328"/>
                              <a:gd name="connsiteY2" fmla="*/ 352633 h 710852"/>
                              <a:gd name="connsiteX3" fmla="*/ 9427 w 537328"/>
                              <a:gd name="connsiteY3" fmla="*/ 333780 h 710852"/>
                              <a:gd name="connsiteX0" fmla="*/ 0 w 537328"/>
                              <a:gd name="connsiteY0" fmla="*/ 1461154 h 1461154"/>
                              <a:gd name="connsiteX1" fmla="*/ 537328 w 537328"/>
                              <a:gd name="connsiteY1" fmla="*/ 1102935 h 1461154"/>
                              <a:gd name="connsiteX2" fmla="*/ 9427 w 537328"/>
                              <a:gd name="connsiteY2" fmla="*/ 1102935 h 1461154"/>
                              <a:gd name="connsiteX3" fmla="*/ 160256 w 537328"/>
                              <a:gd name="connsiteY3" fmla="*/ 0 h 1461154"/>
                              <a:gd name="connsiteX0" fmla="*/ 0 w 537328"/>
                              <a:gd name="connsiteY0" fmla="*/ 710853 h 710853"/>
                              <a:gd name="connsiteX1" fmla="*/ 537328 w 537328"/>
                              <a:gd name="connsiteY1" fmla="*/ 352634 h 710853"/>
                              <a:gd name="connsiteX2" fmla="*/ 9427 w 537328"/>
                              <a:gd name="connsiteY2" fmla="*/ 352634 h 710853"/>
                              <a:gd name="connsiteX0" fmla="*/ 0 w 537328"/>
                              <a:gd name="connsiteY0" fmla="*/ 836552 h 836552"/>
                              <a:gd name="connsiteX1" fmla="*/ 537328 w 537328"/>
                              <a:gd name="connsiteY1" fmla="*/ 478333 h 836552"/>
                              <a:gd name="connsiteX2" fmla="*/ 9427 w 537328"/>
                              <a:gd name="connsiteY2" fmla="*/ 478333 h 836552"/>
                              <a:gd name="connsiteX0" fmla="*/ 0 w 537328"/>
                              <a:gd name="connsiteY0" fmla="*/ 737239 h 737239"/>
                              <a:gd name="connsiteX1" fmla="*/ 537328 w 537328"/>
                              <a:gd name="connsiteY1" fmla="*/ 379020 h 737239"/>
                              <a:gd name="connsiteX2" fmla="*/ 9427 w 537328"/>
                              <a:gd name="connsiteY2" fmla="*/ 379020 h 737239"/>
                              <a:gd name="connsiteX0" fmla="*/ 527957 w 527957"/>
                              <a:gd name="connsiteY0" fmla="*/ 379020 h 379020"/>
                              <a:gd name="connsiteX1" fmla="*/ 56 w 527957"/>
                              <a:gd name="connsiteY1" fmla="*/ 379020 h 379020"/>
                              <a:gd name="connsiteX0" fmla="*/ 527957 w 527957"/>
                              <a:gd name="connsiteY0" fmla="*/ 390136 h 390136"/>
                              <a:gd name="connsiteX1" fmla="*/ 56 w 527957"/>
                              <a:gd name="connsiteY1" fmla="*/ 390136 h 390136"/>
                              <a:gd name="connsiteX0" fmla="*/ 527901 w 527901"/>
                              <a:gd name="connsiteY0" fmla="*/ 438358 h 438358"/>
                              <a:gd name="connsiteX1" fmla="*/ 0 w 527901"/>
                              <a:gd name="connsiteY1" fmla="*/ 438358 h 438358"/>
                              <a:gd name="connsiteX0" fmla="*/ 527901 w 527901"/>
                              <a:gd name="connsiteY0" fmla="*/ 438358 h 438358"/>
                              <a:gd name="connsiteX1" fmla="*/ 0 w 527901"/>
                              <a:gd name="connsiteY1" fmla="*/ 438358 h 438358"/>
                              <a:gd name="connsiteX2" fmla="*/ 527901 w 527901"/>
                              <a:gd name="connsiteY2" fmla="*/ 438358 h 438358"/>
                            </a:gdLst>
                            <a:ahLst/>
                            <a:cxnLst>
                              <a:cxn ang="0">
                                <a:pos x="connsiteX0" y="connsiteY0"/>
                              </a:cxn>
                              <a:cxn ang="0">
                                <a:pos x="connsiteX1" y="connsiteY1"/>
                              </a:cxn>
                              <a:cxn ang="0">
                                <a:pos x="connsiteX2" y="connsiteY2"/>
                              </a:cxn>
                            </a:cxnLst>
                            <a:rect l="l" t="t" r="r" b="b"/>
                            <a:pathLst>
                              <a:path w="527901" h="438358">
                                <a:moveTo>
                                  <a:pt x="527901" y="438358"/>
                                </a:moveTo>
                                <a:cubicBezTo>
                                  <a:pt x="520044" y="-139818"/>
                                  <a:pt x="3142" y="-152389"/>
                                  <a:pt x="0" y="438358"/>
                                </a:cubicBezTo>
                                <a:lnTo>
                                  <a:pt x="527901" y="438358"/>
                                </a:lnTo>
                                <a:close/>
                              </a:path>
                            </a:pathLst>
                          </a:custGeom>
                          <a:solidFill>
                            <a:schemeClr val="bg1">
                              <a:lumMod val="8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55" name="Oval 55"/>
                        <wps:cNvSpPr/>
                        <wps:spPr>
                          <a:xfrm>
                            <a:off x="70701" y="0"/>
                            <a:ext cx="386499" cy="386499"/>
                          </a:xfrm>
                          <a:prstGeom prst="ellipse">
                            <a:avLst/>
                          </a:prstGeom>
                          <a:solidFill>
                            <a:schemeClr val="bg1">
                              <a:lumMod val="8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wg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group w14:anchorId="520403C3" id="Group 8" o:spid="_x0000_s1026" style="position:absolute;margin-left:210.2pt;margin-top:11.3pt;width:37.45pt;height:48.15pt;z-index:251662336;mso-position-horizontal-relative:margin;mso-width-relative:margin;mso-height-relative:margin" coordsize="5279,68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">
                <o:lock v:ext="edit" aspectratio="t"/>
                <v:shape id="Freeform 54" o:spid="_x0000_s1027" style="position:absolute;top:3346;width:5279;height:3535;visibility:visible;mso-wrap-style:square;v-text-anchor:middle" coordsize="527901,4383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" path="m527901,438358c520044,-139818,3142,-152389,,438358r527901,xe" fillcolor="#d8d8d8 [2732]" stroked="f" strokeweight="1pt">
                  <v:path arrowok="t" o:connecttype="custom" o:connectlocs="527901,353518;0,353518;527901,353518" o:connectangles="0,0,0"/>
                </v:shape>
                <v:oval id="Oval 55" o:spid="_x0000_s1028" style="position:absolute;left:707;width:3865;height:386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" fillcolor="#d8d8d8 [2732]" stroked="f" strokeweight="1pt"/>
                <w10:wrap anchorx="margin"/>
              </v:group>
            </w:pict>
          </mc:Fallback>
        </mc:AlternateContent>
      </w:r>
    </w:p>
    <w:p w:rsidR="00A55E12" w:rsidRDefault="00A55E12" w:rsidP="00A55E12">
      <w:pPr>
        <w:spacing w:after="240"/>
        <w:ind w:right="6616"/>
        <w:rPr>
          <w:szCs w:val="18"/>
        </w:rPr>
      </w:pPr>
      <w:r w:rsidRPr="00E726E2">
        <w:rPr>
          <w:noProof/>
          <w:szCs w:val="18"/>
          <w:lang w:eastAsia="en-GB"/>
        </w:rPr>
        <mc:AlternateContent>
          <mc:Choice Requires="wps">
            <w:drawing>
              <wp:anchor distT="0" distB="0" distL="114300" distR="114300" simplePos="0" relativeHeight="251667456" behindDoc="0" locked="0" layoutInCell="1" allowOverlap="1" wp14:anchorId="2E72B7E2" wp14:editId="020530D9">
                <wp:simplePos x="0" y="0"/>
                <wp:positionH relativeFrom="margin">
                  <wp:posOffset>228600</wp:posOffset>
                </wp:positionH>
                <wp:positionV relativeFrom="paragraph">
                  <wp:posOffset>290830</wp:posOffset>
                </wp:positionV>
                <wp:extent cx="1743710" cy="1079500"/>
                <wp:effectExtent l="0" t="133350" r="46990" b="25400"/>
                <wp:wrapNone/>
                <wp:docPr id="56" name="Rounded Rectangular Callout 6"/>
                <wp:cNvGraphicFramePr/>
                <a:graphic xmlns:a="http://schemas.openxmlformats.org/drawingml/2006/main">
                  <a:graphicData uri="http://schemas.microsoft.com/office/word/2010/wordprocessingShape">
                    <wps:wsp>
                      <wps:cNvSpPr/>
                      <wps:spPr>
                        <a:xfrm>
                          <a:off x="0" y="0"/>
                          <a:ext cx="1743710" cy="1079500"/>
                        </a:xfrm>
                        <a:prstGeom prst="wedgeRoundRectCallout">
                          <a:avLst>
                            <a:gd name="adj1" fmla="val 50948"/>
                            <a:gd name="adj2" fmla="val -62053"/>
                            <a:gd name="adj3" fmla="val 16667"/>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A55E12" w:rsidRPr="00A534C5" w:rsidRDefault="00A55E12" w:rsidP="00A55E12">
                            <w:pPr>
                              <w:spacing w:after="120"/>
                              <w:jc w:val="center"/>
                            </w:pPr>
                            <w:r>
                              <w:rPr>
                                <w:rFonts w:cstheme="minorBidi"/>
                                <w:b/>
                                <w:bCs/>
                                <w:color w:val="000000" w:themeColor="text1"/>
                                <w:kern w:val="24"/>
                              </w:rPr>
                              <w:t>Yasmin</w:t>
                            </w:r>
                          </w:p>
                          <w:p w:rsidR="00A55E12" w:rsidRPr="00C675D8" w:rsidRDefault="00A55E12" w:rsidP="00A55E12">
                            <w:pPr>
                              <w:jc w:val="center"/>
                              <w:rPr>
                                <w:rFonts w:cstheme="minorBidi"/>
                                <w:color w:val="000000" w:themeColor="text1"/>
                                <w:kern w:val="24"/>
                              </w:rPr>
                            </w:pPr>
                            <w:r>
                              <w:rPr>
                                <w:rFonts w:cstheme="minorBidi"/>
                                <w:color w:val="000000" w:themeColor="text1"/>
                                <w:kern w:val="24"/>
                              </w:rPr>
                              <w:t>It has wings but can’t fly. I think it’s a mammal.</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2E72B7E2" id="_x0000_s1028" type="#_x0000_t62" style="position:absolute;margin-left:18pt;margin-top:22.9pt;width:137.3pt;height:85pt;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" adj="21805,-2603" filled="f" strokecolor="black [3213]" strokeweight="1pt">
                <v:textbox>
                  <w:txbxContent>
                    <w:p w:rsidR="00A55E12" w:rsidRPr="00A534C5" w:rsidRDefault="00A55E12" w:rsidP="00A55E12">
                      <w:pPr>
                        <w:spacing w:after="120"/>
                        <w:jc w:val="center"/>
                      </w:pPr>
                      <w:r>
                        <w:rPr>
                          <w:rFonts w:cstheme="minorBidi"/>
                          <w:b/>
                          <w:bCs/>
                          <w:color w:val="000000" w:themeColor="text1"/>
                          <w:kern w:val="24"/>
                        </w:rPr>
                        <w:t>Yasmin</w:t>
                      </w:r>
                    </w:p>
                    <w:p w:rsidR="00A55E12" w:rsidRPr="00C675D8" w:rsidRDefault="00A55E12" w:rsidP="00A55E12">
                      <w:pPr>
                        <w:jc w:val="center"/>
                        <w:rPr>
                          <w:rFonts w:cstheme="minorBidi"/>
                          <w:color w:val="000000" w:themeColor="text1"/>
                          <w:kern w:val="24"/>
                        </w:rPr>
                      </w:pPr>
                      <w:r>
                        <w:rPr>
                          <w:rFonts w:cstheme="minorBidi"/>
                          <w:color w:val="000000" w:themeColor="text1"/>
                          <w:kern w:val="24"/>
                        </w:rPr>
                        <w:t>It has wings but can’t fly. I think it’s a mammal.</w:t>
                      </w:r>
                    </w:p>
                  </w:txbxContent>
                </v:textbox>
                <w10:wrap anchorx="margin"/>
              </v:shape>
            </w:pict>
          </mc:Fallback>
        </mc:AlternateContent>
      </w:r>
    </w:p>
    <w:p w:rsidR="00A55E12" w:rsidRDefault="00A55E12" w:rsidP="00A55E12">
      <w:pPr>
        <w:spacing w:after="240"/>
        <w:ind w:right="6616"/>
        <w:rPr>
          <w:szCs w:val="18"/>
        </w:rPr>
      </w:pPr>
      <w:r w:rsidRPr="00E726E2">
        <w:rPr>
          <w:noProof/>
          <w:szCs w:val="18"/>
          <w:lang w:eastAsia="en-GB"/>
        </w:rPr>
        <mc:AlternateContent>
          <mc:Choice Requires="wps">
            <w:drawing>
              <wp:anchor distT="0" distB="0" distL="114300" distR="114300" simplePos="0" relativeHeight="251666432" behindDoc="0" locked="0" layoutInCell="1" allowOverlap="1" wp14:anchorId="1C2F9CD9" wp14:editId="69A0E428">
                <wp:simplePos x="0" y="0"/>
                <wp:positionH relativeFrom="margin">
                  <wp:posOffset>3543300</wp:posOffset>
                </wp:positionH>
                <wp:positionV relativeFrom="paragraph">
                  <wp:posOffset>15875</wp:posOffset>
                </wp:positionV>
                <wp:extent cx="1543050" cy="1026160"/>
                <wp:effectExtent l="0" t="171450" r="19050" b="21590"/>
                <wp:wrapNone/>
                <wp:docPr id="57" name="Rounded Rectangular Callout 6"/>
                <wp:cNvGraphicFramePr/>
                <a:graphic xmlns:a="http://schemas.openxmlformats.org/drawingml/2006/main">
                  <a:graphicData uri="http://schemas.microsoft.com/office/word/2010/wordprocessingShape">
                    <wps:wsp>
                      <wps:cNvSpPr/>
                      <wps:spPr>
                        <a:xfrm>
                          <a:off x="0" y="0"/>
                          <a:ext cx="1543050" cy="1026160"/>
                        </a:xfrm>
                        <a:prstGeom prst="wedgeRoundRectCallout">
                          <a:avLst>
                            <a:gd name="adj1" fmla="val -49083"/>
                            <a:gd name="adj2" fmla="val -64935"/>
                            <a:gd name="adj3" fmla="val 16667"/>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A55E12" w:rsidRPr="00A534C5" w:rsidRDefault="00A55E12" w:rsidP="00A55E12">
                            <w:pPr>
                              <w:spacing w:after="120"/>
                              <w:jc w:val="center"/>
                            </w:pPr>
                            <w:r>
                              <w:rPr>
                                <w:rFonts w:cstheme="minorBidi"/>
                                <w:b/>
                                <w:bCs/>
                                <w:color w:val="000000" w:themeColor="text1"/>
                                <w:kern w:val="24"/>
                              </w:rPr>
                              <w:t>Layla</w:t>
                            </w:r>
                          </w:p>
                          <w:p w:rsidR="00A55E12" w:rsidRPr="00C675D8" w:rsidRDefault="00A55E12" w:rsidP="00A55E12">
                            <w:pPr>
                              <w:jc w:val="center"/>
                              <w:rPr>
                                <w:rFonts w:cstheme="minorBidi"/>
                                <w:color w:val="000000" w:themeColor="text1"/>
                                <w:kern w:val="24"/>
                              </w:rPr>
                            </w:pPr>
                            <w:r>
                              <w:rPr>
                                <w:rFonts w:cstheme="minorBidi"/>
                                <w:color w:val="000000" w:themeColor="text1"/>
                                <w:kern w:val="24"/>
                              </w:rPr>
                              <w:t>It lives on land and in the water, so it’s an amphibian.</w:t>
                            </w:r>
                          </w:p>
                        </w:txbxContent>
                      </wps:txbx>
                      <wps:bodyPr wrap="square" rtlCol="0" anchor="ctr"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1C2F9CD9" id="_x0000_s1029" type="#_x0000_t62" style="position:absolute;margin-left:279pt;margin-top:1.25pt;width:121.5pt;height:80.8pt;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" adj="198,-3226" filled="f" strokecolor="black [3213]" strokeweight="1pt">
                <v:textbox>
                  <w:txbxContent>
                    <w:p w:rsidR="00A55E12" w:rsidRPr="00A534C5" w:rsidRDefault="00A55E12" w:rsidP="00A55E12">
                      <w:pPr>
                        <w:spacing w:after="120"/>
                        <w:jc w:val="center"/>
                      </w:pPr>
                      <w:r>
                        <w:rPr>
                          <w:rFonts w:cstheme="minorBidi"/>
                          <w:b/>
                          <w:bCs/>
                          <w:color w:val="000000" w:themeColor="text1"/>
                          <w:kern w:val="24"/>
                        </w:rPr>
                        <w:t>Layla</w:t>
                      </w:r>
                    </w:p>
                    <w:p w:rsidR="00A55E12" w:rsidRPr="00C675D8" w:rsidRDefault="00A55E12" w:rsidP="00A55E12">
                      <w:pPr>
                        <w:jc w:val="center"/>
                        <w:rPr>
                          <w:rFonts w:cstheme="minorBidi"/>
                          <w:color w:val="000000" w:themeColor="text1"/>
                          <w:kern w:val="24"/>
                        </w:rPr>
                      </w:pPr>
                      <w:r>
                        <w:rPr>
                          <w:rFonts w:cstheme="minorBidi"/>
                          <w:color w:val="000000" w:themeColor="text1"/>
                          <w:kern w:val="24"/>
                        </w:rPr>
                        <w:t>It lives on land and in the water, so it’s an amphibian.</w:t>
                      </w:r>
                    </w:p>
                  </w:txbxContent>
                </v:textbox>
                <w10:wrap anchorx="margin"/>
              </v:shape>
            </w:pict>
          </mc:Fallback>
        </mc:AlternateContent>
      </w:r>
    </w:p>
    <w:p w:rsidR="00A55E12" w:rsidRDefault="00A55E12" w:rsidP="00A55E12">
      <w:pPr>
        <w:spacing w:after="240"/>
        <w:ind w:right="6616"/>
        <w:rPr>
          <w:szCs w:val="18"/>
        </w:rPr>
      </w:pPr>
    </w:p>
    <w:p w:rsidR="00A55E12" w:rsidRDefault="00A55E12" w:rsidP="00A55E12">
      <w:pPr>
        <w:spacing w:after="240"/>
        <w:ind w:right="6616"/>
        <w:rPr>
          <w:szCs w:val="18"/>
        </w:rPr>
      </w:pPr>
    </w:p>
    <w:p w:rsidR="00A55E12" w:rsidRDefault="00A55E12" w:rsidP="00A55E12">
      <w:pPr>
        <w:spacing w:after="240"/>
        <w:ind w:right="6616"/>
        <w:rPr>
          <w:szCs w:val="18"/>
        </w:rPr>
      </w:pPr>
    </w:p>
    <w:p w:rsidR="00A55E12" w:rsidRDefault="00A55E12" w:rsidP="00A55E12">
      <w:pPr>
        <w:spacing w:after="240"/>
        <w:ind w:right="6616"/>
        <w:rPr>
          <w:szCs w:val="18"/>
        </w:rPr>
      </w:pPr>
    </w:p>
    <w:p w:rsidR="00A55E12" w:rsidRDefault="00A55E12" w:rsidP="00A55E12">
      <w:pPr>
        <w:spacing w:after="240"/>
        <w:ind w:right="95"/>
        <w:rPr>
          <w:szCs w:val="18"/>
        </w:rPr>
      </w:pPr>
      <w:r>
        <w:rPr>
          <w:szCs w:val="18"/>
        </w:rPr>
        <w:t>Who do you think is correct?</w:t>
      </w:r>
    </w:p>
    <w:p w:rsidR="00A55E12" w:rsidRDefault="00A55E12" w:rsidP="00A55E12">
      <w:pPr>
        <w:spacing w:after="240"/>
        <w:ind w:right="95"/>
        <w:rPr>
          <w:szCs w:val="18"/>
        </w:rPr>
      </w:pPr>
      <w:r>
        <w:rPr>
          <w:szCs w:val="18"/>
        </w:rPr>
        <w:t xml:space="preserve">Use the </w:t>
      </w:r>
      <w:r w:rsidRPr="00A55E12">
        <w:rPr>
          <w:b/>
          <w:szCs w:val="18"/>
        </w:rPr>
        <w:t>key</w:t>
      </w:r>
      <w:r>
        <w:rPr>
          <w:szCs w:val="18"/>
        </w:rPr>
        <w:t xml:space="preserve"> to help you decide.</w:t>
      </w:r>
    </w:p>
    <w:tbl>
      <w:tblPr>
        <w:tblStyle w:val="TableGrid"/>
        <w:tblW w:w="0" w:type="auto"/>
        <w:tblInd w:w="5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2"/>
        <w:gridCol w:w="7882"/>
      </w:tblGrid>
      <w:tr w:rsidR="00A55E12" w:rsidTr="00AD0215">
        <w:trPr>
          <w:trHeight w:hRule="exact" w:val="567"/>
        </w:trPr>
        <w:tc>
          <w:tcPr>
            <w:tcW w:w="572" w:type="dxa"/>
          </w:tcPr>
          <w:p w:rsidR="00A55E12" w:rsidRPr="00461B7C" w:rsidRDefault="00A55E12" w:rsidP="00AD0215">
            <w:pPr>
              <w:rPr>
                <w:b/>
                <w:szCs w:val="18"/>
              </w:rPr>
            </w:pPr>
            <w:r>
              <w:rPr>
                <w:b/>
                <w:szCs w:val="18"/>
              </w:rPr>
              <w:t>A</w:t>
            </w:r>
          </w:p>
        </w:tc>
        <w:tc>
          <w:tcPr>
            <w:tcW w:w="7882" w:type="dxa"/>
          </w:tcPr>
          <w:p w:rsidR="00A55E12" w:rsidRDefault="00A55E12" w:rsidP="00AD0215">
            <w:pPr>
              <w:rPr>
                <w:szCs w:val="18"/>
              </w:rPr>
            </w:pPr>
            <w:r>
              <w:rPr>
                <w:szCs w:val="18"/>
              </w:rPr>
              <w:t>Calvin</w:t>
            </w:r>
          </w:p>
        </w:tc>
      </w:tr>
      <w:tr w:rsidR="00A55E12" w:rsidTr="00AD0215">
        <w:trPr>
          <w:trHeight w:hRule="exact" w:val="567"/>
        </w:trPr>
        <w:tc>
          <w:tcPr>
            <w:tcW w:w="572" w:type="dxa"/>
          </w:tcPr>
          <w:p w:rsidR="00A55E12" w:rsidRPr="00461B7C" w:rsidRDefault="00A55E12" w:rsidP="00AD0215">
            <w:pPr>
              <w:rPr>
                <w:b/>
                <w:szCs w:val="18"/>
              </w:rPr>
            </w:pPr>
            <w:r>
              <w:rPr>
                <w:b/>
                <w:szCs w:val="18"/>
              </w:rPr>
              <w:t>B</w:t>
            </w:r>
          </w:p>
        </w:tc>
        <w:tc>
          <w:tcPr>
            <w:tcW w:w="7882" w:type="dxa"/>
          </w:tcPr>
          <w:p w:rsidR="00A55E12" w:rsidRDefault="00A55E12" w:rsidP="00AD0215">
            <w:pPr>
              <w:rPr>
                <w:szCs w:val="18"/>
              </w:rPr>
            </w:pPr>
            <w:r>
              <w:rPr>
                <w:szCs w:val="18"/>
              </w:rPr>
              <w:t>Ellie</w:t>
            </w:r>
          </w:p>
        </w:tc>
      </w:tr>
      <w:tr w:rsidR="00A55E12" w:rsidTr="00AD0215">
        <w:trPr>
          <w:trHeight w:hRule="exact" w:val="567"/>
        </w:trPr>
        <w:tc>
          <w:tcPr>
            <w:tcW w:w="572" w:type="dxa"/>
          </w:tcPr>
          <w:p w:rsidR="00A55E12" w:rsidRPr="00461B7C" w:rsidRDefault="00A55E12" w:rsidP="00AD0215">
            <w:pPr>
              <w:rPr>
                <w:b/>
                <w:szCs w:val="18"/>
              </w:rPr>
            </w:pPr>
            <w:r>
              <w:rPr>
                <w:b/>
                <w:szCs w:val="18"/>
              </w:rPr>
              <w:t>C</w:t>
            </w:r>
          </w:p>
        </w:tc>
        <w:tc>
          <w:tcPr>
            <w:tcW w:w="7882" w:type="dxa"/>
          </w:tcPr>
          <w:p w:rsidR="00A55E12" w:rsidRDefault="00A55E12" w:rsidP="00AD0215">
            <w:pPr>
              <w:rPr>
                <w:szCs w:val="18"/>
              </w:rPr>
            </w:pPr>
            <w:r>
              <w:rPr>
                <w:szCs w:val="18"/>
              </w:rPr>
              <w:t>Layla</w:t>
            </w:r>
          </w:p>
        </w:tc>
      </w:tr>
      <w:tr w:rsidR="00A55E12" w:rsidTr="00AD0215">
        <w:trPr>
          <w:trHeight w:hRule="exact" w:val="567"/>
        </w:trPr>
        <w:tc>
          <w:tcPr>
            <w:tcW w:w="572" w:type="dxa"/>
          </w:tcPr>
          <w:p w:rsidR="00A55E12" w:rsidRDefault="00A55E12" w:rsidP="00AD0215">
            <w:pPr>
              <w:rPr>
                <w:b/>
                <w:szCs w:val="18"/>
              </w:rPr>
            </w:pPr>
            <w:r>
              <w:rPr>
                <w:b/>
                <w:szCs w:val="18"/>
              </w:rPr>
              <w:t>D</w:t>
            </w:r>
          </w:p>
        </w:tc>
        <w:tc>
          <w:tcPr>
            <w:tcW w:w="7882" w:type="dxa"/>
          </w:tcPr>
          <w:p w:rsidR="00A55E12" w:rsidRDefault="00A55E12" w:rsidP="00AD0215">
            <w:pPr>
              <w:rPr>
                <w:szCs w:val="18"/>
              </w:rPr>
            </w:pPr>
            <w:r>
              <w:rPr>
                <w:szCs w:val="18"/>
              </w:rPr>
              <w:t>Yasmin</w:t>
            </w:r>
          </w:p>
        </w:tc>
      </w:tr>
    </w:tbl>
    <w:p w:rsidR="00A55E12" w:rsidRDefault="00A55E12">
      <w:pPr>
        <w:spacing w:after="200" w:line="276" w:lineRule="auto"/>
        <w:rPr>
          <w:b/>
          <w:sz w:val="44"/>
          <w:szCs w:val="44"/>
        </w:rPr>
      </w:pPr>
      <w:r>
        <w:rPr>
          <w:b/>
          <w:sz w:val="44"/>
          <w:szCs w:val="44"/>
        </w:rPr>
        <w:br w:type="page"/>
      </w:r>
    </w:p>
    <w:p w:rsidR="00201AC2" w:rsidRPr="001A40E2" w:rsidRDefault="00C9189F" w:rsidP="00201AC2">
      <w:pPr>
        <w:spacing w:after="180"/>
        <w:rPr>
          <w:b/>
          <w:sz w:val="44"/>
          <w:szCs w:val="44"/>
        </w:rPr>
      </w:pPr>
      <w:r>
        <w:rPr>
          <w:noProof/>
          <w:lang w:eastAsia="en-GB"/>
        </w:rPr>
        <w:lastRenderedPageBreak/>
        <w:drawing>
          <wp:anchor distT="0" distB="0" distL="114300" distR="114300" simplePos="0" relativeHeight="251643904" behindDoc="0" locked="0" layoutInCell="1" allowOverlap="1" wp14:anchorId="26604551" wp14:editId="564FEC52">
            <wp:simplePos x="0" y="0"/>
            <wp:positionH relativeFrom="margin">
              <wp:posOffset>3483610</wp:posOffset>
            </wp:positionH>
            <wp:positionV relativeFrom="paragraph">
              <wp:posOffset>365760</wp:posOffset>
            </wp:positionV>
            <wp:extent cx="2092404" cy="1569600"/>
            <wp:effectExtent l="114300" t="133350" r="155575" b="18351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t.jpg"/>
                    <pic:cNvPicPr/>
                  </pic:nvPicPr>
                  <pic:blipFill>
                    <a:blip r:embed="rId9" cstate="print">
                      <a:extLst>
                        <a:ext uri="{28A0092B-C50C-407E-A947-70E740481C1C}">
                          <a14:useLocalDpi xmlns:a14="http://schemas.microsoft.com/office/drawing/2010/main" val="0"/>
                        </a:ext>
                      </a:extLst>
                    </a:blip>
                    <a:stretch>
                      <a:fillRect/>
                    </a:stretch>
                  </pic:blipFill>
                  <pic:spPr>
                    <a:xfrm rot="337493">
                      <a:off x="0" y="0"/>
                      <a:ext cx="2092404" cy="1569600"/>
                    </a:xfrm>
                    <a:prstGeom prst="rect">
                      <a:avLst/>
                    </a:prstGeom>
                    <a:effectLst>
                      <a:outerShdw blurRad="50800" dist="38100" dir="2700000" algn="tl" rotWithShape="0">
                        <a:prstClr val="black">
                          <a:alpha val="40000"/>
                        </a:prstClr>
                      </a:outerShdw>
                    </a:effectLst>
                  </pic:spPr>
                </pic:pic>
              </a:graphicData>
            </a:graphic>
            <wp14:sizeRelH relativeFrom="page">
              <wp14:pctWidth>0</wp14:pctWidth>
            </wp14:sizeRelH>
            <wp14:sizeRelV relativeFrom="page">
              <wp14:pctHeight>0</wp14:pctHeight>
            </wp14:sizeRelV>
          </wp:anchor>
        </w:drawing>
      </w:r>
      <w:r w:rsidR="00A55E12">
        <w:rPr>
          <w:b/>
          <w:sz w:val="44"/>
          <w:szCs w:val="44"/>
        </w:rPr>
        <w:t>Is it a bird…?</w:t>
      </w:r>
    </w:p>
    <w:p w:rsidR="00201AC2" w:rsidRDefault="00201AC2" w:rsidP="00201AC2">
      <w:pPr>
        <w:spacing w:after="180"/>
      </w:pPr>
    </w:p>
    <w:p w:rsidR="007C26E1" w:rsidRPr="002A4CBB" w:rsidRDefault="002A4CBB" w:rsidP="00201AC2">
      <w:pPr>
        <w:spacing w:after="180"/>
        <w:rPr>
          <w:b/>
        </w:rPr>
      </w:pPr>
      <w:r w:rsidRPr="002A4CBB">
        <w:rPr>
          <w:b/>
        </w:rPr>
        <w:t xml:space="preserve">Part </w:t>
      </w:r>
      <w:r w:rsidR="00A55E12">
        <w:rPr>
          <w:b/>
        </w:rPr>
        <w:t>2</w:t>
      </w:r>
      <w:r w:rsidRPr="002A4CBB">
        <w:rPr>
          <w:b/>
        </w:rPr>
        <w:t>: Bat</w:t>
      </w:r>
    </w:p>
    <w:p w:rsidR="00B6664F" w:rsidRDefault="00B6664F" w:rsidP="006263B0">
      <w:pPr>
        <w:spacing w:after="240"/>
      </w:pPr>
    </w:p>
    <w:p w:rsidR="00B6664F" w:rsidRDefault="006263B0" w:rsidP="006263B0">
      <w:pPr>
        <w:spacing w:after="240"/>
        <w:ind w:right="6616"/>
        <w:rPr>
          <w:szCs w:val="18"/>
        </w:rPr>
      </w:pPr>
      <w:r>
        <w:rPr>
          <w:szCs w:val="18"/>
        </w:rPr>
        <w:t>Some children talk about how to classify a bat.</w:t>
      </w:r>
    </w:p>
    <w:p w:rsidR="00E726E2" w:rsidRDefault="00E726E2" w:rsidP="006263B0">
      <w:pPr>
        <w:spacing w:after="240"/>
        <w:ind w:right="6616"/>
        <w:rPr>
          <w:szCs w:val="18"/>
        </w:rPr>
      </w:pPr>
    </w:p>
    <w:p w:rsidR="00E726E2" w:rsidRDefault="00420DE5" w:rsidP="006263B0">
      <w:pPr>
        <w:spacing w:after="240"/>
        <w:ind w:right="6616"/>
        <w:rPr>
          <w:szCs w:val="18"/>
        </w:rPr>
      </w:pPr>
      <w:r w:rsidRPr="00E726E2">
        <w:rPr>
          <w:noProof/>
          <w:szCs w:val="18"/>
          <w:lang w:eastAsia="en-GB"/>
        </w:rPr>
        <mc:AlternateContent>
          <mc:Choice Requires="wpg">
            <w:drawing>
              <wp:anchor distT="0" distB="0" distL="114300" distR="114300" simplePos="0" relativeHeight="251650048" behindDoc="0" locked="0" layoutInCell="1" allowOverlap="1" wp14:anchorId="046DB086" wp14:editId="7F19ABB7">
                <wp:simplePos x="0" y="0"/>
                <wp:positionH relativeFrom="margin">
                  <wp:posOffset>2950845</wp:posOffset>
                </wp:positionH>
                <wp:positionV relativeFrom="paragraph">
                  <wp:posOffset>1318895</wp:posOffset>
                </wp:positionV>
                <wp:extent cx="475615" cy="608965"/>
                <wp:effectExtent l="0" t="0" r="635" b="635"/>
                <wp:wrapNone/>
                <wp:docPr id="22" name="Group 22"/>
                <wp:cNvGraphicFramePr/>
                <a:graphic xmlns:a="http://schemas.openxmlformats.org/drawingml/2006/main">
                  <a:graphicData uri="http://schemas.microsoft.com/office/word/2010/wordprocessingGroup">
                    <wpg:wgp>
                      <wpg:cNvGrpSpPr/>
                      <wpg:grpSpPr>
                        <a:xfrm>
                          <a:off x="0" y="0"/>
                          <a:ext cx="475615" cy="608965"/>
                          <a:chOff x="0" y="0"/>
                          <a:chExt cx="475615" cy="609416"/>
                        </a:xfrm>
                      </wpg:grpSpPr>
                      <wps:wsp>
                        <wps:cNvPr id="23" name="Freeform 23"/>
                        <wps:cNvSpPr/>
                        <wps:spPr>
                          <a:xfrm>
                            <a:off x="0" y="295275"/>
                            <a:ext cx="475615" cy="314141"/>
                          </a:xfrm>
                          <a:custGeom>
                            <a:avLst/>
                            <a:gdLst>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28"/>
                              <a:gd name="connsiteY0" fmla="*/ 710852 h 710852"/>
                              <a:gd name="connsiteX1" fmla="*/ 537328 w 537328"/>
                              <a:gd name="connsiteY1" fmla="*/ 352633 h 710852"/>
                              <a:gd name="connsiteX2" fmla="*/ 9427 w 537328"/>
                              <a:gd name="connsiteY2" fmla="*/ 352633 h 710852"/>
                              <a:gd name="connsiteX3" fmla="*/ 9427 w 537328"/>
                              <a:gd name="connsiteY3" fmla="*/ 333780 h 710852"/>
                              <a:gd name="connsiteX0" fmla="*/ 0 w 537328"/>
                              <a:gd name="connsiteY0" fmla="*/ 1461154 h 1461154"/>
                              <a:gd name="connsiteX1" fmla="*/ 537328 w 537328"/>
                              <a:gd name="connsiteY1" fmla="*/ 1102935 h 1461154"/>
                              <a:gd name="connsiteX2" fmla="*/ 9427 w 537328"/>
                              <a:gd name="connsiteY2" fmla="*/ 1102935 h 1461154"/>
                              <a:gd name="connsiteX3" fmla="*/ 160256 w 537328"/>
                              <a:gd name="connsiteY3" fmla="*/ 0 h 1461154"/>
                              <a:gd name="connsiteX0" fmla="*/ 0 w 537328"/>
                              <a:gd name="connsiteY0" fmla="*/ 710853 h 710853"/>
                              <a:gd name="connsiteX1" fmla="*/ 537328 w 537328"/>
                              <a:gd name="connsiteY1" fmla="*/ 352634 h 710853"/>
                              <a:gd name="connsiteX2" fmla="*/ 9427 w 537328"/>
                              <a:gd name="connsiteY2" fmla="*/ 352634 h 710853"/>
                              <a:gd name="connsiteX0" fmla="*/ 0 w 537328"/>
                              <a:gd name="connsiteY0" fmla="*/ 836552 h 836552"/>
                              <a:gd name="connsiteX1" fmla="*/ 537328 w 537328"/>
                              <a:gd name="connsiteY1" fmla="*/ 478333 h 836552"/>
                              <a:gd name="connsiteX2" fmla="*/ 9427 w 537328"/>
                              <a:gd name="connsiteY2" fmla="*/ 478333 h 836552"/>
                              <a:gd name="connsiteX0" fmla="*/ 0 w 537328"/>
                              <a:gd name="connsiteY0" fmla="*/ 737239 h 737239"/>
                              <a:gd name="connsiteX1" fmla="*/ 537328 w 537328"/>
                              <a:gd name="connsiteY1" fmla="*/ 379020 h 737239"/>
                              <a:gd name="connsiteX2" fmla="*/ 9427 w 537328"/>
                              <a:gd name="connsiteY2" fmla="*/ 379020 h 737239"/>
                              <a:gd name="connsiteX0" fmla="*/ 527957 w 527957"/>
                              <a:gd name="connsiteY0" fmla="*/ 379020 h 379020"/>
                              <a:gd name="connsiteX1" fmla="*/ 56 w 527957"/>
                              <a:gd name="connsiteY1" fmla="*/ 379020 h 379020"/>
                              <a:gd name="connsiteX0" fmla="*/ 527957 w 527957"/>
                              <a:gd name="connsiteY0" fmla="*/ 390136 h 390136"/>
                              <a:gd name="connsiteX1" fmla="*/ 56 w 527957"/>
                              <a:gd name="connsiteY1" fmla="*/ 390136 h 390136"/>
                              <a:gd name="connsiteX0" fmla="*/ 527901 w 527901"/>
                              <a:gd name="connsiteY0" fmla="*/ 438358 h 438358"/>
                              <a:gd name="connsiteX1" fmla="*/ 0 w 527901"/>
                              <a:gd name="connsiteY1" fmla="*/ 438358 h 438358"/>
                              <a:gd name="connsiteX0" fmla="*/ 527901 w 527901"/>
                              <a:gd name="connsiteY0" fmla="*/ 438358 h 438358"/>
                              <a:gd name="connsiteX1" fmla="*/ 0 w 527901"/>
                              <a:gd name="connsiteY1" fmla="*/ 438358 h 438358"/>
                              <a:gd name="connsiteX2" fmla="*/ 527901 w 527901"/>
                              <a:gd name="connsiteY2" fmla="*/ 438358 h 438358"/>
                            </a:gdLst>
                            <a:ahLst/>
                            <a:cxnLst>
                              <a:cxn ang="0">
                                <a:pos x="connsiteX0" y="connsiteY0"/>
                              </a:cxn>
                              <a:cxn ang="0">
                                <a:pos x="connsiteX1" y="connsiteY1"/>
                              </a:cxn>
                              <a:cxn ang="0">
                                <a:pos x="connsiteX2" y="connsiteY2"/>
                              </a:cxn>
                            </a:cxnLst>
                            <a:rect l="l" t="t" r="r" b="b"/>
                            <a:pathLst>
                              <a:path w="527901" h="438358">
                                <a:moveTo>
                                  <a:pt x="527901" y="438358"/>
                                </a:moveTo>
                                <a:cubicBezTo>
                                  <a:pt x="520044" y="-139818"/>
                                  <a:pt x="3142" y="-152389"/>
                                  <a:pt x="0" y="438358"/>
                                </a:cubicBezTo>
                                <a:lnTo>
                                  <a:pt x="527901" y="438358"/>
                                </a:lnTo>
                                <a:close/>
                              </a:path>
                            </a:pathLst>
                          </a:custGeom>
                          <a:solidFill>
                            <a:schemeClr val="bg1">
                              <a:lumMod val="7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24" name="Oval 24"/>
                        <wps:cNvSpPr/>
                        <wps:spPr>
                          <a:xfrm>
                            <a:off x="66675" y="0"/>
                            <a:ext cx="348218" cy="343448"/>
                          </a:xfrm>
                          <a:prstGeom prst="ellipse">
                            <a:avLst/>
                          </a:prstGeom>
                          <a:solidFill>
                            <a:schemeClr val="bg1">
                              <a:lumMod val="7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wg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group w14:anchorId="44ADC66D" id="Group 22" o:spid="_x0000_s1026" style="position:absolute;margin-left:232.35pt;margin-top:103.85pt;width:37.45pt;height:47.95pt;z-index:251650048;mso-position-horizontal-relative:margin;mso-width-relative:margin;mso-height-relative:margin" coordsize="4756,609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">
                <v:shape id="Freeform 23" o:spid="_x0000_s1027" style="position:absolute;top:2952;width:4756;height:3142;visibility:visible;mso-wrap-style:square;v-text-anchor:middle" coordsize="527901,4383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" path="m527901,438358c520044,-139818,3142,-152389,,438358r527901,xe" fillcolor="#bfbfbf [2412]" stroked="f" strokeweight="1pt">
                  <v:path arrowok="t" o:connecttype="custom" o:connectlocs="475615,314141;0,314141;475615,314141" o:connectangles="0,0,0"/>
                </v:shape>
                <v:oval id="Oval 24" o:spid="_x0000_s1028" style="position:absolute;left:666;width:3482;height:343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" fillcolor="#bfbfbf [2412]" stroked="f" strokeweight="1pt"/>
                <w10:wrap anchorx="margin"/>
              </v:group>
            </w:pict>
          </mc:Fallback>
        </mc:AlternateContent>
      </w:r>
      <w:r w:rsidRPr="00E726E2">
        <w:rPr>
          <w:noProof/>
          <w:szCs w:val="18"/>
          <w:lang w:eastAsia="en-GB"/>
        </w:rPr>
        <mc:AlternateContent>
          <mc:Choice Requires="wpg">
            <w:drawing>
              <wp:anchor distT="0" distB="0" distL="114300" distR="114300" simplePos="0" relativeHeight="251648000" behindDoc="0" locked="0" layoutInCell="1" allowOverlap="1" wp14:anchorId="7633A1B0" wp14:editId="35CECAB5">
                <wp:simplePos x="0" y="0"/>
                <wp:positionH relativeFrom="margin">
                  <wp:posOffset>2132330</wp:posOffset>
                </wp:positionH>
                <wp:positionV relativeFrom="paragraph">
                  <wp:posOffset>1275715</wp:posOffset>
                </wp:positionV>
                <wp:extent cx="475615" cy="611505"/>
                <wp:effectExtent l="0" t="0" r="635" b="0"/>
                <wp:wrapNone/>
                <wp:docPr id="80" name="Group 8"/>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a:xfrm>
                          <a:off x="0" y="0"/>
                          <a:ext cx="475615" cy="611505"/>
                          <a:chOff x="0" y="0"/>
                          <a:chExt cx="527901" cy="688156"/>
                        </a:xfrm>
                      </wpg:grpSpPr>
                      <wps:wsp>
                        <wps:cNvPr id="81" name="Freeform 81"/>
                        <wps:cNvSpPr/>
                        <wps:spPr>
                          <a:xfrm>
                            <a:off x="0" y="334638"/>
                            <a:ext cx="527901" cy="353518"/>
                          </a:xfrm>
                          <a:custGeom>
                            <a:avLst/>
                            <a:gdLst>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28"/>
                              <a:gd name="connsiteY0" fmla="*/ 710852 h 710852"/>
                              <a:gd name="connsiteX1" fmla="*/ 537328 w 537328"/>
                              <a:gd name="connsiteY1" fmla="*/ 352633 h 710852"/>
                              <a:gd name="connsiteX2" fmla="*/ 9427 w 537328"/>
                              <a:gd name="connsiteY2" fmla="*/ 352633 h 710852"/>
                              <a:gd name="connsiteX3" fmla="*/ 9427 w 537328"/>
                              <a:gd name="connsiteY3" fmla="*/ 333780 h 710852"/>
                              <a:gd name="connsiteX0" fmla="*/ 0 w 537328"/>
                              <a:gd name="connsiteY0" fmla="*/ 1461154 h 1461154"/>
                              <a:gd name="connsiteX1" fmla="*/ 537328 w 537328"/>
                              <a:gd name="connsiteY1" fmla="*/ 1102935 h 1461154"/>
                              <a:gd name="connsiteX2" fmla="*/ 9427 w 537328"/>
                              <a:gd name="connsiteY2" fmla="*/ 1102935 h 1461154"/>
                              <a:gd name="connsiteX3" fmla="*/ 160256 w 537328"/>
                              <a:gd name="connsiteY3" fmla="*/ 0 h 1461154"/>
                              <a:gd name="connsiteX0" fmla="*/ 0 w 537328"/>
                              <a:gd name="connsiteY0" fmla="*/ 710853 h 710853"/>
                              <a:gd name="connsiteX1" fmla="*/ 537328 w 537328"/>
                              <a:gd name="connsiteY1" fmla="*/ 352634 h 710853"/>
                              <a:gd name="connsiteX2" fmla="*/ 9427 w 537328"/>
                              <a:gd name="connsiteY2" fmla="*/ 352634 h 710853"/>
                              <a:gd name="connsiteX0" fmla="*/ 0 w 537328"/>
                              <a:gd name="connsiteY0" fmla="*/ 836552 h 836552"/>
                              <a:gd name="connsiteX1" fmla="*/ 537328 w 537328"/>
                              <a:gd name="connsiteY1" fmla="*/ 478333 h 836552"/>
                              <a:gd name="connsiteX2" fmla="*/ 9427 w 537328"/>
                              <a:gd name="connsiteY2" fmla="*/ 478333 h 836552"/>
                              <a:gd name="connsiteX0" fmla="*/ 0 w 537328"/>
                              <a:gd name="connsiteY0" fmla="*/ 737239 h 737239"/>
                              <a:gd name="connsiteX1" fmla="*/ 537328 w 537328"/>
                              <a:gd name="connsiteY1" fmla="*/ 379020 h 737239"/>
                              <a:gd name="connsiteX2" fmla="*/ 9427 w 537328"/>
                              <a:gd name="connsiteY2" fmla="*/ 379020 h 737239"/>
                              <a:gd name="connsiteX0" fmla="*/ 527957 w 527957"/>
                              <a:gd name="connsiteY0" fmla="*/ 379020 h 379020"/>
                              <a:gd name="connsiteX1" fmla="*/ 56 w 527957"/>
                              <a:gd name="connsiteY1" fmla="*/ 379020 h 379020"/>
                              <a:gd name="connsiteX0" fmla="*/ 527957 w 527957"/>
                              <a:gd name="connsiteY0" fmla="*/ 390136 h 390136"/>
                              <a:gd name="connsiteX1" fmla="*/ 56 w 527957"/>
                              <a:gd name="connsiteY1" fmla="*/ 390136 h 390136"/>
                              <a:gd name="connsiteX0" fmla="*/ 527901 w 527901"/>
                              <a:gd name="connsiteY0" fmla="*/ 438358 h 438358"/>
                              <a:gd name="connsiteX1" fmla="*/ 0 w 527901"/>
                              <a:gd name="connsiteY1" fmla="*/ 438358 h 438358"/>
                              <a:gd name="connsiteX0" fmla="*/ 527901 w 527901"/>
                              <a:gd name="connsiteY0" fmla="*/ 438358 h 438358"/>
                              <a:gd name="connsiteX1" fmla="*/ 0 w 527901"/>
                              <a:gd name="connsiteY1" fmla="*/ 438358 h 438358"/>
                              <a:gd name="connsiteX2" fmla="*/ 527901 w 527901"/>
                              <a:gd name="connsiteY2" fmla="*/ 438358 h 438358"/>
                            </a:gdLst>
                            <a:ahLst/>
                            <a:cxnLst>
                              <a:cxn ang="0">
                                <a:pos x="connsiteX0" y="connsiteY0"/>
                              </a:cxn>
                              <a:cxn ang="0">
                                <a:pos x="connsiteX1" y="connsiteY1"/>
                              </a:cxn>
                              <a:cxn ang="0">
                                <a:pos x="connsiteX2" y="connsiteY2"/>
                              </a:cxn>
                            </a:cxnLst>
                            <a:rect l="l" t="t" r="r" b="b"/>
                            <a:pathLst>
                              <a:path w="527901" h="438358">
                                <a:moveTo>
                                  <a:pt x="527901" y="438358"/>
                                </a:moveTo>
                                <a:cubicBezTo>
                                  <a:pt x="520044" y="-139818"/>
                                  <a:pt x="3142" y="-152389"/>
                                  <a:pt x="0" y="438358"/>
                                </a:cubicBezTo>
                                <a:lnTo>
                                  <a:pt x="527901" y="438358"/>
                                </a:lnTo>
                                <a:close/>
                              </a:path>
                            </a:pathLst>
                          </a:custGeom>
                          <a:solidFill>
                            <a:schemeClr val="bg1">
                              <a:lumMod val="8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82" name="Oval 82"/>
                        <wps:cNvSpPr/>
                        <wps:spPr>
                          <a:xfrm>
                            <a:off x="70701" y="0"/>
                            <a:ext cx="386499" cy="386499"/>
                          </a:xfrm>
                          <a:prstGeom prst="ellipse">
                            <a:avLst/>
                          </a:prstGeom>
                          <a:solidFill>
                            <a:schemeClr val="bg1">
                              <a:lumMod val="8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wg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group w14:anchorId="5A566814" id="Group 8" o:spid="_x0000_s1026" style="position:absolute;margin-left:167.9pt;margin-top:100.45pt;width:37.45pt;height:48.15pt;z-index:251648000;mso-position-horizontal-relative:margin;mso-width-relative:margin;mso-height-relative:margin" coordsize="5279,68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">
                <o:lock v:ext="edit" aspectratio="t"/>
                <v:shape id="Freeform 81" o:spid="_x0000_s1027" style="position:absolute;top:3346;width:5279;height:3535;visibility:visible;mso-wrap-style:square;v-text-anchor:middle" coordsize="527901,4383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" path="m527901,438358c520044,-139818,3142,-152389,,438358r527901,xe" fillcolor="#d8d8d8 [2732]" stroked="f" strokeweight="1pt">
                  <v:path arrowok="t" o:connecttype="custom" o:connectlocs="527901,353518;0,353518;527901,353518" o:connectangles="0,0,0"/>
                </v:shape>
                <v:oval id="Oval 82" o:spid="_x0000_s1028" style="position:absolute;left:707;width:3865;height:386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" fillcolor="#d8d8d8 [2732]" stroked="f" strokeweight="1pt"/>
                <w10:wrap anchorx="margin"/>
              </v:group>
            </w:pict>
          </mc:Fallback>
        </mc:AlternateContent>
      </w:r>
      <w:r w:rsidRPr="00E726E2">
        <w:rPr>
          <w:noProof/>
          <w:szCs w:val="18"/>
          <w:lang w:eastAsia="en-GB"/>
        </w:rPr>
        <mc:AlternateContent>
          <mc:Choice Requires="wps">
            <w:drawing>
              <wp:anchor distT="0" distB="0" distL="114300" distR="114300" simplePos="0" relativeHeight="251646976" behindDoc="0" locked="0" layoutInCell="1" allowOverlap="1" wp14:anchorId="18953611" wp14:editId="2F47EF1C">
                <wp:simplePos x="0" y="0"/>
                <wp:positionH relativeFrom="margin">
                  <wp:posOffset>449580</wp:posOffset>
                </wp:positionH>
                <wp:positionV relativeFrom="paragraph">
                  <wp:posOffset>195580</wp:posOffset>
                </wp:positionV>
                <wp:extent cx="1633855" cy="1079500"/>
                <wp:effectExtent l="0" t="0" r="252095" b="25400"/>
                <wp:wrapNone/>
                <wp:docPr id="11" name="Rounded Rectangular Callout 6"/>
                <wp:cNvGraphicFramePr/>
                <a:graphic xmlns:a="http://schemas.openxmlformats.org/drawingml/2006/main">
                  <a:graphicData uri="http://schemas.microsoft.com/office/word/2010/wordprocessingShape">
                    <wps:wsp>
                      <wps:cNvSpPr/>
                      <wps:spPr>
                        <a:xfrm>
                          <a:off x="0" y="0"/>
                          <a:ext cx="1633855" cy="1079500"/>
                        </a:xfrm>
                        <a:prstGeom prst="wedgeRoundRectCallout">
                          <a:avLst>
                            <a:gd name="adj1" fmla="val 63896"/>
                            <a:gd name="adj2" fmla="val 27772"/>
                            <a:gd name="adj3" fmla="val 16667"/>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E726E2" w:rsidRPr="00A534C5" w:rsidRDefault="00071D74" w:rsidP="00E726E2">
                            <w:pPr>
                              <w:spacing w:after="120"/>
                              <w:jc w:val="center"/>
                            </w:pPr>
                            <w:r>
                              <w:rPr>
                                <w:rFonts w:cstheme="minorBidi"/>
                                <w:b/>
                                <w:bCs/>
                                <w:color w:val="000000" w:themeColor="text1"/>
                                <w:kern w:val="24"/>
                              </w:rPr>
                              <w:t>Calvin</w:t>
                            </w:r>
                          </w:p>
                          <w:p w:rsidR="00E726E2" w:rsidRPr="00C675D8" w:rsidRDefault="00071D74" w:rsidP="00071D74">
                            <w:pPr>
                              <w:jc w:val="center"/>
                              <w:rPr>
                                <w:rFonts w:cstheme="minorBidi"/>
                                <w:color w:val="000000" w:themeColor="text1"/>
                                <w:kern w:val="24"/>
                              </w:rPr>
                            </w:pPr>
                            <w:r>
                              <w:rPr>
                                <w:rFonts w:cstheme="minorBidi"/>
                                <w:color w:val="000000" w:themeColor="text1"/>
                                <w:kern w:val="24"/>
                              </w:rPr>
                              <w:t>A bat must be a bird because it can fly.</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18953611" id="_x0000_s1030" type="#_x0000_t62" style="position:absolute;margin-left:35.4pt;margin-top:15.4pt;width:128.65pt;height:85pt;z-index:2516469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" adj="24602,16799" filled="f" strokecolor="black [3213]" strokeweight="1pt">
                <v:textbox>
                  <w:txbxContent>
                    <w:p w:rsidR="00E726E2" w:rsidRPr="00A534C5" w:rsidRDefault="00071D74" w:rsidP="00E726E2">
                      <w:pPr>
                        <w:spacing w:after="120"/>
                        <w:jc w:val="center"/>
                      </w:pPr>
                      <w:r>
                        <w:rPr>
                          <w:rFonts w:cstheme="minorBidi"/>
                          <w:b/>
                          <w:bCs/>
                          <w:color w:val="000000" w:themeColor="text1"/>
                          <w:kern w:val="24"/>
                        </w:rPr>
                        <w:t>Calvin</w:t>
                      </w:r>
                    </w:p>
                    <w:p w:rsidR="00E726E2" w:rsidRPr="00C675D8" w:rsidRDefault="00071D74" w:rsidP="00071D74">
                      <w:pPr>
                        <w:jc w:val="center"/>
                        <w:rPr>
                          <w:rFonts w:cstheme="minorBidi"/>
                          <w:color w:val="000000" w:themeColor="text1"/>
                          <w:kern w:val="24"/>
                        </w:rPr>
                      </w:pPr>
                      <w:r>
                        <w:rPr>
                          <w:rFonts w:cstheme="minorBidi"/>
                          <w:color w:val="000000" w:themeColor="text1"/>
                          <w:kern w:val="24"/>
                        </w:rPr>
                        <w:t>A bat must be a bird because it can fly.</w:t>
                      </w:r>
                    </w:p>
                  </w:txbxContent>
                </v:textbox>
                <w10:wrap anchorx="margin"/>
              </v:shape>
            </w:pict>
          </mc:Fallback>
        </mc:AlternateContent>
      </w:r>
      <w:r w:rsidRPr="00E726E2">
        <w:rPr>
          <w:noProof/>
          <w:szCs w:val="18"/>
          <w:lang w:eastAsia="en-GB"/>
        </w:rPr>
        <mc:AlternateContent>
          <mc:Choice Requires="wps">
            <w:drawing>
              <wp:anchor distT="0" distB="0" distL="114300" distR="114300" simplePos="0" relativeHeight="251653120" behindDoc="0" locked="0" layoutInCell="1" allowOverlap="1" wp14:anchorId="1ECA9EE4" wp14:editId="5E3E56CF">
                <wp:simplePos x="0" y="0"/>
                <wp:positionH relativeFrom="margin">
                  <wp:posOffset>3436620</wp:posOffset>
                </wp:positionH>
                <wp:positionV relativeFrom="paragraph">
                  <wp:posOffset>134620</wp:posOffset>
                </wp:positionV>
                <wp:extent cx="1543050" cy="1079500"/>
                <wp:effectExtent l="342900" t="0" r="19050" b="25400"/>
                <wp:wrapNone/>
                <wp:docPr id="25" name="Rounded Rectangular Callout 6"/>
                <wp:cNvGraphicFramePr/>
                <a:graphic xmlns:a="http://schemas.openxmlformats.org/drawingml/2006/main">
                  <a:graphicData uri="http://schemas.microsoft.com/office/word/2010/wordprocessingShape">
                    <wps:wsp>
                      <wps:cNvSpPr/>
                      <wps:spPr>
                        <a:xfrm flipH="1">
                          <a:off x="0" y="0"/>
                          <a:ext cx="1543050" cy="1079500"/>
                        </a:xfrm>
                        <a:prstGeom prst="wedgeRoundRectCallout">
                          <a:avLst>
                            <a:gd name="adj1" fmla="val 71827"/>
                            <a:gd name="adj2" fmla="val 35316"/>
                            <a:gd name="adj3" fmla="val 16667"/>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E726E2" w:rsidRPr="00A534C5" w:rsidRDefault="00071D74" w:rsidP="00E726E2">
                            <w:pPr>
                              <w:spacing w:after="120"/>
                              <w:jc w:val="center"/>
                            </w:pPr>
                            <w:r>
                              <w:rPr>
                                <w:rFonts w:cstheme="minorBidi"/>
                                <w:b/>
                                <w:bCs/>
                                <w:color w:val="000000" w:themeColor="text1"/>
                                <w:kern w:val="24"/>
                              </w:rPr>
                              <w:t>Ellie</w:t>
                            </w:r>
                          </w:p>
                          <w:p w:rsidR="00E726E2" w:rsidRPr="00C675D8" w:rsidRDefault="00071D74" w:rsidP="00071D74">
                            <w:pPr>
                              <w:jc w:val="center"/>
                              <w:rPr>
                                <w:rFonts w:cstheme="minorBidi"/>
                                <w:color w:val="000000" w:themeColor="text1"/>
                                <w:kern w:val="24"/>
                              </w:rPr>
                            </w:pPr>
                            <w:r>
                              <w:rPr>
                                <w:rFonts w:cstheme="minorBidi"/>
                                <w:color w:val="000000" w:themeColor="text1"/>
                                <w:kern w:val="24"/>
                              </w:rPr>
                              <w:t>I think it’s a bird because it has wings.</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1ECA9EE4" id="_x0000_s1031" type="#_x0000_t62" style="position:absolute;margin-left:270.6pt;margin-top:10.6pt;width:121.5pt;height:85pt;flip:x;z-index:2516531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" adj="26315,18428" filled="f" strokecolor="black [3213]" strokeweight="1pt">
                <v:textbox>
                  <w:txbxContent>
                    <w:p w:rsidR="00E726E2" w:rsidRPr="00A534C5" w:rsidRDefault="00071D74" w:rsidP="00E726E2">
                      <w:pPr>
                        <w:spacing w:after="120"/>
                        <w:jc w:val="center"/>
                      </w:pPr>
                      <w:r>
                        <w:rPr>
                          <w:rFonts w:cstheme="minorBidi"/>
                          <w:b/>
                          <w:bCs/>
                          <w:color w:val="000000" w:themeColor="text1"/>
                          <w:kern w:val="24"/>
                        </w:rPr>
                        <w:t>Ellie</w:t>
                      </w:r>
                    </w:p>
                    <w:p w:rsidR="00E726E2" w:rsidRPr="00C675D8" w:rsidRDefault="00071D74" w:rsidP="00071D74">
                      <w:pPr>
                        <w:jc w:val="center"/>
                        <w:rPr>
                          <w:rFonts w:cstheme="minorBidi"/>
                          <w:color w:val="000000" w:themeColor="text1"/>
                          <w:kern w:val="24"/>
                        </w:rPr>
                      </w:pPr>
                      <w:r>
                        <w:rPr>
                          <w:rFonts w:cstheme="minorBidi"/>
                          <w:color w:val="000000" w:themeColor="text1"/>
                          <w:kern w:val="24"/>
                        </w:rPr>
                        <w:t>I think it’s a bird because it has wings.</w:t>
                      </w:r>
                    </w:p>
                  </w:txbxContent>
                </v:textbox>
                <w10:wrap anchorx="margin"/>
              </v:shape>
            </w:pict>
          </mc:Fallback>
        </mc:AlternateContent>
      </w:r>
    </w:p>
    <w:p w:rsidR="00E726E2" w:rsidRDefault="00E726E2" w:rsidP="006263B0">
      <w:pPr>
        <w:spacing w:after="240"/>
        <w:ind w:right="6616"/>
        <w:rPr>
          <w:szCs w:val="18"/>
        </w:rPr>
      </w:pPr>
    </w:p>
    <w:p w:rsidR="00E726E2" w:rsidRDefault="001F7CD6" w:rsidP="006263B0">
      <w:pPr>
        <w:spacing w:after="240"/>
        <w:ind w:right="6616"/>
        <w:rPr>
          <w:szCs w:val="18"/>
        </w:rPr>
      </w:pPr>
      <w:r w:rsidRPr="00E726E2">
        <w:rPr>
          <w:noProof/>
          <w:szCs w:val="18"/>
          <w:lang w:eastAsia="en-GB"/>
        </w:rPr>
        <mc:AlternateContent>
          <mc:Choice Requires="wpg">
            <w:drawing>
              <wp:anchor distT="0" distB="0" distL="114300" distR="114300" simplePos="0" relativeHeight="251644928" behindDoc="0" locked="0" layoutInCell="1" allowOverlap="1" wp14:anchorId="0769BEB7" wp14:editId="7EC6316B">
                <wp:simplePos x="0" y="0"/>
                <wp:positionH relativeFrom="margin">
                  <wp:posOffset>2328545</wp:posOffset>
                </wp:positionH>
                <wp:positionV relativeFrom="paragraph">
                  <wp:posOffset>269875</wp:posOffset>
                </wp:positionV>
                <wp:extent cx="475615" cy="611505"/>
                <wp:effectExtent l="0" t="0" r="635" b="0"/>
                <wp:wrapNone/>
                <wp:docPr id="19" name="Group 8"/>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a:xfrm>
                          <a:off x="0" y="0"/>
                          <a:ext cx="475615" cy="611505"/>
                          <a:chOff x="0" y="0"/>
                          <a:chExt cx="527901" cy="688156"/>
                        </a:xfrm>
                      </wpg:grpSpPr>
                      <wps:wsp>
                        <wps:cNvPr id="20" name="Freeform 20"/>
                        <wps:cNvSpPr/>
                        <wps:spPr>
                          <a:xfrm>
                            <a:off x="0" y="334638"/>
                            <a:ext cx="527901" cy="353518"/>
                          </a:xfrm>
                          <a:custGeom>
                            <a:avLst/>
                            <a:gdLst>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28"/>
                              <a:gd name="connsiteY0" fmla="*/ 710852 h 710852"/>
                              <a:gd name="connsiteX1" fmla="*/ 537328 w 537328"/>
                              <a:gd name="connsiteY1" fmla="*/ 352633 h 710852"/>
                              <a:gd name="connsiteX2" fmla="*/ 9427 w 537328"/>
                              <a:gd name="connsiteY2" fmla="*/ 352633 h 710852"/>
                              <a:gd name="connsiteX3" fmla="*/ 9427 w 537328"/>
                              <a:gd name="connsiteY3" fmla="*/ 333780 h 710852"/>
                              <a:gd name="connsiteX0" fmla="*/ 0 w 537328"/>
                              <a:gd name="connsiteY0" fmla="*/ 1461154 h 1461154"/>
                              <a:gd name="connsiteX1" fmla="*/ 537328 w 537328"/>
                              <a:gd name="connsiteY1" fmla="*/ 1102935 h 1461154"/>
                              <a:gd name="connsiteX2" fmla="*/ 9427 w 537328"/>
                              <a:gd name="connsiteY2" fmla="*/ 1102935 h 1461154"/>
                              <a:gd name="connsiteX3" fmla="*/ 160256 w 537328"/>
                              <a:gd name="connsiteY3" fmla="*/ 0 h 1461154"/>
                              <a:gd name="connsiteX0" fmla="*/ 0 w 537328"/>
                              <a:gd name="connsiteY0" fmla="*/ 710853 h 710853"/>
                              <a:gd name="connsiteX1" fmla="*/ 537328 w 537328"/>
                              <a:gd name="connsiteY1" fmla="*/ 352634 h 710853"/>
                              <a:gd name="connsiteX2" fmla="*/ 9427 w 537328"/>
                              <a:gd name="connsiteY2" fmla="*/ 352634 h 710853"/>
                              <a:gd name="connsiteX0" fmla="*/ 0 w 537328"/>
                              <a:gd name="connsiteY0" fmla="*/ 836552 h 836552"/>
                              <a:gd name="connsiteX1" fmla="*/ 537328 w 537328"/>
                              <a:gd name="connsiteY1" fmla="*/ 478333 h 836552"/>
                              <a:gd name="connsiteX2" fmla="*/ 9427 w 537328"/>
                              <a:gd name="connsiteY2" fmla="*/ 478333 h 836552"/>
                              <a:gd name="connsiteX0" fmla="*/ 0 w 537328"/>
                              <a:gd name="connsiteY0" fmla="*/ 737239 h 737239"/>
                              <a:gd name="connsiteX1" fmla="*/ 537328 w 537328"/>
                              <a:gd name="connsiteY1" fmla="*/ 379020 h 737239"/>
                              <a:gd name="connsiteX2" fmla="*/ 9427 w 537328"/>
                              <a:gd name="connsiteY2" fmla="*/ 379020 h 737239"/>
                              <a:gd name="connsiteX0" fmla="*/ 527957 w 527957"/>
                              <a:gd name="connsiteY0" fmla="*/ 379020 h 379020"/>
                              <a:gd name="connsiteX1" fmla="*/ 56 w 527957"/>
                              <a:gd name="connsiteY1" fmla="*/ 379020 h 379020"/>
                              <a:gd name="connsiteX0" fmla="*/ 527957 w 527957"/>
                              <a:gd name="connsiteY0" fmla="*/ 390136 h 390136"/>
                              <a:gd name="connsiteX1" fmla="*/ 56 w 527957"/>
                              <a:gd name="connsiteY1" fmla="*/ 390136 h 390136"/>
                              <a:gd name="connsiteX0" fmla="*/ 527901 w 527901"/>
                              <a:gd name="connsiteY0" fmla="*/ 438358 h 438358"/>
                              <a:gd name="connsiteX1" fmla="*/ 0 w 527901"/>
                              <a:gd name="connsiteY1" fmla="*/ 438358 h 438358"/>
                              <a:gd name="connsiteX0" fmla="*/ 527901 w 527901"/>
                              <a:gd name="connsiteY0" fmla="*/ 438358 h 438358"/>
                              <a:gd name="connsiteX1" fmla="*/ 0 w 527901"/>
                              <a:gd name="connsiteY1" fmla="*/ 438358 h 438358"/>
                              <a:gd name="connsiteX2" fmla="*/ 527901 w 527901"/>
                              <a:gd name="connsiteY2" fmla="*/ 438358 h 438358"/>
                            </a:gdLst>
                            <a:ahLst/>
                            <a:cxnLst>
                              <a:cxn ang="0">
                                <a:pos x="connsiteX0" y="connsiteY0"/>
                              </a:cxn>
                              <a:cxn ang="0">
                                <a:pos x="connsiteX1" y="connsiteY1"/>
                              </a:cxn>
                              <a:cxn ang="0">
                                <a:pos x="connsiteX2" y="connsiteY2"/>
                              </a:cxn>
                            </a:cxnLst>
                            <a:rect l="l" t="t" r="r" b="b"/>
                            <a:pathLst>
                              <a:path w="527901" h="438358">
                                <a:moveTo>
                                  <a:pt x="527901" y="438358"/>
                                </a:moveTo>
                                <a:cubicBezTo>
                                  <a:pt x="520044" y="-139818"/>
                                  <a:pt x="3142" y="-152389"/>
                                  <a:pt x="0" y="438358"/>
                                </a:cubicBezTo>
                                <a:lnTo>
                                  <a:pt x="527901" y="438358"/>
                                </a:lnTo>
                                <a:close/>
                              </a:path>
                            </a:pathLst>
                          </a:custGeom>
                          <a:solidFill>
                            <a:schemeClr val="bg1">
                              <a:lumMod val="6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21" name="Oval 21"/>
                        <wps:cNvSpPr/>
                        <wps:spPr>
                          <a:xfrm>
                            <a:off x="70701" y="0"/>
                            <a:ext cx="386499" cy="386499"/>
                          </a:xfrm>
                          <a:prstGeom prst="ellipse">
                            <a:avLst/>
                          </a:prstGeom>
                          <a:solidFill>
                            <a:schemeClr val="bg1">
                              <a:lumMod val="6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wg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group w14:anchorId="1B46A755" id="Group 8" o:spid="_x0000_s1026" style="position:absolute;margin-left:183.35pt;margin-top:21.25pt;width:37.45pt;height:48.15pt;z-index:251644928;mso-position-horizontal-relative:margin;mso-width-relative:margin;mso-height-relative:margin" coordsize="5279,68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">
                <o:lock v:ext="edit" aspectratio="t"/>
                <v:shape id="Freeform 20" o:spid="_x0000_s1027" style="position:absolute;top:3346;width:5279;height:3535;visibility:visible;mso-wrap-style:square;v-text-anchor:middle" coordsize="527901,4383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" path="m527901,438358c520044,-139818,3142,-152389,,438358r527901,xe" fillcolor="#a5a5a5 [2092]" stroked="f" strokeweight="1pt">
                  <v:path arrowok="t" o:connecttype="custom" o:connectlocs="527901,353518;0,353518;527901,353518" o:connectangles="0,0,0"/>
                </v:shape>
                <v:oval id="Oval 21" o:spid="_x0000_s1028" style="position:absolute;left:707;width:3865;height:386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" fillcolor="#a5a5a5 [2092]" stroked="f" strokeweight="1pt"/>
                <w10:wrap anchorx="margin"/>
              </v:group>
            </w:pict>
          </mc:Fallback>
        </mc:AlternateContent>
      </w:r>
    </w:p>
    <w:p w:rsidR="00E726E2" w:rsidRDefault="001F7CD6" w:rsidP="006263B0">
      <w:pPr>
        <w:spacing w:after="240"/>
        <w:ind w:right="6616"/>
        <w:rPr>
          <w:szCs w:val="18"/>
        </w:rPr>
      </w:pPr>
      <w:r w:rsidRPr="00E726E2">
        <w:rPr>
          <w:noProof/>
          <w:szCs w:val="18"/>
          <w:lang w:eastAsia="en-GB"/>
        </w:rPr>
        <mc:AlternateContent>
          <mc:Choice Requires="wpg">
            <w:drawing>
              <wp:anchor distT="0" distB="0" distL="114300" distR="114300" simplePos="0" relativeHeight="251645952" behindDoc="0" locked="0" layoutInCell="1" allowOverlap="1" wp14:anchorId="1462C5E4" wp14:editId="2C4E8496">
                <wp:simplePos x="0" y="0"/>
                <wp:positionH relativeFrom="margin">
                  <wp:posOffset>2669540</wp:posOffset>
                </wp:positionH>
                <wp:positionV relativeFrom="paragraph">
                  <wp:posOffset>143510</wp:posOffset>
                </wp:positionV>
                <wp:extent cx="475615" cy="611505"/>
                <wp:effectExtent l="0" t="0" r="635" b="0"/>
                <wp:wrapNone/>
                <wp:docPr id="30" name="Group 8"/>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a:xfrm>
                          <a:off x="0" y="0"/>
                          <a:ext cx="475615" cy="611505"/>
                          <a:chOff x="0" y="0"/>
                          <a:chExt cx="527901" cy="688156"/>
                        </a:xfrm>
                      </wpg:grpSpPr>
                      <wps:wsp>
                        <wps:cNvPr id="31" name="Freeform 31"/>
                        <wps:cNvSpPr/>
                        <wps:spPr>
                          <a:xfrm>
                            <a:off x="0" y="334638"/>
                            <a:ext cx="527901" cy="353518"/>
                          </a:xfrm>
                          <a:custGeom>
                            <a:avLst/>
                            <a:gdLst>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28"/>
                              <a:gd name="connsiteY0" fmla="*/ 710852 h 710852"/>
                              <a:gd name="connsiteX1" fmla="*/ 537328 w 537328"/>
                              <a:gd name="connsiteY1" fmla="*/ 352633 h 710852"/>
                              <a:gd name="connsiteX2" fmla="*/ 9427 w 537328"/>
                              <a:gd name="connsiteY2" fmla="*/ 352633 h 710852"/>
                              <a:gd name="connsiteX3" fmla="*/ 9427 w 537328"/>
                              <a:gd name="connsiteY3" fmla="*/ 333780 h 710852"/>
                              <a:gd name="connsiteX0" fmla="*/ 0 w 537328"/>
                              <a:gd name="connsiteY0" fmla="*/ 1461154 h 1461154"/>
                              <a:gd name="connsiteX1" fmla="*/ 537328 w 537328"/>
                              <a:gd name="connsiteY1" fmla="*/ 1102935 h 1461154"/>
                              <a:gd name="connsiteX2" fmla="*/ 9427 w 537328"/>
                              <a:gd name="connsiteY2" fmla="*/ 1102935 h 1461154"/>
                              <a:gd name="connsiteX3" fmla="*/ 160256 w 537328"/>
                              <a:gd name="connsiteY3" fmla="*/ 0 h 1461154"/>
                              <a:gd name="connsiteX0" fmla="*/ 0 w 537328"/>
                              <a:gd name="connsiteY0" fmla="*/ 710853 h 710853"/>
                              <a:gd name="connsiteX1" fmla="*/ 537328 w 537328"/>
                              <a:gd name="connsiteY1" fmla="*/ 352634 h 710853"/>
                              <a:gd name="connsiteX2" fmla="*/ 9427 w 537328"/>
                              <a:gd name="connsiteY2" fmla="*/ 352634 h 710853"/>
                              <a:gd name="connsiteX0" fmla="*/ 0 w 537328"/>
                              <a:gd name="connsiteY0" fmla="*/ 836552 h 836552"/>
                              <a:gd name="connsiteX1" fmla="*/ 537328 w 537328"/>
                              <a:gd name="connsiteY1" fmla="*/ 478333 h 836552"/>
                              <a:gd name="connsiteX2" fmla="*/ 9427 w 537328"/>
                              <a:gd name="connsiteY2" fmla="*/ 478333 h 836552"/>
                              <a:gd name="connsiteX0" fmla="*/ 0 w 537328"/>
                              <a:gd name="connsiteY0" fmla="*/ 737239 h 737239"/>
                              <a:gd name="connsiteX1" fmla="*/ 537328 w 537328"/>
                              <a:gd name="connsiteY1" fmla="*/ 379020 h 737239"/>
                              <a:gd name="connsiteX2" fmla="*/ 9427 w 537328"/>
                              <a:gd name="connsiteY2" fmla="*/ 379020 h 737239"/>
                              <a:gd name="connsiteX0" fmla="*/ 527957 w 527957"/>
                              <a:gd name="connsiteY0" fmla="*/ 379020 h 379020"/>
                              <a:gd name="connsiteX1" fmla="*/ 56 w 527957"/>
                              <a:gd name="connsiteY1" fmla="*/ 379020 h 379020"/>
                              <a:gd name="connsiteX0" fmla="*/ 527957 w 527957"/>
                              <a:gd name="connsiteY0" fmla="*/ 390136 h 390136"/>
                              <a:gd name="connsiteX1" fmla="*/ 56 w 527957"/>
                              <a:gd name="connsiteY1" fmla="*/ 390136 h 390136"/>
                              <a:gd name="connsiteX0" fmla="*/ 527901 w 527901"/>
                              <a:gd name="connsiteY0" fmla="*/ 438358 h 438358"/>
                              <a:gd name="connsiteX1" fmla="*/ 0 w 527901"/>
                              <a:gd name="connsiteY1" fmla="*/ 438358 h 438358"/>
                              <a:gd name="connsiteX0" fmla="*/ 527901 w 527901"/>
                              <a:gd name="connsiteY0" fmla="*/ 438358 h 438358"/>
                              <a:gd name="connsiteX1" fmla="*/ 0 w 527901"/>
                              <a:gd name="connsiteY1" fmla="*/ 438358 h 438358"/>
                              <a:gd name="connsiteX2" fmla="*/ 527901 w 527901"/>
                              <a:gd name="connsiteY2" fmla="*/ 438358 h 438358"/>
                            </a:gdLst>
                            <a:ahLst/>
                            <a:cxnLst>
                              <a:cxn ang="0">
                                <a:pos x="connsiteX0" y="connsiteY0"/>
                              </a:cxn>
                              <a:cxn ang="0">
                                <a:pos x="connsiteX1" y="connsiteY1"/>
                              </a:cxn>
                              <a:cxn ang="0">
                                <a:pos x="connsiteX2" y="connsiteY2"/>
                              </a:cxn>
                            </a:cxnLst>
                            <a:rect l="l" t="t" r="r" b="b"/>
                            <a:pathLst>
                              <a:path w="527901" h="438358">
                                <a:moveTo>
                                  <a:pt x="527901" y="438358"/>
                                </a:moveTo>
                                <a:cubicBezTo>
                                  <a:pt x="520044" y="-139818"/>
                                  <a:pt x="3142" y="-152389"/>
                                  <a:pt x="0" y="438358"/>
                                </a:cubicBezTo>
                                <a:lnTo>
                                  <a:pt x="527901" y="438358"/>
                                </a:lnTo>
                                <a:close/>
                              </a:path>
                            </a:pathLst>
                          </a:custGeom>
                          <a:solidFill>
                            <a:schemeClr val="bg1">
                              <a:lumMod val="8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64" name="Oval 64"/>
                        <wps:cNvSpPr/>
                        <wps:spPr>
                          <a:xfrm>
                            <a:off x="70701" y="0"/>
                            <a:ext cx="386499" cy="386499"/>
                          </a:xfrm>
                          <a:prstGeom prst="ellipse">
                            <a:avLst/>
                          </a:prstGeom>
                          <a:solidFill>
                            <a:schemeClr val="bg1">
                              <a:lumMod val="8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wg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group w14:anchorId="44CAD2E5" id="Group 8" o:spid="_x0000_s1026" style="position:absolute;margin-left:210.2pt;margin-top:11.3pt;width:37.45pt;height:48.15pt;z-index:251645952;mso-position-horizontal-relative:margin;mso-width-relative:margin;mso-height-relative:margin" coordsize="5279,68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">
                <o:lock v:ext="edit" aspectratio="t"/>
                <v:shape id="Freeform 31" o:spid="_x0000_s1027" style="position:absolute;top:3346;width:5279;height:3535;visibility:visible;mso-wrap-style:square;v-text-anchor:middle" coordsize="527901,4383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" path="m527901,438358c520044,-139818,3142,-152389,,438358r527901,xe" fillcolor="#d8d8d8 [2732]" stroked="f" strokeweight="1pt">
                  <v:path arrowok="t" o:connecttype="custom" o:connectlocs="527901,353518;0,353518;527901,353518" o:connectangles="0,0,0"/>
                </v:shape>
                <v:oval id="Oval 64" o:spid="_x0000_s1028" style="position:absolute;left:707;width:3865;height:386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" fillcolor="#d8d8d8 [2732]" stroked="f" strokeweight="1pt"/>
                <w10:wrap anchorx="margin"/>
              </v:group>
            </w:pict>
          </mc:Fallback>
        </mc:AlternateContent>
      </w:r>
    </w:p>
    <w:p w:rsidR="00E726E2" w:rsidRDefault="000E27D8" w:rsidP="006263B0">
      <w:pPr>
        <w:spacing w:after="240"/>
        <w:ind w:right="6616"/>
        <w:rPr>
          <w:szCs w:val="18"/>
        </w:rPr>
      </w:pPr>
      <w:r w:rsidRPr="00E726E2">
        <w:rPr>
          <w:noProof/>
          <w:szCs w:val="18"/>
          <w:lang w:eastAsia="en-GB"/>
        </w:rPr>
        <mc:AlternateContent>
          <mc:Choice Requires="wps">
            <w:drawing>
              <wp:anchor distT="0" distB="0" distL="114300" distR="114300" simplePos="0" relativeHeight="251652096" behindDoc="0" locked="0" layoutInCell="1" allowOverlap="1" wp14:anchorId="3E827DD4" wp14:editId="2F21FABE">
                <wp:simplePos x="0" y="0"/>
                <wp:positionH relativeFrom="margin">
                  <wp:posOffset>449580</wp:posOffset>
                </wp:positionH>
                <wp:positionV relativeFrom="paragraph">
                  <wp:posOffset>288925</wp:posOffset>
                </wp:positionV>
                <wp:extent cx="1526540" cy="1079500"/>
                <wp:effectExtent l="0" t="133350" r="35560" b="25400"/>
                <wp:wrapNone/>
                <wp:docPr id="29" name="Rounded Rectangular Callout 6"/>
                <wp:cNvGraphicFramePr/>
                <a:graphic xmlns:a="http://schemas.openxmlformats.org/drawingml/2006/main">
                  <a:graphicData uri="http://schemas.microsoft.com/office/word/2010/wordprocessingShape">
                    <wps:wsp>
                      <wps:cNvSpPr/>
                      <wps:spPr>
                        <a:xfrm>
                          <a:off x="0" y="0"/>
                          <a:ext cx="1526540" cy="1079500"/>
                        </a:xfrm>
                        <a:prstGeom prst="wedgeRoundRectCallout">
                          <a:avLst>
                            <a:gd name="adj1" fmla="val 50948"/>
                            <a:gd name="adj2" fmla="val -62053"/>
                            <a:gd name="adj3" fmla="val 16667"/>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E726E2" w:rsidRPr="00A534C5" w:rsidRDefault="00071D74" w:rsidP="00E726E2">
                            <w:pPr>
                              <w:spacing w:after="120"/>
                              <w:jc w:val="center"/>
                            </w:pPr>
                            <w:r>
                              <w:rPr>
                                <w:rFonts w:cstheme="minorBidi"/>
                                <w:b/>
                                <w:bCs/>
                                <w:color w:val="000000" w:themeColor="text1"/>
                                <w:kern w:val="24"/>
                              </w:rPr>
                              <w:t>Yasmin</w:t>
                            </w:r>
                          </w:p>
                          <w:p w:rsidR="00E726E2" w:rsidRPr="00C675D8" w:rsidRDefault="001A75FB" w:rsidP="00071D74">
                            <w:pPr>
                              <w:jc w:val="center"/>
                              <w:rPr>
                                <w:rFonts w:cstheme="minorBidi"/>
                                <w:color w:val="000000" w:themeColor="text1"/>
                                <w:kern w:val="24"/>
                              </w:rPr>
                            </w:pPr>
                            <w:r>
                              <w:rPr>
                                <w:rFonts w:cstheme="minorBidi"/>
                                <w:color w:val="000000" w:themeColor="text1"/>
                                <w:kern w:val="24"/>
                              </w:rPr>
                              <w:t>Mammals can’t fly, so it must be a bird.</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3E827DD4" id="_x0000_s1032" type="#_x0000_t62" style="position:absolute;margin-left:35.4pt;margin-top:22.75pt;width:120.2pt;height:85pt;z-index:2516520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" adj="21805,-2603" filled="f" strokecolor="black [3213]" strokeweight="1pt">
                <v:textbox>
                  <w:txbxContent>
                    <w:p w:rsidR="00E726E2" w:rsidRPr="00A534C5" w:rsidRDefault="00071D74" w:rsidP="00E726E2">
                      <w:pPr>
                        <w:spacing w:after="120"/>
                        <w:jc w:val="center"/>
                      </w:pPr>
                      <w:r>
                        <w:rPr>
                          <w:rFonts w:cstheme="minorBidi"/>
                          <w:b/>
                          <w:bCs/>
                          <w:color w:val="000000" w:themeColor="text1"/>
                          <w:kern w:val="24"/>
                        </w:rPr>
                        <w:t>Yasmin</w:t>
                      </w:r>
                    </w:p>
                    <w:p w:rsidR="00E726E2" w:rsidRPr="00C675D8" w:rsidRDefault="001A75FB" w:rsidP="00071D74">
                      <w:pPr>
                        <w:jc w:val="center"/>
                        <w:rPr>
                          <w:rFonts w:cstheme="minorBidi"/>
                          <w:color w:val="000000" w:themeColor="text1"/>
                          <w:kern w:val="24"/>
                        </w:rPr>
                      </w:pPr>
                      <w:r>
                        <w:rPr>
                          <w:rFonts w:cstheme="minorBidi"/>
                          <w:color w:val="000000" w:themeColor="text1"/>
                          <w:kern w:val="24"/>
                        </w:rPr>
                        <w:t>Mammals can’t fly, so it must be a bird.</w:t>
                      </w:r>
                    </w:p>
                  </w:txbxContent>
                </v:textbox>
                <w10:wrap anchorx="margin"/>
              </v:shape>
            </w:pict>
          </mc:Fallback>
        </mc:AlternateContent>
      </w:r>
    </w:p>
    <w:p w:rsidR="00E726E2" w:rsidRDefault="000E27D8" w:rsidP="006263B0">
      <w:pPr>
        <w:spacing w:after="240"/>
        <w:ind w:right="6616"/>
        <w:rPr>
          <w:szCs w:val="18"/>
        </w:rPr>
      </w:pPr>
      <w:r w:rsidRPr="00E726E2">
        <w:rPr>
          <w:noProof/>
          <w:szCs w:val="18"/>
          <w:lang w:eastAsia="en-GB"/>
        </w:rPr>
        <mc:AlternateContent>
          <mc:Choice Requires="wps">
            <w:drawing>
              <wp:anchor distT="0" distB="0" distL="114300" distR="114300" simplePos="0" relativeHeight="251651072" behindDoc="0" locked="0" layoutInCell="1" allowOverlap="1" wp14:anchorId="4C0ABAE3" wp14:editId="52B08702">
                <wp:simplePos x="0" y="0"/>
                <wp:positionH relativeFrom="margin">
                  <wp:posOffset>3543300</wp:posOffset>
                </wp:positionH>
                <wp:positionV relativeFrom="paragraph">
                  <wp:posOffset>19685</wp:posOffset>
                </wp:positionV>
                <wp:extent cx="1630680" cy="1026160"/>
                <wp:effectExtent l="0" t="171450" r="26670" b="21590"/>
                <wp:wrapNone/>
                <wp:docPr id="27" name="Rounded Rectangular Callout 6"/>
                <wp:cNvGraphicFramePr/>
                <a:graphic xmlns:a="http://schemas.openxmlformats.org/drawingml/2006/main">
                  <a:graphicData uri="http://schemas.microsoft.com/office/word/2010/wordprocessingShape">
                    <wps:wsp>
                      <wps:cNvSpPr/>
                      <wps:spPr>
                        <a:xfrm>
                          <a:off x="0" y="0"/>
                          <a:ext cx="1630680" cy="1026160"/>
                        </a:xfrm>
                        <a:prstGeom prst="wedgeRoundRectCallout">
                          <a:avLst>
                            <a:gd name="adj1" fmla="val -49083"/>
                            <a:gd name="adj2" fmla="val -64935"/>
                            <a:gd name="adj3" fmla="val 16667"/>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E726E2" w:rsidRPr="00A534C5" w:rsidRDefault="00071D74" w:rsidP="00E726E2">
                            <w:pPr>
                              <w:spacing w:after="120"/>
                              <w:jc w:val="center"/>
                            </w:pPr>
                            <w:r>
                              <w:rPr>
                                <w:rFonts w:cstheme="minorBidi"/>
                                <w:b/>
                                <w:bCs/>
                                <w:color w:val="000000" w:themeColor="text1"/>
                                <w:kern w:val="24"/>
                              </w:rPr>
                              <w:t>Layla</w:t>
                            </w:r>
                          </w:p>
                          <w:p w:rsidR="00E726E2" w:rsidRPr="00C675D8" w:rsidRDefault="00071D74" w:rsidP="00071D74">
                            <w:pPr>
                              <w:jc w:val="center"/>
                              <w:rPr>
                                <w:rFonts w:cstheme="minorBidi"/>
                                <w:color w:val="000000" w:themeColor="text1"/>
                                <w:kern w:val="24"/>
                              </w:rPr>
                            </w:pPr>
                            <w:r>
                              <w:rPr>
                                <w:rFonts w:cstheme="minorBidi"/>
                                <w:color w:val="000000" w:themeColor="text1"/>
                                <w:kern w:val="24"/>
                              </w:rPr>
                              <w:t xml:space="preserve">It’s a mammal because </w:t>
                            </w:r>
                            <w:r w:rsidR="000E27D8">
                              <w:rPr>
                                <w:rFonts w:cstheme="minorBidi"/>
                                <w:color w:val="000000" w:themeColor="text1"/>
                                <w:kern w:val="24"/>
                              </w:rPr>
                              <w:t xml:space="preserve">it </w:t>
                            </w:r>
                            <w:r>
                              <w:rPr>
                                <w:rFonts w:cstheme="minorBidi"/>
                                <w:color w:val="000000" w:themeColor="text1"/>
                                <w:kern w:val="24"/>
                              </w:rPr>
                              <w:t xml:space="preserve">has fur </w:t>
                            </w:r>
                            <w:r w:rsidR="00420DE5">
                              <w:rPr>
                                <w:rFonts w:cstheme="minorBidi"/>
                                <w:color w:val="000000" w:themeColor="text1"/>
                                <w:kern w:val="24"/>
                              </w:rPr>
                              <w:t>not</w:t>
                            </w:r>
                            <w:r>
                              <w:rPr>
                                <w:rFonts w:cstheme="minorBidi"/>
                                <w:color w:val="000000" w:themeColor="text1"/>
                                <w:kern w:val="24"/>
                              </w:rPr>
                              <w:t xml:space="preserve"> feathers.</w:t>
                            </w:r>
                          </w:p>
                        </w:txbxContent>
                      </wps:txbx>
                      <wps:bodyPr wrap="square" rtlCol="0" anchor="ctr"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4C0ABAE3" id="_x0000_s1033" type="#_x0000_t62" style="position:absolute;margin-left:279pt;margin-top:1.55pt;width:128.4pt;height:80.8pt;z-index:2516510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" adj="198,-3226" filled="f" strokecolor="black [3213]" strokeweight="1pt">
                <v:textbox>
                  <w:txbxContent>
                    <w:p w:rsidR="00E726E2" w:rsidRPr="00A534C5" w:rsidRDefault="00071D74" w:rsidP="00E726E2">
                      <w:pPr>
                        <w:spacing w:after="120"/>
                        <w:jc w:val="center"/>
                      </w:pPr>
                      <w:r>
                        <w:rPr>
                          <w:rFonts w:cstheme="minorBidi"/>
                          <w:b/>
                          <w:bCs/>
                          <w:color w:val="000000" w:themeColor="text1"/>
                          <w:kern w:val="24"/>
                        </w:rPr>
                        <w:t>Layla</w:t>
                      </w:r>
                    </w:p>
                    <w:p w:rsidR="00E726E2" w:rsidRPr="00C675D8" w:rsidRDefault="00071D74" w:rsidP="00071D74">
                      <w:pPr>
                        <w:jc w:val="center"/>
                        <w:rPr>
                          <w:rFonts w:cstheme="minorBidi"/>
                          <w:color w:val="000000" w:themeColor="text1"/>
                          <w:kern w:val="24"/>
                        </w:rPr>
                      </w:pPr>
                      <w:r>
                        <w:rPr>
                          <w:rFonts w:cstheme="minorBidi"/>
                          <w:color w:val="000000" w:themeColor="text1"/>
                          <w:kern w:val="24"/>
                        </w:rPr>
                        <w:t xml:space="preserve">It’s a mammal because </w:t>
                      </w:r>
                      <w:r w:rsidR="000E27D8">
                        <w:rPr>
                          <w:rFonts w:cstheme="minorBidi"/>
                          <w:color w:val="000000" w:themeColor="text1"/>
                          <w:kern w:val="24"/>
                        </w:rPr>
                        <w:t xml:space="preserve">it </w:t>
                      </w:r>
                      <w:r>
                        <w:rPr>
                          <w:rFonts w:cstheme="minorBidi"/>
                          <w:color w:val="000000" w:themeColor="text1"/>
                          <w:kern w:val="24"/>
                        </w:rPr>
                        <w:t xml:space="preserve">has fur </w:t>
                      </w:r>
                      <w:r w:rsidR="00420DE5">
                        <w:rPr>
                          <w:rFonts w:cstheme="minorBidi"/>
                          <w:color w:val="000000" w:themeColor="text1"/>
                          <w:kern w:val="24"/>
                        </w:rPr>
                        <w:t>not</w:t>
                      </w:r>
                      <w:r>
                        <w:rPr>
                          <w:rFonts w:cstheme="minorBidi"/>
                          <w:color w:val="000000" w:themeColor="text1"/>
                          <w:kern w:val="24"/>
                        </w:rPr>
                        <w:t xml:space="preserve"> feathers.</w:t>
                      </w:r>
                    </w:p>
                  </w:txbxContent>
                </v:textbox>
                <w10:wrap anchorx="margin"/>
              </v:shape>
            </w:pict>
          </mc:Fallback>
        </mc:AlternateContent>
      </w:r>
    </w:p>
    <w:p w:rsidR="00E726E2" w:rsidRDefault="00E726E2" w:rsidP="006263B0">
      <w:pPr>
        <w:spacing w:after="240"/>
        <w:ind w:right="6616"/>
        <w:rPr>
          <w:szCs w:val="18"/>
        </w:rPr>
      </w:pPr>
    </w:p>
    <w:p w:rsidR="00E726E2" w:rsidRDefault="00E726E2" w:rsidP="006263B0">
      <w:pPr>
        <w:spacing w:after="240"/>
        <w:ind w:right="6616"/>
        <w:rPr>
          <w:szCs w:val="18"/>
        </w:rPr>
      </w:pPr>
    </w:p>
    <w:p w:rsidR="00E726E2" w:rsidRDefault="00E726E2" w:rsidP="006263B0">
      <w:pPr>
        <w:spacing w:after="240"/>
        <w:ind w:right="6616"/>
        <w:rPr>
          <w:szCs w:val="18"/>
        </w:rPr>
      </w:pPr>
    </w:p>
    <w:p w:rsidR="00E726E2" w:rsidRDefault="00E726E2" w:rsidP="006263B0">
      <w:pPr>
        <w:spacing w:after="240"/>
        <w:ind w:right="6616"/>
        <w:rPr>
          <w:szCs w:val="18"/>
        </w:rPr>
      </w:pPr>
    </w:p>
    <w:p w:rsidR="00E726E2" w:rsidRDefault="00140628" w:rsidP="00140628">
      <w:pPr>
        <w:spacing w:after="240"/>
        <w:ind w:right="95"/>
        <w:rPr>
          <w:szCs w:val="18"/>
        </w:rPr>
      </w:pPr>
      <w:r>
        <w:rPr>
          <w:szCs w:val="18"/>
        </w:rPr>
        <w:t>Who do you think is correct?</w:t>
      </w:r>
    </w:p>
    <w:p w:rsidR="00A55E12" w:rsidRDefault="00A55E12" w:rsidP="00140628">
      <w:pPr>
        <w:spacing w:after="240"/>
        <w:ind w:right="95"/>
        <w:rPr>
          <w:szCs w:val="18"/>
        </w:rPr>
      </w:pPr>
      <w:r>
        <w:rPr>
          <w:szCs w:val="18"/>
        </w:rPr>
        <w:t xml:space="preserve">Use the </w:t>
      </w:r>
      <w:r w:rsidRPr="00A55E12">
        <w:rPr>
          <w:b/>
          <w:szCs w:val="18"/>
        </w:rPr>
        <w:t>key</w:t>
      </w:r>
      <w:r>
        <w:rPr>
          <w:szCs w:val="18"/>
        </w:rPr>
        <w:t xml:space="preserve"> to help you decide.</w:t>
      </w:r>
    </w:p>
    <w:tbl>
      <w:tblPr>
        <w:tblStyle w:val="TableGrid"/>
        <w:tblW w:w="0" w:type="auto"/>
        <w:tblInd w:w="5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2"/>
        <w:gridCol w:w="7882"/>
      </w:tblGrid>
      <w:tr w:rsidR="005E5AC6" w:rsidTr="00676987">
        <w:trPr>
          <w:trHeight w:hRule="exact" w:val="567"/>
        </w:trPr>
        <w:tc>
          <w:tcPr>
            <w:tcW w:w="572" w:type="dxa"/>
          </w:tcPr>
          <w:p w:rsidR="005E5AC6" w:rsidRPr="00461B7C" w:rsidRDefault="005E5AC6" w:rsidP="00676987">
            <w:pPr>
              <w:rPr>
                <w:b/>
                <w:szCs w:val="18"/>
              </w:rPr>
            </w:pPr>
            <w:r>
              <w:rPr>
                <w:b/>
                <w:szCs w:val="18"/>
              </w:rPr>
              <w:t>A</w:t>
            </w:r>
          </w:p>
        </w:tc>
        <w:tc>
          <w:tcPr>
            <w:tcW w:w="7882" w:type="dxa"/>
          </w:tcPr>
          <w:p w:rsidR="005E5AC6" w:rsidRDefault="005E5AC6" w:rsidP="00676987">
            <w:pPr>
              <w:rPr>
                <w:szCs w:val="18"/>
              </w:rPr>
            </w:pPr>
            <w:r>
              <w:rPr>
                <w:szCs w:val="18"/>
              </w:rPr>
              <w:t>Calvin</w:t>
            </w:r>
          </w:p>
        </w:tc>
      </w:tr>
      <w:tr w:rsidR="005E5AC6" w:rsidTr="00676987">
        <w:trPr>
          <w:trHeight w:hRule="exact" w:val="567"/>
        </w:trPr>
        <w:tc>
          <w:tcPr>
            <w:tcW w:w="572" w:type="dxa"/>
          </w:tcPr>
          <w:p w:rsidR="005E5AC6" w:rsidRPr="00461B7C" w:rsidRDefault="005E5AC6" w:rsidP="00676987">
            <w:pPr>
              <w:rPr>
                <w:b/>
                <w:szCs w:val="18"/>
              </w:rPr>
            </w:pPr>
            <w:r>
              <w:rPr>
                <w:b/>
                <w:szCs w:val="18"/>
              </w:rPr>
              <w:t>B</w:t>
            </w:r>
          </w:p>
        </w:tc>
        <w:tc>
          <w:tcPr>
            <w:tcW w:w="7882" w:type="dxa"/>
          </w:tcPr>
          <w:p w:rsidR="005E5AC6" w:rsidRDefault="005E5AC6" w:rsidP="00676987">
            <w:pPr>
              <w:rPr>
                <w:szCs w:val="18"/>
              </w:rPr>
            </w:pPr>
            <w:r>
              <w:rPr>
                <w:szCs w:val="18"/>
              </w:rPr>
              <w:t>Ellie</w:t>
            </w:r>
          </w:p>
        </w:tc>
      </w:tr>
      <w:tr w:rsidR="005E5AC6" w:rsidTr="00676987">
        <w:trPr>
          <w:trHeight w:hRule="exact" w:val="567"/>
        </w:trPr>
        <w:tc>
          <w:tcPr>
            <w:tcW w:w="572" w:type="dxa"/>
          </w:tcPr>
          <w:p w:rsidR="005E5AC6" w:rsidRPr="00461B7C" w:rsidRDefault="005E5AC6" w:rsidP="00676987">
            <w:pPr>
              <w:rPr>
                <w:b/>
                <w:szCs w:val="18"/>
              </w:rPr>
            </w:pPr>
            <w:r>
              <w:rPr>
                <w:b/>
                <w:szCs w:val="18"/>
              </w:rPr>
              <w:t>C</w:t>
            </w:r>
          </w:p>
        </w:tc>
        <w:tc>
          <w:tcPr>
            <w:tcW w:w="7882" w:type="dxa"/>
          </w:tcPr>
          <w:p w:rsidR="005E5AC6" w:rsidRDefault="005E5AC6" w:rsidP="00676987">
            <w:pPr>
              <w:rPr>
                <w:szCs w:val="18"/>
              </w:rPr>
            </w:pPr>
            <w:r>
              <w:rPr>
                <w:szCs w:val="18"/>
              </w:rPr>
              <w:t>Layla</w:t>
            </w:r>
          </w:p>
        </w:tc>
      </w:tr>
      <w:tr w:rsidR="005E5AC6" w:rsidTr="00676987">
        <w:trPr>
          <w:trHeight w:hRule="exact" w:val="567"/>
        </w:trPr>
        <w:tc>
          <w:tcPr>
            <w:tcW w:w="572" w:type="dxa"/>
          </w:tcPr>
          <w:p w:rsidR="005E5AC6" w:rsidRDefault="005E5AC6" w:rsidP="00676987">
            <w:pPr>
              <w:rPr>
                <w:b/>
                <w:szCs w:val="18"/>
              </w:rPr>
            </w:pPr>
            <w:r>
              <w:rPr>
                <w:b/>
                <w:szCs w:val="18"/>
              </w:rPr>
              <w:t>D</w:t>
            </w:r>
          </w:p>
        </w:tc>
        <w:tc>
          <w:tcPr>
            <w:tcW w:w="7882" w:type="dxa"/>
          </w:tcPr>
          <w:p w:rsidR="005E5AC6" w:rsidRDefault="005E5AC6" w:rsidP="00676987">
            <w:pPr>
              <w:rPr>
                <w:szCs w:val="18"/>
              </w:rPr>
            </w:pPr>
            <w:r>
              <w:rPr>
                <w:szCs w:val="18"/>
              </w:rPr>
              <w:t>Yasmin</w:t>
            </w:r>
          </w:p>
        </w:tc>
      </w:tr>
    </w:tbl>
    <w:p w:rsidR="00C80F2C" w:rsidRDefault="00C80F2C">
      <w:pPr>
        <w:spacing w:after="200" w:line="276" w:lineRule="auto"/>
        <w:rPr>
          <w:szCs w:val="18"/>
        </w:rPr>
      </w:pPr>
      <w:r>
        <w:rPr>
          <w:szCs w:val="18"/>
        </w:rPr>
        <w:br w:type="page"/>
      </w:r>
    </w:p>
    <w:p w:rsidR="00C80F2C" w:rsidRPr="001A40E2" w:rsidRDefault="00C9189F" w:rsidP="00C80F2C">
      <w:pPr>
        <w:spacing w:after="180"/>
        <w:rPr>
          <w:b/>
          <w:sz w:val="44"/>
          <w:szCs w:val="44"/>
        </w:rPr>
      </w:pPr>
      <w:r>
        <w:rPr>
          <w:noProof/>
          <w:lang w:eastAsia="en-GB"/>
        </w:rPr>
        <w:lastRenderedPageBreak/>
        <w:drawing>
          <wp:anchor distT="0" distB="0" distL="114300" distR="114300" simplePos="0" relativeHeight="251649024" behindDoc="0" locked="0" layoutInCell="1" allowOverlap="1" wp14:anchorId="5A4EB3C6" wp14:editId="18539769">
            <wp:simplePos x="0" y="0"/>
            <wp:positionH relativeFrom="margin">
              <wp:posOffset>3197860</wp:posOffset>
            </wp:positionH>
            <wp:positionV relativeFrom="paragraph">
              <wp:posOffset>316230</wp:posOffset>
            </wp:positionV>
            <wp:extent cx="2366645" cy="1570990"/>
            <wp:effectExtent l="114300" t="171450" r="167005" b="219710"/>
            <wp:wrapNone/>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umpback-whale-1945416_1280.jpg"/>
                    <pic:cNvPicPr/>
                  </pic:nvPicPr>
                  <pic:blipFill>
                    <a:blip r:embed="rId10" cstate="print">
                      <a:extLst>
                        <a:ext uri="{28A0092B-C50C-407E-A947-70E740481C1C}">
                          <a14:useLocalDpi xmlns:a14="http://schemas.microsoft.com/office/drawing/2010/main" val="0"/>
                        </a:ext>
                      </a:extLst>
                    </a:blip>
                    <a:stretch>
                      <a:fillRect/>
                    </a:stretch>
                  </pic:blipFill>
                  <pic:spPr>
                    <a:xfrm rot="424079">
                      <a:off x="0" y="0"/>
                      <a:ext cx="2366645" cy="1570990"/>
                    </a:xfrm>
                    <a:prstGeom prst="rect">
                      <a:avLst/>
                    </a:prstGeom>
                    <a:effectLst>
                      <a:outerShdw blurRad="50800" dist="38100" dir="2700000" algn="tl" rotWithShape="0">
                        <a:prstClr val="black">
                          <a:alpha val="40000"/>
                        </a:prstClr>
                      </a:outerShdw>
                    </a:effectLst>
                  </pic:spPr>
                </pic:pic>
              </a:graphicData>
            </a:graphic>
            <wp14:sizeRelH relativeFrom="page">
              <wp14:pctWidth>0</wp14:pctWidth>
            </wp14:sizeRelH>
            <wp14:sizeRelV relativeFrom="page">
              <wp14:pctHeight>0</wp14:pctHeight>
            </wp14:sizeRelV>
          </wp:anchor>
        </w:drawing>
      </w:r>
      <w:r w:rsidR="00A55E12">
        <w:rPr>
          <w:b/>
          <w:sz w:val="44"/>
          <w:szCs w:val="44"/>
        </w:rPr>
        <w:t>Is it a bird…?</w:t>
      </w:r>
    </w:p>
    <w:p w:rsidR="00C80F2C" w:rsidRDefault="00C80F2C" w:rsidP="00C80F2C">
      <w:pPr>
        <w:spacing w:after="180"/>
      </w:pPr>
    </w:p>
    <w:p w:rsidR="00C80F2C" w:rsidRPr="002A4CBB" w:rsidRDefault="00C80F2C" w:rsidP="00C9189F">
      <w:pPr>
        <w:spacing w:after="180"/>
        <w:ind w:right="5765"/>
        <w:rPr>
          <w:b/>
        </w:rPr>
      </w:pPr>
      <w:r w:rsidRPr="002A4CBB">
        <w:rPr>
          <w:b/>
        </w:rPr>
        <w:t xml:space="preserve">Part </w:t>
      </w:r>
      <w:r w:rsidR="00A55E12">
        <w:rPr>
          <w:b/>
        </w:rPr>
        <w:t>3</w:t>
      </w:r>
      <w:r w:rsidRPr="002A4CBB">
        <w:rPr>
          <w:b/>
        </w:rPr>
        <w:t xml:space="preserve">: </w:t>
      </w:r>
      <w:r>
        <w:rPr>
          <w:b/>
        </w:rPr>
        <w:t>Whale</w:t>
      </w:r>
    </w:p>
    <w:p w:rsidR="00C80F2C" w:rsidRDefault="00C80F2C" w:rsidP="00C80F2C">
      <w:pPr>
        <w:spacing w:after="240"/>
      </w:pPr>
    </w:p>
    <w:p w:rsidR="00C80F2C" w:rsidRDefault="00C80F2C" w:rsidP="00C80F2C">
      <w:pPr>
        <w:spacing w:after="240"/>
        <w:ind w:right="6616"/>
        <w:rPr>
          <w:szCs w:val="18"/>
        </w:rPr>
      </w:pPr>
      <w:r>
        <w:rPr>
          <w:szCs w:val="18"/>
        </w:rPr>
        <w:t>Some children talk about how to classify a whale.</w:t>
      </w:r>
    </w:p>
    <w:p w:rsidR="00C80F2C" w:rsidRDefault="00C80F2C" w:rsidP="00C80F2C">
      <w:pPr>
        <w:spacing w:after="240"/>
        <w:ind w:right="6616"/>
        <w:rPr>
          <w:szCs w:val="18"/>
        </w:rPr>
      </w:pPr>
    </w:p>
    <w:p w:rsidR="00C80F2C" w:rsidRDefault="006302D3" w:rsidP="00C80F2C">
      <w:pPr>
        <w:spacing w:after="240"/>
        <w:ind w:right="6616"/>
        <w:rPr>
          <w:szCs w:val="18"/>
        </w:rPr>
      </w:pPr>
      <w:r w:rsidRPr="00E726E2">
        <w:rPr>
          <w:noProof/>
          <w:szCs w:val="18"/>
          <w:lang w:eastAsia="en-GB"/>
        </w:rPr>
        <mc:AlternateContent>
          <mc:Choice Requires="wps">
            <w:drawing>
              <wp:anchor distT="0" distB="0" distL="114300" distR="114300" simplePos="0" relativeHeight="251641344" behindDoc="0" locked="0" layoutInCell="1" allowOverlap="1" wp14:anchorId="38CE03FB" wp14:editId="527B931E">
                <wp:simplePos x="0" y="0"/>
                <wp:positionH relativeFrom="margin">
                  <wp:posOffset>3438524</wp:posOffset>
                </wp:positionH>
                <wp:positionV relativeFrom="paragraph">
                  <wp:posOffset>131445</wp:posOffset>
                </wp:positionV>
                <wp:extent cx="1152525" cy="1079500"/>
                <wp:effectExtent l="266700" t="0" r="28575" b="25400"/>
                <wp:wrapNone/>
                <wp:docPr id="28" name="Rounded Rectangular Callout 6"/>
                <wp:cNvGraphicFramePr/>
                <a:graphic xmlns:a="http://schemas.openxmlformats.org/drawingml/2006/main">
                  <a:graphicData uri="http://schemas.microsoft.com/office/word/2010/wordprocessingShape">
                    <wps:wsp>
                      <wps:cNvSpPr/>
                      <wps:spPr>
                        <a:xfrm flipH="1">
                          <a:off x="0" y="0"/>
                          <a:ext cx="1152525" cy="1079500"/>
                        </a:xfrm>
                        <a:prstGeom prst="wedgeRoundRectCallout">
                          <a:avLst>
                            <a:gd name="adj1" fmla="val 71827"/>
                            <a:gd name="adj2" fmla="val 35316"/>
                            <a:gd name="adj3" fmla="val 16667"/>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80F2C" w:rsidRPr="00A534C5" w:rsidRDefault="00C80F2C" w:rsidP="00C80F2C">
                            <w:pPr>
                              <w:spacing w:after="120"/>
                              <w:jc w:val="center"/>
                            </w:pPr>
                            <w:r>
                              <w:rPr>
                                <w:rFonts w:cstheme="minorBidi"/>
                                <w:b/>
                                <w:bCs/>
                                <w:color w:val="000000" w:themeColor="text1"/>
                                <w:kern w:val="24"/>
                              </w:rPr>
                              <w:t>Ellie</w:t>
                            </w:r>
                          </w:p>
                          <w:p w:rsidR="00C80F2C" w:rsidRPr="00C675D8" w:rsidRDefault="006302D3" w:rsidP="00C80F2C">
                            <w:pPr>
                              <w:jc w:val="center"/>
                              <w:rPr>
                                <w:rFonts w:cstheme="minorBidi"/>
                                <w:color w:val="000000" w:themeColor="text1"/>
                                <w:kern w:val="24"/>
                              </w:rPr>
                            </w:pPr>
                            <w:r>
                              <w:rPr>
                                <w:rFonts w:cstheme="minorBidi"/>
                                <w:color w:val="000000" w:themeColor="text1"/>
                                <w:kern w:val="24"/>
                              </w:rPr>
                              <w:t>Are those</w:t>
                            </w:r>
                            <w:r w:rsidR="00A55E12">
                              <w:rPr>
                                <w:rFonts w:cstheme="minorBidi"/>
                                <w:color w:val="000000" w:themeColor="text1"/>
                                <w:kern w:val="24"/>
                              </w:rPr>
                              <w:t xml:space="preserve"> fins</w:t>
                            </w:r>
                            <w:r>
                              <w:rPr>
                                <w:rFonts w:cstheme="minorBidi"/>
                                <w:color w:val="000000" w:themeColor="text1"/>
                                <w:kern w:val="24"/>
                              </w:rPr>
                              <w:t xml:space="preserve"> or wings?</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38CE03FB" id="_x0000_s1034" type="#_x0000_t62" style="position:absolute;margin-left:270.75pt;margin-top:10.35pt;width:90.75pt;height:85pt;flip:x;z-index:2516413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" adj="26315,18428" filled="f" strokecolor="black [3213]" strokeweight="1pt">
                <v:textbox>
                  <w:txbxContent>
                    <w:p w:rsidR="00C80F2C" w:rsidRPr="00A534C5" w:rsidRDefault="00C80F2C" w:rsidP="00C80F2C">
                      <w:pPr>
                        <w:spacing w:after="120"/>
                        <w:jc w:val="center"/>
                      </w:pPr>
                      <w:r>
                        <w:rPr>
                          <w:rFonts w:cstheme="minorBidi"/>
                          <w:b/>
                          <w:bCs/>
                          <w:color w:val="000000" w:themeColor="text1"/>
                          <w:kern w:val="24"/>
                        </w:rPr>
                        <w:t>Ellie</w:t>
                      </w:r>
                    </w:p>
                    <w:p w:rsidR="00C80F2C" w:rsidRPr="00C675D8" w:rsidRDefault="006302D3" w:rsidP="00C80F2C">
                      <w:pPr>
                        <w:jc w:val="center"/>
                        <w:rPr>
                          <w:rFonts w:cstheme="minorBidi"/>
                          <w:color w:val="000000" w:themeColor="text1"/>
                          <w:kern w:val="24"/>
                        </w:rPr>
                      </w:pPr>
                      <w:r>
                        <w:rPr>
                          <w:rFonts w:cstheme="minorBidi"/>
                          <w:color w:val="000000" w:themeColor="text1"/>
                          <w:kern w:val="24"/>
                        </w:rPr>
                        <w:t>Are those</w:t>
                      </w:r>
                      <w:r w:rsidR="00A55E12">
                        <w:rPr>
                          <w:rFonts w:cstheme="minorBidi"/>
                          <w:color w:val="000000" w:themeColor="text1"/>
                          <w:kern w:val="24"/>
                        </w:rPr>
                        <w:t xml:space="preserve"> fins</w:t>
                      </w:r>
                      <w:r>
                        <w:rPr>
                          <w:rFonts w:cstheme="minorBidi"/>
                          <w:color w:val="000000" w:themeColor="text1"/>
                          <w:kern w:val="24"/>
                        </w:rPr>
                        <w:t xml:space="preserve"> or wings?</w:t>
                      </w:r>
                    </w:p>
                  </w:txbxContent>
                </v:textbox>
                <w10:wrap anchorx="margin"/>
              </v:shape>
            </w:pict>
          </mc:Fallback>
        </mc:AlternateContent>
      </w:r>
      <w:r w:rsidR="00A55E12" w:rsidRPr="00E726E2">
        <w:rPr>
          <w:noProof/>
          <w:szCs w:val="18"/>
          <w:lang w:eastAsia="en-GB"/>
        </w:rPr>
        <mc:AlternateContent>
          <mc:Choice Requires="wps">
            <w:drawing>
              <wp:anchor distT="0" distB="0" distL="114300" distR="114300" simplePos="0" relativeHeight="251637248" behindDoc="0" locked="0" layoutInCell="1" allowOverlap="1" wp14:anchorId="65654ED5" wp14:editId="7A8E1BD0">
                <wp:simplePos x="0" y="0"/>
                <wp:positionH relativeFrom="margin">
                  <wp:posOffset>581025</wp:posOffset>
                </wp:positionH>
                <wp:positionV relativeFrom="paragraph">
                  <wp:posOffset>191770</wp:posOffset>
                </wp:positionV>
                <wp:extent cx="1500505" cy="1079500"/>
                <wp:effectExtent l="0" t="0" r="233045" b="25400"/>
                <wp:wrapNone/>
                <wp:docPr id="26" name="Rounded Rectangular Callout 6"/>
                <wp:cNvGraphicFramePr/>
                <a:graphic xmlns:a="http://schemas.openxmlformats.org/drawingml/2006/main">
                  <a:graphicData uri="http://schemas.microsoft.com/office/word/2010/wordprocessingShape">
                    <wps:wsp>
                      <wps:cNvSpPr/>
                      <wps:spPr>
                        <a:xfrm>
                          <a:off x="0" y="0"/>
                          <a:ext cx="1500505" cy="1079500"/>
                        </a:xfrm>
                        <a:prstGeom prst="wedgeRoundRectCallout">
                          <a:avLst>
                            <a:gd name="adj1" fmla="val 63896"/>
                            <a:gd name="adj2" fmla="val 27772"/>
                            <a:gd name="adj3" fmla="val 16667"/>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80F2C" w:rsidRPr="00A534C5" w:rsidRDefault="00C80F2C" w:rsidP="00C80F2C">
                            <w:pPr>
                              <w:spacing w:after="120"/>
                              <w:jc w:val="center"/>
                            </w:pPr>
                            <w:r>
                              <w:rPr>
                                <w:rFonts w:cstheme="minorBidi"/>
                                <w:b/>
                                <w:bCs/>
                                <w:color w:val="000000" w:themeColor="text1"/>
                                <w:kern w:val="24"/>
                              </w:rPr>
                              <w:t>Calvin</w:t>
                            </w:r>
                          </w:p>
                          <w:p w:rsidR="00C80F2C" w:rsidRPr="00C675D8" w:rsidRDefault="00A55E12" w:rsidP="00C80F2C">
                            <w:pPr>
                              <w:jc w:val="center"/>
                              <w:rPr>
                                <w:rFonts w:cstheme="minorBidi"/>
                                <w:color w:val="000000" w:themeColor="text1"/>
                                <w:kern w:val="24"/>
                              </w:rPr>
                            </w:pPr>
                            <w:r>
                              <w:rPr>
                                <w:rFonts w:cstheme="minorBidi"/>
                                <w:color w:val="000000" w:themeColor="text1"/>
                                <w:kern w:val="24"/>
                              </w:rPr>
                              <w:t xml:space="preserve">When it jumps out of the sea it looks like </w:t>
                            </w:r>
                            <w:proofErr w:type="gramStart"/>
                            <w:r>
                              <w:rPr>
                                <w:rFonts w:cstheme="minorBidi"/>
                                <w:color w:val="000000" w:themeColor="text1"/>
                                <w:kern w:val="24"/>
                              </w:rPr>
                              <w:t>it’</w:t>
                            </w:r>
                            <w:r w:rsidR="007B0C0F">
                              <w:rPr>
                                <w:rFonts w:cstheme="minorBidi"/>
                                <w:color w:val="000000" w:themeColor="text1"/>
                                <w:kern w:val="24"/>
                              </w:rPr>
                              <w:t>s</w:t>
                            </w:r>
                            <w:proofErr w:type="gramEnd"/>
                            <w:r w:rsidR="007B0C0F">
                              <w:rPr>
                                <w:rFonts w:cstheme="minorBidi"/>
                                <w:color w:val="000000" w:themeColor="text1"/>
                                <w:kern w:val="24"/>
                              </w:rPr>
                              <w:t xml:space="preserve"> flying!</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65654ED5" id="_x0000_s1035" type="#_x0000_t62" style="position:absolute;margin-left:45.75pt;margin-top:15.1pt;width:118.15pt;height:85pt;z-index:2516372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" adj="24602,16799" filled="f" strokecolor="black [3213]" strokeweight="1pt">
                <v:textbox>
                  <w:txbxContent>
                    <w:p w:rsidR="00C80F2C" w:rsidRPr="00A534C5" w:rsidRDefault="00C80F2C" w:rsidP="00C80F2C">
                      <w:pPr>
                        <w:spacing w:after="120"/>
                        <w:jc w:val="center"/>
                      </w:pPr>
                      <w:r>
                        <w:rPr>
                          <w:rFonts w:cstheme="minorBidi"/>
                          <w:b/>
                          <w:bCs/>
                          <w:color w:val="000000" w:themeColor="text1"/>
                          <w:kern w:val="24"/>
                        </w:rPr>
                        <w:t>Calvin</w:t>
                      </w:r>
                    </w:p>
                    <w:p w:rsidR="00C80F2C" w:rsidRPr="00C675D8" w:rsidRDefault="00A55E12" w:rsidP="00C80F2C">
                      <w:pPr>
                        <w:jc w:val="center"/>
                        <w:rPr>
                          <w:rFonts w:cstheme="minorBidi"/>
                          <w:color w:val="000000" w:themeColor="text1"/>
                          <w:kern w:val="24"/>
                        </w:rPr>
                      </w:pPr>
                      <w:r>
                        <w:rPr>
                          <w:rFonts w:cstheme="minorBidi"/>
                          <w:color w:val="000000" w:themeColor="text1"/>
                          <w:kern w:val="24"/>
                        </w:rPr>
                        <w:t>When it jumps out of the sea it looks like it’</w:t>
                      </w:r>
                      <w:r w:rsidR="007B0C0F">
                        <w:rPr>
                          <w:rFonts w:cstheme="minorBidi"/>
                          <w:color w:val="000000" w:themeColor="text1"/>
                          <w:kern w:val="24"/>
                        </w:rPr>
                        <w:t>s flying!</w:t>
                      </w:r>
                    </w:p>
                  </w:txbxContent>
                </v:textbox>
                <w10:wrap anchorx="margin"/>
              </v:shape>
            </w:pict>
          </mc:Fallback>
        </mc:AlternateContent>
      </w:r>
      <w:r w:rsidR="00C80F2C" w:rsidRPr="00E726E2">
        <w:rPr>
          <w:noProof/>
          <w:szCs w:val="18"/>
          <w:lang w:eastAsia="en-GB"/>
        </w:rPr>
        <mc:AlternateContent>
          <mc:Choice Requires="wpg">
            <w:drawing>
              <wp:anchor distT="0" distB="0" distL="114300" distR="114300" simplePos="0" relativeHeight="251639808" behindDoc="0" locked="0" layoutInCell="1" allowOverlap="1" wp14:anchorId="740506E6" wp14:editId="7FE68CE1">
                <wp:simplePos x="0" y="0"/>
                <wp:positionH relativeFrom="margin">
                  <wp:posOffset>2950845</wp:posOffset>
                </wp:positionH>
                <wp:positionV relativeFrom="paragraph">
                  <wp:posOffset>1318895</wp:posOffset>
                </wp:positionV>
                <wp:extent cx="475615" cy="608965"/>
                <wp:effectExtent l="0" t="0" r="635" b="635"/>
                <wp:wrapNone/>
                <wp:docPr id="13" name="Group 13"/>
                <wp:cNvGraphicFramePr/>
                <a:graphic xmlns:a="http://schemas.openxmlformats.org/drawingml/2006/main">
                  <a:graphicData uri="http://schemas.microsoft.com/office/word/2010/wordprocessingGroup">
                    <wpg:wgp>
                      <wpg:cNvGrpSpPr/>
                      <wpg:grpSpPr>
                        <a:xfrm>
                          <a:off x="0" y="0"/>
                          <a:ext cx="475615" cy="608965"/>
                          <a:chOff x="0" y="0"/>
                          <a:chExt cx="475615" cy="609416"/>
                        </a:xfrm>
                      </wpg:grpSpPr>
                      <wps:wsp>
                        <wps:cNvPr id="14" name="Freeform 14"/>
                        <wps:cNvSpPr/>
                        <wps:spPr>
                          <a:xfrm>
                            <a:off x="0" y="295275"/>
                            <a:ext cx="475615" cy="314141"/>
                          </a:xfrm>
                          <a:custGeom>
                            <a:avLst/>
                            <a:gdLst>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28"/>
                              <a:gd name="connsiteY0" fmla="*/ 710852 h 710852"/>
                              <a:gd name="connsiteX1" fmla="*/ 537328 w 537328"/>
                              <a:gd name="connsiteY1" fmla="*/ 352633 h 710852"/>
                              <a:gd name="connsiteX2" fmla="*/ 9427 w 537328"/>
                              <a:gd name="connsiteY2" fmla="*/ 352633 h 710852"/>
                              <a:gd name="connsiteX3" fmla="*/ 9427 w 537328"/>
                              <a:gd name="connsiteY3" fmla="*/ 333780 h 710852"/>
                              <a:gd name="connsiteX0" fmla="*/ 0 w 537328"/>
                              <a:gd name="connsiteY0" fmla="*/ 1461154 h 1461154"/>
                              <a:gd name="connsiteX1" fmla="*/ 537328 w 537328"/>
                              <a:gd name="connsiteY1" fmla="*/ 1102935 h 1461154"/>
                              <a:gd name="connsiteX2" fmla="*/ 9427 w 537328"/>
                              <a:gd name="connsiteY2" fmla="*/ 1102935 h 1461154"/>
                              <a:gd name="connsiteX3" fmla="*/ 160256 w 537328"/>
                              <a:gd name="connsiteY3" fmla="*/ 0 h 1461154"/>
                              <a:gd name="connsiteX0" fmla="*/ 0 w 537328"/>
                              <a:gd name="connsiteY0" fmla="*/ 710853 h 710853"/>
                              <a:gd name="connsiteX1" fmla="*/ 537328 w 537328"/>
                              <a:gd name="connsiteY1" fmla="*/ 352634 h 710853"/>
                              <a:gd name="connsiteX2" fmla="*/ 9427 w 537328"/>
                              <a:gd name="connsiteY2" fmla="*/ 352634 h 710853"/>
                              <a:gd name="connsiteX0" fmla="*/ 0 w 537328"/>
                              <a:gd name="connsiteY0" fmla="*/ 836552 h 836552"/>
                              <a:gd name="connsiteX1" fmla="*/ 537328 w 537328"/>
                              <a:gd name="connsiteY1" fmla="*/ 478333 h 836552"/>
                              <a:gd name="connsiteX2" fmla="*/ 9427 w 537328"/>
                              <a:gd name="connsiteY2" fmla="*/ 478333 h 836552"/>
                              <a:gd name="connsiteX0" fmla="*/ 0 w 537328"/>
                              <a:gd name="connsiteY0" fmla="*/ 737239 h 737239"/>
                              <a:gd name="connsiteX1" fmla="*/ 537328 w 537328"/>
                              <a:gd name="connsiteY1" fmla="*/ 379020 h 737239"/>
                              <a:gd name="connsiteX2" fmla="*/ 9427 w 537328"/>
                              <a:gd name="connsiteY2" fmla="*/ 379020 h 737239"/>
                              <a:gd name="connsiteX0" fmla="*/ 527957 w 527957"/>
                              <a:gd name="connsiteY0" fmla="*/ 379020 h 379020"/>
                              <a:gd name="connsiteX1" fmla="*/ 56 w 527957"/>
                              <a:gd name="connsiteY1" fmla="*/ 379020 h 379020"/>
                              <a:gd name="connsiteX0" fmla="*/ 527957 w 527957"/>
                              <a:gd name="connsiteY0" fmla="*/ 390136 h 390136"/>
                              <a:gd name="connsiteX1" fmla="*/ 56 w 527957"/>
                              <a:gd name="connsiteY1" fmla="*/ 390136 h 390136"/>
                              <a:gd name="connsiteX0" fmla="*/ 527901 w 527901"/>
                              <a:gd name="connsiteY0" fmla="*/ 438358 h 438358"/>
                              <a:gd name="connsiteX1" fmla="*/ 0 w 527901"/>
                              <a:gd name="connsiteY1" fmla="*/ 438358 h 438358"/>
                              <a:gd name="connsiteX0" fmla="*/ 527901 w 527901"/>
                              <a:gd name="connsiteY0" fmla="*/ 438358 h 438358"/>
                              <a:gd name="connsiteX1" fmla="*/ 0 w 527901"/>
                              <a:gd name="connsiteY1" fmla="*/ 438358 h 438358"/>
                              <a:gd name="connsiteX2" fmla="*/ 527901 w 527901"/>
                              <a:gd name="connsiteY2" fmla="*/ 438358 h 438358"/>
                            </a:gdLst>
                            <a:ahLst/>
                            <a:cxnLst>
                              <a:cxn ang="0">
                                <a:pos x="connsiteX0" y="connsiteY0"/>
                              </a:cxn>
                              <a:cxn ang="0">
                                <a:pos x="connsiteX1" y="connsiteY1"/>
                              </a:cxn>
                              <a:cxn ang="0">
                                <a:pos x="connsiteX2" y="connsiteY2"/>
                              </a:cxn>
                            </a:cxnLst>
                            <a:rect l="l" t="t" r="r" b="b"/>
                            <a:pathLst>
                              <a:path w="527901" h="438358">
                                <a:moveTo>
                                  <a:pt x="527901" y="438358"/>
                                </a:moveTo>
                                <a:cubicBezTo>
                                  <a:pt x="520044" y="-139818"/>
                                  <a:pt x="3142" y="-152389"/>
                                  <a:pt x="0" y="438358"/>
                                </a:cubicBezTo>
                                <a:lnTo>
                                  <a:pt x="527901" y="438358"/>
                                </a:lnTo>
                                <a:close/>
                              </a:path>
                            </a:pathLst>
                          </a:custGeom>
                          <a:solidFill>
                            <a:schemeClr val="bg1">
                              <a:lumMod val="7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15" name="Oval 15"/>
                        <wps:cNvSpPr/>
                        <wps:spPr>
                          <a:xfrm>
                            <a:off x="66675" y="0"/>
                            <a:ext cx="348218" cy="343448"/>
                          </a:xfrm>
                          <a:prstGeom prst="ellipse">
                            <a:avLst/>
                          </a:prstGeom>
                          <a:solidFill>
                            <a:schemeClr val="bg1">
                              <a:lumMod val="7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wg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group w14:anchorId="12C24D68" id="Group 13" o:spid="_x0000_s1026" style="position:absolute;margin-left:232.35pt;margin-top:103.85pt;width:37.45pt;height:47.95pt;z-index:251639808;mso-position-horizontal-relative:margin;mso-width-relative:margin;mso-height-relative:margin" coordsize="4756,609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">
                <v:shape id="Freeform 14" o:spid="_x0000_s1027" style="position:absolute;top:2952;width:4756;height:3142;visibility:visible;mso-wrap-style:square;v-text-anchor:middle" coordsize="527901,4383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" path="m527901,438358c520044,-139818,3142,-152389,,438358r527901,xe" fillcolor="#bfbfbf [2412]" stroked="f" strokeweight="1pt">
                  <v:path arrowok="t" o:connecttype="custom" o:connectlocs="475615,314141;0,314141;475615,314141" o:connectangles="0,0,0"/>
                </v:shape>
                <v:oval id="Oval 15" o:spid="_x0000_s1028" style="position:absolute;left:666;width:3482;height:343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" fillcolor="#bfbfbf [2412]" stroked="f" strokeweight="1pt"/>
                <w10:wrap anchorx="margin"/>
              </v:group>
            </w:pict>
          </mc:Fallback>
        </mc:AlternateContent>
      </w:r>
      <w:r w:rsidR="00C80F2C" w:rsidRPr="00E726E2">
        <w:rPr>
          <w:noProof/>
          <w:szCs w:val="18"/>
          <w:lang w:eastAsia="en-GB"/>
        </w:rPr>
        <mc:AlternateContent>
          <mc:Choice Requires="wpg">
            <w:drawing>
              <wp:anchor distT="0" distB="0" distL="114300" distR="114300" simplePos="0" relativeHeight="251637760" behindDoc="0" locked="0" layoutInCell="1" allowOverlap="1" wp14:anchorId="4AB78029" wp14:editId="7CBC7870">
                <wp:simplePos x="0" y="0"/>
                <wp:positionH relativeFrom="margin">
                  <wp:posOffset>2132330</wp:posOffset>
                </wp:positionH>
                <wp:positionV relativeFrom="paragraph">
                  <wp:posOffset>1275715</wp:posOffset>
                </wp:positionV>
                <wp:extent cx="475615" cy="611505"/>
                <wp:effectExtent l="0" t="0" r="635" b="0"/>
                <wp:wrapNone/>
                <wp:docPr id="16" name="Group 8"/>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a:xfrm>
                          <a:off x="0" y="0"/>
                          <a:ext cx="475615" cy="611505"/>
                          <a:chOff x="0" y="0"/>
                          <a:chExt cx="527901" cy="688156"/>
                        </a:xfrm>
                      </wpg:grpSpPr>
                      <wps:wsp>
                        <wps:cNvPr id="17" name="Freeform 17"/>
                        <wps:cNvSpPr/>
                        <wps:spPr>
                          <a:xfrm>
                            <a:off x="0" y="334638"/>
                            <a:ext cx="527901" cy="353518"/>
                          </a:xfrm>
                          <a:custGeom>
                            <a:avLst/>
                            <a:gdLst>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28"/>
                              <a:gd name="connsiteY0" fmla="*/ 710852 h 710852"/>
                              <a:gd name="connsiteX1" fmla="*/ 537328 w 537328"/>
                              <a:gd name="connsiteY1" fmla="*/ 352633 h 710852"/>
                              <a:gd name="connsiteX2" fmla="*/ 9427 w 537328"/>
                              <a:gd name="connsiteY2" fmla="*/ 352633 h 710852"/>
                              <a:gd name="connsiteX3" fmla="*/ 9427 w 537328"/>
                              <a:gd name="connsiteY3" fmla="*/ 333780 h 710852"/>
                              <a:gd name="connsiteX0" fmla="*/ 0 w 537328"/>
                              <a:gd name="connsiteY0" fmla="*/ 1461154 h 1461154"/>
                              <a:gd name="connsiteX1" fmla="*/ 537328 w 537328"/>
                              <a:gd name="connsiteY1" fmla="*/ 1102935 h 1461154"/>
                              <a:gd name="connsiteX2" fmla="*/ 9427 w 537328"/>
                              <a:gd name="connsiteY2" fmla="*/ 1102935 h 1461154"/>
                              <a:gd name="connsiteX3" fmla="*/ 160256 w 537328"/>
                              <a:gd name="connsiteY3" fmla="*/ 0 h 1461154"/>
                              <a:gd name="connsiteX0" fmla="*/ 0 w 537328"/>
                              <a:gd name="connsiteY0" fmla="*/ 710853 h 710853"/>
                              <a:gd name="connsiteX1" fmla="*/ 537328 w 537328"/>
                              <a:gd name="connsiteY1" fmla="*/ 352634 h 710853"/>
                              <a:gd name="connsiteX2" fmla="*/ 9427 w 537328"/>
                              <a:gd name="connsiteY2" fmla="*/ 352634 h 710853"/>
                              <a:gd name="connsiteX0" fmla="*/ 0 w 537328"/>
                              <a:gd name="connsiteY0" fmla="*/ 836552 h 836552"/>
                              <a:gd name="connsiteX1" fmla="*/ 537328 w 537328"/>
                              <a:gd name="connsiteY1" fmla="*/ 478333 h 836552"/>
                              <a:gd name="connsiteX2" fmla="*/ 9427 w 537328"/>
                              <a:gd name="connsiteY2" fmla="*/ 478333 h 836552"/>
                              <a:gd name="connsiteX0" fmla="*/ 0 w 537328"/>
                              <a:gd name="connsiteY0" fmla="*/ 737239 h 737239"/>
                              <a:gd name="connsiteX1" fmla="*/ 537328 w 537328"/>
                              <a:gd name="connsiteY1" fmla="*/ 379020 h 737239"/>
                              <a:gd name="connsiteX2" fmla="*/ 9427 w 537328"/>
                              <a:gd name="connsiteY2" fmla="*/ 379020 h 737239"/>
                              <a:gd name="connsiteX0" fmla="*/ 527957 w 527957"/>
                              <a:gd name="connsiteY0" fmla="*/ 379020 h 379020"/>
                              <a:gd name="connsiteX1" fmla="*/ 56 w 527957"/>
                              <a:gd name="connsiteY1" fmla="*/ 379020 h 379020"/>
                              <a:gd name="connsiteX0" fmla="*/ 527957 w 527957"/>
                              <a:gd name="connsiteY0" fmla="*/ 390136 h 390136"/>
                              <a:gd name="connsiteX1" fmla="*/ 56 w 527957"/>
                              <a:gd name="connsiteY1" fmla="*/ 390136 h 390136"/>
                              <a:gd name="connsiteX0" fmla="*/ 527901 w 527901"/>
                              <a:gd name="connsiteY0" fmla="*/ 438358 h 438358"/>
                              <a:gd name="connsiteX1" fmla="*/ 0 w 527901"/>
                              <a:gd name="connsiteY1" fmla="*/ 438358 h 438358"/>
                              <a:gd name="connsiteX0" fmla="*/ 527901 w 527901"/>
                              <a:gd name="connsiteY0" fmla="*/ 438358 h 438358"/>
                              <a:gd name="connsiteX1" fmla="*/ 0 w 527901"/>
                              <a:gd name="connsiteY1" fmla="*/ 438358 h 438358"/>
                              <a:gd name="connsiteX2" fmla="*/ 527901 w 527901"/>
                              <a:gd name="connsiteY2" fmla="*/ 438358 h 438358"/>
                            </a:gdLst>
                            <a:ahLst/>
                            <a:cxnLst>
                              <a:cxn ang="0">
                                <a:pos x="connsiteX0" y="connsiteY0"/>
                              </a:cxn>
                              <a:cxn ang="0">
                                <a:pos x="connsiteX1" y="connsiteY1"/>
                              </a:cxn>
                              <a:cxn ang="0">
                                <a:pos x="connsiteX2" y="connsiteY2"/>
                              </a:cxn>
                            </a:cxnLst>
                            <a:rect l="l" t="t" r="r" b="b"/>
                            <a:pathLst>
                              <a:path w="527901" h="438358">
                                <a:moveTo>
                                  <a:pt x="527901" y="438358"/>
                                </a:moveTo>
                                <a:cubicBezTo>
                                  <a:pt x="520044" y="-139818"/>
                                  <a:pt x="3142" y="-152389"/>
                                  <a:pt x="0" y="438358"/>
                                </a:cubicBezTo>
                                <a:lnTo>
                                  <a:pt x="527901" y="438358"/>
                                </a:lnTo>
                                <a:close/>
                              </a:path>
                            </a:pathLst>
                          </a:custGeom>
                          <a:solidFill>
                            <a:schemeClr val="bg1">
                              <a:lumMod val="8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18" name="Oval 18"/>
                        <wps:cNvSpPr/>
                        <wps:spPr>
                          <a:xfrm>
                            <a:off x="70701" y="0"/>
                            <a:ext cx="386499" cy="386499"/>
                          </a:xfrm>
                          <a:prstGeom prst="ellipse">
                            <a:avLst/>
                          </a:prstGeom>
                          <a:solidFill>
                            <a:schemeClr val="bg1">
                              <a:lumMod val="8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wg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group w14:anchorId="4C6E6590" id="Group 8" o:spid="_x0000_s1026" style="position:absolute;margin-left:167.9pt;margin-top:100.45pt;width:37.45pt;height:48.15pt;z-index:251637760;mso-position-horizontal-relative:margin;mso-width-relative:margin;mso-height-relative:margin" coordsize="5279,68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">
                <o:lock v:ext="edit" aspectratio="t"/>
                <v:shape id="Freeform 17" o:spid="_x0000_s1027" style="position:absolute;top:3346;width:5279;height:3535;visibility:visible;mso-wrap-style:square;v-text-anchor:middle" coordsize="527901,4383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" path="m527901,438358c520044,-139818,3142,-152389,,438358r527901,xe" fillcolor="#d8d8d8 [2732]" stroked="f" strokeweight="1pt">
                  <v:path arrowok="t" o:connecttype="custom" o:connectlocs="527901,353518;0,353518;527901,353518" o:connectangles="0,0,0"/>
                </v:shape>
                <v:oval id="Oval 18" o:spid="_x0000_s1028" style="position:absolute;left:707;width:3865;height:386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" fillcolor="#d8d8d8 [2732]" stroked="f" strokeweight="1pt"/>
                <w10:wrap anchorx="margin"/>
              </v:group>
            </w:pict>
          </mc:Fallback>
        </mc:AlternateContent>
      </w:r>
    </w:p>
    <w:p w:rsidR="00C80F2C" w:rsidRDefault="00C80F2C" w:rsidP="00C80F2C">
      <w:pPr>
        <w:spacing w:after="240"/>
        <w:ind w:right="6616"/>
        <w:rPr>
          <w:szCs w:val="18"/>
        </w:rPr>
      </w:pPr>
    </w:p>
    <w:p w:rsidR="00C80F2C" w:rsidRDefault="00C80F2C" w:rsidP="00C80F2C">
      <w:pPr>
        <w:spacing w:after="240"/>
        <w:ind w:right="6616"/>
        <w:rPr>
          <w:szCs w:val="18"/>
        </w:rPr>
      </w:pPr>
      <w:r w:rsidRPr="00E726E2">
        <w:rPr>
          <w:noProof/>
          <w:szCs w:val="18"/>
          <w:lang w:eastAsia="en-GB"/>
        </w:rPr>
        <mc:AlternateContent>
          <mc:Choice Requires="wpg">
            <w:drawing>
              <wp:anchor distT="0" distB="0" distL="114300" distR="114300" simplePos="0" relativeHeight="251627006" behindDoc="0" locked="0" layoutInCell="1" allowOverlap="1" wp14:anchorId="22E15705" wp14:editId="39D429F1">
                <wp:simplePos x="0" y="0"/>
                <wp:positionH relativeFrom="margin">
                  <wp:posOffset>2328545</wp:posOffset>
                </wp:positionH>
                <wp:positionV relativeFrom="paragraph">
                  <wp:posOffset>269875</wp:posOffset>
                </wp:positionV>
                <wp:extent cx="475615" cy="611505"/>
                <wp:effectExtent l="0" t="0" r="635" b="0"/>
                <wp:wrapNone/>
                <wp:docPr id="32" name="Group 8"/>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a:xfrm>
                          <a:off x="0" y="0"/>
                          <a:ext cx="475615" cy="611505"/>
                          <a:chOff x="0" y="0"/>
                          <a:chExt cx="527901" cy="688156"/>
                        </a:xfrm>
                      </wpg:grpSpPr>
                      <wps:wsp>
                        <wps:cNvPr id="33" name="Freeform 33"/>
                        <wps:cNvSpPr/>
                        <wps:spPr>
                          <a:xfrm>
                            <a:off x="0" y="334638"/>
                            <a:ext cx="527901" cy="353518"/>
                          </a:xfrm>
                          <a:custGeom>
                            <a:avLst/>
                            <a:gdLst>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28"/>
                              <a:gd name="connsiteY0" fmla="*/ 710852 h 710852"/>
                              <a:gd name="connsiteX1" fmla="*/ 537328 w 537328"/>
                              <a:gd name="connsiteY1" fmla="*/ 352633 h 710852"/>
                              <a:gd name="connsiteX2" fmla="*/ 9427 w 537328"/>
                              <a:gd name="connsiteY2" fmla="*/ 352633 h 710852"/>
                              <a:gd name="connsiteX3" fmla="*/ 9427 w 537328"/>
                              <a:gd name="connsiteY3" fmla="*/ 333780 h 710852"/>
                              <a:gd name="connsiteX0" fmla="*/ 0 w 537328"/>
                              <a:gd name="connsiteY0" fmla="*/ 1461154 h 1461154"/>
                              <a:gd name="connsiteX1" fmla="*/ 537328 w 537328"/>
                              <a:gd name="connsiteY1" fmla="*/ 1102935 h 1461154"/>
                              <a:gd name="connsiteX2" fmla="*/ 9427 w 537328"/>
                              <a:gd name="connsiteY2" fmla="*/ 1102935 h 1461154"/>
                              <a:gd name="connsiteX3" fmla="*/ 160256 w 537328"/>
                              <a:gd name="connsiteY3" fmla="*/ 0 h 1461154"/>
                              <a:gd name="connsiteX0" fmla="*/ 0 w 537328"/>
                              <a:gd name="connsiteY0" fmla="*/ 710853 h 710853"/>
                              <a:gd name="connsiteX1" fmla="*/ 537328 w 537328"/>
                              <a:gd name="connsiteY1" fmla="*/ 352634 h 710853"/>
                              <a:gd name="connsiteX2" fmla="*/ 9427 w 537328"/>
                              <a:gd name="connsiteY2" fmla="*/ 352634 h 710853"/>
                              <a:gd name="connsiteX0" fmla="*/ 0 w 537328"/>
                              <a:gd name="connsiteY0" fmla="*/ 836552 h 836552"/>
                              <a:gd name="connsiteX1" fmla="*/ 537328 w 537328"/>
                              <a:gd name="connsiteY1" fmla="*/ 478333 h 836552"/>
                              <a:gd name="connsiteX2" fmla="*/ 9427 w 537328"/>
                              <a:gd name="connsiteY2" fmla="*/ 478333 h 836552"/>
                              <a:gd name="connsiteX0" fmla="*/ 0 w 537328"/>
                              <a:gd name="connsiteY0" fmla="*/ 737239 h 737239"/>
                              <a:gd name="connsiteX1" fmla="*/ 537328 w 537328"/>
                              <a:gd name="connsiteY1" fmla="*/ 379020 h 737239"/>
                              <a:gd name="connsiteX2" fmla="*/ 9427 w 537328"/>
                              <a:gd name="connsiteY2" fmla="*/ 379020 h 737239"/>
                              <a:gd name="connsiteX0" fmla="*/ 527957 w 527957"/>
                              <a:gd name="connsiteY0" fmla="*/ 379020 h 379020"/>
                              <a:gd name="connsiteX1" fmla="*/ 56 w 527957"/>
                              <a:gd name="connsiteY1" fmla="*/ 379020 h 379020"/>
                              <a:gd name="connsiteX0" fmla="*/ 527957 w 527957"/>
                              <a:gd name="connsiteY0" fmla="*/ 390136 h 390136"/>
                              <a:gd name="connsiteX1" fmla="*/ 56 w 527957"/>
                              <a:gd name="connsiteY1" fmla="*/ 390136 h 390136"/>
                              <a:gd name="connsiteX0" fmla="*/ 527901 w 527901"/>
                              <a:gd name="connsiteY0" fmla="*/ 438358 h 438358"/>
                              <a:gd name="connsiteX1" fmla="*/ 0 w 527901"/>
                              <a:gd name="connsiteY1" fmla="*/ 438358 h 438358"/>
                              <a:gd name="connsiteX0" fmla="*/ 527901 w 527901"/>
                              <a:gd name="connsiteY0" fmla="*/ 438358 h 438358"/>
                              <a:gd name="connsiteX1" fmla="*/ 0 w 527901"/>
                              <a:gd name="connsiteY1" fmla="*/ 438358 h 438358"/>
                              <a:gd name="connsiteX2" fmla="*/ 527901 w 527901"/>
                              <a:gd name="connsiteY2" fmla="*/ 438358 h 438358"/>
                            </a:gdLst>
                            <a:ahLst/>
                            <a:cxnLst>
                              <a:cxn ang="0">
                                <a:pos x="connsiteX0" y="connsiteY0"/>
                              </a:cxn>
                              <a:cxn ang="0">
                                <a:pos x="connsiteX1" y="connsiteY1"/>
                              </a:cxn>
                              <a:cxn ang="0">
                                <a:pos x="connsiteX2" y="connsiteY2"/>
                              </a:cxn>
                            </a:cxnLst>
                            <a:rect l="l" t="t" r="r" b="b"/>
                            <a:pathLst>
                              <a:path w="527901" h="438358">
                                <a:moveTo>
                                  <a:pt x="527901" y="438358"/>
                                </a:moveTo>
                                <a:cubicBezTo>
                                  <a:pt x="520044" y="-139818"/>
                                  <a:pt x="3142" y="-152389"/>
                                  <a:pt x="0" y="438358"/>
                                </a:cubicBezTo>
                                <a:lnTo>
                                  <a:pt x="527901" y="438358"/>
                                </a:lnTo>
                                <a:close/>
                              </a:path>
                            </a:pathLst>
                          </a:custGeom>
                          <a:solidFill>
                            <a:schemeClr val="bg1">
                              <a:lumMod val="6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34" name="Oval 34"/>
                        <wps:cNvSpPr/>
                        <wps:spPr>
                          <a:xfrm>
                            <a:off x="70701" y="0"/>
                            <a:ext cx="386499" cy="386499"/>
                          </a:xfrm>
                          <a:prstGeom prst="ellipse">
                            <a:avLst/>
                          </a:prstGeom>
                          <a:solidFill>
                            <a:schemeClr val="bg1">
                              <a:lumMod val="6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wg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group w14:anchorId="5CFEC637" id="Group 8" o:spid="_x0000_s1026" style="position:absolute;margin-left:183.35pt;margin-top:21.25pt;width:37.45pt;height:48.15pt;z-index:251627006;mso-position-horizontal-relative:margin;mso-width-relative:margin;mso-height-relative:margin" coordsize="5279,68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">
                <o:lock v:ext="edit" aspectratio="t"/>
                <v:shape id="Freeform 33" o:spid="_x0000_s1027" style="position:absolute;top:3346;width:5279;height:3535;visibility:visible;mso-wrap-style:square;v-text-anchor:middle" coordsize="527901,4383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" path="m527901,438358c520044,-139818,3142,-152389,,438358r527901,xe" fillcolor="#a5a5a5 [2092]" stroked="f" strokeweight="1pt">
                  <v:path arrowok="t" o:connecttype="custom" o:connectlocs="527901,353518;0,353518;527901,353518" o:connectangles="0,0,0"/>
                </v:shape>
                <v:oval id="Oval 34" o:spid="_x0000_s1028" style="position:absolute;left:707;width:3865;height:386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" fillcolor="#a5a5a5 [2092]" stroked="f" strokeweight="1pt"/>
                <w10:wrap anchorx="margin"/>
              </v:group>
            </w:pict>
          </mc:Fallback>
        </mc:AlternateContent>
      </w:r>
    </w:p>
    <w:p w:rsidR="00C80F2C" w:rsidRDefault="00C80F2C" w:rsidP="00C80F2C">
      <w:pPr>
        <w:spacing w:after="240"/>
        <w:ind w:right="6616"/>
        <w:rPr>
          <w:szCs w:val="18"/>
        </w:rPr>
      </w:pPr>
      <w:r w:rsidRPr="00E726E2">
        <w:rPr>
          <w:noProof/>
          <w:szCs w:val="18"/>
          <w:lang w:eastAsia="en-GB"/>
        </w:rPr>
        <mc:AlternateContent>
          <mc:Choice Requires="wpg">
            <w:drawing>
              <wp:anchor distT="0" distB="0" distL="114300" distR="114300" simplePos="0" relativeHeight="251628031" behindDoc="0" locked="0" layoutInCell="1" allowOverlap="1" wp14:anchorId="1B59D533" wp14:editId="6054C66A">
                <wp:simplePos x="0" y="0"/>
                <wp:positionH relativeFrom="margin">
                  <wp:posOffset>2669540</wp:posOffset>
                </wp:positionH>
                <wp:positionV relativeFrom="paragraph">
                  <wp:posOffset>143510</wp:posOffset>
                </wp:positionV>
                <wp:extent cx="475615" cy="611505"/>
                <wp:effectExtent l="0" t="0" r="635" b="0"/>
                <wp:wrapNone/>
                <wp:docPr id="35" name="Group 8"/>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a:xfrm>
                          <a:off x="0" y="0"/>
                          <a:ext cx="475615" cy="611505"/>
                          <a:chOff x="0" y="0"/>
                          <a:chExt cx="527901" cy="688156"/>
                        </a:xfrm>
                      </wpg:grpSpPr>
                      <wps:wsp>
                        <wps:cNvPr id="36" name="Freeform 36"/>
                        <wps:cNvSpPr/>
                        <wps:spPr>
                          <a:xfrm>
                            <a:off x="0" y="334638"/>
                            <a:ext cx="527901" cy="353518"/>
                          </a:xfrm>
                          <a:custGeom>
                            <a:avLst/>
                            <a:gdLst>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28"/>
                              <a:gd name="connsiteY0" fmla="*/ 710852 h 710852"/>
                              <a:gd name="connsiteX1" fmla="*/ 537328 w 537328"/>
                              <a:gd name="connsiteY1" fmla="*/ 352633 h 710852"/>
                              <a:gd name="connsiteX2" fmla="*/ 9427 w 537328"/>
                              <a:gd name="connsiteY2" fmla="*/ 352633 h 710852"/>
                              <a:gd name="connsiteX3" fmla="*/ 9427 w 537328"/>
                              <a:gd name="connsiteY3" fmla="*/ 333780 h 710852"/>
                              <a:gd name="connsiteX0" fmla="*/ 0 w 537328"/>
                              <a:gd name="connsiteY0" fmla="*/ 1461154 h 1461154"/>
                              <a:gd name="connsiteX1" fmla="*/ 537328 w 537328"/>
                              <a:gd name="connsiteY1" fmla="*/ 1102935 h 1461154"/>
                              <a:gd name="connsiteX2" fmla="*/ 9427 w 537328"/>
                              <a:gd name="connsiteY2" fmla="*/ 1102935 h 1461154"/>
                              <a:gd name="connsiteX3" fmla="*/ 160256 w 537328"/>
                              <a:gd name="connsiteY3" fmla="*/ 0 h 1461154"/>
                              <a:gd name="connsiteX0" fmla="*/ 0 w 537328"/>
                              <a:gd name="connsiteY0" fmla="*/ 710853 h 710853"/>
                              <a:gd name="connsiteX1" fmla="*/ 537328 w 537328"/>
                              <a:gd name="connsiteY1" fmla="*/ 352634 h 710853"/>
                              <a:gd name="connsiteX2" fmla="*/ 9427 w 537328"/>
                              <a:gd name="connsiteY2" fmla="*/ 352634 h 710853"/>
                              <a:gd name="connsiteX0" fmla="*/ 0 w 537328"/>
                              <a:gd name="connsiteY0" fmla="*/ 836552 h 836552"/>
                              <a:gd name="connsiteX1" fmla="*/ 537328 w 537328"/>
                              <a:gd name="connsiteY1" fmla="*/ 478333 h 836552"/>
                              <a:gd name="connsiteX2" fmla="*/ 9427 w 537328"/>
                              <a:gd name="connsiteY2" fmla="*/ 478333 h 836552"/>
                              <a:gd name="connsiteX0" fmla="*/ 0 w 537328"/>
                              <a:gd name="connsiteY0" fmla="*/ 737239 h 737239"/>
                              <a:gd name="connsiteX1" fmla="*/ 537328 w 537328"/>
                              <a:gd name="connsiteY1" fmla="*/ 379020 h 737239"/>
                              <a:gd name="connsiteX2" fmla="*/ 9427 w 537328"/>
                              <a:gd name="connsiteY2" fmla="*/ 379020 h 737239"/>
                              <a:gd name="connsiteX0" fmla="*/ 527957 w 527957"/>
                              <a:gd name="connsiteY0" fmla="*/ 379020 h 379020"/>
                              <a:gd name="connsiteX1" fmla="*/ 56 w 527957"/>
                              <a:gd name="connsiteY1" fmla="*/ 379020 h 379020"/>
                              <a:gd name="connsiteX0" fmla="*/ 527957 w 527957"/>
                              <a:gd name="connsiteY0" fmla="*/ 390136 h 390136"/>
                              <a:gd name="connsiteX1" fmla="*/ 56 w 527957"/>
                              <a:gd name="connsiteY1" fmla="*/ 390136 h 390136"/>
                              <a:gd name="connsiteX0" fmla="*/ 527901 w 527901"/>
                              <a:gd name="connsiteY0" fmla="*/ 438358 h 438358"/>
                              <a:gd name="connsiteX1" fmla="*/ 0 w 527901"/>
                              <a:gd name="connsiteY1" fmla="*/ 438358 h 438358"/>
                              <a:gd name="connsiteX0" fmla="*/ 527901 w 527901"/>
                              <a:gd name="connsiteY0" fmla="*/ 438358 h 438358"/>
                              <a:gd name="connsiteX1" fmla="*/ 0 w 527901"/>
                              <a:gd name="connsiteY1" fmla="*/ 438358 h 438358"/>
                              <a:gd name="connsiteX2" fmla="*/ 527901 w 527901"/>
                              <a:gd name="connsiteY2" fmla="*/ 438358 h 438358"/>
                            </a:gdLst>
                            <a:ahLst/>
                            <a:cxnLst>
                              <a:cxn ang="0">
                                <a:pos x="connsiteX0" y="connsiteY0"/>
                              </a:cxn>
                              <a:cxn ang="0">
                                <a:pos x="connsiteX1" y="connsiteY1"/>
                              </a:cxn>
                              <a:cxn ang="0">
                                <a:pos x="connsiteX2" y="connsiteY2"/>
                              </a:cxn>
                            </a:cxnLst>
                            <a:rect l="l" t="t" r="r" b="b"/>
                            <a:pathLst>
                              <a:path w="527901" h="438358">
                                <a:moveTo>
                                  <a:pt x="527901" y="438358"/>
                                </a:moveTo>
                                <a:cubicBezTo>
                                  <a:pt x="520044" y="-139818"/>
                                  <a:pt x="3142" y="-152389"/>
                                  <a:pt x="0" y="438358"/>
                                </a:cubicBezTo>
                                <a:lnTo>
                                  <a:pt x="527901" y="438358"/>
                                </a:lnTo>
                                <a:close/>
                              </a:path>
                            </a:pathLst>
                          </a:custGeom>
                          <a:solidFill>
                            <a:schemeClr val="bg1">
                              <a:lumMod val="8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37" name="Oval 37"/>
                        <wps:cNvSpPr/>
                        <wps:spPr>
                          <a:xfrm>
                            <a:off x="70701" y="0"/>
                            <a:ext cx="386499" cy="386499"/>
                          </a:xfrm>
                          <a:prstGeom prst="ellipse">
                            <a:avLst/>
                          </a:prstGeom>
                          <a:solidFill>
                            <a:schemeClr val="bg1">
                              <a:lumMod val="8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wg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group w14:anchorId="72FA74C9" id="Group 8" o:spid="_x0000_s1026" style="position:absolute;margin-left:210.2pt;margin-top:11.3pt;width:37.45pt;height:48.15pt;z-index:251628031;mso-position-horizontal-relative:margin;mso-width-relative:margin;mso-height-relative:margin" coordsize="5279,68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">
                <o:lock v:ext="edit" aspectratio="t"/>
                <v:shape id="Freeform 36" o:spid="_x0000_s1027" style="position:absolute;top:3346;width:5279;height:3535;visibility:visible;mso-wrap-style:square;v-text-anchor:middle" coordsize="527901,4383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" path="m527901,438358c520044,-139818,3142,-152389,,438358r527901,xe" fillcolor="#d8d8d8 [2732]" stroked="f" strokeweight="1pt">
                  <v:path arrowok="t" o:connecttype="custom" o:connectlocs="527901,353518;0,353518;527901,353518" o:connectangles="0,0,0"/>
                </v:shape>
                <v:oval id="Oval 37" o:spid="_x0000_s1028" style="position:absolute;left:707;width:3865;height:386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" fillcolor="#d8d8d8 [2732]" stroked="f" strokeweight="1pt"/>
                <w10:wrap anchorx="margin"/>
              </v:group>
            </w:pict>
          </mc:Fallback>
        </mc:AlternateContent>
      </w:r>
    </w:p>
    <w:p w:rsidR="00C80F2C" w:rsidRDefault="00C80F2C" w:rsidP="00C80F2C">
      <w:pPr>
        <w:spacing w:after="240"/>
        <w:ind w:right="6616"/>
        <w:rPr>
          <w:szCs w:val="18"/>
        </w:rPr>
      </w:pPr>
      <w:r w:rsidRPr="00E726E2">
        <w:rPr>
          <w:noProof/>
          <w:szCs w:val="18"/>
          <w:lang w:eastAsia="en-GB"/>
        </w:rPr>
        <mc:AlternateContent>
          <mc:Choice Requires="wps">
            <w:drawing>
              <wp:anchor distT="0" distB="0" distL="114300" distR="114300" simplePos="0" relativeHeight="251657216" behindDoc="0" locked="0" layoutInCell="1" allowOverlap="1" wp14:anchorId="2F4CB5E3" wp14:editId="2CEA9617">
                <wp:simplePos x="0" y="0"/>
                <wp:positionH relativeFrom="margin">
                  <wp:posOffset>99060</wp:posOffset>
                </wp:positionH>
                <wp:positionV relativeFrom="paragraph">
                  <wp:posOffset>288925</wp:posOffset>
                </wp:positionV>
                <wp:extent cx="1877060" cy="1079500"/>
                <wp:effectExtent l="0" t="133350" r="46990" b="25400"/>
                <wp:wrapNone/>
                <wp:docPr id="38" name="Rounded Rectangular Callout 6"/>
                <wp:cNvGraphicFramePr/>
                <a:graphic xmlns:a="http://schemas.openxmlformats.org/drawingml/2006/main">
                  <a:graphicData uri="http://schemas.microsoft.com/office/word/2010/wordprocessingShape">
                    <wps:wsp>
                      <wps:cNvSpPr/>
                      <wps:spPr>
                        <a:xfrm>
                          <a:off x="0" y="0"/>
                          <a:ext cx="1877060" cy="1079500"/>
                        </a:xfrm>
                        <a:prstGeom prst="wedgeRoundRectCallout">
                          <a:avLst>
                            <a:gd name="adj1" fmla="val 50948"/>
                            <a:gd name="adj2" fmla="val -62053"/>
                            <a:gd name="adj3" fmla="val 16667"/>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80F2C" w:rsidRPr="00A534C5" w:rsidRDefault="00C80F2C" w:rsidP="00C80F2C">
                            <w:pPr>
                              <w:spacing w:after="120"/>
                              <w:jc w:val="center"/>
                            </w:pPr>
                            <w:r>
                              <w:rPr>
                                <w:rFonts w:cstheme="minorBidi"/>
                                <w:b/>
                                <w:bCs/>
                                <w:color w:val="000000" w:themeColor="text1"/>
                                <w:kern w:val="24"/>
                              </w:rPr>
                              <w:t>Yasmin</w:t>
                            </w:r>
                          </w:p>
                          <w:p w:rsidR="00C80F2C" w:rsidRPr="00C675D8" w:rsidRDefault="00F96014" w:rsidP="00C80F2C">
                            <w:pPr>
                              <w:jc w:val="center"/>
                              <w:rPr>
                                <w:rFonts w:cstheme="minorBidi"/>
                                <w:color w:val="000000" w:themeColor="text1"/>
                                <w:kern w:val="24"/>
                              </w:rPr>
                            </w:pPr>
                            <w:r>
                              <w:rPr>
                                <w:rFonts w:cstheme="minorBidi"/>
                                <w:color w:val="000000" w:themeColor="text1"/>
                                <w:kern w:val="24"/>
                              </w:rPr>
                              <w:t>It lives under water but it’s a mammal because it doesn’t have scales.</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2F4CB5E3" id="_x0000_s1036" type="#_x0000_t62" style="position:absolute;margin-left:7.8pt;margin-top:22.75pt;width:147.8pt;height:85pt;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" adj="21805,-2603" filled="f" strokecolor="black [3213]" strokeweight="1pt">
                <v:textbox>
                  <w:txbxContent>
                    <w:p w:rsidR="00C80F2C" w:rsidRPr="00A534C5" w:rsidRDefault="00C80F2C" w:rsidP="00C80F2C">
                      <w:pPr>
                        <w:spacing w:after="120"/>
                        <w:jc w:val="center"/>
                      </w:pPr>
                      <w:r>
                        <w:rPr>
                          <w:rFonts w:cstheme="minorBidi"/>
                          <w:b/>
                          <w:bCs/>
                          <w:color w:val="000000" w:themeColor="text1"/>
                          <w:kern w:val="24"/>
                        </w:rPr>
                        <w:t>Yasmin</w:t>
                      </w:r>
                    </w:p>
                    <w:p w:rsidR="00C80F2C" w:rsidRPr="00C675D8" w:rsidRDefault="00F96014" w:rsidP="00C80F2C">
                      <w:pPr>
                        <w:jc w:val="center"/>
                        <w:rPr>
                          <w:rFonts w:cstheme="minorBidi"/>
                          <w:color w:val="000000" w:themeColor="text1"/>
                          <w:kern w:val="24"/>
                        </w:rPr>
                      </w:pPr>
                      <w:r>
                        <w:rPr>
                          <w:rFonts w:cstheme="minorBidi"/>
                          <w:color w:val="000000" w:themeColor="text1"/>
                          <w:kern w:val="24"/>
                        </w:rPr>
                        <w:t>It lives under water but it’s a mammal because it doesn’t have scales.</w:t>
                      </w:r>
                    </w:p>
                  </w:txbxContent>
                </v:textbox>
                <w10:wrap anchorx="margin"/>
              </v:shape>
            </w:pict>
          </mc:Fallback>
        </mc:AlternateContent>
      </w:r>
    </w:p>
    <w:p w:rsidR="00C80F2C" w:rsidRDefault="00C80F2C" w:rsidP="00C80F2C">
      <w:pPr>
        <w:spacing w:after="240"/>
        <w:ind w:right="6616"/>
        <w:rPr>
          <w:szCs w:val="18"/>
        </w:rPr>
      </w:pPr>
      <w:r w:rsidRPr="00E726E2">
        <w:rPr>
          <w:noProof/>
          <w:szCs w:val="18"/>
          <w:lang w:eastAsia="en-GB"/>
        </w:rPr>
        <mc:AlternateContent>
          <mc:Choice Requires="wps">
            <w:drawing>
              <wp:anchor distT="0" distB="0" distL="114300" distR="114300" simplePos="0" relativeHeight="251656192" behindDoc="0" locked="0" layoutInCell="1" allowOverlap="1" wp14:anchorId="3E8CB4EA" wp14:editId="37055691">
                <wp:simplePos x="0" y="0"/>
                <wp:positionH relativeFrom="margin">
                  <wp:posOffset>3543300</wp:posOffset>
                </wp:positionH>
                <wp:positionV relativeFrom="paragraph">
                  <wp:posOffset>15875</wp:posOffset>
                </wp:positionV>
                <wp:extent cx="1095375" cy="1026160"/>
                <wp:effectExtent l="0" t="171450" r="28575" b="21590"/>
                <wp:wrapNone/>
                <wp:docPr id="39" name="Rounded Rectangular Callout 6"/>
                <wp:cNvGraphicFramePr/>
                <a:graphic xmlns:a="http://schemas.openxmlformats.org/drawingml/2006/main">
                  <a:graphicData uri="http://schemas.microsoft.com/office/word/2010/wordprocessingShape">
                    <wps:wsp>
                      <wps:cNvSpPr/>
                      <wps:spPr>
                        <a:xfrm>
                          <a:off x="0" y="0"/>
                          <a:ext cx="1095375" cy="1026160"/>
                        </a:xfrm>
                        <a:prstGeom prst="wedgeRoundRectCallout">
                          <a:avLst>
                            <a:gd name="adj1" fmla="val -49083"/>
                            <a:gd name="adj2" fmla="val -64935"/>
                            <a:gd name="adj3" fmla="val 16667"/>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80F2C" w:rsidRPr="00A534C5" w:rsidRDefault="00C80F2C" w:rsidP="00C80F2C">
                            <w:pPr>
                              <w:spacing w:after="120"/>
                              <w:jc w:val="center"/>
                            </w:pPr>
                            <w:r>
                              <w:rPr>
                                <w:rFonts w:cstheme="minorBidi"/>
                                <w:b/>
                                <w:bCs/>
                                <w:color w:val="000000" w:themeColor="text1"/>
                                <w:kern w:val="24"/>
                              </w:rPr>
                              <w:t>Layla</w:t>
                            </w:r>
                          </w:p>
                          <w:p w:rsidR="00C80F2C" w:rsidRPr="00C675D8" w:rsidRDefault="00F96014" w:rsidP="00C80F2C">
                            <w:pPr>
                              <w:jc w:val="center"/>
                              <w:rPr>
                                <w:rFonts w:cstheme="minorBidi"/>
                                <w:color w:val="000000" w:themeColor="text1"/>
                                <w:kern w:val="24"/>
                              </w:rPr>
                            </w:pPr>
                            <w:r>
                              <w:rPr>
                                <w:rFonts w:cstheme="minorBidi"/>
                                <w:color w:val="000000" w:themeColor="text1"/>
                                <w:kern w:val="24"/>
                              </w:rPr>
                              <w:t>It can swim, so it’s a fish.</w:t>
                            </w:r>
                          </w:p>
                        </w:txbxContent>
                      </wps:txbx>
                      <wps:bodyPr wrap="square" rtlCol="0" anchor="ctr"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3E8CB4EA" id="_x0000_s1037" type="#_x0000_t62" style="position:absolute;margin-left:279pt;margin-top:1.25pt;width:86.25pt;height:80.8pt;z-index:2516561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" adj="198,-3226" filled="f" strokecolor="black [3213]" strokeweight="1pt">
                <v:textbox>
                  <w:txbxContent>
                    <w:p w:rsidR="00C80F2C" w:rsidRPr="00A534C5" w:rsidRDefault="00C80F2C" w:rsidP="00C80F2C">
                      <w:pPr>
                        <w:spacing w:after="120"/>
                        <w:jc w:val="center"/>
                      </w:pPr>
                      <w:r>
                        <w:rPr>
                          <w:rFonts w:cstheme="minorBidi"/>
                          <w:b/>
                          <w:bCs/>
                          <w:color w:val="000000" w:themeColor="text1"/>
                          <w:kern w:val="24"/>
                        </w:rPr>
                        <w:t>Layla</w:t>
                      </w:r>
                    </w:p>
                    <w:p w:rsidR="00C80F2C" w:rsidRPr="00C675D8" w:rsidRDefault="00F96014" w:rsidP="00C80F2C">
                      <w:pPr>
                        <w:jc w:val="center"/>
                        <w:rPr>
                          <w:rFonts w:cstheme="minorBidi"/>
                          <w:color w:val="000000" w:themeColor="text1"/>
                          <w:kern w:val="24"/>
                        </w:rPr>
                      </w:pPr>
                      <w:r>
                        <w:rPr>
                          <w:rFonts w:cstheme="minorBidi"/>
                          <w:color w:val="000000" w:themeColor="text1"/>
                          <w:kern w:val="24"/>
                        </w:rPr>
                        <w:t>It can swim, so it’s a fish.</w:t>
                      </w:r>
                    </w:p>
                  </w:txbxContent>
                </v:textbox>
                <w10:wrap anchorx="margin"/>
              </v:shape>
            </w:pict>
          </mc:Fallback>
        </mc:AlternateContent>
      </w:r>
    </w:p>
    <w:p w:rsidR="00C80F2C" w:rsidRDefault="00C80F2C" w:rsidP="00C80F2C">
      <w:pPr>
        <w:spacing w:after="240"/>
        <w:ind w:right="6616"/>
        <w:rPr>
          <w:szCs w:val="18"/>
        </w:rPr>
      </w:pPr>
    </w:p>
    <w:p w:rsidR="00C80F2C" w:rsidRDefault="00C80F2C" w:rsidP="00C80F2C">
      <w:pPr>
        <w:spacing w:after="240"/>
        <w:ind w:right="6616"/>
        <w:rPr>
          <w:szCs w:val="18"/>
        </w:rPr>
      </w:pPr>
    </w:p>
    <w:p w:rsidR="00C80F2C" w:rsidRDefault="00C80F2C" w:rsidP="00C80F2C">
      <w:pPr>
        <w:spacing w:after="240"/>
        <w:ind w:right="6616"/>
        <w:rPr>
          <w:szCs w:val="18"/>
        </w:rPr>
      </w:pPr>
    </w:p>
    <w:p w:rsidR="00C80F2C" w:rsidRDefault="00C80F2C" w:rsidP="00C80F2C">
      <w:pPr>
        <w:spacing w:after="240"/>
        <w:ind w:right="6616"/>
        <w:rPr>
          <w:szCs w:val="18"/>
        </w:rPr>
      </w:pPr>
    </w:p>
    <w:p w:rsidR="00C80F2C" w:rsidRDefault="00C80F2C" w:rsidP="00C80F2C">
      <w:pPr>
        <w:spacing w:after="240"/>
        <w:ind w:right="95"/>
        <w:rPr>
          <w:szCs w:val="18"/>
        </w:rPr>
      </w:pPr>
      <w:r>
        <w:rPr>
          <w:szCs w:val="18"/>
        </w:rPr>
        <w:t>Who do you think is correct?</w:t>
      </w:r>
    </w:p>
    <w:p w:rsidR="00A55E12" w:rsidRDefault="00A55E12" w:rsidP="00C80F2C">
      <w:pPr>
        <w:spacing w:after="240"/>
        <w:ind w:right="95"/>
        <w:rPr>
          <w:szCs w:val="18"/>
        </w:rPr>
      </w:pPr>
      <w:r>
        <w:rPr>
          <w:szCs w:val="18"/>
        </w:rPr>
        <w:t xml:space="preserve">Use the </w:t>
      </w:r>
      <w:r w:rsidRPr="00A55E12">
        <w:rPr>
          <w:b/>
          <w:szCs w:val="18"/>
        </w:rPr>
        <w:t>key</w:t>
      </w:r>
      <w:r>
        <w:rPr>
          <w:szCs w:val="18"/>
        </w:rPr>
        <w:t xml:space="preserve"> to help you decide.</w:t>
      </w:r>
    </w:p>
    <w:tbl>
      <w:tblPr>
        <w:tblStyle w:val="TableGrid"/>
        <w:tblW w:w="0" w:type="auto"/>
        <w:tblInd w:w="5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2"/>
        <w:gridCol w:w="7882"/>
      </w:tblGrid>
      <w:tr w:rsidR="00C80F2C" w:rsidTr="00676987">
        <w:trPr>
          <w:trHeight w:hRule="exact" w:val="567"/>
        </w:trPr>
        <w:tc>
          <w:tcPr>
            <w:tcW w:w="572" w:type="dxa"/>
          </w:tcPr>
          <w:p w:rsidR="00C80F2C" w:rsidRPr="00461B7C" w:rsidRDefault="00C80F2C" w:rsidP="00676987">
            <w:pPr>
              <w:rPr>
                <w:b/>
                <w:szCs w:val="18"/>
              </w:rPr>
            </w:pPr>
            <w:r>
              <w:rPr>
                <w:b/>
                <w:szCs w:val="18"/>
              </w:rPr>
              <w:t>A</w:t>
            </w:r>
          </w:p>
        </w:tc>
        <w:tc>
          <w:tcPr>
            <w:tcW w:w="7882" w:type="dxa"/>
          </w:tcPr>
          <w:p w:rsidR="00C80F2C" w:rsidRDefault="00C80F2C" w:rsidP="00676987">
            <w:pPr>
              <w:rPr>
                <w:szCs w:val="18"/>
              </w:rPr>
            </w:pPr>
            <w:r>
              <w:rPr>
                <w:szCs w:val="18"/>
              </w:rPr>
              <w:t>Calvin</w:t>
            </w:r>
          </w:p>
        </w:tc>
      </w:tr>
      <w:tr w:rsidR="00C80F2C" w:rsidTr="00676987">
        <w:trPr>
          <w:trHeight w:hRule="exact" w:val="567"/>
        </w:trPr>
        <w:tc>
          <w:tcPr>
            <w:tcW w:w="572" w:type="dxa"/>
          </w:tcPr>
          <w:p w:rsidR="00C80F2C" w:rsidRPr="00461B7C" w:rsidRDefault="00C80F2C" w:rsidP="00676987">
            <w:pPr>
              <w:rPr>
                <w:b/>
                <w:szCs w:val="18"/>
              </w:rPr>
            </w:pPr>
            <w:r>
              <w:rPr>
                <w:b/>
                <w:szCs w:val="18"/>
              </w:rPr>
              <w:t>B</w:t>
            </w:r>
          </w:p>
        </w:tc>
        <w:tc>
          <w:tcPr>
            <w:tcW w:w="7882" w:type="dxa"/>
          </w:tcPr>
          <w:p w:rsidR="00C80F2C" w:rsidRDefault="00C80F2C" w:rsidP="00676987">
            <w:pPr>
              <w:rPr>
                <w:szCs w:val="18"/>
              </w:rPr>
            </w:pPr>
            <w:r>
              <w:rPr>
                <w:szCs w:val="18"/>
              </w:rPr>
              <w:t>Ellie</w:t>
            </w:r>
          </w:p>
        </w:tc>
      </w:tr>
      <w:tr w:rsidR="00C80F2C" w:rsidTr="00676987">
        <w:trPr>
          <w:trHeight w:hRule="exact" w:val="567"/>
        </w:trPr>
        <w:tc>
          <w:tcPr>
            <w:tcW w:w="572" w:type="dxa"/>
          </w:tcPr>
          <w:p w:rsidR="00C80F2C" w:rsidRPr="00461B7C" w:rsidRDefault="00C80F2C" w:rsidP="00676987">
            <w:pPr>
              <w:rPr>
                <w:b/>
                <w:szCs w:val="18"/>
              </w:rPr>
            </w:pPr>
            <w:r>
              <w:rPr>
                <w:b/>
                <w:szCs w:val="18"/>
              </w:rPr>
              <w:t>C</w:t>
            </w:r>
          </w:p>
        </w:tc>
        <w:tc>
          <w:tcPr>
            <w:tcW w:w="7882" w:type="dxa"/>
          </w:tcPr>
          <w:p w:rsidR="00C80F2C" w:rsidRDefault="00C80F2C" w:rsidP="00676987">
            <w:pPr>
              <w:rPr>
                <w:szCs w:val="18"/>
              </w:rPr>
            </w:pPr>
            <w:r>
              <w:rPr>
                <w:szCs w:val="18"/>
              </w:rPr>
              <w:t>Layla</w:t>
            </w:r>
          </w:p>
        </w:tc>
      </w:tr>
      <w:tr w:rsidR="00C80F2C" w:rsidTr="00676987">
        <w:trPr>
          <w:trHeight w:hRule="exact" w:val="567"/>
        </w:trPr>
        <w:tc>
          <w:tcPr>
            <w:tcW w:w="572" w:type="dxa"/>
          </w:tcPr>
          <w:p w:rsidR="00C80F2C" w:rsidRDefault="00C80F2C" w:rsidP="00676987">
            <w:pPr>
              <w:rPr>
                <w:b/>
                <w:szCs w:val="18"/>
              </w:rPr>
            </w:pPr>
            <w:r>
              <w:rPr>
                <w:b/>
                <w:szCs w:val="18"/>
              </w:rPr>
              <w:t>D</w:t>
            </w:r>
          </w:p>
        </w:tc>
        <w:tc>
          <w:tcPr>
            <w:tcW w:w="7882" w:type="dxa"/>
          </w:tcPr>
          <w:p w:rsidR="00C80F2C" w:rsidRDefault="00C80F2C" w:rsidP="00676987">
            <w:pPr>
              <w:rPr>
                <w:szCs w:val="18"/>
              </w:rPr>
            </w:pPr>
            <w:r>
              <w:rPr>
                <w:szCs w:val="18"/>
              </w:rPr>
              <w:t>Yasmin</w:t>
            </w:r>
          </w:p>
        </w:tc>
      </w:tr>
    </w:tbl>
    <w:p w:rsidR="00C9189F" w:rsidRDefault="00C9189F">
      <w:pPr>
        <w:spacing w:after="200" w:line="276" w:lineRule="auto"/>
        <w:rPr>
          <w:szCs w:val="18"/>
        </w:rPr>
      </w:pPr>
      <w:r>
        <w:rPr>
          <w:szCs w:val="18"/>
        </w:rPr>
        <w:br w:type="page"/>
      </w:r>
    </w:p>
    <w:p w:rsidR="00C9189F" w:rsidRPr="000E74B9" w:rsidRDefault="00C9189F" w:rsidP="000E74B9">
      <w:pPr>
        <w:spacing w:after="360"/>
        <w:rPr>
          <w:b/>
          <w:color w:val="538135"/>
          <w:sz w:val="24"/>
        </w:rPr>
      </w:pPr>
      <w:r w:rsidRPr="000E74B9">
        <w:rPr>
          <w:b/>
          <w:color w:val="538135"/>
          <w:sz w:val="24"/>
        </w:rPr>
        <w:lastRenderedPageBreak/>
        <w:t>Classification key</w:t>
      </w:r>
    </w:p>
    <w:p w:rsidR="00A452BC" w:rsidRDefault="00C9189F">
      <w:pPr>
        <w:spacing w:after="200" w:line="276" w:lineRule="auto"/>
      </w:pPr>
      <w:r w:rsidRPr="007A401D">
        <w:t xml:space="preserve">A </w:t>
      </w:r>
      <w:r w:rsidRPr="00A55E12">
        <w:rPr>
          <w:b/>
        </w:rPr>
        <w:t>key</w:t>
      </w:r>
      <w:r w:rsidRPr="007A401D">
        <w:t xml:space="preserve"> is a set of questions</w:t>
      </w:r>
      <w:r>
        <w:t xml:space="preserve"> that can help us to classify an organism into a group.</w:t>
      </w:r>
    </w:p>
    <w:p w:rsidR="00C9189F" w:rsidRDefault="00C9189F">
      <w:pPr>
        <w:spacing w:after="200" w:line="276" w:lineRule="auto"/>
      </w:pPr>
      <w:r>
        <w:t>The simple key below could be used to classify penguins, bats and whales.</w:t>
      </w:r>
    </w:p>
    <w:p w:rsidR="00C9189F" w:rsidRDefault="00C9189F">
      <w:pPr>
        <w:spacing w:after="200" w:line="276" w:lineRule="auto"/>
      </w:pPr>
    </w:p>
    <w:p w:rsidR="00C9189F" w:rsidRDefault="00C9189F">
      <w:pPr>
        <w:spacing w:after="200" w:line="276" w:lineRule="auto"/>
      </w:pPr>
    </w:p>
    <w:p w:rsidR="00C9189F" w:rsidRDefault="007B2CA6">
      <w:pPr>
        <w:spacing w:after="200" w:line="276" w:lineRule="auto"/>
      </w:pPr>
      <w:r>
        <w:rPr>
          <w:noProof/>
          <w:lang w:eastAsia="en-GB"/>
        </w:rPr>
        <mc:AlternateContent>
          <mc:Choice Requires="wps">
            <w:drawing>
              <wp:anchor distT="0" distB="0" distL="114300" distR="114300" simplePos="0" relativeHeight="251670016" behindDoc="0" locked="0" layoutInCell="1" allowOverlap="1">
                <wp:simplePos x="0" y="0"/>
                <wp:positionH relativeFrom="margin">
                  <wp:posOffset>1903730</wp:posOffset>
                </wp:positionH>
                <wp:positionV relativeFrom="paragraph">
                  <wp:posOffset>35560</wp:posOffset>
                </wp:positionV>
                <wp:extent cx="1905000" cy="457200"/>
                <wp:effectExtent l="0" t="0" r="19050" b="19050"/>
                <wp:wrapNone/>
                <wp:docPr id="7" name="Text Box 7"/>
                <wp:cNvGraphicFramePr/>
                <a:graphic xmlns:a="http://schemas.openxmlformats.org/drawingml/2006/main">
                  <a:graphicData uri="http://schemas.microsoft.com/office/word/2010/wordprocessingShape">
                    <wps:wsp>
                      <wps:cNvSpPr txBox="1"/>
                      <wps:spPr>
                        <a:xfrm>
                          <a:off x="0" y="0"/>
                          <a:ext cx="1905000" cy="457200"/>
                        </a:xfrm>
                        <a:prstGeom prst="rect">
                          <a:avLst/>
                        </a:prstGeom>
                        <a:solidFill>
                          <a:schemeClr val="lt1"/>
                        </a:solidFill>
                        <a:ln w="6350">
                          <a:solidFill>
                            <a:prstClr val="black"/>
                          </a:solidFill>
                        </a:ln>
                      </wps:spPr>
                      <wps:txbx>
                        <w:txbxContent>
                          <w:p w:rsidR="007B2CA6" w:rsidRDefault="007B2CA6" w:rsidP="007B2CA6">
                            <w:pPr>
                              <w:jc w:val="center"/>
                            </w:pPr>
                            <w:r>
                              <w:t>Does it have wings?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type id="_x0000_t202" coordsize="21600,21600" o:spt="202" path="m,l,21600r21600,l21600,xe">
                <v:stroke joinstyle="miter"/>
                <v:path gradientshapeok="t" o:connecttype="rect"/>
              </v:shapetype>
              <v:shape id="Text Box 7" o:spid="_x0000_s1038" type="#_x0000_t202" style="position:absolute;margin-left:149.9pt;margin-top:2.8pt;width:150pt;height:36pt;z-index:2516700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" fillcolor="white [3201]" strokeweight=".5pt">
                <v:textbox>
                  <w:txbxContent>
                    <w:p w:rsidR="007B2CA6" w:rsidRDefault="007B2CA6" w:rsidP="007B2CA6">
                      <w:pPr>
                        <w:jc w:val="center"/>
                      </w:pPr>
                      <w:r>
                        <w:t>Does it have wings?</w:t>
                      </w:r>
                    </w:p>
                  </w:txbxContent>
                </v:textbox>
                <w10:wrap anchorx="margin"/>
              </v:shape>
            </w:pict>
          </mc:Fallback>
        </mc:AlternateContent>
      </w:r>
    </w:p>
    <w:p w:rsidR="00C9189F" w:rsidRDefault="007B2CA6">
      <w:pPr>
        <w:spacing w:after="200" w:line="276" w:lineRule="auto"/>
      </w:pPr>
      <w:r>
        <w:rPr>
          <w:noProof/>
          <w:lang w:eastAsia="en-GB"/>
        </w:rPr>
        <mc:AlternateContent>
          <mc:Choice Requires="wps">
            <w:drawing>
              <wp:anchor distT="0" distB="0" distL="114300" distR="114300" simplePos="0" relativeHeight="251659776" behindDoc="0" locked="0" layoutInCell="1" allowOverlap="1" wp14:anchorId="2718B658" wp14:editId="7A181BD1">
                <wp:simplePos x="0" y="0"/>
                <wp:positionH relativeFrom="column">
                  <wp:posOffset>2886075</wp:posOffset>
                </wp:positionH>
                <wp:positionV relativeFrom="paragraph">
                  <wp:posOffset>169545</wp:posOffset>
                </wp:positionV>
                <wp:extent cx="1485900" cy="1123950"/>
                <wp:effectExtent l="0" t="0" r="76200" b="57150"/>
                <wp:wrapNone/>
                <wp:docPr id="66" name="Straight Arrow Connector 66"/>
                <wp:cNvGraphicFramePr/>
                <a:graphic xmlns:a="http://schemas.openxmlformats.org/drawingml/2006/main">
                  <a:graphicData uri="http://schemas.microsoft.com/office/word/2010/wordprocessingShape">
                    <wps:wsp>
                      <wps:cNvCnPr/>
                      <wps:spPr>
                        <a:xfrm>
                          <a:off x="0" y="0"/>
                          <a:ext cx="1485900" cy="1123950"/>
                        </a:xfrm>
                        <a:prstGeom prst="straightConnector1">
                          <a:avLst/>
                        </a:prstGeom>
                        <a:ln>
                          <a:solidFill>
                            <a:schemeClr val="tx1"/>
                          </a:solidFill>
                          <a:tailEnd type="triangle" w="lg" len="med"/>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type w14:anchorId="1D937E4C" id="_x0000_t32" coordsize="21600,21600" o:spt="32" o:oned="t" path="m,l21600,21600e" filled="f">
                <v:path arrowok="t" fillok="f" o:connecttype="none"/>
                <o:lock v:ext="edit" shapetype="t"/>
              </v:shapetype>
              <v:shape id="Straight Arrow Connector 66" o:spid="_x0000_s1026" type="#_x0000_t32" style="position:absolute;margin-left:227.25pt;margin-top:13.35pt;width:117pt;height:88.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" strokecolor="black [3213]">
                <v:stroke endarrow="block" endarrowwidth="wide"/>
              </v:shape>
            </w:pict>
          </mc:Fallback>
        </mc:AlternateContent>
      </w:r>
      <w:r>
        <w:rPr>
          <w:noProof/>
          <w:lang w:eastAsia="en-GB"/>
        </w:rPr>
        <mc:AlternateContent>
          <mc:Choice Requires="wps">
            <w:drawing>
              <wp:anchor distT="0" distB="0" distL="114300" distR="114300" simplePos="0" relativeHeight="251655680" behindDoc="0" locked="0" layoutInCell="1" allowOverlap="1">
                <wp:simplePos x="0" y="0"/>
                <wp:positionH relativeFrom="column">
                  <wp:posOffset>1400174</wp:posOffset>
                </wp:positionH>
                <wp:positionV relativeFrom="paragraph">
                  <wp:posOffset>169546</wp:posOffset>
                </wp:positionV>
                <wp:extent cx="1485900" cy="1123950"/>
                <wp:effectExtent l="38100" t="0" r="19050" b="57150"/>
                <wp:wrapNone/>
                <wp:docPr id="65" name="Straight Arrow Connector 65"/>
                <wp:cNvGraphicFramePr/>
                <a:graphic xmlns:a="http://schemas.openxmlformats.org/drawingml/2006/main">
                  <a:graphicData uri="http://schemas.microsoft.com/office/word/2010/wordprocessingShape">
                    <wps:wsp>
                      <wps:cNvCnPr/>
                      <wps:spPr>
                        <a:xfrm flipH="1">
                          <a:off x="0" y="0"/>
                          <a:ext cx="1485900" cy="1123950"/>
                        </a:xfrm>
                        <a:prstGeom prst="straightConnector1">
                          <a:avLst/>
                        </a:prstGeom>
                        <a:ln>
                          <a:solidFill>
                            <a:schemeClr val="tx1"/>
                          </a:solidFill>
                          <a:tailEnd type="triangle" w="lg" len="med"/>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1F947B93" id="Straight Arrow Connector 65" o:spid="_x0000_s1026" type="#_x0000_t32" style="position:absolute;margin-left:110.25pt;margin-top:13.35pt;width:117pt;height:88.5pt;flip:x;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" strokecolor="black [3213]">
                <v:stroke endarrow="block" endarrowwidth="wide"/>
              </v:shape>
            </w:pict>
          </mc:Fallback>
        </mc:AlternateContent>
      </w:r>
    </w:p>
    <w:p w:rsidR="00C9189F" w:rsidRDefault="007F4AF4">
      <w:pPr>
        <w:spacing w:after="200" w:line="276" w:lineRule="auto"/>
      </w:pPr>
      <w:r>
        <w:rPr>
          <w:noProof/>
          <w:lang w:eastAsia="en-GB"/>
        </w:rPr>
        <mc:AlternateContent>
          <mc:Choice Requires="wps">
            <w:drawing>
              <wp:anchor distT="0" distB="0" distL="114300" distR="114300" simplePos="0" relativeHeight="251675136" behindDoc="0" locked="0" layoutInCell="1" allowOverlap="1" wp14:anchorId="2CF2674F" wp14:editId="6A720DC0">
                <wp:simplePos x="0" y="0"/>
                <wp:positionH relativeFrom="column">
                  <wp:posOffset>3619500</wp:posOffset>
                </wp:positionH>
                <wp:positionV relativeFrom="paragraph">
                  <wp:posOffset>255905</wp:posOffset>
                </wp:positionV>
                <wp:extent cx="428625" cy="361950"/>
                <wp:effectExtent l="0" t="0" r="0" b="0"/>
                <wp:wrapNone/>
                <wp:docPr id="72" name="Text Box 72"/>
                <wp:cNvGraphicFramePr/>
                <a:graphic xmlns:a="http://schemas.openxmlformats.org/drawingml/2006/main">
                  <a:graphicData uri="http://schemas.microsoft.com/office/word/2010/wordprocessingShape">
                    <wps:wsp>
                      <wps:cNvSpPr txBox="1"/>
                      <wps:spPr>
                        <a:xfrm>
                          <a:off x="0" y="0"/>
                          <a:ext cx="428625" cy="361950"/>
                        </a:xfrm>
                        <a:prstGeom prst="rect">
                          <a:avLst/>
                        </a:prstGeom>
                        <a:noFill/>
                        <a:ln w="6350">
                          <a:noFill/>
                        </a:ln>
                      </wps:spPr>
                      <wps:txbx>
                        <w:txbxContent>
                          <w:p w:rsidR="007F4AF4" w:rsidRDefault="007F4AF4" w:rsidP="007F4AF4">
                            <w:pPr>
                              <w:jc w:val="center"/>
                            </w:pPr>
                            <w:r>
                              <w:t>No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2CF2674F" id="Text Box 72" o:spid="_x0000_s1039" type="#_x0000_t202" style="position:absolute;margin-left:285pt;margin-top:20.15pt;width:33.75pt;height:28.5pt;z-index:2516751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" filled="f" stroked="f" strokeweight=".5pt">
                <v:textbox style="mso-fit-shape-to-text:t">
                  <w:txbxContent>
                    <w:p w:rsidR="007F4AF4" w:rsidRDefault="007F4AF4" w:rsidP="007F4AF4">
                      <w:pPr>
                        <w:jc w:val="center"/>
                      </w:pPr>
                      <w:r>
                        <w:t>No</w:t>
                      </w:r>
                    </w:p>
                  </w:txbxContent>
                </v:textbox>
              </v:shape>
            </w:pict>
          </mc:Fallback>
        </mc:AlternateContent>
      </w:r>
      <w:r>
        <w:rPr>
          <w:noProof/>
          <w:lang w:eastAsia="en-GB"/>
        </w:rPr>
        <mc:AlternateContent>
          <mc:Choice Requires="wps">
            <w:drawing>
              <wp:anchor distT="0" distB="0" distL="114300" distR="114300" simplePos="0" relativeHeight="251673088" behindDoc="0" locked="0" layoutInCell="1" allowOverlap="1">
                <wp:simplePos x="0" y="0"/>
                <wp:positionH relativeFrom="column">
                  <wp:posOffset>1714500</wp:posOffset>
                </wp:positionH>
                <wp:positionV relativeFrom="paragraph">
                  <wp:posOffset>255905</wp:posOffset>
                </wp:positionV>
                <wp:extent cx="428625" cy="361950"/>
                <wp:effectExtent l="0" t="0" r="0" b="0"/>
                <wp:wrapNone/>
                <wp:docPr id="71" name="Text Box 71"/>
                <wp:cNvGraphicFramePr/>
                <a:graphic xmlns:a="http://schemas.openxmlformats.org/drawingml/2006/main">
                  <a:graphicData uri="http://schemas.microsoft.com/office/word/2010/wordprocessingShape">
                    <wps:wsp>
                      <wps:cNvSpPr txBox="1"/>
                      <wps:spPr>
                        <a:xfrm>
                          <a:off x="0" y="0"/>
                          <a:ext cx="428625" cy="361950"/>
                        </a:xfrm>
                        <a:prstGeom prst="rect">
                          <a:avLst/>
                        </a:prstGeom>
                        <a:noFill/>
                        <a:ln w="6350">
                          <a:noFill/>
                        </a:ln>
                      </wps:spPr>
                      <wps:txbx>
                        <w:txbxContent>
                          <w:p w:rsidR="007F4AF4" w:rsidRDefault="007F4AF4" w:rsidP="007F4AF4">
                            <w:pPr>
                              <w:jc w:val="center"/>
                            </w:pPr>
                            <w:r>
                              <w:t>Yes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xmlns:w16se="http://schemas.microsoft.com/office/word/2015/wordml/symex" xmlns:w15="http://schemas.microsoft.com/office/word/2012/wordml" xmlns:cx1="http://schemas.microsoft.com/office/drawing/2015/9/8/chartex" xmlns:cx="http://schemas.microsoft.com/office/drawing/2014/chartex">
            <w:pict>
              <v:shape id="Text Box 71" o:spid="_x0000_s1040" type="#_x0000_t202" style="position:absolute;margin-left:135pt;margin-top:20.15pt;width:33.75pt;height:28.5pt;z-index:2516730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" filled="f" stroked="f" strokeweight=".5pt">
                <v:textbox style="mso-fit-shape-to-text:t">
                  <w:txbxContent>
                    <w:p w:rsidR="007F4AF4" w:rsidRDefault="007F4AF4" w:rsidP="007F4AF4">
                      <w:pPr>
                        <w:jc w:val="center"/>
                      </w:pPr>
                      <w:r>
                        <w:t>Yes</w:t>
                      </w:r>
                    </w:p>
                  </w:txbxContent>
                </v:textbox>
              </v:shape>
            </w:pict>
          </mc:Fallback>
        </mc:AlternateContent>
      </w:r>
    </w:p>
    <w:p w:rsidR="00C9189F" w:rsidRDefault="007B2CA6">
      <w:pPr>
        <w:spacing w:after="200" w:line="276" w:lineRule="auto"/>
      </w:pPr>
      <w:r>
        <w:rPr>
          <w:noProof/>
          <w:lang w:eastAsia="en-GB"/>
        </w:rPr>
        <mc:AlternateContent>
          <mc:Choice Requires="wpg">
            <w:drawing>
              <wp:anchor distT="0" distB="0" distL="114300" distR="114300" simplePos="0" relativeHeight="251628032" behindDoc="0" locked="0" layoutInCell="1" allowOverlap="1">
                <wp:simplePos x="0" y="0"/>
                <wp:positionH relativeFrom="column">
                  <wp:posOffset>381000</wp:posOffset>
                </wp:positionH>
                <wp:positionV relativeFrom="paragraph">
                  <wp:posOffset>713740</wp:posOffset>
                </wp:positionV>
                <wp:extent cx="4943475" cy="457200"/>
                <wp:effectExtent l="0" t="0" r="28575" b="19050"/>
                <wp:wrapNone/>
                <wp:docPr id="62" name="Group 62"/>
                <wp:cNvGraphicFramePr/>
                <a:graphic xmlns:a="http://schemas.openxmlformats.org/drawingml/2006/main">
                  <a:graphicData uri="http://schemas.microsoft.com/office/word/2010/wordprocessingGroup">
                    <wpg:wgp>
                      <wpg:cNvGrpSpPr/>
                      <wpg:grpSpPr>
                        <a:xfrm>
                          <a:off x="0" y="0"/>
                          <a:ext cx="4943475" cy="457200"/>
                          <a:chOff x="0" y="0"/>
                          <a:chExt cx="4943475" cy="457200"/>
                        </a:xfrm>
                      </wpg:grpSpPr>
                      <wps:wsp>
                        <wps:cNvPr id="8" name="Text Box 8"/>
                        <wps:cNvSpPr txBox="1"/>
                        <wps:spPr>
                          <a:xfrm>
                            <a:off x="0" y="0"/>
                            <a:ext cx="1905000" cy="457200"/>
                          </a:xfrm>
                          <a:prstGeom prst="rect">
                            <a:avLst/>
                          </a:prstGeom>
                          <a:solidFill>
                            <a:schemeClr val="lt1"/>
                          </a:solidFill>
                          <a:ln w="6350">
                            <a:solidFill>
                              <a:prstClr val="black"/>
                            </a:solidFill>
                          </a:ln>
                        </wps:spPr>
                        <wps:txbx>
                          <w:txbxContent>
                            <w:p w:rsidR="007B2CA6" w:rsidRDefault="007B2CA6" w:rsidP="007B2CA6">
                              <w:pPr>
                                <w:jc w:val="center"/>
                              </w:pPr>
                              <w:r>
                                <w:t>Does it have feathers?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 name="Text Box 10"/>
                        <wps:cNvSpPr txBox="1"/>
                        <wps:spPr>
                          <a:xfrm>
                            <a:off x="3038475" y="0"/>
                            <a:ext cx="1905000" cy="457200"/>
                          </a:xfrm>
                          <a:prstGeom prst="rect">
                            <a:avLst/>
                          </a:prstGeom>
                          <a:solidFill>
                            <a:schemeClr val="lt1"/>
                          </a:solidFill>
                          <a:ln w="6350">
                            <a:solidFill>
                              <a:prstClr val="black"/>
                            </a:solidFill>
                          </a:ln>
                        </wps:spPr>
                        <wps:txbx>
                          <w:txbxContent>
                            <w:p w:rsidR="007B2CA6" w:rsidRDefault="007B2CA6" w:rsidP="007B2CA6">
                              <w:pPr>
                                <w:jc w:val="center"/>
                              </w:pPr>
                              <w:r>
                                <w:t xml:space="preserve">Does it have </w:t>
                              </w:r>
                              <w:proofErr w:type="gramStart"/>
                              <w:r>
                                <w:t>gills,</w:t>
                              </w:r>
                              <w:proofErr w:type="gramEnd"/>
                            </w:p>
                            <w:p w:rsidR="007B2CA6" w:rsidRDefault="007B2CA6" w:rsidP="007B2CA6">
                              <w:pPr>
                                <w:jc w:val="center"/>
                              </w:pPr>
                              <w:proofErr w:type="gramStart"/>
                              <w:r>
                                <w:t>and</w:t>
                              </w:r>
                              <w:proofErr w:type="gramEnd"/>
                              <w:r>
                                <w:t xml:space="preserve"> scales on its skin?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xmlns:w16se="http://schemas.microsoft.com/office/word/2015/wordml/symex" xmlns:w15="http://schemas.microsoft.com/office/word/2012/wordml" xmlns:cx1="http://schemas.microsoft.com/office/drawing/2015/9/8/chartex" xmlns:cx="http://schemas.microsoft.com/office/drawing/2014/chartex">
            <w:pict>
              <v:group id="Group 62" o:spid="_x0000_s1041" style="position:absolute;margin-left:30pt;margin-top:56.2pt;width:389.25pt;height:36pt;z-index:251628032" coordsize="49434,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">
                <v:shape id="Text Box 8" o:spid="_x0000_s1042" type="#_x0000_t202" style="position:absolute;width:19050;height:457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" fillcolor="white [3201]" strokeweight=".5pt">
                  <v:textbox>
                    <w:txbxContent>
                      <w:p w:rsidR="007B2CA6" w:rsidRDefault="007B2CA6" w:rsidP="007B2CA6">
                        <w:pPr>
                          <w:jc w:val="center"/>
                        </w:pPr>
                        <w:r>
                          <w:t xml:space="preserve">Does it have </w:t>
                        </w:r>
                        <w:r>
                          <w:t>feathers</w:t>
                        </w:r>
                        <w:r>
                          <w:t>?</w:t>
                        </w:r>
                      </w:p>
                    </w:txbxContent>
                  </v:textbox>
                </v:shape>
                <v:shape id="Text Box 10" o:spid="_x0000_s1043" type="#_x0000_t202" style="position:absolute;left:30384;width:19050;height:457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" fillcolor="white [3201]" strokeweight=".5pt">
                  <v:textbox>
                    <w:txbxContent>
                      <w:p w:rsidR="007B2CA6" w:rsidRDefault="007B2CA6" w:rsidP="007B2CA6">
                        <w:pPr>
                          <w:jc w:val="center"/>
                        </w:pPr>
                        <w:r>
                          <w:t xml:space="preserve">Does it have </w:t>
                        </w:r>
                        <w:r>
                          <w:t>gills,</w:t>
                        </w:r>
                      </w:p>
                      <w:p w:rsidR="007B2CA6" w:rsidRDefault="007B2CA6" w:rsidP="007B2CA6">
                        <w:pPr>
                          <w:jc w:val="center"/>
                        </w:pPr>
                        <w:r>
                          <w:t>and scales on its skin</w:t>
                        </w:r>
                        <w:r>
                          <w:t>?</w:t>
                        </w:r>
                      </w:p>
                    </w:txbxContent>
                  </v:textbox>
                </v:shape>
              </v:group>
            </w:pict>
          </mc:Fallback>
        </mc:AlternateContent>
      </w:r>
    </w:p>
    <w:p w:rsidR="00C9189F" w:rsidRDefault="00C9189F">
      <w:pPr>
        <w:spacing w:after="200" w:line="276" w:lineRule="auto"/>
      </w:pPr>
    </w:p>
    <w:p w:rsidR="00C9189F" w:rsidRDefault="00C9189F">
      <w:pPr>
        <w:spacing w:after="200" w:line="276" w:lineRule="auto"/>
      </w:pPr>
    </w:p>
    <w:p w:rsidR="00C9189F" w:rsidRDefault="007B2CA6">
      <w:pPr>
        <w:spacing w:after="200" w:line="276" w:lineRule="auto"/>
      </w:pPr>
      <w:r w:rsidRPr="007B2CA6">
        <w:rPr>
          <w:noProof/>
          <w:lang w:eastAsia="en-GB"/>
        </w:rPr>
        <mc:AlternateContent>
          <mc:Choice Requires="wps">
            <w:drawing>
              <wp:anchor distT="0" distB="0" distL="114300" distR="114300" simplePos="0" relativeHeight="251671552" behindDoc="0" locked="0" layoutInCell="1" allowOverlap="1" wp14:anchorId="15FD3A20" wp14:editId="2EAB99DE">
                <wp:simplePos x="0" y="0"/>
                <wp:positionH relativeFrom="column">
                  <wp:posOffset>3695700</wp:posOffset>
                </wp:positionH>
                <wp:positionV relativeFrom="paragraph">
                  <wp:posOffset>198120</wp:posOffset>
                </wp:positionV>
                <wp:extent cx="676275" cy="1123950"/>
                <wp:effectExtent l="57150" t="0" r="28575" b="57150"/>
                <wp:wrapNone/>
                <wp:docPr id="69" name="Straight Arrow Connector 69"/>
                <wp:cNvGraphicFramePr/>
                <a:graphic xmlns:a="http://schemas.openxmlformats.org/drawingml/2006/main">
                  <a:graphicData uri="http://schemas.microsoft.com/office/word/2010/wordprocessingShape">
                    <wps:wsp>
                      <wps:cNvCnPr/>
                      <wps:spPr>
                        <a:xfrm flipH="1">
                          <a:off x="0" y="0"/>
                          <a:ext cx="676275" cy="1123950"/>
                        </a:xfrm>
                        <a:prstGeom prst="straightConnector1">
                          <a:avLst/>
                        </a:prstGeom>
                        <a:ln>
                          <a:solidFill>
                            <a:schemeClr val="tx1"/>
                          </a:solidFill>
                          <a:tailEnd type="triangle" w="lg" len="med"/>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21DBABAA" id="Straight Arrow Connector 69" o:spid="_x0000_s1026" type="#_x0000_t32" style="position:absolute;margin-left:291pt;margin-top:15.6pt;width:53.25pt;height:88.5pt;flip:x;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" strokecolor="black [3213]">
                <v:stroke endarrow="block" endarrowwidth="wide"/>
              </v:shape>
            </w:pict>
          </mc:Fallback>
        </mc:AlternateContent>
      </w:r>
      <w:r w:rsidRPr="007B2CA6">
        <w:rPr>
          <w:noProof/>
          <w:lang w:eastAsia="en-GB"/>
        </w:rPr>
        <mc:AlternateContent>
          <mc:Choice Requires="wps">
            <w:drawing>
              <wp:anchor distT="0" distB="0" distL="114300" distR="114300" simplePos="0" relativeHeight="251672576" behindDoc="0" locked="0" layoutInCell="1" allowOverlap="1" wp14:anchorId="4F3E117F" wp14:editId="1B3208D6">
                <wp:simplePos x="0" y="0"/>
                <wp:positionH relativeFrom="column">
                  <wp:posOffset>4372610</wp:posOffset>
                </wp:positionH>
                <wp:positionV relativeFrom="paragraph">
                  <wp:posOffset>198120</wp:posOffset>
                </wp:positionV>
                <wp:extent cx="676275" cy="1123950"/>
                <wp:effectExtent l="0" t="0" r="66675" b="57150"/>
                <wp:wrapNone/>
                <wp:docPr id="70" name="Straight Arrow Connector 70"/>
                <wp:cNvGraphicFramePr/>
                <a:graphic xmlns:a="http://schemas.openxmlformats.org/drawingml/2006/main">
                  <a:graphicData uri="http://schemas.microsoft.com/office/word/2010/wordprocessingShape">
                    <wps:wsp>
                      <wps:cNvCnPr/>
                      <wps:spPr>
                        <a:xfrm>
                          <a:off x="0" y="0"/>
                          <a:ext cx="676275" cy="1123950"/>
                        </a:xfrm>
                        <a:prstGeom prst="straightConnector1">
                          <a:avLst/>
                        </a:prstGeom>
                        <a:ln>
                          <a:solidFill>
                            <a:schemeClr val="tx1"/>
                          </a:solidFill>
                          <a:tailEnd type="triangle" w="lg" len="med"/>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1FBFED57" id="Straight Arrow Connector 70" o:spid="_x0000_s1026" type="#_x0000_t32" style="position:absolute;margin-left:344.3pt;margin-top:15.6pt;width:53.25pt;height:88.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" strokecolor="black [3213]">
                <v:stroke endarrow="block" endarrowwidth="wide"/>
              </v:shape>
            </w:pict>
          </mc:Fallback>
        </mc:AlternateContent>
      </w:r>
      <w:r>
        <w:rPr>
          <w:noProof/>
          <w:lang w:eastAsia="en-GB"/>
        </w:rPr>
        <mc:AlternateContent>
          <mc:Choice Requires="wps">
            <w:drawing>
              <wp:anchor distT="0" distB="0" distL="114300" distR="114300" simplePos="0" relativeHeight="251670528" behindDoc="0" locked="0" layoutInCell="1" allowOverlap="1" wp14:anchorId="67BB8D1A" wp14:editId="21211E20">
                <wp:simplePos x="0" y="0"/>
                <wp:positionH relativeFrom="column">
                  <wp:posOffset>1276350</wp:posOffset>
                </wp:positionH>
                <wp:positionV relativeFrom="paragraph">
                  <wp:posOffset>201930</wp:posOffset>
                </wp:positionV>
                <wp:extent cx="676275" cy="1123950"/>
                <wp:effectExtent l="0" t="0" r="66675" b="57150"/>
                <wp:wrapNone/>
                <wp:docPr id="68" name="Straight Arrow Connector 68"/>
                <wp:cNvGraphicFramePr/>
                <a:graphic xmlns:a="http://schemas.openxmlformats.org/drawingml/2006/main">
                  <a:graphicData uri="http://schemas.microsoft.com/office/word/2010/wordprocessingShape">
                    <wps:wsp>
                      <wps:cNvCnPr/>
                      <wps:spPr>
                        <a:xfrm>
                          <a:off x="0" y="0"/>
                          <a:ext cx="676275" cy="1123950"/>
                        </a:xfrm>
                        <a:prstGeom prst="straightConnector1">
                          <a:avLst/>
                        </a:prstGeom>
                        <a:ln>
                          <a:solidFill>
                            <a:schemeClr val="tx1"/>
                          </a:solidFill>
                          <a:tailEnd type="triangle" w="lg" len="med"/>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49B219B4" id="Straight Arrow Connector 68" o:spid="_x0000_s1026" type="#_x0000_t32" style="position:absolute;margin-left:100.5pt;margin-top:15.9pt;width:53.25pt;height:88.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" strokecolor="black [3213]">
                <v:stroke endarrow="block" endarrowwidth="wide"/>
              </v:shape>
            </w:pict>
          </mc:Fallback>
        </mc:AlternateContent>
      </w:r>
      <w:r>
        <w:rPr>
          <w:noProof/>
          <w:lang w:eastAsia="en-GB"/>
        </w:rPr>
        <mc:AlternateContent>
          <mc:Choice Requires="wps">
            <w:drawing>
              <wp:anchor distT="0" distB="0" distL="114300" distR="114300" simplePos="0" relativeHeight="251664896" behindDoc="0" locked="0" layoutInCell="1" allowOverlap="1" wp14:anchorId="3CE3566A" wp14:editId="7876FA45">
                <wp:simplePos x="0" y="0"/>
                <wp:positionH relativeFrom="column">
                  <wp:posOffset>600074</wp:posOffset>
                </wp:positionH>
                <wp:positionV relativeFrom="paragraph">
                  <wp:posOffset>201930</wp:posOffset>
                </wp:positionV>
                <wp:extent cx="676275" cy="1123950"/>
                <wp:effectExtent l="57150" t="0" r="28575" b="57150"/>
                <wp:wrapNone/>
                <wp:docPr id="67" name="Straight Arrow Connector 67"/>
                <wp:cNvGraphicFramePr/>
                <a:graphic xmlns:a="http://schemas.openxmlformats.org/drawingml/2006/main">
                  <a:graphicData uri="http://schemas.microsoft.com/office/word/2010/wordprocessingShape">
                    <wps:wsp>
                      <wps:cNvCnPr/>
                      <wps:spPr>
                        <a:xfrm flipH="1">
                          <a:off x="0" y="0"/>
                          <a:ext cx="676275" cy="1123950"/>
                        </a:xfrm>
                        <a:prstGeom prst="straightConnector1">
                          <a:avLst/>
                        </a:prstGeom>
                        <a:ln>
                          <a:solidFill>
                            <a:schemeClr val="tx1"/>
                          </a:solidFill>
                          <a:tailEnd type="triangle" w="lg" len="med"/>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0954EC89" id="Straight Arrow Connector 67" o:spid="_x0000_s1026" type="#_x0000_t32" style="position:absolute;margin-left:47.25pt;margin-top:15.9pt;width:53.25pt;height:88.5pt;flip:x;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" strokecolor="black [3213]">
                <v:stroke endarrow="block" endarrowwidth="wide"/>
              </v:shape>
            </w:pict>
          </mc:Fallback>
        </mc:AlternateContent>
      </w:r>
    </w:p>
    <w:p w:rsidR="00C9189F" w:rsidRDefault="007F4AF4">
      <w:pPr>
        <w:spacing w:after="200" w:line="276" w:lineRule="auto"/>
      </w:pPr>
      <w:r w:rsidRPr="007F4AF4">
        <w:rPr>
          <w:noProof/>
          <w:lang w:eastAsia="en-GB"/>
        </w:rPr>
        <mc:AlternateContent>
          <mc:Choice Requires="wps">
            <w:drawing>
              <wp:anchor distT="0" distB="0" distL="114300" distR="114300" simplePos="0" relativeHeight="251687424" behindDoc="0" locked="0" layoutInCell="1" allowOverlap="1" wp14:anchorId="050B0783" wp14:editId="132BDA39">
                <wp:simplePos x="0" y="0"/>
                <wp:positionH relativeFrom="column">
                  <wp:posOffset>4638675</wp:posOffset>
                </wp:positionH>
                <wp:positionV relativeFrom="paragraph">
                  <wp:posOffset>268605</wp:posOffset>
                </wp:positionV>
                <wp:extent cx="428625" cy="361950"/>
                <wp:effectExtent l="0" t="0" r="0" b="0"/>
                <wp:wrapNone/>
                <wp:docPr id="76" name="Text Box 76"/>
                <wp:cNvGraphicFramePr/>
                <a:graphic xmlns:a="http://schemas.openxmlformats.org/drawingml/2006/main">
                  <a:graphicData uri="http://schemas.microsoft.com/office/word/2010/wordprocessingShape">
                    <wps:wsp>
                      <wps:cNvSpPr txBox="1"/>
                      <wps:spPr>
                        <a:xfrm>
                          <a:off x="0" y="0"/>
                          <a:ext cx="428625" cy="361950"/>
                        </a:xfrm>
                        <a:prstGeom prst="rect">
                          <a:avLst/>
                        </a:prstGeom>
                        <a:noFill/>
                        <a:ln w="6350">
                          <a:noFill/>
                        </a:ln>
                      </wps:spPr>
                      <wps:txbx>
                        <w:txbxContent>
                          <w:p w:rsidR="007F4AF4" w:rsidRDefault="007F4AF4" w:rsidP="007F4AF4">
                            <w:pPr>
                              <w:jc w:val="center"/>
                            </w:pPr>
                            <w:r>
                              <w:t>No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050B0783" id="Text Box 76" o:spid="_x0000_s1044" type="#_x0000_t202" style="position:absolute;margin-left:365.25pt;margin-top:21.15pt;width:33.75pt;height:28.5pt;z-index:25168742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" filled="f" stroked="f" strokeweight=".5pt">
                <v:textbox style="mso-fit-shape-to-text:t">
                  <w:txbxContent>
                    <w:p w:rsidR="007F4AF4" w:rsidRDefault="007F4AF4" w:rsidP="007F4AF4">
                      <w:pPr>
                        <w:jc w:val="center"/>
                      </w:pPr>
                      <w:r>
                        <w:t>No</w:t>
                      </w:r>
                    </w:p>
                  </w:txbxContent>
                </v:textbox>
              </v:shape>
            </w:pict>
          </mc:Fallback>
        </mc:AlternateContent>
      </w:r>
      <w:r w:rsidRPr="007F4AF4">
        <w:rPr>
          <w:noProof/>
          <w:lang w:eastAsia="en-GB"/>
        </w:rPr>
        <mc:AlternateContent>
          <mc:Choice Requires="wps">
            <w:drawing>
              <wp:anchor distT="0" distB="0" distL="114300" distR="114300" simplePos="0" relativeHeight="251684352" behindDoc="0" locked="0" layoutInCell="1" allowOverlap="1" wp14:anchorId="76CA1920" wp14:editId="4232DB22">
                <wp:simplePos x="0" y="0"/>
                <wp:positionH relativeFrom="column">
                  <wp:posOffset>3667125</wp:posOffset>
                </wp:positionH>
                <wp:positionV relativeFrom="paragraph">
                  <wp:posOffset>268605</wp:posOffset>
                </wp:positionV>
                <wp:extent cx="428625" cy="361950"/>
                <wp:effectExtent l="0" t="0" r="0" b="0"/>
                <wp:wrapNone/>
                <wp:docPr id="75" name="Text Box 75"/>
                <wp:cNvGraphicFramePr/>
                <a:graphic xmlns:a="http://schemas.openxmlformats.org/drawingml/2006/main">
                  <a:graphicData uri="http://schemas.microsoft.com/office/word/2010/wordprocessingShape">
                    <wps:wsp>
                      <wps:cNvSpPr txBox="1"/>
                      <wps:spPr>
                        <a:xfrm>
                          <a:off x="0" y="0"/>
                          <a:ext cx="428625" cy="361950"/>
                        </a:xfrm>
                        <a:prstGeom prst="rect">
                          <a:avLst/>
                        </a:prstGeom>
                        <a:noFill/>
                        <a:ln w="6350">
                          <a:noFill/>
                        </a:ln>
                      </wps:spPr>
                      <wps:txbx>
                        <w:txbxContent>
                          <w:p w:rsidR="007F4AF4" w:rsidRDefault="007F4AF4" w:rsidP="007F4AF4">
                            <w:pPr>
                              <w:jc w:val="center"/>
                            </w:pPr>
                            <w:r>
                              <w:t>Yes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76CA1920" id="Text Box 75" o:spid="_x0000_s1045" type="#_x0000_t202" style="position:absolute;margin-left:288.75pt;margin-top:21.15pt;width:33.75pt;height:28.5pt;z-index:25168435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" filled="f" stroked="f" strokeweight=".5pt">
                <v:textbox style="mso-fit-shape-to-text:t">
                  <w:txbxContent>
                    <w:p w:rsidR="007F4AF4" w:rsidRDefault="007F4AF4" w:rsidP="007F4AF4">
                      <w:pPr>
                        <w:jc w:val="center"/>
                      </w:pPr>
                      <w:r>
                        <w:t>Yes</w:t>
                      </w:r>
                    </w:p>
                  </w:txbxContent>
                </v:textbox>
              </v:shape>
            </w:pict>
          </mc:Fallback>
        </mc:AlternateContent>
      </w:r>
      <w:r w:rsidRPr="007F4AF4">
        <w:rPr>
          <w:noProof/>
          <w:lang w:eastAsia="en-GB"/>
        </w:rPr>
        <mc:AlternateContent>
          <mc:Choice Requires="wps">
            <w:drawing>
              <wp:anchor distT="0" distB="0" distL="114300" distR="114300" simplePos="0" relativeHeight="251681280" behindDoc="0" locked="0" layoutInCell="1" allowOverlap="1" wp14:anchorId="6B7B6FF7" wp14:editId="79834625">
                <wp:simplePos x="0" y="0"/>
                <wp:positionH relativeFrom="column">
                  <wp:posOffset>1543050</wp:posOffset>
                </wp:positionH>
                <wp:positionV relativeFrom="paragraph">
                  <wp:posOffset>268605</wp:posOffset>
                </wp:positionV>
                <wp:extent cx="428625" cy="361950"/>
                <wp:effectExtent l="0" t="0" r="0" b="0"/>
                <wp:wrapNone/>
                <wp:docPr id="74" name="Text Box 74"/>
                <wp:cNvGraphicFramePr/>
                <a:graphic xmlns:a="http://schemas.openxmlformats.org/drawingml/2006/main">
                  <a:graphicData uri="http://schemas.microsoft.com/office/word/2010/wordprocessingShape">
                    <wps:wsp>
                      <wps:cNvSpPr txBox="1"/>
                      <wps:spPr>
                        <a:xfrm>
                          <a:off x="0" y="0"/>
                          <a:ext cx="428625" cy="361950"/>
                        </a:xfrm>
                        <a:prstGeom prst="rect">
                          <a:avLst/>
                        </a:prstGeom>
                        <a:noFill/>
                        <a:ln w="6350">
                          <a:noFill/>
                        </a:ln>
                      </wps:spPr>
                      <wps:txbx>
                        <w:txbxContent>
                          <w:p w:rsidR="007F4AF4" w:rsidRDefault="007F4AF4" w:rsidP="007F4AF4">
                            <w:pPr>
                              <w:jc w:val="center"/>
                            </w:pPr>
                            <w:r>
                              <w:t>No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6B7B6FF7" id="Text Box 74" o:spid="_x0000_s1046" type="#_x0000_t202" style="position:absolute;margin-left:121.5pt;margin-top:21.15pt;width:33.75pt;height:28.5pt;z-index:2516812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" filled="f" stroked="f" strokeweight=".5pt">
                <v:textbox style="mso-fit-shape-to-text:t">
                  <w:txbxContent>
                    <w:p w:rsidR="007F4AF4" w:rsidRDefault="007F4AF4" w:rsidP="007F4AF4">
                      <w:pPr>
                        <w:jc w:val="center"/>
                      </w:pPr>
                      <w:r>
                        <w:t>No</w:t>
                      </w:r>
                    </w:p>
                  </w:txbxContent>
                </v:textbox>
              </v:shape>
            </w:pict>
          </mc:Fallback>
        </mc:AlternateContent>
      </w:r>
      <w:r w:rsidRPr="007F4AF4">
        <w:rPr>
          <w:noProof/>
          <w:lang w:eastAsia="en-GB"/>
        </w:rPr>
        <mc:AlternateContent>
          <mc:Choice Requires="wps">
            <w:drawing>
              <wp:anchor distT="0" distB="0" distL="114300" distR="114300" simplePos="0" relativeHeight="251678208" behindDoc="0" locked="0" layoutInCell="1" allowOverlap="1" wp14:anchorId="4E19476F" wp14:editId="3AD6557A">
                <wp:simplePos x="0" y="0"/>
                <wp:positionH relativeFrom="column">
                  <wp:posOffset>571500</wp:posOffset>
                </wp:positionH>
                <wp:positionV relativeFrom="paragraph">
                  <wp:posOffset>268605</wp:posOffset>
                </wp:positionV>
                <wp:extent cx="428625" cy="361950"/>
                <wp:effectExtent l="0" t="0" r="0" b="0"/>
                <wp:wrapNone/>
                <wp:docPr id="73" name="Text Box 73"/>
                <wp:cNvGraphicFramePr/>
                <a:graphic xmlns:a="http://schemas.openxmlformats.org/drawingml/2006/main">
                  <a:graphicData uri="http://schemas.microsoft.com/office/word/2010/wordprocessingShape">
                    <wps:wsp>
                      <wps:cNvSpPr txBox="1"/>
                      <wps:spPr>
                        <a:xfrm>
                          <a:off x="0" y="0"/>
                          <a:ext cx="428625" cy="361950"/>
                        </a:xfrm>
                        <a:prstGeom prst="rect">
                          <a:avLst/>
                        </a:prstGeom>
                        <a:noFill/>
                        <a:ln w="6350">
                          <a:noFill/>
                        </a:ln>
                      </wps:spPr>
                      <wps:txbx>
                        <w:txbxContent>
                          <w:p w:rsidR="007F4AF4" w:rsidRDefault="007F4AF4" w:rsidP="007F4AF4">
                            <w:pPr>
                              <w:jc w:val="center"/>
                            </w:pPr>
                            <w:r>
                              <w:t>Yes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4E19476F" id="Text Box 73" o:spid="_x0000_s1047" type="#_x0000_t202" style="position:absolute;margin-left:45pt;margin-top:21.15pt;width:33.75pt;height:28.5pt;z-index:2516782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" filled="f" stroked="f" strokeweight=".5pt">
                <v:textbox style="mso-fit-shape-to-text:t">
                  <w:txbxContent>
                    <w:p w:rsidR="007F4AF4" w:rsidRDefault="007F4AF4" w:rsidP="007F4AF4">
                      <w:pPr>
                        <w:jc w:val="center"/>
                      </w:pPr>
                      <w:r>
                        <w:t>Yes</w:t>
                      </w:r>
                    </w:p>
                  </w:txbxContent>
                </v:textbox>
              </v:shape>
            </w:pict>
          </mc:Fallback>
        </mc:AlternateContent>
      </w:r>
    </w:p>
    <w:p w:rsidR="00C9189F" w:rsidRDefault="00C9189F">
      <w:pPr>
        <w:spacing w:after="200" w:line="276" w:lineRule="auto"/>
      </w:pPr>
    </w:p>
    <w:p w:rsidR="00C9189F" w:rsidRDefault="00C9189F">
      <w:pPr>
        <w:spacing w:after="200" w:line="276" w:lineRule="auto"/>
      </w:pPr>
    </w:p>
    <w:p w:rsidR="00C9189F" w:rsidRDefault="007B2CA6">
      <w:pPr>
        <w:spacing w:after="200" w:line="276" w:lineRule="auto"/>
      </w:pPr>
      <w:r>
        <w:rPr>
          <w:noProof/>
          <w:lang w:eastAsia="en-GB"/>
        </w:rPr>
        <mc:AlternateContent>
          <mc:Choice Requires="wpg">
            <w:drawing>
              <wp:anchor distT="0" distB="0" distL="114300" distR="114300" simplePos="0" relativeHeight="251644416" behindDoc="0" locked="0" layoutInCell="1" allowOverlap="1">
                <wp:simplePos x="0" y="0"/>
                <wp:positionH relativeFrom="column">
                  <wp:posOffset>0</wp:posOffset>
                </wp:positionH>
                <wp:positionV relativeFrom="paragraph">
                  <wp:posOffset>99695</wp:posOffset>
                </wp:positionV>
                <wp:extent cx="5715000" cy="457200"/>
                <wp:effectExtent l="0" t="0" r="19050" b="19050"/>
                <wp:wrapNone/>
                <wp:docPr id="63" name="Group 63"/>
                <wp:cNvGraphicFramePr/>
                <a:graphic xmlns:a="http://schemas.openxmlformats.org/drawingml/2006/main">
                  <a:graphicData uri="http://schemas.microsoft.com/office/word/2010/wordprocessingGroup">
                    <wpg:wgp>
                      <wpg:cNvGrpSpPr/>
                      <wpg:grpSpPr>
                        <a:xfrm>
                          <a:off x="0" y="0"/>
                          <a:ext cx="5715000" cy="457200"/>
                          <a:chOff x="0" y="0"/>
                          <a:chExt cx="5715000" cy="457200"/>
                        </a:xfrm>
                      </wpg:grpSpPr>
                      <wps:wsp>
                        <wps:cNvPr id="12" name="Text Box 12"/>
                        <wps:cNvSpPr txBox="1"/>
                        <wps:spPr>
                          <a:xfrm>
                            <a:off x="0" y="0"/>
                            <a:ext cx="1162050" cy="457200"/>
                          </a:xfrm>
                          <a:prstGeom prst="rect">
                            <a:avLst/>
                          </a:prstGeom>
                          <a:solidFill>
                            <a:schemeClr val="lt1"/>
                          </a:solidFill>
                          <a:ln w="6350">
                            <a:solidFill>
                              <a:prstClr val="black"/>
                            </a:solidFill>
                          </a:ln>
                        </wps:spPr>
                        <wps:txbx>
                          <w:txbxContent>
                            <w:p w:rsidR="007B2CA6" w:rsidRDefault="007B2CA6" w:rsidP="007B2CA6">
                              <w:pPr>
                                <w:jc w:val="center"/>
                              </w:pPr>
                              <w:r>
                                <w:t>It’s a</w:t>
                              </w:r>
                            </w:p>
                            <w:p w:rsidR="007B2CA6" w:rsidRDefault="007B2CA6" w:rsidP="007B2CA6">
                              <w:pPr>
                                <w:jc w:val="center"/>
                              </w:pPr>
                              <w:r w:rsidRPr="007B2CA6">
                                <w:rPr>
                                  <w:b/>
                                </w:rPr>
                                <w:t>BIRD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0" name="Text Box 40"/>
                        <wps:cNvSpPr txBox="1"/>
                        <wps:spPr>
                          <a:xfrm>
                            <a:off x="1514475" y="0"/>
                            <a:ext cx="1162050" cy="457200"/>
                          </a:xfrm>
                          <a:prstGeom prst="rect">
                            <a:avLst/>
                          </a:prstGeom>
                          <a:solidFill>
                            <a:schemeClr val="lt1"/>
                          </a:solidFill>
                          <a:ln w="6350">
                            <a:solidFill>
                              <a:prstClr val="black"/>
                            </a:solidFill>
                          </a:ln>
                        </wps:spPr>
                        <wps:txbx>
                          <w:txbxContent>
                            <w:p w:rsidR="007B2CA6" w:rsidRDefault="007B2CA6" w:rsidP="007B2CA6">
                              <w:pPr>
                                <w:jc w:val="center"/>
                              </w:pPr>
                              <w:r>
                                <w:t>It’s a</w:t>
                              </w:r>
                            </w:p>
                            <w:p w:rsidR="007B2CA6" w:rsidRDefault="007B2CA6" w:rsidP="007B2CA6">
                              <w:pPr>
                                <w:jc w:val="center"/>
                              </w:pPr>
                              <w:r>
                                <w:rPr>
                                  <w:b/>
                                </w:rPr>
                                <w:t>MAMMAL</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8" name="Text Box 58"/>
                        <wps:cNvSpPr txBox="1"/>
                        <wps:spPr>
                          <a:xfrm>
                            <a:off x="3028950" y="0"/>
                            <a:ext cx="1162050" cy="457200"/>
                          </a:xfrm>
                          <a:prstGeom prst="rect">
                            <a:avLst/>
                          </a:prstGeom>
                          <a:solidFill>
                            <a:schemeClr val="lt1"/>
                          </a:solidFill>
                          <a:ln w="6350">
                            <a:solidFill>
                              <a:prstClr val="black"/>
                            </a:solidFill>
                          </a:ln>
                        </wps:spPr>
                        <wps:txbx>
                          <w:txbxContent>
                            <w:p w:rsidR="007B2CA6" w:rsidRDefault="007B2CA6" w:rsidP="007B2CA6">
                              <w:pPr>
                                <w:jc w:val="center"/>
                              </w:pPr>
                              <w:r>
                                <w:t>It’s a</w:t>
                              </w:r>
                            </w:p>
                            <w:p w:rsidR="007B2CA6" w:rsidRDefault="007B2CA6" w:rsidP="007B2CA6">
                              <w:pPr>
                                <w:jc w:val="center"/>
                              </w:pPr>
                              <w:r>
                                <w:rPr>
                                  <w:b/>
                                </w:rPr>
                                <w:t>FISH</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9" name="Text Box 59"/>
                        <wps:cNvSpPr txBox="1"/>
                        <wps:spPr>
                          <a:xfrm>
                            <a:off x="4552950" y="0"/>
                            <a:ext cx="1162050" cy="457200"/>
                          </a:xfrm>
                          <a:prstGeom prst="rect">
                            <a:avLst/>
                          </a:prstGeom>
                          <a:solidFill>
                            <a:schemeClr val="lt1"/>
                          </a:solidFill>
                          <a:ln w="6350">
                            <a:solidFill>
                              <a:prstClr val="black"/>
                            </a:solidFill>
                          </a:ln>
                        </wps:spPr>
                        <wps:txbx>
                          <w:txbxContent>
                            <w:p w:rsidR="007B2CA6" w:rsidRDefault="007B2CA6" w:rsidP="007B2CA6">
                              <w:pPr>
                                <w:jc w:val="center"/>
                              </w:pPr>
                              <w:r>
                                <w:t>It’s a</w:t>
                              </w:r>
                            </w:p>
                            <w:p w:rsidR="007B2CA6" w:rsidRDefault="007B2CA6" w:rsidP="007B2CA6">
                              <w:pPr>
                                <w:jc w:val="center"/>
                              </w:pPr>
                              <w:r>
                                <w:rPr>
                                  <w:b/>
                                </w:rPr>
                                <w:t>MAMMAL</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xmlns:w16se="http://schemas.microsoft.com/office/word/2015/wordml/symex" xmlns:w15="http://schemas.microsoft.com/office/word/2012/wordml" xmlns:cx1="http://schemas.microsoft.com/office/drawing/2015/9/8/chartex" xmlns:cx="http://schemas.microsoft.com/office/drawing/2014/chartex">
            <w:pict>
              <v:group id="Group 63" o:spid="_x0000_s1048" style="position:absolute;margin-left:0;margin-top:7.85pt;width:450pt;height:36pt;z-index:251644416" coordsize="57150,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">
                <v:shape id="Text Box 12" o:spid="_x0000_s1049" type="#_x0000_t202" style="position:absolute;width:11620;height:457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" fillcolor="white [3201]" strokeweight=".5pt">
                  <v:textbox>
                    <w:txbxContent>
                      <w:p w:rsidR="007B2CA6" w:rsidRDefault="007B2CA6" w:rsidP="007B2CA6">
                        <w:pPr>
                          <w:jc w:val="center"/>
                        </w:pPr>
                        <w:r>
                          <w:t>It’s a</w:t>
                        </w:r>
                      </w:p>
                      <w:p w:rsidR="007B2CA6" w:rsidRDefault="007B2CA6" w:rsidP="007B2CA6">
                        <w:pPr>
                          <w:jc w:val="center"/>
                        </w:pPr>
                        <w:r w:rsidRPr="007B2CA6">
                          <w:rPr>
                            <w:b/>
                          </w:rPr>
                          <w:t>BIRD</w:t>
                        </w:r>
                      </w:p>
                    </w:txbxContent>
                  </v:textbox>
                </v:shape>
                <v:shape id="Text Box 40" o:spid="_x0000_s1050" type="#_x0000_t202" style="position:absolute;left:15144;width:11621;height:457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" fillcolor="white [3201]" strokeweight=".5pt">
                  <v:textbox>
                    <w:txbxContent>
                      <w:p w:rsidR="007B2CA6" w:rsidRDefault="007B2CA6" w:rsidP="007B2CA6">
                        <w:pPr>
                          <w:jc w:val="center"/>
                        </w:pPr>
                        <w:r>
                          <w:t>It’s a</w:t>
                        </w:r>
                      </w:p>
                      <w:p w:rsidR="007B2CA6" w:rsidRDefault="007B2CA6" w:rsidP="007B2CA6">
                        <w:pPr>
                          <w:jc w:val="center"/>
                        </w:pPr>
                        <w:r>
                          <w:rPr>
                            <w:b/>
                          </w:rPr>
                          <w:t>MAMMAL</w:t>
                        </w:r>
                      </w:p>
                    </w:txbxContent>
                  </v:textbox>
                </v:shape>
                <v:shape id="Text Box 58" o:spid="_x0000_s1051" type="#_x0000_t202" style="position:absolute;left:30289;width:11621;height:457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" fillcolor="white [3201]" strokeweight=".5pt">
                  <v:textbox>
                    <w:txbxContent>
                      <w:p w:rsidR="007B2CA6" w:rsidRDefault="007B2CA6" w:rsidP="007B2CA6">
                        <w:pPr>
                          <w:jc w:val="center"/>
                        </w:pPr>
                        <w:r>
                          <w:t>It’s a</w:t>
                        </w:r>
                      </w:p>
                      <w:p w:rsidR="007B2CA6" w:rsidRDefault="007B2CA6" w:rsidP="007B2CA6">
                        <w:pPr>
                          <w:jc w:val="center"/>
                        </w:pPr>
                        <w:r>
                          <w:rPr>
                            <w:b/>
                          </w:rPr>
                          <w:t>FISH</w:t>
                        </w:r>
                      </w:p>
                    </w:txbxContent>
                  </v:textbox>
                </v:shape>
                <v:shape id="Text Box 59" o:spid="_x0000_s1052" type="#_x0000_t202" style="position:absolute;left:45529;width:11621;height:457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" fillcolor="white [3201]" strokeweight=".5pt">
                  <v:textbox>
                    <w:txbxContent>
                      <w:p w:rsidR="007B2CA6" w:rsidRDefault="007B2CA6" w:rsidP="007B2CA6">
                        <w:pPr>
                          <w:jc w:val="center"/>
                        </w:pPr>
                        <w:r>
                          <w:t>It’s a</w:t>
                        </w:r>
                      </w:p>
                      <w:p w:rsidR="007B2CA6" w:rsidRDefault="007B2CA6" w:rsidP="007B2CA6">
                        <w:pPr>
                          <w:jc w:val="center"/>
                        </w:pPr>
                        <w:r>
                          <w:rPr>
                            <w:b/>
                          </w:rPr>
                          <w:t>MAMMAL</w:t>
                        </w:r>
                      </w:p>
                    </w:txbxContent>
                  </v:textbox>
                </v:shape>
              </v:group>
            </w:pict>
          </mc:Fallback>
        </mc:AlternateContent>
      </w:r>
    </w:p>
    <w:p w:rsidR="00C9189F" w:rsidRDefault="00C9189F">
      <w:pPr>
        <w:spacing w:after="200" w:line="276" w:lineRule="auto"/>
      </w:pPr>
    </w:p>
    <w:p w:rsidR="00C9189F" w:rsidRDefault="00C9189F">
      <w:pPr>
        <w:spacing w:after="200" w:line="276" w:lineRule="auto"/>
      </w:pPr>
    </w:p>
    <w:p w:rsidR="00C9189F" w:rsidRDefault="00C9189F">
      <w:pPr>
        <w:spacing w:after="200" w:line="276" w:lineRule="auto"/>
      </w:pPr>
    </w:p>
    <w:p w:rsidR="00C9189F" w:rsidRDefault="00C9189F">
      <w:pPr>
        <w:spacing w:after="200" w:line="276" w:lineRule="auto"/>
      </w:pPr>
    </w:p>
    <w:p w:rsidR="00C9189F" w:rsidRDefault="00C9189F">
      <w:pPr>
        <w:spacing w:after="200" w:line="276" w:lineRule="auto"/>
      </w:pPr>
    </w:p>
    <w:p w:rsidR="00C9189F" w:rsidRDefault="00C9189F">
      <w:pPr>
        <w:spacing w:after="200" w:line="276" w:lineRule="auto"/>
        <w:rPr>
          <w:szCs w:val="18"/>
        </w:rPr>
      </w:pPr>
    </w:p>
    <w:p w:rsidR="00C9189F" w:rsidRDefault="00C9189F">
      <w:pPr>
        <w:spacing w:after="200" w:line="276" w:lineRule="auto"/>
        <w:rPr>
          <w:szCs w:val="18"/>
        </w:rPr>
      </w:pPr>
    </w:p>
    <w:p w:rsidR="00201AC2" w:rsidRPr="00201AC2" w:rsidRDefault="00201AC2" w:rsidP="006F3279">
      <w:pPr>
        <w:spacing w:after="240"/>
        <w:rPr>
          <w:szCs w:val="18"/>
        </w:rPr>
        <w:sectPr w:rsidR="00201AC2" w:rsidRPr="00201AC2" w:rsidSect="00642ECD">
          <w:headerReference w:type="default" r:id="rId11"/>
          <w:footerReference w:type="default" r:id="rId12"/>
          <w:pgSz w:w="11906" w:h="16838" w:code="9"/>
          <w:pgMar w:top="1440" w:right="1440" w:bottom="1440" w:left="1440" w:header="709" w:footer="567" w:gutter="0"/>
          <w:cols w:space="708"/>
          <w:docGrid w:linePitch="360"/>
        </w:sectPr>
      </w:pPr>
    </w:p>
    <w:p w:rsidR="00287876" w:rsidRPr="006F3279" w:rsidRDefault="006263B0" w:rsidP="006F3279">
      <w:pPr>
        <w:spacing w:after="240"/>
        <w:rPr>
          <w:i/>
          <w:sz w:val="18"/>
          <w:szCs w:val="18"/>
        </w:rPr>
      </w:pPr>
      <w:r w:rsidRPr="006263B0">
        <w:rPr>
          <w:i/>
          <w:sz w:val="18"/>
          <w:szCs w:val="18"/>
        </w:rPr>
        <w:lastRenderedPageBreak/>
        <w:t>Biology&gt; Big idea BVE: Variation, adaptation and evolution &gt; Topic BVE2: Classification &gt; Key concept BVE2.1: Identifying and classifying organisms</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6355D8">
        <w:tc>
          <w:tcPr>
            <w:tcW w:w="12021" w:type="dxa"/>
            <w:shd w:val="clear" w:color="auto" w:fill="C2D69B" w:themeFill="accent3" w:themeFillTint="99"/>
          </w:tcPr>
          <w:p w:rsidR="006F3279" w:rsidRPr="00CA4B46" w:rsidRDefault="007C26E1" w:rsidP="00C30819">
            <w:pPr>
              <w:ind w:left="1304"/>
              <w:rPr>
                <w:b/>
                <w:sz w:val="40"/>
                <w:szCs w:val="40"/>
              </w:rPr>
            </w:pPr>
            <w:r>
              <w:rPr>
                <w:b/>
                <w:sz w:val="40"/>
                <w:szCs w:val="40"/>
              </w:rPr>
              <w:t>Diagnostic</w:t>
            </w:r>
            <w:r w:rsidR="00C30819">
              <w:rPr>
                <w:b/>
                <w:sz w:val="40"/>
                <w:szCs w:val="40"/>
              </w:rPr>
              <w:t xml:space="preserve"> question</w:t>
            </w:r>
          </w:p>
        </w:tc>
      </w:tr>
      <w:tr w:rsidR="006F3279" w:rsidTr="006355D8">
        <w:tc>
          <w:tcPr>
            <w:tcW w:w="12021" w:type="dxa"/>
            <w:shd w:val="clear" w:color="auto" w:fill="D6E3BC" w:themeFill="accent3" w:themeFillTint="66"/>
          </w:tcPr>
          <w:p w:rsidR="006F3279" w:rsidRPr="00CA4B46" w:rsidRDefault="007B2507" w:rsidP="006F3279">
            <w:pPr>
              <w:spacing w:after="60"/>
              <w:ind w:left="1304"/>
              <w:rPr>
                <w:b/>
                <w:sz w:val="40"/>
                <w:szCs w:val="40"/>
              </w:rPr>
            </w:pPr>
            <w:r w:rsidRPr="007B2507">
              <w:rPr>
                <w:b/>
                <w:sz w:val="40"/>
                <w:szCs w:val="40"/>
              </w:rPr>
              <w:t>Is it a bird…?</w:t>
            </w:r>
          </w:p>
        </w:tc>
      </w:tr>
    </w:tbl>
    <w:p w:rsidR="006F3279" w:rsidRDefault="006F3279" w:rsidP="000E74B9">
      <w:pPr>
        <w:spacing w:after="180"/>
        <w:rPr>
          <w:b/>
        </w:rPr>
      </w:pPr>
    </w:p>
    <w:p w:rsidR="00FD60D7" w:rsidRPr="005B372A" w:rsidRDefault="00FD60D7" w:rsidP="00FD60D7">
      <w:pPr>
        <w:spacing w:after="180"/>
        <w:rPr>
          <w:b/>
          <w:color w:val="538135"/>
          <w:sz w:val="24"/>
        </w:rPr>
      </w:pPr>
      <w:r w:rsidRPr="005B372A">
        <w:rPr>
          <w:b/>
          <w:color w:val="538135"/>
          <w:sz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3F16F9" w:rsidTr="003F16F9">
        <w:trPr>
          <w:trHeight w:val="340"/>
        </w:trPr>
        <w:tc>
          <w:tcPr>
            <w:tcW w:w="2196" w:type="dxa"/>
          </w:tcPr>
          <w:p w:rsidR="003F16F9" w:rsidRDefault="003F16F9" w:rsidP="00C30819">
            <w:pPr>
              <w:spacing w:before="60" w:after="60"/>
            </w:pPr>
            <w:r>
              <w:t xml:space="preserve">Learning </w:t>
            </w:r>
            <w:r w:rsidR="00C30819">
              <w:t>focus</w:t>
            </w:r>
            <w:r>
              <w:t>:</w:t>
            </w:r>
          </w:p>
        </w:tc>
        <w:tc>
          <w:tcPr>
            <w:tcW w:w="6820" w:type="dxa"/>
          </w:tcPr>
          <w:p w:rsidR="003F16F9" w:rsidRDefault="006263B0" w:rsidP="0007651D">
            <w:pPr>
              <w:spacing w:before="60" w:after="60"/>
            </w:pPr>
            <w:r w:rsidRPr="006263B0">
              <w:t>Organisms can be identified and classified into hierarchical groups based on their characteristics at the macroscopic and cellular levels.</w:t>
            </w:r>
          </w:p>
        </w:tc>
      </w:tr>
      <w:tr w:rsidR="003F16F9" w:rsidTr="003F16F9">
        <w:trPr>
          <w:trHeight w:val="340"/>
        </w:trPr>
        <w:tc>
          <w:tcPr>
            <w:tcW w:w="2196" w:type="dxa"/>
          </w:tcPr>
          <w:p w:rsidR="003F16F9" w:rsidRDefault="00B75483" w:rsidP="003F16F9">
            <w:pPr>
              <w:spacing w:before="60" w:after="60"/>
            </w:pPr>
            <w:r>
              <w:t>Observable learning outcome</w:t>
            </w:r>
            <w:r w:rsidR="003F16F9">
              <w:t>:</w:t>
            </w:r>
          </w:p>
        </w:tc>
        <w:tc>
          <w:tcPr>
            <w:tcW w:w="6820" w:type="dxa"/>
          </w:tcPr>
          <w:p w:rsidR="003F16F9" w:rsidRPr="00A50C9C" w:rsidRDefault="006263B0" w:rsidP="0007651D">
            <w:pPr>
              <w:spacing w:before="60" w:after="60"/>
              <w:rPr>
                <w:b/>
              </w:rPr>
            </w:pPr>
            <w:r w:rsidRPr="006263B0">
              <w:t>Use a key to distinguish between and identify organisms in the lab and in the field.</w:t>
            </w:r>
          </w:p>
        </w:tc>
      </w:tr>
      <w:tr w:rsidR="000505CA" w:rsidTr="003F16F9">
        <w:trPr>
          <w:trHeight w:val="340"/>
        </w:trPr>
        <w:tc>
          <w:tcPr>
            <w:tcW w:w="2196" w:type="dxa"/>
          </w:tcPr>
          <w:p w:rsidR="000505CA" w:rsidRDefault="00431AE5" w:rsidP="000505CA">
            <w:pPr>
              <w:spacing w:before="60" w:after="60"/>
            </w:pPr>
            <w:r>
              <w:t>Question</w:t>
            </w:r>
            <w:r w:rsidR="000505CA">
              <w:t xml:space="preserve"> type:</w:t>
            </w:r>
          </w:p>
        </w:tc>
        <w:tc>
          <w:tcPr>
            <w:tcW w:w="6820" w:type="dxa"/>
          </w:tcPr>
          <w:p w:rsidR="000505CA" w:rsidRDefault="006263B0" w:rsidP="00866DCC">
            <w:pPr>
              <w:spacing w:before="60" w:after="60"/>
            </w:pPr>
            <w:r w:rsidRPr="006263B0">
              <w:t>Talking heads</w:t>
            </w:r>
            <w:r w:rsidR="00A000A4">
              <w:t xml:space="preserve">, </w:t>
            </w:r>
            <w:r w:rsidR="00866DCC">
              <w:t>s</w:t>
            </w:r>
            <w:r w:rsidR="00866DCC" w:rsidRPr="00866DCC">
              <w:t>imple multiple choice</w:t>
            </w:r>
            <w:r w:rsidR="00866DCC">
              <w:t xml:space="preserve">, </w:t>
            </w:r>
            <w:r w:rsidR="00A000A4" w:rsidRPr="00A000A4">
              <w:t>classifying/sorting</w:t>
            </w:r>
          </w:p>
        </w:tc>
      </w:tr>
      <w:tr w:rsidR="000505CA" w:rsidTr="003F16F9">
        <w:trPr>
          <w:trHeight w:val="340"/>
        </w:trPr>
        <w:tc>
          <w:tcPr>
            <w:tcW w:w="2196" w:type="dxa"/>
          </w:tcPr>
          <w:p w:rsidR="000505CA" w:rsidRDefault="000505CA" w:rsidP="000505CA">
            <w:pPr>
              <w:spacing w:before="60" w:after="60"/>
            </w:pPr>
            <w:r>
              <w:t>Key words:</w:t>
            </w:r>
          </w:p>
        </w:tc>
        <w:tc>
          <w:tcPr>
            <w:tcW w:w="6820" w:type="dxa"/>
            <w:tcBorders>
              <w:bottom w:val="dotted" w:sz="4" w:space="0" w:color="auto"/>
            </w:tcBorders>
          </w:tcPr>
          <w:p w:rsidR="000505CA" w:rsidRDefault="006263B0" w:rsidP="000505CA">
            <w:pPr>
              <w:spacing w:before="60" w:after="60"/>
            </w:pPr>
            <w:r w:rsidRPr="006263B0">
              <w:t>classification</w:t>
            </w:r>
          </w:p>
        </w:tc>
      </w:tr>
    </w:tbl>
    <w:p w:rsidR="00E172C6" w:rsidRDefault="00E172C6" w:rsidP="000E74B9">
      <w:pPr>
        <w:spacing w:after="180"/>
      </w:pPr>
    </w:p>
    <w:p w:rsidR="00C05571" w:rsidRPr="005B372A" w:rsidRDefault="00BB44B4" w:rsidP="00026DEC">
      <w:pPr>
        <w:spacing w:after="180"/>
        <w:rPr>
          <w:b/>
          <w:color w:val="538135"/>
          <w:sz w:val="24"/>
        </w:rPr>
      </w:pPr>
      <w:r w:rsidRPr="005B372A">
        <w:rPr>
          <w:b/>
          <w:color w:val="538135"/>
          <w:sz w:val="24"/>
        </w:rPr>
        <w:t>What does the research say</w:t>
      </w:r>
      <w:r w:rsidR="00C05571" w:rsidRPr="005B372A">
        <w:rPr>
          <w:b/>
          <w:color w:val="538135"/>
          <w:sz w:val="24"/>
        </w:rPr>
        <w:t>?</w:t>
      </w:r>
    </w:p>
    <w:p w:rsidR="007E30C2" w:rsidRDefault="007E30C2" w:rsidP="0050055B">
      <w:pPr>
        <w:spacing w:after="180"/>
      </w:pPr>
      <w:r>
        <w:t xml:space="preserve">Research suggests that students sometimes rely upon an organism’s habitat to classify it rather than its physical features </w:t>
      </w:r>
      <w:r>
        <w:fldChar w:fldCharType="begin"/>
      </w:r>
      <w:r>
        <w:instrText xml:space="preserve"> ADDIN EN.CITE &lt;EndNote&gt;&lt;Cite&gt;&lt;Author&gt;Allen&lt;/Author&gt;&lt;Year&gt;2014&lt;/Year&gt;&lt;IDText&gt;Misconceptions in Primary Science&lt;/IDText&gt;&lt;DisplayText&gt;(Allen, 2014)&lt;/DisplayText&gt;&lt;record&gt;&lt;isbn&gt;9780335262663&lt;/isbn&gt;&lt;titles&gt;&lt;title&gt;Misconceptions in Primary Science&lt;/title&gt;&lt;/titles&gt;&lt;contributors&gt;&lt;authors&gt;&lt;author&gt;Allen, Michael&lt;/author&gt;&lt;/authors&gt;&lt;/contributors&gt;&lt;edition&gt;2nd&lt;/edition&gt;&lt;added-date format="utc"&gt;1529954284&lt;/added-date&gt;&lt;pub-location&gt;Berkshire, UK&lt;/pub-location&gt;&lt;ref-type name="Book"&gt;6&lt;/ref-type&gt;&lt;dates&gt;&lt;year&gt;2014&lt;/year&gt;&lt;/dates&gt;&lt;rec-number&gt;8427&lt;/rec-number&gt;&lt;publisher&gt;Open University Press&lt;/publisher&gt;&lt;last-updated-date format="utc"&gt;1546597467&lt;/last-updated-date&gt;&lt;/record&gt;&lt;/Cite&gt;&lt;/EndNote&gt;</w:instrText>
      </w:r>
      <w:r>
        <w:fldChar w:fldCharType="separate"/>
      </w:r>
      <w:r>
        <w:rPr>
          <w:noProof/>
        </w:rPr>
        <w:t>(Allen, 2014)</w:t>
      </w:r>
      <w:r>
        <w:fldChar w:fldCharType="end"/>
      </w:r>
      <w:r>
        <w:t>; this can lead to misunderstandings and misclassifications, such as:</w:t>
      </w:r>
    </w:p>
    <w:p w:rsidR="007E30C2" w:rsidRDefault="007E30C2" w:rsidP="007E30C2">
      <w:pPr>
        <w:pStyle w:val="ListParagraph"/>
        <w:numPr>
          <w:ilvl w:val="0"/>
          <w:numId w:val="4"/>
        </w:numPr>
        <w:spacing w:after="180"/>
      </w:pPr>
      <w:r>
        <w:t>that penguins and turtles are amphibians rather than birds and reptiles, respectively, because they divide their time between land and water;</w:t>
      </w:r>
    </w:p>
    <w:p w:rsidR="007E30C2" w:rsidRDefault="007E30C2" w:rsidP="007E30C2">
      <w:pPr>
        <w:pStyle w:val="ListParagraph"/>
        <w:numPr>
          <w:ilvl w:val="0"/>
          <w:numId w:val="4"/>
        </w:numPr>
        <w:spacing w:after="180"/>
      </w:pPr>
      <w:r>
        <w:t>that bats are birds because they have wings and can fly through the air;</w:t>
      </w:r>
    </w:p>
    <w:p w:rsidR="00C05571" w:rsidRDefault="007E30C2" w:rsidP="007E30C2">
      <w:pPr>
        <w:pStyle w:val="ListParagraph"/>
        <w:numPr>
          <w:ilvl w:val="0"/>
          <w:numId w:val="4"/>
        </w:numPr>
        <w:spacing w:after="180"/>
      </w:pPr>
      <w:proofErr w:type="gramStart"/>
      <w:r>
        <w:t>that</w:t>
      </w:r>
      <w:proofErr w:type="gramEnd"/>
      <w:r>
        <w:t xml:space="preserve"> whales are fish because they live in the sea.</w:t>
      </w:r>
    </w:p>
    <w:p w:rsidR="007E30C2" w:rsidRDefault="007E30C2" w:rsidP="0050055B">
      <w:pPr>
        <w:spacing w:after="180"/>
      </w:pPr>
      <w:r>
        <w:t xml:space="preserve">Research has also found that many students need extra help to understand and correctly apply less familiar taxonomic terms such as ‘amphibian’ </w:t>
      </w:r>
      <w:r>
        <w:fldChar w:fldCharType="begin">
          <w:fldData xml:space="preserve">PEVuZE5vdGU+PENpdGU+PEF1dGhvcj5TY2hvZmllbGQ8L0F1dGhvcj48WWVhcj4xOTg0PC9ZZWFy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=
</w:fldData>
        </w:fldChar>
      </w:r>
      <w:r>
        <w:instrText xml:space="preserve"> ADDIN EN.CITE </w:instrText>
      </w:r>
      <w:r>
        <w:fldChar w:fldCharType="begin">
          <w:fldData xml:space="preserve">PEVuZE5vdGU+PENpdGU+PEF1dGhvcj5TY2hvZmllbGQ8L0F1dGhvcj48WWVhcj4xOTg0PC9ZZWFy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=
</w:fldData>
        </w:fldChar>
      </w:r>
      <w:r>
        <w:instrText xml:space="preserve"> ADDIN EN.CITE.DATA </w:instrText>
      </w:r>
      <w:r>
        <w:fldChar w:fldCharType="end"/>
      </w:r>
      <w:r>
        <w:fldChar w:fldCharType="separate"/>
      </w:r>
      <w:r>
        <w:rPr>
          <w:noProof/>
        </w:rPr>
        <w:t>(Schofield et al., 1984; Braund, 1991; Allen and Choudhary, 2012)</w:t>
      </w:r>
      <w:r>
        <w:fldChar w:fldCharType="end"/>
      </w:r>
      <w:r>
        <w:t>.</w:t>
      </w:r>
    </w:p>
    <w:p w:rsidR="007A748B" w:rsidRPr="005B372A" w:rsidRDefault="007A748B" w:rsidP="00026DEC">
      <w:pPr>
        <w:spacing w:after="180"/>
        <w:rPr>
          <w:b/>
          <w:color w:val="538135"/>
          <w:sz w:val="24"/>
        </w:rPr>
      </w:pPr>
      <w:r w:rsidRPr="005B372A">
        <w:rPr>
          <w:b/>
          <w:color w:val="538135"/>
          <w:sz w:val="24"/>
        </w:rPr>
        <w:t xml:space="preserve">Ways to use this </w:t>
      </w:r>
      <w:r w:rsidR="00641E99" w:rsidRPr="005B372A">
        <w:rPr>
          <w:b/>
          <w:color w:val="538135"/>
          <w:sz w:val="24"/>
        </w:rPr>
        <w:t>question</w:t>
      </w:r>
    </w:p>
    <w:p w:rsidR="00DA2517" w:rsidRDefault="00DA2517" w:rsidP="00DA2517">
      <w:pPr>
        <w:spacing w:after="120"/>
      </w:pPr>
      <w:r>
        <w:t>Students should complete the questions individually, and will need access to the key (which could be a shared printout or could be projected for the whole class to see). Th</w:t>
      </w:r>
      <w:r w:rsidR="00B23CB7">
        <w:t>e</w:t>
      </w:r>
      <w:r>
        <w:t xml:space="preserve"> </w:t>
      </w:r>
      <w:r w:rsidR="00B23CB7">
        <w:t>question</w:t>
      </w:r>
      <w:r w:rsidR="000E74B9">
        <w:t>s</w:t>
      </w:r>
      <w:r w:rsidR="00B23CB7">
        <w:t xml:space="preserve"> </w:t>
      </w:r>
      <w:r>
        <w:t xml:space="preserve">could be </w:t>
      </w:r>
      <w:r w:rsidR="00B23CB7">
        <w:t xml:space="preserve">answered as </w:t>
      </w:r>
      <w:r>
        <w:t>a pencil and paper exercise, or you could use the presentation with an electronic voting system or mini white boards.</w:t>
      </w:r>
    </w:p>
    <w:p w:rsidR="00DA2517" w:rsidRPr="00934C98" w:rsidRDefault="00DA2517" w:rsidP="00DA2517">
      <w:pPr>
        <w:spacing w:after="120"/>
        <w:rPr>
          <w:i/>
        </w:rPr>
      </w:pPr>
      <w:r w:rsidRPr="00934C98">
        <w:rPr>
          <w:i/>
        </w:rPr>
        <w:t>Differentiation</w:t>
      </w:r>
    </w:p>
    <w:p w:rsidR="00FD60D7" w:rsidRPr="00C54711" w:rsidRDefault="00DA2517" w:rsidP="00DA2517">
      <w:pPr>
        <w:spacing w:after="180"/>
        <w:rPr>
          <w:highlight w:val="yellow"/>
        </w:rPr>
      </w:pPr>
      <w:r>
        <w:t>You may choose to read the question</w:t>
      </w:r>
      <w:r w:rsidR="000E74B9">
        <w:t>s</w:t>
      </w:r>
      <w:r>
        <w:t xml:space="preserve"> to the class, so that everyone can focus on the science. In some situations it may be more appropriate for a teaching assistant to read for one or two students.</w:t>
      </w:r>
      <w:r w:rsidR="00FD60D7" w:rsidRPr="00C54711">
        <w:rPr>
          <w:highlight w:val="yellow"/>
        </w:rPr>
        <w:t xml:space="preserve"> </w:t>
      </w:r>
    </w:p>
    <w:p w:rsidR="00BB44B4" w:rsidRPr="00F26884" w:rsidRDefault="00FD60D7" w:rsidP="00BB44B4">
      <w:pPr>
        <w:spacing w:after="180"/>
        <w:rPr>
          <w:b/>
          <w:color w:val="76923C" w:themeColor="accent3" w:themeShade="BF"/>
          <w:sz w:val="24"/>
        </w:rPr>
      </w:pPr>
      <w:r w:rsidRPr="005B372A">
        <w:rPr>
          <w:b/>
          <w:color w:val="538135"/>
          <w:sz w:val="24"/>
        </w:rPr>
        <w:t>Equipment</w:t>
      </w:r>
      <w:r w:rsidR="00110978">
        <w:rPr>
          <w:b/>
          <w:color w:val="76923C" w:themeColor="accent3" w:themeShade="BF"/>
          <w:sz w:val="24"/>
        </w:rPr>
        <w:t xml:space="preserve"> </w:t>
      </w:r>
    </w:p>
    <w:p w:rsidR="00FD60D7" w:rsidRDefault="00A35E6C" w:rsidP="00FD60D7">
      <w:pPr>
        <w:spacing w:after="180"/>
      </w:pPr>
      <w:r>
        <w:t>For each student</w:t>
      </w:r>
      <w:r w:rsidR="00FD60D7" w:rsidRPr="00C57FA2">
        <w:t>:</w:t>
      </w:r>
    </w:p>
    <w:p w:rsidR="00FD60D7" w:rsidRDefault="00A35E6C" w:rsidP="00FD60D7">
      <w:pPr>
        <w:pStyle w:val="ListParagraph"/>
        <w:numPr>
          <w:ilvl w:val="0"/>
          <w:numId w:val="1"/>
        </w:numPr>
        <w:spacing w:after="180"/>
      </w:pPr>
      <w:r>
        <w:t>access to the key (either as a shared printout or projected for the whole class to see)</w:t>
      </w:r>
    </w:p>
    <w:p w:rsidR="000E74B9" w:rsidRDefault="000E74B9">
      <w:pPr>
        <w:spacing w:after="200" w:line="276" w:lineRule="auto"/>
        <w:rPr>
          <w:b/>
          <w:color w:val="538135"/>
          <w:sz w:val="24"/>
        </w:rPr>
      </w:pPr>
      <w:r>
        <w:rPr>
          <w:b/>
          <w:color w:val="538135"/>
          <w:sz w:val="24"/>
        </w:rPr>
        <w:br w:type="page"/>
      </w:r>
    </w:p>
    <w:p w:rsidR="00E172C6" w:rsidRPr="005B372A" w:rsidRDefault="00BB44B4" w:rsidP="00026DEC">
      <w:pPr>
        <w:spacing w:after="180"/>
        <w:rPr>
          <w:b/>
          <w:color w:val="538135"/>
          <w:sz w:val="24"/>
        </w:rPr>
      </w:pPr>
      <w:r w:rsidRPr="005B372A">
        <w:rPr>
          <w:b/>
          <w:color w:val="538135"/>
          <w:sz w:val="24"/>
        </w:rPr>
        <w:lastRenderedPageBreak/>
        <w:t>Expected answers</w:t>
      </w:r>
    </w:p>
    <w:p w:rsidR="00BF6C8A" w:rsidRPr="00017D91" w:rsidRDefault="00017D91" w:rsidP="000E74B9">
      <w:pPr>
        <w:spacing w:after="120"/>
        <w:rPr>
          <w:i/>
        </w:rPr>
      </w:pPr>
      <w:r w:rsidRPr="00017D91">
        <w:rPr>
          <w:i/>
        </w:rPr>
        <w:t>Part 1: Penguin</w:t>
      </w:r>
    </w:p>
    <w:p w:rsidR="00017D91" w:rsidRDefault="00017D91" w:rsidP="00BF6C8A">
      <w:pPr>
        <w:spacing w:after="180"/>
      </w:pPr>
      <w:r w:rsidRPr="00017D91">
        <w:rPr>
          <w:b/>
        </w:rPr>
        <w:t>A</w:t>
      </w:r>
      <w:r>
        <w:t xml:space="preserve"> – Calvin (“</w:t>
      </w:r>
      <w:r w:rsidRPr="00017D91">
        <w:t>It’s definitely a bird. It has feathers!</w:t>
      </w:r>
      <w:r>
        <w:t>”)</w:t>
      </w:r>
    </w:p>
    <w:p w:rsidR="00017D91" w:rsidRPr="00017D91" w:rsidRDefault="00017D91" w:rsidP="000E74B9">
      <w:pPr>
        <w:spacing w:after="120"/>
        <w:rPr>
          <w:i/>
        </w:rPr>
      </w:pPr>
      <w:r w:rsidRPr="00017D91">
        <w:rPr>
          <w:i/>
        </w:rPr>
        <w:t>Part 2: Bat</w:t>
      </w:r>
    </w:p>
    <w:p w:rsidR="00017D91" w:rsidRDefault="00017D91" w:rsidP="00BF6C8A">
      <w:pPr>
        <w:spacing w:after="180"/>
      </w:pPr>
      <w:r w:rsidRPr="00017D91">
        <w:rPr>
          <w:b/>
        </w:rPr>
        <w:t>C</w:t>
      </w:r>
      <w:r>
        <w:t xml:space="preserve"> – Layla (“</w:t>
      </w:r>
      <w:r w:rsidRPr="00017D91">
        <w:t>It’s a mammal because it has fur not feathers.</w:t>
      </w:r>
      <w:r>
        <w:t>”)</w:t>
      </w:r>
    </w:p>
    <w:p w:rsidR="00017D91" w:rsidRPr="00017D91" w:rsidRDefault="00017D91" w:rsidP="000E74B9">
      <w:pPr>
        <w:spacing w:after="120"/>
        <w:rPr>
          <w:i/>
        </w:rPr>
      </w:pPr>
      <w:r w:rsidRPr="00017D91">
        <w:rPr>
          <w:i/>
        </w:rPr>
        <w:t>Part 3: Whale</w:t>
      </w:r>
    </w:p>
    <w:p w:rsidR="00017D91" w:rsidRDefault="00017D91" w:rsidP="00BF6C8A">
      <w:pPr>
        <w:spacing w:after="180"/>
      </w:pPr>
      <w:r w:rsidRPr="00017D91">
        <w:rPr>
          <w:b/>
        </w:rPr>
        <w:t>D</w:t>
      </w:r>
      <w:r>
        <w:t xml:space="preserve"> – Yasmin (“</w:t>
      </w:r>
      <w:r w:rsidRPr="00017D91">
        <w:t>It lives under water but it’s a mammal because it doesn’t have scales.</w:t>
      </w:r>
      <w:r>
        <w:t>”)</w:t>
      </w:r>
    </w:p>
    <w:p w:rsidR="006A4440" w:rsidRPr="005B372A" w:rsidRDefault="004C5D20" w:rsidP="00BF6C8A">
      <w:pPr>
        <w:spacing w:after="180"/>
        <w:rPr>
          <w:b/>
          <w:color w:val="538135"/>
          <w:sz w:val="24"/>
        </w:rPr>
      </w:pPr>
      <w:r w:rsidRPr="005B372A">
        <w:rPr>
          <w:b/>
          <w:color w:val="538135"/>
          <w:sz w:val="24"/>
        </w:rPr>
        <w:t>How to respond - w</w:t>
      </w:r>
      <w:r w:rsidR="006A4440" w:rsidRPr="005B372A">
        <w:rPr>
          <w:b/>
          <w:color w:val="538135"/>
          <w:sz w:val="24"/>
        </w:rPr>
        <w:t>h</w:t>
      </w:r>
      <w:r w:rsidRPr="005B372A">
        <w:rPr>
          <w:b/>
          <w:color w:val="538135"/>
          <w:sz w:val="24"/>
        </w:rPr>
        <w:t>at</w:t>
      </w:r>
      <w:r w:rsidR="006A4440" w:rsidRPr="005B372A">
        <w:rPr>
          <w:b/>
          <w:color w:val="538135"/>
          <w:sz w:val="24"/>
        </w:rPr>
        <w:t xml:space="preserve"> next?</w:t>
      </w:r>
    </w:p>
    <w:p w:rsidR="00B24F62" w:rsidRDefault="003466D5" w:rsidP="00B24F62">
      <w:pPr>
        <w:spacing w:after="180"/>
      </w:pPr>
      <w:r>
        <w:t xml:space="preserve">If there is a range of answers, you may choose to respond through structured class discussion. Ask one student to explain why they gave the answer they did; ask another student to explain why they agree with them; ask another to explain why they disagree, and so on. This sort of discussion gives students the opportunity to explore their thinking and for you to really understand their learning needs. </w:t>
      </w:r>
      <w:r w:rsidRPr="003F560D">
        <w:t>Responses often work best when the activities involve paired or small group discussions, which encourage social construction of new ideas</w:t>
      </w:r>
      <w:r>
        <w:t xml:space="preserve"> (meaning making)</w:t>
      </w:r>
      <w:r w:rsidRPr="003F560D">
        <w:t xml:space="preserve"> through dialogue.</w:t>
      </w:r>
    </w:p>
    <w:p w:rsidR="00AC026E" w:rsidRDefault="00B9281F" w:rsidP="00B24F62">
      <w:pPr>
        <w:spacing w:after="180"/>
      </w:pPr>
      <w:r>
        <w:t xml:space="preserve">If students are unsure about how to use a key to classify organisms, they could work in pairs or groups to use a key to identify organisms in a local habitat. It has been suggested that learning about classification should be coupled with experience of a wide range of living organisms, including in local habitats </w:t>
      </w:r>
      <w:r>
        <w:fldChar w:fldCharType="begin"/>
      </w:r>
      <w:r>
        <w:instrText xml:space="preserve"> ADDIN EN.CITE &lt;EndNote&gt;&lt;Cite&gt;&lt;Author&gt;Ingram&lt;/Author&gt;&lt;Year&gt;2011&lt;/Year&gt;&lt;IDText&gt;Classification, variation, adaptation and evolution&lt;/IDText&gt;&lt;DisplayText&gt;(Ingram, 2011)&lt;/DisplayText&gt;&lt;record&gt;&lt;titles&gt;&lt;title&gt;Classification, variation, adaptation and evolution&lt;/title&gt;&lt;secondary-title&gt;Teaching Secondary Biology&lt;/secondary-title&gt;&lt;/titles&gt;&lt;pages&gt;215-242&lt;/pages&gt;&lt;contributors&gt;&lt;authors&gt;&lt;author&gt;Ingram, Neil&lt;/author&gt;&lt;/authors&gt;&lt;/contributors&gt;&lt;section&gt;8&lt;/section&gt;&lt;edition&gt;2nd&lt;/edition&gt;&lt;added-date format="utc"&gt;1528984685&lt;/added-date&gt;&lt;pub-location&gt;London, UK&lt;/pub-location&gt;&lt;ref-type name="Book Section"&gt;5&lt;/ref-type&gt;&lt;dates&gt;&lt;year&gt;2011&lt;/year&gt;&lt;/dates&gt;&lt;rec-number&gt;8412&lt;/rec-number&gt;&lt;publisher&gt;Hodder Education&lt;/publisher&gt;&lt;last-updated-date format="utc"&gt;1546442304&lt;/last-updated-date&gt;&lt;contributors&gt;&lt;secondary-authors&gt;&lt;author&gt;Reiss, Michael&lt;/author&gt;&lt;/secondary-authors&gt;&lt;/contributors&gt;&lt;/record&gt;&lt;/Cite&gt;&lt;/EndNote&gt;</w:instrText>
      </w:r>
      <w:r>
        <w:fldChar w:fldCharType="separate"/>
      </w:r>
      <w:r>
        <w:rPr>
          <w:noProof/>
        </w:rPr>
        <w:t>(Ingram, 2011)</w:t>
      </w:r>
      <w:r>
        <w:fldChar w:fldCharType="end"/>
      </w:r>
      <w:r>
        <w:t>. A range of keys suitable for use with school children can be obtained from:</w:t>
      </w:r>
    </w:p>
    <w:p w:rsidR="00B9281F" w:rsidRPr="00B9281F" w:rsidRDefault="00B9281F" w:rsidP="00B9281F">
      <w:pPr>
        <w:pStyle w:val="ListParagraph"/>
        <w:numPr>
          <w:ilvl w:val="0"/>
          <w:numId w:val="1"/>
        </w:numPr>
        <w:spacing w:after="180"/>
      </w:pPr>
      <w:r w:rsidRPr="00B9281F">
        <w:t xml:space="preserve">Open Air Laboratories (OPAL): </w:t>
      </w:r>
      <w:hyperlink r:id="rId13" w:history="1">
        <w:r w:rsidRPr="00B9281F">
          <w:rPr>
            <w:rStyle w:val="Hyperlink"/>
          </w:rPr>
          <w:t>https://www.opalexplorenature.org/identification</w:t>
        </w:r>
      </w:hyperlink>
    </w:p>
    <w:p w:rsidR="00B9281F" w:rsidRPr="00B9281F" w:rsidRDefault="00B9281F" w:rsidP="00B9281F">
      <w:pPr>
        <w:pStyle w:val="ListParagraph"/>
        <w:numPr>
          <w:ilvl w:val="0"/>
          <w:numId w:val="1"/>
        </w:numPr>
        <w:spacing w:after="180"/>
      </w:pPr>
      <w:r>
        <w:t xml:space="preserve">Field Studies Council: </w:t>
      </w:r>
      <w:hyperlink r:id="rId14" w:history="1">
        <w:r>
          <w:rPr>
            <w:rStyle w:val="Hyperlink"/>
          </w:rPr>
          <w:t>https://www.field-studies-council.org/publications/fold-out-charts.aspx</w:t>
        </w:r>
      </w:hyperlink>
    </w:p>
    <w:p w:rsidR="00B24F62" w:rsidRPr="00EC1D4A" w:rsidRDefault="00B9281F" w:rsidP="00B24F62">
      <w:pPr>
        <w:spacing w:after="180"/>
      </w:pPr>
      <w:r w:rsidRPr="00EC1D4A">
        <w:t xml:space="preserve">Building a key that other people could use might help </w:t>
      </w:r>
      <w:r w:rsidR="000E74B9">
        <w:t>develop</w:t>
      </w:r>
      <w:r w:rsidRPr="00EC1D4A">
        <w:t xml:space="preserve"> students’ understanding of the principle of using sets of questions to identify and classify o</w:t>
      </w:r>
      <w:bookmarkStart w:id="0" w:name="_GoBack"/>
      <w:bookmarkEnd w:id="0"/>
      <w:r w:rsidRPr="00EC1D4A">
        <w:t xml:space="preserve">rganisms. </w:t>
      </w:r>
      <w:r w:rsidR="00B24F62" w:rsidRPr="00EC1D4A">
        <w:t xml:space="preserve">The following BEST ‘response </w:t>
      </w:r>
      <w:r w:rsidR="00641E99" w:rsidRPr="00EC1D4A">
        <w:t>activit</w:t>
      </w:r>
      <w:r w:rsidRPr="00EC1D4A">
        <w:t>y</w:t>
      </w:r>
      <w:r w:rsidR="00B24F62" w:rsidRPr="00EC1D4A">
        <w:t xml:space="preserve">’ </w:t>
      </w:r>
      <w:r w:rsidR="00EC1D4A" w:rsidRPr="00EC1D4A">
        <w:t xml:space="preserve">provides question cards that can be discussed in pairs and arranged to make a key, and </w:t>
      </w:r>
      <w:r w:rsidR="00B24F62" w:rsidRPr="00EC1D4A">
        <w:t>could be used in follow-up to this diagnostic question:</w:t>
      </w:r>
    </w:p>
    <w:p w:rsidR="00B24F62" w:rsidRPr="00EC1D4A" w:rsidRDefault="00B24F62" w:rsidP="00B24F62">
      <w:pPr>
        <w:pStyle w:val="ListParagraph"/>
        <w:numPr>
          <w:ilvl w:val="0"/>
          <w:numId w:val="1"/>
        </w:numPr>
        <w:spacing w:after="180"/>
      </w:pPr>
      <w:r w:rsidRPr="00EC1D4A">
        <w:t xml:space="preserve">Response </w:t>
      </w:r>
      <w:r w:rsidR="00641E99" w:rsidRPr="00EC1D4A">
        <w:t>activity</w:t>
      </w:r>
      <w:r w:rsidRPr="00EC1D4A">
        <w:t xml:space="preserve">: </w:t>
      </w:r>
      <w:r w:rsidR="00EC1D4A" w:rsidRPr="00EC1D4A">
        <w:t>Build a key</w:t>
      </w:r>
    </w:p>
    <w:p w:rsidR="003117F6" w:rsidRPr="005B372A" w:rsidRDefault="00CC78A5" w:rsidP="00026DEC">
      <w:pPr>
        <w:spacing w:after="180"/>
        <w:rPr>
          <w:b/>
          <w:color w:val="538135"/>
          <w:sz w:val="24"/>
        </w:rPr>
      </w:pPr>
      <w:r w:rsidRPr="005B372A">
        <w:rPr>
          <w:b/>
          <w:color w:val="538135"/>
          <w:sz w:val="24"/>
        </w:rPr>
        <w:t>Acknowledgments</w:t>
      </w:r>
    </w:p>
    <w:p w:rsidR="00D278E8" w:rsidRDefault="00D278E8" w:rsidP="00E172C6">
      <w:pPr>
        <w:spacing w:after="180"/>
      </w:pPr>
      <w:r>
        <w:t xml:space="preserve">Developed </w:t>
      </w:r>
      <w:r w:rsidR="0015356E">
        <w:t xml:space="preserve">by </w:t>
      </w:r>
      <w:r w:rsidR="002A4CBB">
        <w:t>Alistair Moore</w:t>
      </w:r>
      <w:r w:rsidR="0015356E">
        <w:t xml:space="preserve"> (UYSEG)</w:t>
      </w:r>
      <w:r w:rsidR="007E30C2">
        <w:t xml:space="preserve">, from examples described by Allen </w:t>
      </w:r>
      <w:r w:rsidR="007E30C2">
        <w:fldChar w:fldCharType="begin"/>
      </w:r>
      <w:r w:rsidR="007E30C2">
        <w:instrText xml:space="preserve"> ADDIN EN.CITE &lt;EndNote&gt;&lt;Cite ExcludeAuth="1"&gt;&lt;Author&gt;Allen&lt;/Author&gt;&lt;Year&gt;2014&lt;/Year&gt;&lt;IDText&gt;Misconceptions in Primary Science&lt;/IDText&gt;&lt;DisplayText&gt;(2014)&lt;/DisplayText&gt;&lt;record&gt;&lt;isbn&gt;9780335262663&lt;/isbn&gt;&lt;titles&gt;&lt;title&gt;Misconceptions in Primary Science&lt;/title&gt;&lt;/titles&gt;&lt;contributors&gt;&lt;authors&gt;&lt;author&gt;Allen, Michael&lt;/author&gt;&lt;/authors&gt;&lt;/contributors&gt;&lt;edition&gt;2nd&lt;/edition&gt;&lt;added-date format="utc"&gt;1529954284&lt;/added-date&gt;&lt;pub-location&gt;Berkshire, UK&lt;/pub-location&gt;&lt;ref-type name="Book"&gt;6&lt;/ref-type&gt;&lt;dates&gt;&lt;year&gt;2014&lt;/year&gt;&lt;/dates&gt;&lt;rec-number&gt;8427&lt;/rec-number&gt;&lt;publisher&gt;Open University Press&lt;/publisher&gt;&lt;last-updated-date format="utc"&gt;1546597467&lt;/last-updated-date&gt;&lt;/record&gt;&lt;/Cite&gt;&lt;/EndNote&gt;</w:instrText>
      </w:r>
      <w:r w:rsidR="007E30C2">
        <w:fldChar w:fldCharType="separate"/>
      </w:r>
      <w:r w:rsidR="007E30C2">
        <w:rPr>
          <w:noProof/>
        </w:rPr>
        <w:t>(2014)</w:t>
      </w:r>
      <w:r w:rsidR="007E30C2">
        <w:fldChar w:fldCharType="end"/>
      </w:r>
      <w:r>
        <w:t>.</w:t>
      </w:r>
    </w:p>
    <w:p w:rsidR="00CC78A5" w:rsidRDefault="00D278E8" w:rsidP="00E172C6">
      <w:pPr>
        <w:spacing w:after="180"/>
      </w:pPr>
      <w:r w:rsidRPr="002A4CBB">
        <w:t xml:space="preserve">Images: </w:t>
      </w:r>
      <w:r w:rsidR="007E30C2">
        <w:t>penguin – pixabay.com/</w:t>
      </w:r>
      <w:r w:rsidR="007E30C2" w:rsidRPr="002A4CBB">
        <w:t>4270613</w:t>
      </w:r>
      <w:r w:rsidR="007E30C2">
        <w:t xml:space="preserve"> (</w:t>
      </w:r>
      <w:r w:rsidR="007E30C2" w:rsidRPr="002A4CBB">
        <w:t>3032601</w:t>
      </w:r>
      <w:r w:rsidR="007E30C2">
        <w:t xml:space="preserve">); </w:t>
      </w:r>
      <w:r w:rsidR="002A4CBB" w:rsidRPr="002A4CBB">
        <w:t>bat – pixabay.com/</w:t>
      </w:r>
      <w:proofErr w:type="spellStart"/>
      <w:r w:rsidR="002A4CBB" w:rsidRPr="002A4CBB">
        <w:t>Sweetaholic</w:t>
      </w:r>
      <w:proofErr w:type="spellEnd"/>
      <w:r w:rsidR="002A4CBB">
        <w:t xml:space="preserve"> (</w:t>
      </w:r>
      <w:r w:rsidR="002A4CBB" w:rsidRPr="002A4CBB">
        <w:t>1633706</w:t>
      </w:r>
      <w:r w:rsidR="002A4CBB">
        <w:t>); whale – pixabay.com/</w:t>
      </w:r>
      <w:proofErr w:type="spellStart"/>
      <w:r w:rsidR="002A4CBB" w:rsidRPr="002A4CBB">
        <w:t>skeeze</w:t>
      </w:r>
      <w:proofErr w:type="spellEnd"/>
      <w:r w:rsidR="002A4CBB" w:rsidRPr="002A4CBB">
        <w:t xml:space="preserve"> </w:t>
      </w:r>
      <w:r w:rsidR="002A4CBB">
        <w:t>(</w:t>
      </w:r>
      <w:r w:rsidR="002A4CBB" w:rsidRPr="002A4CBB">
        <w:t>1945416</w:t>
      </w:r>
      <w:r w:rsidR="007E30C2">
        <w:t>)</w:t>
      </w:r>
    </w:p>
    <w:p w:rsidR="00B46FF9" w:rsidRDefault="003117F6" w:rsidP="00E24309">
      <w:pPr>
        <w:spacing w:after="180"/>
        <w:rPr>
          <w:b/>
          <w:color w:val="538135"/>
          <w:sz w:val="24"/>
        </w:rPr>
      </w:pPr>
      <w:r w:rsidRPr="005B372A">
        <w:rPr>
          <w:b/>
          <w:color w:val="538135"/>
          <w:sz w:val="24"/>
        </w:rPr>
        <w:t>References</w:t>
      </w:r>
    </w:p>
    <w:p w:rsidR="00B9281F" w:rsidRPr="00EC1D4A" w:rsidRDefault="007E30C2" w:rsidP="000E74B9">
      <w:pPr>
        <w:pStyle w:val="EndNoteBibliography"/>
        <w:spacing w:after="80"/>
        <w:rPr>
          <w:sz w:val="20"/>
          <w:szCs w:val="20"/>
        </w:rPr>
      </w:pPr>
      <w:r w:rsidRPr="00EC1D4A">
        <w:rPr>
          <w:sz w:val="20"/>
          <w:szCs w:val="20"/>
        </w:rPr>
        <w:fldChar w:fldCharType="begin"/>
      </w:r>
      <w:r w:rsidRPr="00EC1D4A">
        <w:rPr>
          <w:sz w:val="20"/>
          <w:szCs w:val="20"/>
        </w:rPr>
        <w:instrText xml:space="preserve"> ADDIN EN.REFLIST </w:instrText>
      </w:r>
      <w:r w:rsidRPr="00EC1D4A">
        <w:rPr>
          <w:sz w:val="20"/>
          <w:szCs w:val="20"/>
        </w:rPr>
        <w:fldChar w:fldCharType="separate"/>
      </w:r>
      <w:r w:rsidR="00B9281F" w:rsidRPr="00EC1D4A">
        <w:rPr>
          <w:sz w:val="20"/>
          <w:szCs w:val="20"/>
        </w:rPr>
        <w:t xml:space="preserve">Allen, M. (2014). </w:t>
      </w:r>
      <w:r w:rsidR="00B9281F" w:rsidRPr="00EC1D4A">
        <w:rPr>
          <w:i/>
          <w:sz w:val="20"/>
          <w:szCs w:val="20"/>
        </w:rPr>
        <w:t xml:space="preserve">Misconceptions in Primary Science, 2nd </w:t>
      </w:r>
      <w:r w:rsidR="00B9281F" w:rsidRPr="00EC1D4A">
        <w:rPr>
          <w:sz w:val="20"/>
          <w:szCs w:val="20"/>
        </w:rPr>
        <w:t>edn</w:t>
      </w:r>
      <w:r w:rsidR="00B9281F" w:rsidRPr="00EC1D4A">
        <w:rPr>
          <w:i/>
          <w:sz w:val="20"/>
          <w:szCs w:val="20"/>
        </w:rPr>
        <w:t xml:space="preserve"> </w:t>
      </w:r>
      <w:r w:rsidR="00B9281F" w:rsidRPr="00EC1D4A">
        <w:rPr>
          <w:sz w:val="20"/>
          <w:szCs w:val="20"/>
        </w:rPr>
        <w:t>Berkshire, UK: Open University Press.</w:t>
      </w:r>
    </w:p>
    <w:p w:rsidR="00B9281F" w:rsidRPr="00EC1D4A" w:rsidRDefault="00B9281F" w:rsidP="000E74B9">
      <w:pPr>
        <w:pStyle w:val="EndNoteBibliography"/>
        <w:spacing w:after="80"/>
        <w:rPr>
          <w:sz w:val="20"/>
          <w:szCs w:val="20"/>
        </w:rPr>
      </w:pPr>
      <w:r w:rsidRPr="00EC1D4A">
        <w:rPr>
          <w:sz w:val="20"/>
          <w:szCs w:val="20"/>
        </w:rPr>
        <w:t xml:space="preserve">Allen, M. and Choudhary, A. (2012). Animal classification by early years children. </w:t>
      </w:r>
      <w:r w:rsidRPr="00EC1D4A">
        <w:rPr>
          <w:i/>
          <w:sz w:val="20"/>
          <w:szCs w:val="20"/>
        </w:rPr>
        <w:t>United Kingdom Science Education Research Conference.</w:t>
      </w:r>
      <w:r w:rsidRPr="00EC1D4A">
        <w:rPr>
          <w:sz w:val="20"/>
          <w:szCs w:val="20"/>
        </w:rPr>
        <w:t xml:space="preserve"> National Science Learning Centre, University of York, UK.</w:t>
      </w:r>
    </w:p>
    <w:p w:rsidR="00B9281F" w:rsidRPr="00EC1D4A" w:rsidRDefault="00B9281F" w:rsidP="000E74B9">
      <w:pPr>
        <w:pStyle w:val="EndNoteBibliography"/>
        <w:spacing w:after="80"/>
        <w:rPr>
          <w:sz w:val="20"/>
          <w:szCs w:val="20"/>
        </w:rPr>
      </w:pPr>
      <w:r w:rsidRPr="00EC1D4A">
        <w:rPr>
          <w:sz w:val="20"/>
          <w:szCs w:val="20"/>
        </w:rPr>
        <w:t xml:space="preserve">Braund, M. (1991). Children's ideas in classifying animals. </w:t>
      </w:r>
      <w:r w:rsidRPr="00EC1D4A">
        <w:rPr>
          <w:i/>
          <w:sz w:val="20"/>
          <w:szCs w:val="20"/>
        </w:rPr>
        <w:t>Journal of Biological Education,</w:t>
      </w:r>
      <w:r w:rsidRPr="00EC1D4A">
        <w:rPr>
          <w:sz w:val="20"/>
          <w:szCs w:val="20"/>
        </w:rPr>
        <w:t xml:space="preserve"> 25(2)</w:t>
      </w:r>
      <w:r w:rsidRPr="00EC1D4A">
        <w:rPr>
          <w:b/>
          <w:sz w:val="20"/>
          <w:szCs w:val="20"/>
        </w:rPr>
        <w:t>,</w:t>
      </w:r>
      <w:r w:rsidRPr="00EC1D4A">
        <w:rPr>
          <w:sz w:val="20"/>
          <w:szCs w:val="20"/>
        </w:rPr>
        <w:t xml:space="preserve"> 103-110.</w:t>
      </w:r>
    </w:p>
    <w:p w:rsidR="00B9281F" w:rsidRPr="00EC1D4A" w:rsidRDefault="00B9281F" w:rsidP="000E74B9">
      <w:pPr>
        <w:pStyle w:val="EndNoteBibliography"/>
        <w:spacing w:after="80"/>
        <w:rPr>
          <w:sz w:val="20"/>
          <w:szCs w:val="20"/>
        </w:rPr>
      </w:pPr>
      <w:r w:rsidRPr="00EC1D4A">
        <w:rPr>
          <w:sz w:val="20"/>
          <w:szCs w:val="20"/>
        </w:rPr>
        <w:t xml:space="preserve">Ingram, N. (2011). Classification, variation, adaptation and evolution. In Reiss, M. (ed.) </w:t>
      </w:r>
      <w:r w:rsidRPr="00EC1D4A">
        <w:rPr>
          <w:i/>
          <w:sz w:val="20"/>
          <w:szCs w:val="20"/>
        </w:rPr>
        <w:t xml:space="preserve">Teaching Secondary Biology. </w:t>
      </w:r>
      <w:r w:rsidRPr="00EC1D4A">
        <w:rPr>
          <w:sz w:val="20"/>
          <w:szCs w:val="20"/>
        </w:rPr>
        <w:t>2nd ed. London, UK: Hodder Education.</w:t>
      </w:r>
    </w:p>
    <w:p w:rsidR="00B6664F" w:rsidRDefault="00B9281F" w:rsidP="000E74B9">
      <w:pPr>
        <w:pStyle w:val="EndNoteBibliography"/>
        <w:spacing w:after="80"/>
      </w:pPr>
      <w:r w:rsidRPr="00EC1D4A">
        <w:rPr>
          <w:sz w:val="20"/>
          <w:szCs w:val="20"/>
        </w:rPr>
        <w:t xml:space="preserve">Schofield, B., et al. (1984). Science in Schools: Age 13: Research Report No. 2. </w:t>
      </w:r>
      <w:r w:rsidRPr="00EC1D4A">
        <w:rPr>
          <w:i/>
          <w:sz w:val="20"/>
          <w:szCs w:val="20"/>
        </w:rPr>
        <w:t>Assessment of Performance Unit.</w:t>
      </w:r>
      <w:r w:rsidRPr="00EC1D4A">
        <w:rPr>
          <w:sz w:val="20"/>
          <w:szCs w:val="20"/>
        </w:rPr>
        <w:t xml:space="preserve"> Department of Education and Science, HMSO, London, UK.</w:t>
      </w:r>
      <w:r w:rsidR="007E30C2" w:rsidRPr="00EC1D4A">
        <w:rPr>
          <w:sz w:val="20"/>
          <w:szCs w:val="20"/>
        </w:rPr>
        <w:fldChar w:fldCharType="end"/>
      </w:r>
    </w:p>
    <w:sectPr w:rsidR="00B6664F" w:rsidSect="00642ECD">
      <w:headerReference w:type="default" r:id="rId15"/>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1467F" w:rsidRDefault="0091467F" w:rsidP="000B473B">
      <w:r>
        <w:separator/>
      </w:r>
    </w:p>
  </w:endnote>
  <w:endnote w:type="continuationSeparator" w:id="0">
    <w:p w:rsidR="0091467F" w:rsidRDefault="0091467F"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type w14:anchorId="40A71217"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0E74B9">
      <w:rPr>
        <w:noProof/>
      </w:rPr>
      <w:t>6</w:t>
    </w:r>
    <w:r>
      <w:rPr>
        <w:noProof/>
      </w:rPr>
      <w:fldChar w:fldCharType="end"/>
    </w:r>
  </w:p>
  <w:p w:rsidR="00201AC2" w:rsidRDefault="00201AC2" w:rsidP="00201AC2">
    <w:pPr>
      <w:pStyle w:val="Footer"/>
      <w:tabs>
        <w:tab w:val="clear" w:pos="4513"/>
        <w:tab w:val="clear" w:pos="9026"/>
        <w:tab w:val="right" w:pos="9072"/>
      </w:tabs>
      <w:rPr>
        <w:sz w:val="16"/>
        <w:szCs w:val="16"/>
      </w:rPr>
    </w:pPr>
    <w:r>
      <w:rPr>
        <w:sz w:val="16"/>
        <w:szCs w:val="16"/>
      </w:rPr>
      <w:t xml:space="preserve">This </w:t>
    </w:r>
    <w:r w:rsidR="005B372A">
      <w:rPr>
        <w:sz w:val="16"/>
        <w:szCs w:val="16"/>
      </w:rPr>
      <w:t>document</w:t>
    </w:r>
    <w:r>
      <w:rPr>
        <w:sz w:val="16"/>
        <w:szCs w:val="16"/>
      </w:rPr>
      <w:t xml:space="preserve"> may have been edited. Download the original from </w:t>
    </w:r>
    <w:r w:rsidRPr="00ED4562">
      <w:rPr>
        <w:b/>
        <w:sz w:val="16"/>
        <w:szCs w:val="16"/>
      </w:rPr>
      <w:t>www.BestEvidenceScienceTeaching.org</w:t>
    </w:r>
  </w:p>
  <w:p w:rsidR="00F12C3B" w:rsidRPr="00201AC2" w:rsidRDefault="00AE3075" w:rsidP="00AE3075">
    <w:pPr>
      <w:pStyle w:val="Footer"/>
      <w:rPr>
        <w:sz w:val="16"/>
        <w:szCs w:val="16"/>
      </w:rPr>
    </w:pPr>
    <w:r w:rsidRPr="00AE3075">
      <w:rPr>
        <w:sz w:val="16"/>
        <w:szCs w:val="16"/>
      </w:rPr>
      <w:t>© University of York Science Education Group. Distributed under a Creative Commons Attribution-</w:t>
    </w:r>
    <w:proofErr w:type="spellStart"/>
    <w:r w:rsidRPr="00AE3075">
      <w:rPr>
        <w:sz w:val="16"/>
        <w:szCs w:val="16"/>
      </w:rPr>
      <w:t>NonCommercial</w:t>
    </w:r>
    <w:proofErr w:type="spellEnd"/>
    <w:r w:rsidRPr="00AE3075">
      <w:rPr>
        <w:sz w:val="16"/>
        <w:szCs w:val="16"/>
      </w:rPr>
      <w:t xml:space="preserve"> (CC BY-NC) license.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1467F" w:rsidRDefault="0091467F" w:rsidP="000B473B">
      <w:r>
        <w:separator/>
      </w:r>
    </w:p>
  </w:footnote>
  <w:footnote w:type="continuationSeparator" w:id="0">
    <w:p w:rsidR="0091467F" w:rsidRDefault="0091467F" w:rsidP="000B473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type w14:anchorId="09F34FEC"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type w14:anchorId="1EF2FB82"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2620D7"/>
    <w:multiLevelType w:val="hybridMultilevel"/>
    <w:tmpl w:val="1C94DB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3EB6024A"/>
    <w:multiLevelType w:val="hybridMultilevel"/>
    <w:tmpl w:val="E11A4E4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A000A4"/>
    <w:rsid w:val="00015578"/>
    <w:rsid w:val="00017D91"/>
    <w:rsid w:val="00024731"/>
    <w:rsid w:val="00026DEC"/>
    <w:rsid w:val="000505CA"/>
    <w:rsid w:val="00071D74"/>
    <w:rsid w:val="0007651D"/>
    <w:rsid w:val="0009089A"/>
    <w:rsid w:val="0009102F"/>
    <w:rsid w:val="000947E2"/>
    <w:rsid w:val="00095E04"/>
    <w:rsid w:val="000B473B"/>
    <w:rsid w:val="000D0E89"/>
    <w:rsid w:val="000E2689"/>
    <w:rsid w:val="000E27D8"/>
    <w:rsid w:val="000E74B9"/>
    <w:rsid w:val="00110978"/>
    <w:rsid w:val="00140628"/>
    <w:rsid w:val="00142613"/>
    <w:rsid w:val="00144DA7"/>
    <w:rsid w:val="0015356E"/>
    <w:rsid w:val="00161D3F"/>
    <w:rsid w:val="001915D4"/>
    <w:rsid w:val="001A1FED"/>
    <w:rsid w:val="001A40E2"/>
    <w:rsid w:val="001A75FB"/>
    <w:rsid w:val="001C4805"/>
    <w:rsid w:val="001F7CD6"/>
    <w:rsid w:val="00201AC2"/>
    <w:rsid w:val="00214608"/>
    <w:rsid w:val="0021607B"/>
    <w:rsid w:val="002178AC"/>
    <w:rsid w:val="0022547C"/>
    <w:rsid w:val="0025410A"/>
    <w:rsid w:val="0027553E"/>
    <w:rsid w:val="0028012F"/>
    <w:rsid w:val="002828DF"/>
    <w:rsid w:val="00287876"/>
    <w:rsid w:val="00292C53"/>
    <w:rsid w:val="00294E22"/>
    <w:rsid w:val="002A4CBB"/>
    <w:rsid w:val="002B1BDF"/>
    <w:rsid w:val="002C22EA"/>
    <w:rsid w:val="002C59BA"/>
    <w:rsid w:val="00301AA9"/>
    <w:rsid w:val="003117F6"/>
    <w:rsid w:val="003466D5"/>
    <w:rsid w:val="003533B8"/>
    <w:rsid w:val="003752BE"/>
    <w:rsid w:val="00380A34"/>
    <w:rsid w:val="003A346A"/>
    <w:rsid w:val="003B2917"/>
    <w:rsid w:val="003B541B"/>
    <w:rsid w:val="003E2B2F"/>
    <w:rsid w:val="003E5EFF"/>
    <w:rsid w:val="003E6046"/>
    <w:rsid w:val="003F16F9"/>
    <w:rsid w:val="00420DE5"/>
    <w:rsid w:val="00430C1F"/>
    <w:rsid w:val="00431AE5"/>
    <w:rsid w:val="00442595"/>
    <w:rsid w:val="0045323E"/>
    <w:rsid w:val="004B0EE1"/>
    <w:rsid w:val="004C5D20"/>
    <w:rsid w:val="004D0D83"/>
    <w:rsid w:val="004E1DF1"/>
    <w:rsid w:val="004E5592"/>
    <w:rsid w:val="0050055B"/>
    <w:rsid w:val="00524710"/>
    <w:rsid w:val="00555342"/>
    <w:rsid w:val="005560E2"/>
    <w:rsid w:val="005A452E"/>
    <w:rsid w:val="005A6EE7"/>
    <w:rsid w:val="005B372A"/>
    <w:rsid w:val="005B4EA3"/>
    <w:rsid w:val="005C363D"/>
    <w:rsid w:val="005E5AC6"/>
    <w:rsid w:val="005F1A7B"/>
    <w:rsid w:val="006263B0"/>
    <w:rsid w:val="006302D3"/>
    <w:rsid w:val="006355D8"/>
    <w:rsid w:val="00641E99"/>
    <w:rsid w:val="00642ECD"/>
    <w:rsid w:val="006502A0"/>
    <w:rsid w:val="006772F5"/>
    <w:rsid w:val="006A4440"/>
    <w:rsid w:val="006B0615"/>
    <w:rsid w:val="006D166B"/>
    <w:rsid w:val="006F3279"/>
    <w:rsid w:val="00704AEE"/>
    <w:rsid w:val="00722F9A"/>
    <w:rsid w:val="00754539"/>
    <w:rsid w:val="00781BC6"/>
    <w:rsid w:val="007A3C86"/>
    <w:rsid w:val="007A401D"/>
    <w:rsid w:val="007A683E"/>
    <w:rsid w:val="007A748B"/>
    <w:rsid w:val="007B0C0F"/>
    <w:rsid w:val="007B2507"/>
    <w:rsid w:val="007B2CA6"/>
    <w:rsid w:val="007C26E1"/>
    <w:rsid w:val="007D1D65"/>
    <w:rsid w:val="007E0A9E"/>
    <w:rsid w:val="007E30C2"/>
    <w:rsid w:val="007E5309"/>
    <w:rsid w:val="007F4AF4"/>
    <w:rsid w:val="00800DE1"/>
    <w:rsid w:val="00813F47"/>
    <w:rsid w:val="008450D6"/>
    <w:rsid w:val="00856FCA"/>
    <w:rsid w:val="00866DCC"/>
    <w:rsid w:val="00873B8C"/>
    <w:rsid w:val="00880E3B"/>
    <w:rsid w:val="008A02C0"/>
    <w:rsid w:val="008A405F"/>
    <w:rsid w:val="008C6966"/>
    <w:rsid w:val="008C7F34"/>
    <w:rsid w:val="008E580C"/>
    <w:rsid w:val="0090047A"/>
    <w:rsid w:val="0091467F"/>
    <w:rsid w:val="00925026"/>
    <w:rsid w:val="00931264"/>
    <w:rsid w:val="00942A4B"/>
    <w:rsid w:val="00961D59"/>
    <w:rsid w:val="0098200F"/>
    <w:rsid w:val="009B2D55"/>
    <w:rsid w:val="009C0343"/>
    <w:rsid w:val="009C1A3D"/>
    <w:rsid w:val="009E0D11"/>
    <w:rsid w:val="00A000A4"/>
    <w:rsid w:val="00A24A16"/>
    <w:rsid w:val="00A35E6C"/>
    <w:rsid w:val="00A37D14"/>
    <w:rsid w:val="00A452BC"/>
    <w:rsid w:val="00A505EE"/>
    <w:rsid w:val="00A55E12"/>
    <w:rsid w:val="00A6111E"/>
    <w:rsid w:val="00A6168B"/>
    <w:rsid w:val="00A62028"/>
    <w:rsid w:val="00AA6236"/>
    <w:rsid w:val="00AB6AE7"/>
    <w:rsid w:val="00AC026E"/>
    <w:rsid w:val="00AD21F5"/>
    <w:rsid w:val="00AE3075"/>
    <w:rsid w:val="00AE751F"/>
    <w:rsid w:val="00B06225"/>
    <w:rsid w:val="00B23C7A"/>
    <w:rsid w:val="00B23CB7"/>
    <w:rsid w:val="00B24F62"/>
    <w:rsid w:val="00B305F5"/>
    <w:rsid w:val="00B46FF9"/>
    <w:rsid w:val="00B47E1D"/>
    <w:rsid w:val="00B6664F"/>
    <w:rsid w:val="00B75483"/>
    <w:rsid w:val="00B9281F"/>
    <w:rsid w:val="00B94347"/>
    <w:rsid w:val="00BA7952"/>
    <w:rsid w:val="00BB44B4"/>
    <w:rsid w:val="00BF0BBF"/>
    <w:rsid w:val="00BF6C8A"/>
    <w:rsid w:val="00C05571"/>
    <w:rsid w:val="00C246CE"/>
    <w:rsid w:val="00C30819"/>
    <w:rsid w:val="00C54711"/>
    <w:rsid w:val="00C57FA2"/>
    <w:rsid w:val="00C80F2C"/>
    <w:rsid w:val="00C9189F"/>
    <w:rsid w:val="00CC2E4D"/>
    <w:rsid w:val="00CC78A5"/>
    <w:rsid w:val="00CC7B16"/>
    <w:rsid w:val="00CE15FE"/>
    <w:rsid w:val="00D02E15"/>
    <w:rsid w:val="00D14F44"/>
    <w:rsid w:val="00D278E8"/>
    <w:rsid w:val="00D421E8"/>
    <w:rsid w:val="00D44604"/>
    <w:rsid w:val="00D479B3"/>
    <w:rsid w:val="00D52283"/>
    <w:rsid w:val="00D524E5"/>
    <w:rsid w:val="00D72FEF"/>
    <w:rsid w:val="00D755FA"/>
    <w:rsid w:val="00DA2517"/>
    <w:rsid w:val="00DA295D"/>
    <w:rsid w:val="00DC4A4E"/>
    <w:rsid w:val="00DD1874"/>
    <w:rsid w:val="00DD63BD"/>
    <w:rsid w:val="00DF05DB"/>
    <w:rsid w:val="00DF7E20"/>
    <w:rsid w:val="00E172C6"/>
    <w:rsid w:val="00E24309"/>
    <w:rsid w:val="00E53D82"/>
    <w:rsid w:val="00E70B0C"/>
    <w:rsid w:val="00E726E2"/>
    <w:rsid w:val="00E9330A"/>
    <w:rsid w:val="00EC1D4A"/>
    <w:rsid w:val="00EE6B97"/>
    <w:rsid w:val="00F12C3B"/>
    <w:rsid w:val="00F26884"/>
    <w:rsid w:val="00F72ECC"/>
    <w:rsid w:val="00F8355F"/>
    <w:rsid w:val="00F96014"/>
    <w:rsid w:val="00FA3196"/>
    <w:rsid w:val="00FD60D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customStyle="1" w:styleId="EndNoteBibliographyTitle">
    <w:name w:val="EndNote Bibliography Title"/>
    <w:basedOn w:val="Normal"/>
    <w:link w:val="EndNoteBibliographyTitleChar"/>
    <w:rsid w:val="007E30C2"/>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7E30C2"/>
    <w:rPr>
      <w:rFonts w:ascii="Calibri" w:hAnsi="Calibri" w:cs="Calibri"/>
      <w:noProof/>
      <w:lang w:val="en-US"/>
    </w:rPr>
  </w:style>
  <w:style w:type="paragraph" w:customStyle="1" w:styleId="EndNoteBibliography">
    <w:name w:val="EndNote Bibliography"/>
    <w:basedOn w:val="Normal"/>
    <w:link w:val="EndNoteBibliographyChar"/>
    <w:rsid w:val="007E30C2"/>
    <w:rPr>
      <w:rFonts w:ascii="Calibri" w:hAnsi="Calibri" w:cs="Calibri"/>
      <w:noProof/>
      <w:lang w:val="en-US"/>
    </w:rPr>
  </w:style>
  <w:style w:type="character" w:customStyle="1" w:styleId="EndNoteBibliographyChar">
    <w:name w:val="EndNote Bibliography Char"/>
    <w:basedOn w:val="DefaultParagraphFont"/>
    <w:link w:val="EndNoteBibliography"/>
    <w:rsid w:val="007E30C2"/>
    <w:rPr>
      <w:rFonts w:ascii="Calibri" w:hAnsi="Calibri" w:cs="Calibri"/>
      <w:noProof/>
      <w:lang w:val="en-US"/>
    </w:rPr>
  </w:style>
  <w:style w:type="character" w:styleId="Hyperlink">
    <w:name w:val="Hyperlink"/>
    <w:basedOn w:val="DefaultParagraphFont"/>
    <w:uiPriority w:val="99"/>
    <w:semiHidden/>
    <w:unhideWhenUsed/>
    <w:rsid w:val="00B9281F"/>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customStyle="1" w:styleId="EndNoteBibliographyTitle">
    <w:name w:val="EndNote Bibliography Title"/>
    <w:basedOn w:val="Normal"/>
    <w:link w:val="EndNoteBibliographyTitleChar"/>
    <w:rsid w:val="007E30C2"/>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7E30C2"/>
    <w:rPr>
      <w:rFonts w:ascii="Calibri" w:hAnsi="Calibri" w:cs="Calibri"/>
      <w:noProof/>
      <w:lang w:val="en-US"/>
    </w:rPr>
  </w:style>
  <w:style w:type="paragraph" w:customStyle="1" w:styleId="EndNoteBibliography">
    <w:name w:val="EndNote Bibliography"/>
    <w:basedOn w:val="Normal"/>
    <w:link w:val="EndNoteBibliographyChar"/>
    <w:rsid w:val="007E30C2"/>
    <w:rPr>
      <w:rFonts w:ascii="Calibri" w:hAnsi="Calibri" w:cs="Calibri"/>
      <w:noProof/>
      <w:lang w:val="en-US"/>
    </w:rPr>
  </w:style>
  <w:style w:type="character" w:customStyle="1" w:styleId="EndNoteBibliographyChar">
    <w:name w:val="EndNote Bibliography Char"/>
    <w:basedOn w:val="DefaultParagraphFont"/>
    <w:link w:val="EndNoteBibliography"/>
    <w:rsid w:val="007E30C2"/>
    <w:rPr>
      <w:rFonts w:ascii="Calibri" w:hAnsi="Calibri" w:cs="Calibri"/>
      <w:noProof/>
      <w:lang w:val="en-US"/>
    </w:rPr>
  </w:style>
  <w:style w:type="character" w:styleId="Hyperlink">
    <w:name w:val="Hyperlink"/>
    <w:basedOn w:val="DefaultParagraphFont"/>
    <w:uiPriority w:val="99"/>
    <w:semiHidden/>
    <w:unhideWhenUsed/>
    <w:rsid w:val="00B928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opalexplorenature.org/identification"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s://www.field-studies-council.org/publications/fold-out-charts.aspx"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mm\Desktop\Templates\Biology%20templates\template_biology_item_diagnosti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template_biology_item_diagnostic.dotx</Template>
  <TotalTime>170</TotalTime>
  <Pages>6</Pages>
  <Words>1200</Words>
  <Characters>6840</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8024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Alistair Moore</dc:creator>
  <cp:lastModifiedBy>Alistair Moore</cp:lastModifiedBy>
  <cp:revision>39</cp:revision>
  <cp:lastPrinted>2017-02-24T16:20:00Z</cp:lastPrinted>
  <dcterms:created xsi:type="dcterms:W3CDTF">2019-04-05T10:22:00Z</dcterms:created>
  <dcterms:modified xsi:type="dcterms:W3CDTF">2019-04-09T09:33:00Z</dcterms:modified>
</cp:coreProperties>
</file>