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40E1E2" w14:textId="21019E3D" w:rsidR="00755D62" w:rsidRPr="003842E7" w:rsidRDefault="00456C30" w:rsidP="00755D62">
      <w:pPr>
        <w:spacing w:after="180"/>
        <w:rPr>
          <w:b/>
          <w:sz w:val="44"/>
          <w:szCs w:val="44"/>
        </w:rPr>
      </w:pPr>
      <w:r w:rsidRPr="003842E7">
        <w:rPr>
          <w:b/>
          <w:sz w:val="44"/>
          <w:szCs w:val="44"/>
        </w:rPr>
        <w:t>Warming up</w:t>
      </w:r>
    </w:p>
    <w:p w14:paraId="72266E0B" w14:textId="77777777" w:rsidR="00755D62" w:rsidRPr="003842E7" w:rsidRDefault="00755D62" w:rsidP="00755D62">
      <w:pPr>
        <w:spacing w:after="180"/>
      </w:pPr>
    </w:p>
    <w:p w14:paraId="47589F1F" w14:textId="1893630F" w:rsidR="00755D62" w:rsidRPr="00D11C68" w:rsidRDefault="00D11C68" w:rsidP="00755D62">
      <w:pPr>
        <w:spacing w:after="180"/>
      </w:pPr>
      <w:r>
        <w:t>40g of</w:t>
      </w:r>
      <w:r w:rsidR="003842E7" w:rsidRPr="003842E7">
        <w:t xml:space="preserve"> copper sulfate is added to </w:t>
      </w:r>
      <w:r>
        <w:t>100cm</w:t>
      </w:r>
      <w:r>
        <w:rPr>
          <w:vertAlign w:val="superscript"/>
        </w:rPr>
        <w:t>3</w:t>
      </w:r>
      <w:r>
        <w:t xml:space="preserve"> of water at 20</w:t>
      </w:r>
      <w:r>
        <w:rPr>
          <w:rFonts w:cstheme="minorHAnsi"/>
        </w:rPr>
        <w:t>°</w:t>
      </w:r>
      <w:r>
        <w:t>C.</w:t>
      </w:r>
    </w:p>
    <w:p w14:paraId="216F8647" w14:textId="3E1D1198" w:rsidR="00D11C68" w:rsidRPr="003842E7" w:rsidRDefault="00D11C68" w:rsidP="00755D62">
      <w:pPr>
        <w:spacing w:after="180"/>
      </w:pPr>
      <w:r>
        <w:t xml:space="preserve">           </w:t>
      </w:r>
      <w:r w:rsidRPr="00D11C68">
        <w:rPr>
          <w:noProof/>
        </w:rPr>
        <w:drawing>
          <wp:inline distT="0" distB="0" distL="0" distR="0" wp14:anchorId="12848E4E" wp14:editId="0254026F">
            <wp:extent cx="1638119" cy="1505492"/>
            <wp:effectExtent l="0" t="0" r="0" b="0"/>
            <wp:docPr id="17" name="Picture 16">
              <a:extLst xmlns:a="http://schemas.openxmlformats.org/drawingml/2006/main">
                <a:ext uri="{FF2B5EF4-FFF2-40B4-BE49-F238E27FC236}">
                  <a16:creationId xmlns:a16="http://schemas.microsoft.com/office/drawing/2014/main" id="{8DB8915E-CA6A-4F93-82C8-EF2C623FC57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6">
                      <a:extLst>
                        <a:ext uri="{FF2B5EF4-FFF2-40B4-BE49-F238E27FC236}">
                          <a16:creationId xmlns:a16="http://schemas.microsoft.com/office/drawing/2014/main" id="{8DB8915E-CA6A-4F93-82C8-EF2C623FC57B}"/>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38119" cy="1505492"/>
                    </a:xfrm>
                    <a:prstGeom prst="rect">
                      <a:avLst/>
                    </a:prstGeom>
                  </pic:spPr>
                </pic:pic>
              </a:graphicData>
            </a:graphic>
          </wp:inline>
        </w:drawing>
      </w:r>
    </w:p>
    <w:p w14:paraId="2B593839" w14:textId="6D233512" w:rsidR="003842E7" w:rsidRDefault="003842E7" w:rsidP="00755D62">
      <w:pPr>
        <w:spacing w:after="180"/>
      </w:pPr>
      <w:r>
        <w:t>Not all the copper sulfate dissolves.</w:t>
      </w:r>
      <w:r w:rsidRPr="003842E7">
        <w:t xml:space="preserve"> </w:t>
      </w:r>
    </w:p>
    <w:p w14:paraId="7AB7D2C5" w14:textId="77777777" w:rsidR="00D11C68" w:rsidRDefault="00D11C68" w:rsidP="00755D62">
      <w:pPr>
        <w:spacing w:after="180"/>
      </w:pPr>
    </w:p>
    <w:p w14:paraId="5FC4C07F" w14:textId="7DF30A1C" w:rsidR="00D11C68" w:rsidRDefault="00D11C68" w:rsidP="00755D62">
      <w:pPr>
        <w:spacing w:after="180"/>
      </w:pPr>
      <w:r w:rsidRPr="00D11C68">
        <w:rPr>
          <w:noProof/>
        </w:rPr>
        <w:drawing>
          <wp:inline distT="0" distB="0" distL="0" distR="0" wp14:anchorId="6FD7BD85" wp14:editId="428E8024">
            <wp:extent cx="2598492" cy="1191735"/>
            <wp:effectExtent l="0" t="0" r="0" b="0"/>
            <wp:docPr id="23" name="Picture 22">
              <a:extLst xmlns:a="http://schemas.openxmlformats.org/drawingml/2006/main">
                <a:ext uri="{FF2B5EF4-FFF2-40B4-BE49-F238E27FC236}">
                  <a16:creationId xmlns:a16="http://schemas.microsoft.com/office/drawing/2014/main" id="{2F334134-F40F-49D0-81EB-AEAC31DF3A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2">
                      <a:extLst>
                        <a:ext uri="{FF2B5EF4-FFF2-40B4-BE49-F238E27FC236}">
                          <a16:creationId xmlns:a16="http://schemas.microsoft.com/office/drawing/2014/main" id="{2F334134-F40F-49D0-81EB-AEAC31DF3AC9}"/>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98492" cy="1191735"/>
                    </a:xfrm>
                    <a:prstGeom prst="rect">
                      <a:avLst/>
                    </a:prstGeom>
                  </pic:spPr>
                </pic:pic>
              </a:graphicData>
            </a:graphic>
          </wp:inline>
        </w:drawing>
      </w:r>
    </w:p>
    <w:p w14:paraId="0039960D" w14:textId="4C4BFD82" w:rsidR="003842E7" w:rsidRDefault="003842E7" w:rsidP="00755D62">
      <w:pPr>
        <w:spacing w:after="180"/>
      </w:pPr>
      <w:r>
        <w:t xml:space="preserve">The </w:t>
      </w:r>
      <w:r w:rsidR="00D11C68">
        <w:t>solution is warmed until it reaches</w:t>
      </w:r>
      <w:r>
        <w:t xml:space="preserve"> 40</w:t>
      </w:r>
      <w:r>
        <w:rPr>
          <w:rFonts w:cstheme="minorHAnsi"/>
        </w:rPr>
        <w:t>°</w:t>
      </w:r>
      <w:r>
        <w:t>C.</w:t>
      </w:r>
      <w:r w:rsidRPr="003842E7">
        <w:rPr>
          <w:noProof/>
        </w:rPr>
        <w:t xml:space="preserve"> </w:t>
      </w:r>
    </w:p>
    <w:p w14:paraId="5ACFE6BB" w14:textId="08B439CF" w:rsidR="00D11C68" w:rsidRDefault="00D11C68" w:rsidP="0040195F">
      <w:pPr>
        <w:spacing w:after="180"/>
      </w:pPr>
      <w:r>
        <w:t xml:space="preserve">The solubility of copper </w:t>
      </w:r>
      <w:r w:rsidRPr="00B52C48">
        <w:t>at 40</w:t>
      </w:r>
      <w:r w:rsidRPr="00B52C48">
        <w:rPr>
          <w:rFonts w:cstheme="minorHAnsi"/>
        </w:rPr>
        <w:t>°</w:t>
      </w:r>
      <w:r w:rsidRPr="00B52C48">
        <w:t xml:space="preserve">C is 44.6g </w:t>
      </w:r>
      <w:r w:rsidR="0035678C">
        <w:t>in 100g (</w:t>
      </w:r>
      <w:r w:rsidRPr="00B52C48">
        <w:t>100cm</w:t>
      </w:r>
      <w:r w:rsidRPr="00B52C48">
        <w:rPr>
          <w:vertAlign w:val="superscript"/>
        </w:rPr>
        <w:t>3</w:t>
      </w:r>
      <w:r w:rsidR="0035678C">
        <w:rPr>
          <w:vertAlign w:val="superscript"/>
        </w:rPr>
        <w:softHyphen/>
      </w:r>
      <w:r w:rsidR="0035678C">
        <w:t>)</w:t>
      </w:r>
      <w:r>
        <w:t xml:space="preserve"> </w:t>
      </w:r>
      <w:r w:rsidR="00F6618B">
        <w:t xml:space="preserve">of </w:t>
      </w:r>
      <w:r>
        <w:t>water.</w:t>
      </w:r>
    </w:p>
    <w:p w14:paraId="0E011B1F" w14:textId="1E7EEF5E" w:rsidR="0040195F" w:rsidRDefault="00D11C68" w:rsidP="00D11C68">
      <w:pPr>
        <w:spacing w:after="180"/>
      </w:pPr>
      <w:r>
        <w:t>What do you expect to observe?</w:t>
      </w:r>
    </w:p>
    <w:p w14:paraId="06B19B94" w14:textId="77777777" w:rsidR="00D11C68" w:rsidRDefault="00D11C68" w:rsidP="00D11C68">
      <w:pPr>
        <w:spacing w:after="180"/>
        <w:rPr>
          <w:szCs w:val="18"/>
          <w:lang w:val="en-US"/>
        </w:rPr>
      </w:pPr>
    </w:p>
    <w:p w14:paraId="5B7A35E6" w14:textId="77777777" w:rsidR="0040195F" w:rsidRDefault="0040195F" w:rsidP="0040195F">
      <w:pPr>
        <w:ind w:firstLine="720"/>
      </w:pPr>
      <w:r>
        <w:t>Put a tick (</w:t>
      </w:r>
      <w:r>
        <w:sym w:font="Wingdings" w:char="F0FC"/>
      </w:r>
      <w:r>
        <w:t>) in the box next to the best answer.</w:t>
      </w:r>
      <w:r>
        <w:tab/>
      </w:r>
    </w:p>
    <w:p w14:paraId="7A7296E3" w14:textId="77777777" w:rsidR="0040195F" w:rsidRDefault="0040195F" w:rsidP="0040195F">
      <w:pPr>
        <w:spacing w:after="180"/>
      </w:pPr>
      <w:r>
        <w:tab/>
      </w:r>
      <w:r>
        <w:tab/>
      </w:r>
    </w:p>
    <w:tbl>
      <w:tblPr>
        <w:tblW w:w="8789" w:type="dxa"/>
        <w:tblInd w:w="142" w:type="dxa"/>
        <w:tblLayout w:type="fixed"/>
        <w:tblLook w:val="01E0" w:firstRow="1" w:lastRow="1" w:firstColumn="1" w:lastColumn="1" w:noHBand="0" w:noVBand="0"/>
      </w:tblPr>
      <w:tblGrid>
        <w:gridCol w:w="567"/>
        <w:gridCol w:w="7655"/>
        <w:gridCol w:w="567"/>
      </w:tblGrid>
      <w:tr w:rsidR="0040195F" w:rsidRPr="00AE07E9" w14:paraId="1223C414" w14:textId="77777777" w:rsidTr="0038308C">
        <w:trPr>
          <w:cantSplit/>
          <w:trHeight w:hRule="exact" w:val="567"/>
        </w:trPr>
        <w:tc>
          <w:tcPr>
            <w:tcW w:w="567" w:type="dxa"/>
            <w:vAlign w:val="center"/>
          </w:tcPr>
          <w:p w14:paraId="1913769B" w14:textId="77777777" w:rsidR="0040195F" w:rsidRPr="00AE07E9" w:rsidRDefault="0040195F" w:rsidP="0038308C">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1AB9E0C4" w14:textId="05C5994C" w:rsidR="0040195F" w:rsidRPr="009F3146" w:rsidRDefault="00D11C68" w:rsidP="0038308C">
            <w:pPr>
              <w:tabs>
                <w:tab w:val="right" w:leader="dot" w:pos="8680"/>
              </w:tabs>
            </w:pPr>
            <w:r>
              <w:t>Less undissolved copper sulfate</w:t>
            </w:r>
          </w:p>
        </w:tc>
        <w:tc>
          <w:tcPr>
            <w:tcW w:w="567" w:type="dxa"/>
            <w:tcBorders>
              <w:top w:val="single" w:sz="4" w:space="0" w:color="auto"/>
              <w:left w:val="single" w:sz="4" w:space="0" w:color="auto"/>
              <w:bottom w:val="single" w:sz="4" w:space="0" w:color="auto"/>
              <w:right w:val="single" w:sz="4" w:space="0" w:color="auto"/>
            </w:tcBorders>
          </w:tcPr>
          <w:p w14:paraId="67F08B7A" w14:textId="77777777" w:rsidR="0040195F" w:rsidRPr="00AE07E9" w:rsidRDefault="0040195F" w:rsidP="0038308C">
            <w:pPr>
              <w:tabs>
                <w:tab w:val="right" w:leader="dot" w:pos="8680"/>
              </w:tabs>
              <w:rPr>
                <w:rFonts w:eastAsia="Times New Roman" w:cs="Times New Roman"/>
                <w:lang w:eastAsia="en-GB"/>
              </w:rPr>
            </w:pPr>
          </w:p>
        </w:tc>
      </w:tr>
      <w:tr w:rsidR="0040195F" w:rsidRPr="00AE07E9" w14:paraId="67AA759F" w14:textId="77777777" w:rsidTr="0038308C">
        <w:trPr>
          <w:cantSplit/>
          <w:trHeight w:hRule="exact" w:val="170"/>
        </w:trPr>
        <w:tc>
          <w:tcPr>
            <w:tcW w:w="567" w:type="dxa"/>
            <w:vAlign w:val="center"/>
          </w:tcPr>
          <w:p w14:paraId="0125F74E" w14:textId="77777777" w:rsidR="0040195F" w:rsidRPr="00AE07E9" w:rsidRDefault="0040195F" w:rsidP="0038308C">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288D1C1E" w14:textId="77777777" w:rsidR="0040195F" w:rsidRPr="00AE07E9" w:rsidRDefault="0040195F" w:rsidP="0038308C">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487C67E4" w14:textId="77777777" w:rsidR="0040195F" w:rsidRPr="00AE07E9" w:rsidRDefault="0040195F" w:rsidP="0038308C">
            <w:pPr>
              <w:tabs>
                <w:tab w:val="right" w:leader="dot" w:pos="8680"/>
              </w:tabs>
              <w:rPr>
                <w:rFonts w:eastAsia="Times New Roman" w:cs="Times New Roman"/>
                <w:lang w:eastAsia="en-GB"/>
              </w:rPr>
            </w:pPr>
          </w:p>
        </w:tc>
      </w:tr>
      <w:tr w:rsidR="0040195F" w:rsidRPr="00AE07E9" w14:paraId="78E05063" w14:textId="77777777" w:rsidTr="0038308C">
        <w:trPr>
          <w:cantSplit/>
          <w:trHeight w:hRule="exact" w:val="567"/>
        </w:trPr>
        <w:tc>
          <w:tcPr>
            <w:tcW w:w="567" w:type="dxa"/>
            <w:vAlign w:val="center"/>
          </w:tcPr>
          <w:p w14:paraId="116F4A8D" w14:textId="77777777" w:rsidR="0040195F" w:rsidRPr="00AE07E9" w:rsidRDefault="0040195F" w:rsidP="0038308C">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758BCB60" w14:textId="38FB91AC" w:rsidR="0040195F" w:rsidRPr="009F3146" w:rsidRDefault="00D11C68" w:rsidP="0038308C">
            <w:pPr>
              <w:tabs>
                <w:tab w:val="right" w:leader="dot" w:pos="8680"/>
              </w:tabs>
            </w:pPr>
            <w:r>
              <w:t>The same amount of undissolved copper sulfate</w:t>
            </w:r>
          </w:p>
        </w:tc>
        <w:tc>
          <w:tcPr>
            <w:tcW w:w="567" w:type="dxa"/>
            <w:tcBorders>
              <w:top w:val="single" w:sz="4" w:space="0" w:color="auto"/>
              <w:left w:val="single" w:sz="4" w:space="0" w:color="auto"/>
              <w:bottom w:val="single" w:sz="4" w:space="0" w:color="auto"/>
              <w:right w:val="single" w:sz="4" w:space="0" w:color="auto"/>
            </w:tcBorders>
          </w:tcPr>
          <w:p w14:paraId="0F061F02" w14:textId="77777777" w:rsidR="0040195F" w:rsidRPr="00AE07E9" w:rsidRDefault="0040195F" w:rsidP="0038308C">
            <w:pPr>
              <w:tabs>
                <w:tab w:val="right" w:leader="dot" w:pos="8680"/>
              </w:tabs>
              <w:rPr>
                <w:rFonts w:eastAsia="Times New Roman" w:cs="Times New Roman"/>
                <w:lang w:eastAsia="en-GB"/>
              </w:rPr>
            </w:pPr>
          </w:p>
        </w:tc>
      </w:tr>
      <w:tr w:rsidR="0040195F" w:rsidRPr="00AE07E9" w14:paraId="5615FCE0" w14:textId="77777777" w:rsidTr="0038308C">
        <w:trPr>
          <w:cantSplit/>
          <w:trHeight w:hRule="exact" w:val="170"/>
        </w:trPr>
        <w:tc>
          <w:tcPr>
            <w:tcW w:w="567" w:type="dxa"/>
            <w:vAlign w:val="center"/>
          </w:tcPr>
          <w:p w14:paraId="5078DCCD" w14:textId="77777777" w:rsidR="0040195F" w:rsidRPr="00AE07E9" w:rsidRDefault="0040195F" w:rsidP="0038308C">
            <w:pPr>
              <w:tabs>
                <w:tab w:val="right" w:leader="dot" w:pos="8680"/>
              </w:tabs>
              <w:jc w:val="center"/>
              <w:rPr>
                <w:rFonts w:eastAsia="Times New Roman" w:cs="Times New Roman"/>
                <w:b/>
                <w:lang w:eastAsia="en-GB"/>
              </w:rPr>
            </w:pPr>
          </w:p>
        </w:tc>
        <w:tc>
          <w:tcPr>
            <w:tcW w:w="7655" w:type="dxa"/>
          </w:tcPr>
          <w:p w14:paraId="47BB819C" w14:textId="77777777" w:rsidR="0040195F" w:rsidRPr="00AE07E9" w:rsidRDefault="0040195F" w:rsidP="0038308C">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7F680F0A" w14:textId="77777777" w:rsidR="0040195F" w:rsidRPr="00AE07E9" w:rsidRDefault="0040195F" w:rsidP="0038308C">
            <w:pPr>
              <w:tabs>
                <w:tab w:val="right" w:leader="dot" w:pos="8680"/>
              </w:tabs>
              <w:rPr>
                <w:rFonts w:eastAsia="Times New Roman" w:cs="Times New Roman"/>
                <w:lang w:eastAsia="en-GB"/>
              </w:rPr>
            </w:pPr>
          </w:p>
        </w:tc>
      </w:tr>
      <w:tr w:rsidR="0040195F" w:rsidRPr="00AE07E9" w14:paraId="0E30B50F" w14:textId="77777777" w:rsidTr="0038308C">
        <w:trPr>
          <w:cantSplit/>
          <w:trHeight w:hRule="exact" w:val="567"/>
        </w:trPr>
        <w:tc>
          <w:tcPr>
            <w:tcW w:w="567" w:type="dxa"/>
            <w:vAlign w:val="center"/>
          </w:tcPr>
          <w:p w14:paraId="2492FC29" w14:textId="77777777" w:rsidR="0040195F" w:rsidRPr="00AE07E9" w:rsidRDefault="0040195F" w:rsidP="0038308C">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35E0821E" w14:textId="63C6E992" w:rsidR="0040195F" w:rsidRPr="009F3146" w:rsidRDefault="00D11C68" w:rsidP="0038308C">
            <w:pPr>
              <w:tabs>
                <w:tab w:val="right" w:leader="dot" w:pos="8680"/>
              </w:tabs>
            </w:pPr>
            <w:r>
              <w:t>More undissolved copper sulfate</w:t>
            </w:r>
          </w:p>
        </w:tc>
        <w:tc>
          <w:tcPr>
            <w:tcW w:w="567" w:type="dxa"/>
            <w:tcBorders>
              <w:top w:val="single" w:sz="4" w:space="0" w:color="auto"/>
              <w:left w:val="single" w:sz="4" w:space="0" w:color="auto"/>
              <w:bottom w:val="single" w:sz="4" w:space="0" w:color="auto"/>
              <w:right w:val="single" w:sz="4" w:space="0" w:color="auto"/>
            </w:tcBorders>
          </w:tcPr>
          <w:p w14:paraId="00EC8ED8" w14:textId="77777777" w:rsidR="0040195F" w:rsidRPr="00AE07E9" w:rsidRDefault="0040195F" w:rsidP="0038308C">
            <w:pPr>
              <w:tabs>
                <w:tab w:val="right" w:leader="dot" w:pos="8680"/>
              </w:tabs>
              <w:rPr>
                <w:rFonts w:eastAsia="Times New Roman" w:cs="Times New Roman"/>
                <w:lang w:eastAsia="en-GB"/>
              </w:rPr>
            </w:pPr>
          </w:p>
        </w:tc>
      </w:tr>
      <w:tr w:rsidR="0040195F" w:rsidRPr="00AE07E9" w14:paraId="180CF0FF" w14:textId="77777777" w:rsidTr="004C4E6B">
        <w:trPr>
          <w:cantSplit/>
          <w:trHeight w:hRule="exact" w:val="170"/>
        </w:trPr>
        <w:tc>
          <w:tcPr>
            <w:tcW w:w="567" w:type="dxa"/>
            <w:vAlign w:val="center"/>
          </w:tcPr>
          <w:p w14:paraId="7D9EC9F4" w14:textId="77777777" w:rsidR="0040195F" w:rsidRPr="00AE07E9" w:rsidRDefault="0040195F" w:rsidP="0038308C">
            <w:pPr>
              <w:tabs>
                <w:tab w:val="right" w:leader="dot" w:pos="8680"/>
              </w:tabs>
              <w:jc w:val="center"/>
              <w:rPr>
                <w:rFonts w:eastAsia="Times New Roman" w:cs="Times New Roman"/>
                <w:b/>
                <w:lang w:eastAsia="en-GB"/>
              </w:rPr>
            </w:pPr>
          </w:p>
        </w:tc>
        <w:tc>
          <w:tcPr>
            <w:tcW w:w="7655" w:type="dxa"/>
          </w:tcPr>
          <w:p w14:paraId="4FB68240" w14:textId="77777777" w:rsidR="0040195F" w:rsidRPr="00AE07E9" w:rsidRDefault="0040195F" w:rsidP="0038308C">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27AFA300" w14:textId="77777777" w:rsidR="0040195F" w:rsidRPr="00AE07E9" w:rsidRDefault="0040195F" w:rsidP="0038308C">
            <w:pPr>
              <w:tabs>
                <w:tab w:val="right" w:leader="dot" w:pos="8680"/>
              </w:tabs>
              <w:rPr>
                <w:rFonts w:eastAsia="Times New Roman" w:cs="Times New Roman"/>
                <w:lang w:eastAsia="en-GB"/>
              </w:rPr>
            </w:pPr>
          </w:p>
        </w:tc>
      </w:tr>
      <w:tr w:rsidR="0040195F" w:rsidRPr="00AE07E9" w14:paraId="32200367" w14:textId="77777777" w:rsidTr="004C4E6B">
        <w:trPr>
          <w:cantSplit/>
          <w:trHeight w:hRule="exact" w:val="567"/>
        </w:trPr>
        <w:tc>
          <w:tcPr>
            <w:tcW w:w="567" w:type="dxa"/>
            <w:vAlign w:val="center"/>
          </w:tcPr>
          <w:p w14:paraId="438630BE" w14:textId="77777777" w:rsidR="0040195F" w:rsidRPr="00AE07E9" w:rsidRDefault="0040195F" w:rsidP="0038308C">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14:paraId="0E08B527" w14:textId="4D414149" w:rsidR="0040195F" w:rsidRPr="009F3146" w:rsidRDefault="00D11C68" w:rsidP="0038308C">
            <w:pPr>
              <w:tabs>
                <w:tab w:val="right" w:leader="dot" w:pos="8680"/>
              </w:tabs>
            </w:pPr>
            <w:r>
              <w:t>No undissolved copper sulfate</w:t>
            </w:r>
          </w:p>
        </w:tc>
        <w:tc>
          <w:tcPr>
            <w:tcW w:w="567" w:type="dxa"/>
            <w:tcBorders>
              <w:top w:val="single" w:sz="4" w:space="0" w:color="auto"/>
              <w:left w:val="single" w:sz="4" w:space="0" w:color="auto"/>
              <w:bottom w:val="single" w:sz="4" w:space="0" w:color="auto"/>
              <w:right w:val="single" w:sz="4" w:space="0" w:color="auto"/>
            </w:tcBorders>
          </w:tcPr>
          <w:p w14:paraId="7F1A619F" w14:textId="77777777" w:rsidR="0040195F" w:rsidRPr="00AE07E9" w:rsidRDefault="0040195F" w:rsidP="0038308C">
            <w:pPr>
              <w:tabs>
                <w:tab w:val="right" w:leader="dot" w:pos="8680"/>
              </w:tabs>
              <w:rPr>
                <w:rFonts w:eastAsia="Times New Roman" w:cs="Times New Roman"/>
                <w:lang w:eastAsia="en-GB"/>
              </w:rPr>
            </w:pPr>
          </w:p>
        </w:tc>
      </w:tr>
      <w:tr w:rsidR="0040195F" w:rsidRPr="00AE07E9" w14:paraId="0C95E3F9" w14:textId="77777777" w:rsidTr="004C4E6B">
        <w:trPr>
          <w:cantSplit/>
          <w:trHeight w:hRule="exact" w:val="170"/>
        </w:trPr>
        <w:tc>
          <w:tcPr>
            <w:tcW w:w="567" w:type="dxa"/>
            <w:vAlign w:val="center"/>
          </w:tcPr>
          <w:p w14:paraId="112F5CF7" w14:textId="77777777" w:rsidR="0040195F" w:rsidRPr="00AE07E9" w:rsidRDefault="0040195F" w:rsidP="0038308C">
            <w:pPr>
              <w:tabs>
                <w:tab w:val="right" w:leader="dot" w:pos="8680"/>
              </w:tabs>
              <w:jc w:val="center"/>
              <w:rPr>
                <w:rFonts w:eastAsia="Times New Roman" w:cs="Times New Roman"/>
                <w:b/>
                <w:lang w:eastAsia="en-GB"/>
              </w:rPr>
            </w:pPr>
          </w:p>
        </w:tc>
        <w:tc>
          <w:tcPr>
            <w:tcW w:w="7655" w:type="dxa"/>
          </w:tcPr>
          <w:p w14:paraId="610E1B56" w14:textId="77777777" w:rsidR="0040195F" w:rsidRPr="00AE07E9" w:rsidRDefault="0040195F" w:rsidP="0038308C">
            <w:pPr>
              <w:tabs>
                <w:tab w:val="right" w:leader="dot" w:pos="8680"/>
              </w:tabs>
              <w:rPr>
                <w:rFonts w:eastAsia="Times New Roman" w:cs="Times New Roman"/>
                <w:lang w:eastAsia="en-GB"/>
              </w:rPr>
            </w:pPr>
          </w:p>
        </w:tc>
        <w:tc>
          <w:tcPr>
            <w:tcW w:w="567" w:type="dxa"/>
            <w:tcBorders>
              <w:top w:val="single" w:sz="4" w:space="0" w:color="auto"/>
            </w:tcBorders>
          </w:tcPr>
          <w:p w14:paraId="753BA781" w14:textId="77777777" w:rsidR="0040195F" w:rsidRPr="00AE07E9" w:rsidRDefault="0040195F" w:rsidP="0038308C">
            <w:pPr>
              <w:tabs>
                <w:tab w:val="right" w:leader="dot" w:pos="8680"/>
              </w:tabs>
              <w:rPr>
                <w:rFonts w:eastAsia="Times New Roman" w:cs="Times New Roman"/>
                <w:lang w:eastAsia="en-GB"/>
              </w:rPr>
            </w:pPr>
          </w:p>
        </w:tc>
      </w:tr>
    </w:tbl>
    <w:p w14:paraId="2DDD3D4F" w14:textId="77777777" w:rsidR="00755D62" w:rsidRPr="00201AC2" w:rsidRDefault="00755D62" w:rsidP="00755D62">
      <w:pPr>
        <w:spacing w:after="240"/>
        <w:rPr>
          <w:szCs w:val="18"/>
        </w:rPr>
      </w:pPr>
    </w:p>
    <w:p w14:paraId="63B48660" w14:textId="77777777" w:rsidR="00201AC2" w:rsidRPr="00201AC2" w:rsidRDefault="00201AC2" w:rsidP="006F3279">
      <w:pPr>
        <w:spacing w:after="240"/>
        <w:rPr>
          <w:szCs w:val="18"/>
        </w:rPr>
      </w:pPr>
    </w:p>
    <w:p w14:paraId="1F9403D1" w14:textId="77777777" w:rsidR="00201AC2" w:rsidRPr="00201AC2" w:rsidRDefault="00201AC2" w:rsidP="006F3279">
      <w:pPr>
        <w:spacing w:after="240"/>
        <w:rPr>
          <w:szCs w:val="18"/>
        </w:rPr>
      </w:pPr>
    </w:p>
    <w:p w14:paraId="0C6334D5" w14:textId="77777777"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14:paraId="54EE82EE" w14:textId="7FF1F17D"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3842E7">
        <w:rPr>
          <w:i/>
          <w:sz w:val="18"/>
          <w:szCs w:val="18"/>
        </w:rPr>
        <w:t>CSU: Substance</w:t>
      </w:r>
      <w:r w:rsidR="0007651D">
        <w:rPr>
          <w:i/>
          <w:sz w:val="18"/>
          <w:szCs w:val="18"/>
        </w:rPr>
        <w:t xml:space="preserve"> &gt; Topic </w:t>
      </w:r>
      <w:r w:rsidR="003842E7">
        <w:rPr>
          <w:i/>
          <w:sz w:val="18"/>
          <w:szCs w:val="18"/>
        </w:rPr>
        <w:t>CSU2: Solubility</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3842E7">
        <w:rPr>
          <w:i/>
          <w:sz w:val="18"/>
          <w:szCs w:val="18"/>
        </w:rPr>
        <w:t>CSU2.1: Comparing solubility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726063B6" w14:textId="77777777" w:rsidTr="00323334">
        <w:tc>
          <w:tcPr>
            <w:tcW w:w="12021" w:type="dxa"/>
            <w:shd w:val="clear" w:color="auto" w:fill="FABF8F" w:themeFill="accent6" w:themeFillTint="99"/>
          </w:tcPr>
          <w:p w14:paraId="5D21BD1A"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453417EF" w14:textId="77777777" w:rsidTr="00323334">
        <w:tc>
          <w:tcPr>
            <w:tcW w:w="12021" w:type="dxa"/>
            <w:shd w:val="clear" w:color="auto" w:fill="FBD4B4" w:themeFill="accent6" w:themeFillTint="66"/>
          </w:tcPr>
          <w:p w14:paraId="76DE3214" w14:textId="35673641" w:rsidR="006F3279" w:rsidRPr="00CA4B46" w:rsidRDefault="003842E7" w:rsidP="006F3279">
            <w:pPr>
              <w:spacing w:after="60"/>
              <w:ind w:left="1304"/>
              <w:rPr>
                <w:b/>
                <w:sz w:val="40"/>
                <w:szCs w:val="40"/>
              </w:rPr>
            </w:pPr>
            <w:r w:rsidRPr="003842E7">
              <w:rPr>
                <w:b/>
                <w:sz w:val="40"/>
                <w:szCs w:val="40"/>
              </w:rPr>
              <w:t>Warming up</w:t>
            </w:r>
          </w:p>
        </w:tc>
      </w:tr>
    </w:tbl>
    <w:p w14:paraId="7A871099" w14:textId="77777777" w:rsidR="006F3279" w:rsidRDefault="006F3279" w:rsidP="00E172C6">
      <w:pPr>
        <w:spacing w:after="180"/>
        <w:rPr>
          <w:b/>
        </w:rPr>
      </w:pPr>
    </w:p>
    <w:p w14:paraId="2A94C98D"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3DD2285C" w14:textId="77777777" w:rsidTr="003F16F9">
        <w:trPr>
          <w:trHeight w:val="340"/>
        </w:trPr>
        <w:tc>
          <w:tcPr>
            <w:tcW w:w="2196" w:type="dxa"/>
          </w:tcPr>
          <w:p w14:paraId="2904E564" w14:textId="77777777" w:rsidR="00FA5B3A" w:rsidRDefault="00FA5B3A" w:rsidP="00FA5B3A">
            <w:pPr>
              <w:spacing w:before="60" w:after="60"/>
            </w:pPr>
            <w:r>
              <w:t>Learning focus:</w:t>
            </w:r>
          </w:p>
        </w:tc>
        <w:tc>
          <w:tcPr>
            <w:tcW w:w="6820" w:type="dxa"/>
          </w:tcPr>
          <w:p w14:paraId="3BE0E586" w14:textId="1E2FF704" w:rsidR="00FA5B3A" w:rsidRPr="003842E7" w:rsidRDefault="003842E7" w:rsidP="00FA5B3A">
            <w:pPr>
              <w:spacing w:before="60" w:after="60"/>
            </w:pPr>
            <w:r w:rsidRPr="003842E7">
              <w:rPr>
                <w:rFonts w:cstheme="minorHAnsi"/>
              </w:rPr>
              <w:t>Solubility is a property of a substance that varies with temperature.</w:t>
            </w:r>
          </w:p>
        </w:tc>
      </w:tr>
      <w:tr w:rsidR="00FA5B3A" w14:paraId="6FB3B91F" w14:textId="77777777" w:rsidTr="003F16F9">
        <w:trPr>
          <w:trHeight w:val="340"/>
        </w:trPr>
        <w:tc>
          <w:tcPr>
            <w:tcW w:w="2196" w:type="dxa"/>
          </w:tcPr>
          <w:p w14:paraId="426333BA" w14:textId="77777777" w:rsidR="00FA5B3A" w:rsidRDefault="00FA5B3A" w:rsidP="00FA5B3A">
            <w:pPr>
              <w:spacing w:before="60" w:after="60"/>
            </w:pPr>
            <w:r>
              <w:t>Observable learning outcome:</w:t>
            </w:r>
          </w:p>
        </w:tc>
        <w:tc>
          <w:tcPr>
            <w:tcW w:w="6820" w:type="dxa"/>
          </w:tcPr>
          <w:p w14:paraId="72C44C65" w14:textId="453E002E" w:rsidR="00FA5B3A" w:rsidRPr="0040195F" w:rsidRDefault="0040195F" w:rsidP="00FA5B3A">
            <w:pPr>
              <w:spacing w:before="60" w:after="60"/>
            </w:pPr>
            <w:r w:rsidRPr="0040195F">
              <w:t>Use data to predict observations of 100 cm</w:t>
            </w:r>
            <w:r w:rsidRPr="0040195F">
              <w:rPr>
                <w:vertAlign w:val="superscript"/>
              </w:rPr>
              <w:t>3</w:t>
            </w:r>
            <w:r w:rsidRPr="0040195F">
              <w:t xml:space="preserve"> of solution where the mass of solute is above, below or equal to the solubility</w:t>
            </w:r>
          </w:p>
        </w:tc>
      </w:tr>
      <w:tr w:rsidR="00FA5B3A" w14:paraId="632D721C" w14:textId="77777777" w:rsidTr="003F16F9">
        <w:trPr>
          <w:trHeight w:val="340"/>
        </w:trPr>
        <w:tc>
          <w:tcPr>
            <w:tcW w:w="2196" w:type="dxa"/>
          </w:tcPr>
          <w:p w14:paraId="5CD1D2F8" w14:textId="77777777" w:rsidR="00FA5B3A" w:rsidRDefault="007F5D5D" w:rsidP="00FA5B3A">
            <w:pPr>
              <w:spacing w:before="60" w:after="60"/>
            </w:pPr>
            <w:r>
              <w:t>Question</w:t>
            </w:r>
            <w:r w:rsidR="00FA5B3A">
              <w:t xml:space="preserve"> type:</w:t>
            </w:r>
          </w:p>
        </w:tc>
        <w:tc>
          <w:tcPr>
            <w:tcW w:w="6820" w:type="dxa"/>
          </w:tcPr>
          <w:p w14:paraId="789765E8" w14:textId="4D9BD7AE" w:rsidR="00FA5B3A" w:rsidRPr="0040195F" w:rsidRDefault="00755D62" w:rsidP="00304A9C">
            <w:pPr>
              <w:spacing w:before="60" w:after="60"/>
            </w:pPr>
            <w:r w:rsidRPr="0040195F">
              <w:t xml:space="preserve">Diagnostic, </w:t>
            </w:r>
            <w:r w:rsidR="00F6618B">
              <w:t>simple multiple choice</w:t>
            </w:r>
          </w:p>
        </w:tc>
      </w:tr>
      <w:tr w:rsidR="00FA5B3A" w14:paraId="373021AE" w14:textId="77777777" w:rsidTr="003F16F9">
        <w:trPr>
          <w:trHeight w:val="340"/>
        </w:trPr>
        <w:tc>
          <w:tcPr>
            <w:tcW w:w="2196" w:type="dxa"/>
          </w:tcPr>
          <w:p w14:paraId="617F8DB0" w14:textId="77777777" w:rsidR="00FA5B3A" w:rsidRDefault="00FA5B3A" w:rsidP="00FA5B3A">
            <w:pPr>
              <w:spacing w:before="60" w:after="60"/>
            </w:pPr>
            <w:r>
              <w:t>Key words:</w:t>
            </w:r>
          </w:p>
        </w:tc>
        <w:tc>
          <w:tcPr>
            <w:tcW w:w="6820" w:type="dxa"/>
            <w:tcBorders>
              <w:bottom w:val="dotted" w:sz="4" w:space="0" w:color="auto"/>
            </w:tcBorders>
          </w:tcPr>
          <w:p w14:paraId="756B79E4" w14:textId="5C190AAF" w:rsidR="00FA5B3A" w:rsidRDefault="003842E7" w:rsidP="00FA5B3A">
            <w:pPr>
              <w:spacing w:before="60" w:after="60"/>
            </w:pPr>
            <w:r w:rsidRPr="003842E7">
              <w:t>dissolve, solution</w:t>
            </w:r>
          </w:p>
        </w:tc>
      </w:tr>
    </w:tbl>
    <w:p w14:paraId="408B852A" w14:textId="77777777" w:rsidR="00F72ECC" w:rsidRDefault="00F72ECC" w:rsidP="00F72ECC"/>
    <w:p w14:paraId="43807CFE"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3347E2DB" w14:textId="712CB7DD" w:rsidR="00C05571" w:rsidRDefault="00576E1B" w:rsidP="0050055B">
      <w:pPr>
        <w:spacing w:after="180"/>
      </w:pPr>
      <w:bookmarkStart w:id="0" w:name="_Hlk536010150"/>
      <w:bookmarkStart w:id="1" w:name="_Hlk536442039"/>
      <w:r>
        <w:t xml:space="preserve">A research paper </w:t>
      </w:r>
      <w:r>
        <w:fldChar w:fldCharType="begin"/>
      </w:r>
      <w:r>
        <w:instrText xml:space="preserve"> ADDIN EN.CITE &lt;EndNote&gt;&lt;Cite&gt;&lt;Author&gt;Gültepe&lt;/Author&gt;&lt;Year&gt;2016&lt;/Year&gt;&lt;IDText&gt;Reflections on high school students&amp;apos; graphing skills and their conceptual understanding of drawing chemistry graphs&lt;/IDText&gt;&lt;DisplayText&gt;(Gültepe, 2016)&lt;/DisplayText&gt;&lt;record&gt;&lt;titles&gt;&lt;title&gt;Reflections on high school students&amp;apos; graphing skills and their conceptual understanding of drawing chemistry graphs&lt;/title&gt;&lt;secondary-title&gt;Educational sciences: Theory and practice&lt;/secondary-title&gt;&lt;/titles&gt;&lt;pages&gt;53-81&lt;/pages&gt;&lt;contributors&gt;&lt;authors&gt;&lt;author&gt;Gültepe, Nejla&lt;/author&gt;&lt;/authors&gt;&lt;/contributors&gt;&lt;added-date format="utc"&gt;1548241865&lt;/added-date&gt;&lt;ref-type name="Journal Article"&gt;17&lt;/ref-type&gt;&lt;dates&gt;&lt;year&gt;2016&lt;/year&gt;&lt;/dates&gt;&lt;rec-number&gt;40&lt;/rec-number&gt;&lt;last-updated-date format="utc"&gt;1548242156&lt;/last-updated-date&gt;&lt;volume&gt;16&lt;/volume&gt;&lt;/record&gt;&lt;/Cite&gt;&lt;/EndNote&gt;</w:instrText>
      </w:r>
      <w:r>
        <w:fldChar w:fldCharType="separate"/>
      </w:r>
      <w:r>
        <w:rPr>
          <w:noProof/>
        </w:rPr>
        <w:t>(Gültepe, 2016)</w:t>
      </w:r>
      <w:r>
        <w:fldChar w:fldCharType="end"/>
      </w:r>
      <w:r>
        <w:t xml:space="preserve"> reports the finding of an investigation into students’ ability to </w:t>
      </w:r>
      <w:bookmarkEnd w:id="1"/>
      <w:r w:rsidR="00223BAD">
        <w:t xml:space="preserve">interpret graphs in chemistry. Clearly a mathematical understanding was essential </w:t>
      </w:r>
      <w:r w:rsidR="00F6618B">
        <w:t>for the</w:t>
      </w:r>
      <w:r w:rsidR="00223BAD">
        <w:t xml:space="preserve"> correct interpretation </w:t>
      </w:r>
      <w:r w:rsidR="00F6618B">
        <w:t xml:space="preserve">of </w:t>
      </w:r>
      <w:r w:rsidR="004F6641">
        <w:t>graphs</w:t>
      </w:r>
      <w:r w:rsidR="00F6618B">
        <w:t xml:space="preserve"> </w:t>
      </w:r>
      <w:r w:rsidR="00223BAD">
        <w:t>however this was not found to be sufficient. A conceptual understanding of the chemistry being represented w</w:t>
      </w:r>
      <w:bookmarkStart w:id="2" w:name="_GoBack"/>
      <w:bookmarkEnd w:id="2"/>
      <w:r w:rsidR="00223BAD">
        <w:t>as also needed.</w:t>
      </w:r>
    </w:p>
    <w:p w14:paraId="57AC7993" w14:textId="7624E3F7" w:rsidR="00F6618B" w:rsidRDefault="00223BAD" w:rsidP="0050055B">
      <w:pPr>
        <w:spacing w:after="180"/>
      </w:pPr>
      <w:r>
        <w:t xml:space="preserve">Johnstone’s triangle </w:t>
      </w:r>
      <w:r>
        <w:fldChar w:fldCharType="begin"/>
      </w:r>
      <w:r>
        <w:instrText xml:space="preserve"> ADDIN EN.CITE &lt;EndNote&gt;&lt;Cite&gt;&lt;Author&gt;Johnstone&lt;/Author&gt;&lt;Year&gt;1991&lt;/Year&gt;&lt;IDText&gt;Why is chemistry difficult to learn? Things are seldom what they seem.&lt;/IDText&gt;&lt;DisplayText&gt;(Johnstone, 1991)&lt;/DisplayText&gt;&lt;record&gt;&lt;titles&gt;&lt;title&gt;Why is chemistry difficult to learn? Things are seldom what they seem.&lt;/title&gt;&lt;secondary-title&gt;Journal of Computer Assisted Learning&lt;/secondary-title&gt;&lt;/titles&gt;&lt;pages&gt;75-83&lt;/pages&gt;&lt;contributors&gt;&lt;authors&gt;&lt;author&gt;Johnstone, A.H.&lt;/author&gt;&lt;/authors&gt;&lt;/contributors&gt;&lt;added-date format="utc"&gt;1532360293&lt;/added-date&gt;&lt;ref-type name="Journal Article"&gt;17&lt;/ref-type&gt;&lt;dates&gt;&lt;year&gt;1991&lt;/year&gt;&lt;/dates&gt;&lt;rec-number&gt;10&lt;/rec-number&gt;&lt;last-updated-date format="utc"&gt;1532360360&lt;/last-updated-date&gt;&lt;volume&gt;7&lt;/volume&gt;&lt;/record&gt;&lt;/Cite&gt;&lt;/EndNote&gt;</w:instrText>
      </w:r>
      <w:r>
        <w:fldChar w:fldCharType="separate"/>
      </w:r>
      <w:r>
        <w:rPr>
          <w:noProof/>
        </w:rPr>
        <w:t>(Johnstone, 1991)</w:t>
      </w:r>
      <w:r>
        <w:fldChar w:fldCharType="end"/>
      </w:r>
      <w:r>
        <w:t xml:space="preserve"> illustrates the need in chemistry to move between three different representational levels.  </w:t>
      </w:r>
    </w:p>
    <w:p w14:paraId="1B266950" w14:textId="3DFC7CE2" w:rsidR="00F6618B" w:rsidRDefault="00F6618B" w:rsidP="0050055B">
      <w:pPr>
        <w:spacing w:after="180"/>
      </w:pPr>
      <w:r>
        <w:rPr>
          <w:noProof/>
        </w:rPr>
        <w:drawing>
          <wp:anchor distT="0" distB="0" distL="114300" distR="114300" simplePos="0" relativeHeight="251658240" behindDoc="0" locked="0" layoutInCell="1" allowOverlap="1" wp14:anchorId="1DE07DE0" wp14:editId="029D18F6">
            <wp:simplePos x="0" y="0"/>
            <wp:positionH relativeFrom="column">
              <wp:posOffset>209550</wp:posOffset>
            </wp:positionH>
            <wp:positionV relativeFrom="paragraph">
              <wp:posOffset>6985</wp:posOffset>
            </wp:positionV>
            <wp:extent cx="1640840" cy="113792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Ohnstone's traingl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40840" cy="1137920"/>
                    </a:xfrm>
                    <a:prstGeom prst="rect">
                      <a:avLst/>
                    </a:prstGeom>
                  </pic:spPr>
                </pic:pic>
              </a:graphicData>
            </a:graphic>
          </wp:anchor>
        </w:drawing>
      </w:r>
    </w:p>
    <w:p w14:paraId="231A4775" w14:textId="3ADCA6EC" w:rsidR="00F6618B" w:rsidRDefault="00F6618B" w:rsidP="0050055B">
      <w:pPr>
        <w:spacing w:after="180"/>
      </w:pPr>
    </w:p>
    <w:p w14:paraId="665A9F09" w14:textId="77777777" w:rsidR="00F6618B" w:rsidRDefault="00F6618B" w:rsidP="0050055B">
      <w:pPr>
        <w:spacing w:after="180"/>
      </w:pPr>
    </w:p>
    <w:p w14:paraId="17E31E25" w14:textId="104CEB12" w:rsidR="00F6618B" w:rsidRDefault="00F6618B" w:rsidP="0050055B">
      <w:pPr>
        <w:spacing w:after="180"/>
      </w:pPr>
    </w:p>
    <w:p w14:paraId="0F36725A" w14:textId="36CDA363" w:rsidR="004F6641" w:rsidRDefault="004F6641" w:rsidP="0050055B">
      <w:pPr>
        <w:spacing w:after="180"/>
      </w:pPr>
    </w:p>
    <w:p w14:paraId="0A01EBC1" w14:textId="7362DD66" w:rsidR="004F6641" w:rsidRPr="004F6641" w:rsidRDefault="004F6641" w:rsidP="0050055B">
      <w:pPr>
        <w:spacing w:after="180"/>
        <w:rPr>
          <w:i/>
        </w:rPr>
      </w:pPr>
      <w:r w:rsidRPr="004F6641">
        <w:rPr>
          <w:i/>
        </w:rPr>
        <w:t>Fig. 1 Johnstone’s triangle</w:t>
      </w:r>
    </w:p>
    <w:p w14:paraId="3E88A093" w14:textId="56EE87F8" w:rsidR="00223BAD" w:rsidRDefault="00223BAD" w:rsidP="0050055B">
      <w:pPr>
        <w:spacing w:after="180"/>
      </w:pPr>
      <w:r>
        <w:t xml:space="preserve">Adadan and </w:t>
      </w:r>
      <w:r w:rsidR="007D5724">
        <w:t xml:space="preserve">Savasci </w:t>
      </w:r>
      <w:r>
        <w:fldChar w:fldCharType="begin"/>
      </w:r>
      <w:r>
        <w:instrText xml:space="preserve"> ADDIN EN.CITE &lt;EndNote&gt;&lt;Cite ExcludeAuth="1"&gt;&lt;Author&gt;Adadan&lt;/Author&gt;&lt;Year&gt;2012&lt;/Year&gt;&lt;IDText&gt;An analysis of 16 to 17 year old students&amp;apos; understanding of solution chemistry concepts using a two-tier diagnostic instrument&lt;/IDText&gt;&lt;DisplayText&gt;(2012)&lt;/DisplayText&gt;&lt;record&gt;&lt;titles&gt;&lt;title&gt;An analysis of 16 to 17 year old students&amp;apos; understanding of solution chemistry concepts using a two-tier diagnostic instrument&lt;/title&gt;&lt;secondary-title&gt;International Journal of Science Education&lt;/secondary-title&gt;&lt;/titles&gt;&lt;pages&gt;513 to 544&lt;/pages&gt;&lt;number&gt;4&lt;/number&gt;&lt;contributors&gt;&lt;authors&gt;&lt;author&gt;Adadan, Emine&lt;/author&gt;&lt;author&gt;Savasci, F&lt;/author&gt;&lt;/authors&gt;&lt;/contributors&gt;&lt;added-date format="utc"&gt;1547816494&lt;/added-date&gt;&lt;ref-type name="Journal Article"&gt;17&lt;/ref-type&gt;&lt;dates&gt;&lt;year&gt;2012&lt;/year&gt;&lt;/dates&gt;&lt;rec-number&gt;38&lt;/rec-number&gt;&lt;last-updated-date format="utc"&gt;1548174240&lt;/last-updated-date&gt;&lt;volume&gt;34&lt;/volume&gt;&lt;/record&gt;&lt;/Cite&gt;&lt;/EndNote&gt;</w:instrText>
      </w:r>
      <w:r>
        <w:fldChar w:fldCharType="separate"/>
      </w:r>
      <w:r>
        <w:rPr>
          <w:noProof/>
        </w:rPr>
        <w:t>(2012)</w:t>
      </w:r>
      <w:r>
        <w:fldChar w:fldCharType="end"/>
      </w:r>
      <w:r w:rsidR="007D5724">
        <w:t xml:space="preserve"> describe a graph as a symbolic representation and highlight difficulties students may have in moving between this and other levels of representation.</w:t>
      </w:r>
    </w:p>
    <w:p w14:paraId="52B43540" w14:textId="4D2E2631" w:rsidR="007D5724" w:rsidRDefault="007D5724" w:rsidP="0050055B">
      <w:pPr>
        <w:spacing w:after="180"/>
      </w:pPr>
      <w:r>
        <w:t xml:space="preserve">This question aims to find out whether students can move between numerical information about </w:t>
      </w:r>
      <w:r w:rsidR="004F6641">
        <w:t xml:space="preserve">the </w:t>
      </w:r>
      <w:r>
        <w:t xml:space="preserve">solubility </w:t>
      </w:r>
      <w:r w:rsidR="004F6641">
        <w:t>of a solute</w:t>
      </w:r>
      <w:r>
        <w:t xml:space="preserve"> and a macroscopic understanding of what would be observed. </w:t>
      </w:r>
    </w:p>
    <w:bookmarkEnd w:id="0"/>
    <w:p w14:paraId="67D6C971"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65961021" w14:textId="77777777" w:rsidR="0040195F" w:rsidRPr="00B36B69" w:rsidRDefault="0040195F" w:rsidP="0040195F">
      <w:pPr>
        <w:spacing w:after="180"/>
      </w:pPr>
      <w:bookmarkStart w:id="3" w:name="_Hlk516052368"/>
      <w:r w:rsidRPr="00B36B69">
        <w:t xml:space="preserve">Students should complete the question individually.  This could be a pencil and paper exercise, or you could use an electronic ‘voting system’ or mini white boards and the PowerPoint presentation.  </w:t>
      </w:r>
    </w:p>
    <w:p w14:paraId="137BADC4" w14:textId="060D863A" w:rsidR="0040195F" w:rsidRDefault="0040195F" w:rsidP="0040195F">
      <w:pPr>
        <w:spacing w:after="180"/>
        <w:rPr>
          <w:rFonts w:cstheme="minorHAnsi"/>
        </w:rPr>
      </w:pPr>
      <w:r w:rsidRPr="00816065">
        <w:rPr>
          <w:rFonts w:cstheme="minorHAnsi"/>
        </w:rP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14:paraId="4FE31744" w14:textId="0F4836D1" w:rsidR="0035678C" w:rsidRPr="0035678C" w:rsidRDefault="0035678C" w:rsidP="0040195F">
      <w:pPr>
        <w:spacing w:after="180"/>
        <w:rPr>
          <w:rFonts w:cstheme="minorHAnsi"/>
        </w:rPr>
      </w:pPr>
      <w:r>
        <w:rPr>
          <w:rFonts w:cstheme="minorHAnsi"/>
        </w:rPr>
        <w:t>This question introduces the commonly used description of solubility as the maximum number of grams of solute that dissolve in 100g of water. If necessary, remind students that 100g of water has a volume of 100 cm</w:t>
      </w:r>
      <w:r>
        <w:rPr>
          <w:rFonts w:cstheme="minorHAnsi"/>
          <w:vertAlign w:val="superscript"/>
        </w:rPr>
        <w:t>3</w:t>
      </w:r>
      <w:r>
        <w:rPr>
          <w:rFonts w:cstheme="minorHAnsi"/>
        </w:rPr>
        <w:t>.</w:t>
      </w:r>
    </w:p>
    <w:bookmarkEnd w:id="3"/>
    <w:p w14:paraId="0AC5F01A" w14:textId="77777777" w:rsidR="0040195F" w:rsidRDefault="0040195F" w:rsidP="0040195F">
      <w:pPr>
        <w:spacing w:after="180"/>
        <w:rPr>
          <w:rFonts w:cstheme="minorHAnsi"/>
          <w:i/>
        </w:rPr>
      </w:pPr>
      <w:r w:rsidRPr="00AE7928">
        <w:rPr>
          <w:rFonts w:cstheme="minorHAnsi"/>
          <w:i/>
        </w:rPr>
        <w:t>Differentiation</w:t>
      </w:r>
    </w:p>
    <w:p w14:paraId="6698DC40" w14:textId="203850FF" w:rsidR="0040195F" w:rsidRPr="00AE7928" w:rsidRDefault="0035678C" w:rsidP="0040195F">
      <w:pPr>
        <w:spacing w:after="180"/>
        <w:rPr>
          <w:rFonts w:cstheme="minorHAnsi"/>
        </w:rPr>
      </w:pPr>
      <w:r>
        <w:rPr>
          <w:rFonts w:cstheme="minorHAnsi"/>
        </w:rPr>
        <w:t>It may help some students to talk through the experiment</w:t>
      </w:r>
      <w:r w:rsidR="004F6641">
        <w:rPr>
          <w:rFonts w:cstheme="minorHAnsi"/>
        </w:rPr>
        <w:t xml:space="preserve"> before answering the </w:t>
      </w:r>
      <w:r w:rsidR="004F6641">
        <w:rPr>
          <w:rFonts w:cstheme="minorHAnsi"/>
        </w:rPr>
        <w:tab/>
        <w:t>question to ensure they understand the description in the question.</w:t>
      </w:r>
    </w:p>
    <w:p w14:paraId="2AA85A51" w14:textId="77777777" w:rsidR="00E172C6" w:rsidRPr="003842E7" w:rsidRDefault="00BB44B4" w:rsidP="00026DEC">
      <w:pPr>
        <w:spacing w:after="180"/>
        <w:rPr>
          <w:b/>
          <w:color w:val="E36C0A" w:themeColor="accent6" w:themeShade="BF"/>
          <w:sz w:val="24"/>
        </w:rPr>
      </w:pPr>
      <w:r w:rsidRPr="003842E7">
        <w:rPr>
          <w:b/>
          <w:color w:val="E36C0A" w:themeColor="accent6" w:themeShade="BF"/>
          <w:sz w:val="24"/>
        </w:rPr>
        <w:t>Expected answers</w:t>
      </w:r>
    </w:p>
    <w:p w14:paraId="40DAD524" w14:textId="218BAFBD" w:rsidR="00AD100E" w:rsidRPr="003842E7" w:rsidRDefault="00AD100E" w:rsidP="00BF6C8A">
      <w:pPr>
        <w:spacing w:after="180"/>
      </w:pPr>
      <w:r>
        <w:t>D</w:t>
      </w:r>
    </w:p>
    <w:p w14:paraId="12602EAB" w14:textId="77777777" w:rsidR="006A4440" w:rsidRPr="003842E7" w:rsidRDefault="004C5D20" w:rsidP="00BF6C8A">
      <w:pPr>
        <w:spacing w:after="180"/>
        <w:rPr>
          <w:b/>
          <w:color w:val="E36C0A" w:themeColor="accent6" w:themeShade="BF"/>
          <w:sz w:val="24"/>
        </w:rPr>
      </w:pPr>
      <w:r w:rsidRPr="003842E7">
        <w:rPr>
          <w:b/>
          <w:color w:val="E36C0A" w:themeColor="accent6" w:themeShade="BF"/>
          <w:sz w:val="24"/>
        </w:rPr>
        <w:t>How to respond - w</w:t>
      </w:r>
      <w:r w:rsidR="006A4440" w:rsidRPr="003842E7">
        <w:rPr>
          <w:b/>
          <w:color w:val="E36C0A" w:themeColor="accent6" w:themeShade="BF"/>
          <w:sz w:val="24"/>
        </w:rPr>
        <w:t>h</w:t>
      </w:r>
      <w:r w:rsidRPr="003842E7">
        <w:rPr>
          <w:b/>
          <w:color w:val="E36C0A" w:themeColor="accent6" w:themeShade="BF"/>
          <w:sz w:val="24"/>
        </w:rPr>
        <w:t>at</w:t>
      </w:r>
      <w:r w:rsidR="006A4440" w:rsidRPr="003842E7">
        <w:rPr>
          <w:b/>
          <w:color w:val="E36C0A" w:themeColor="accent6" w:themeShade="BF"/>
          <w:sz w:val="24"/>
        </w:rPr>
        <w:t xml:space="preserve"> next?</w:t>
      </w:r>
    </w:p>
    <w:p w14:paraId="0EEB1FB4" w14:textId="2B881922" w:rsidR="004F039C" w:rsidRDefault="003842E7" w:rsidP="006A4440">
      <w:pPr>
        <w:spacing w:after="180"/>
      </w:pPr>
      <w:r w:rsidRPr="003842E7">
        <w:t xml:space="preserve">A student who considers </w:t>
      </w:r>
      <w:r w:rsidR="00AD100E">
        <w:t>that A is correct may</w:t>
      </w:r>
      <w:r w:rsidR="004F6641">
        <w:t xml:space="preserve"> </w:t>
      </w:r>
      <w:r w:rsidR="00AD100E">
        <w:t xml:space="preserve">be able to link understanding that solubility of copper sulfate increases with temperature with the observation of less undissolved solid. </w:t>
      </w:r>
      <w:r w:rsidR="0035678C">
        <w:t>However,</w:t>
      </w:r>
      <w:r w:rsidR="00AD100E">
        <w:t xml:space="preserve"> they have not used the quantitative information provided to recognise that all the copper sulfate can dissolve.</w:t>
      </w:r>
    </w:p>
    <w:p w14:paraId="1D47BE2E" w14:textId="7D0FB532" w:rsidR="003842E7" w:rsidRDefault="00AD100E" w:rsidP="006A4440">
      <w:pPr>
        <w:spacing w:after="180"/>
      </w:pPr>
      <w:r>
        <w:t>A student who selects answer B may not be linking the observation of undissolved copper sulfate with the concept of solubility.</w:t>
      </w:r>
    </w:p>
    <w:p w14:paraId="5EA735A0" w14:textId="2DE00009" w:rsidR="00AD100E" w:rsidRPr="003842E7" w:rsidRDefault="00AD100E" w:rsidP="006A4440">
      <w:pPr>
        <w:spacing w:after="180"/>
      </w:pPr>
      <w:r>
        <w:t>Students are unlikely to choose option C</w:t>
      </w:r>
      <w:r w:rsidR="0035678C">
        <w:t>,</w:t>
      </w:r>
      <w:r>
        <w:t xml:space="preserve"> but it is included for completeness. </w:t>
      </w:r>
    </w:p>
    <w:p w14:paraId="21185E05" w14:textId="77777777" w:rsidR="003842E7" w:rsidRPr="003842E7" w:rsidRDefault="004F039C" w:rsidP="006A4440">
      <w:pPr>
        <w:spacing w:after="180"/>
      </w:pPr>
      <w:r w:rsidRPr="003842E7">
        <w:t xml:space="preserve">If students have </w:t>
      </w:r>
      <w:r w:rsidR="001E4950" w:rsidRPr="003842E7">
        <w:t>misunderstanding</w:t>
      </w:r>
      <w:r w:rsidRPr="003842E7">
        <w:t xml:space="preserve">s about </w:t>
      </w:r>
      <w:r w:rsidR="003842E7" w:rsidRPr="003842E7">
        <w:t>the affect of solubility on temperature students could be shown a data table that gives the solubility of copper sulfate at different temperatures.</w:t>
      </w:r>
    </w:p>
    <w:p w14:paraId="6D2BFE1A" w14:textId="69C19560" w:rsidR="005F1A7B" w:rsidRPr="003842E7" w:rsidRDefault="004F039C" w:rsidP="006A4440">
      <w:pPr>
        <w:spacing w:after="180"/>
      </w:pPr>
      <w:r>
        <w:t xml:space="preserve"> </w:t>
      </w:r>
      <w:r w:rsidRPr="003842E7">
        <w:t xml:space="preserve">The following </w:t>
      </w:r>
      <w:r w:rsidR="005F1A7B" w:rsidRPr="003842E7">
        <w:t xml:space="preserve">BEST </w:t>
      </w:r>
      <w:r w:rsidR="004C5D20" w:rsidRPr="003842E7">
        <w:t xml:space="preserve">‘response </w:t>
      </w:r>
      <w:r w:rsidR="00C1460B" w:rsidRPr="003842E7">
        <w:t>activit</w:t>
      </w:r>
      <w:r w:rsidR="004F6641">
        <w:t>y</w:t>
      </w:r>
      <w:r w:rsidR="004C5D20" w:rsidRPr="003842E7">
        <w:t>’</w:t>
      </w:r>
      <w:r w:rsidR="005F1A7B" w:rsidRPr="003842E7">
        <w:t xml:space="preserve"> </w:t>
      </w:r>
      <w:r w:rsidR="004C5D20" w:rsidRPr="003842E7">
        <w:t>c</w:t>
      </w:r>
      <w:r w:rsidR="005F1A7B" w:rsidRPr="003842E7">
        <w:t xml:space="preserve">ould </w:t>
      </w:r>
      <w:r w:rsidR="004C5D20" w:rsidRPr="003842E7">
        <w:t>be used in follow-up to this diagnostic question</w:t>
      </w:r>
      <w:r w:rsidRPr="003842E7">
        <w:t>:</w:t>
      </w:r>
    </w:p>
    <w:p w14:paraId="4BC010BF" w14:textId="7612BBA2" w:rsidR="00A6111E" w:rsidRPr="003842E7" w:rsidRDefault="003842E7" w:rsidP="00402E34">
      <w:pPr>
        <w:pStyle w:val="ListParagraph"/>
        <w:numPr>
          <w:ilvl w:val="0"/>
          <w:numId w:val="1"/>
        </w:numPr>
        <w:spacing w:after="180"/>
      </w:pPr>
      <w:r w:rsidRPr="003842E7">
        <w:t>Copper sulfate data</w:t>
      </w:r>
    </w:p>
    <w:p w14:paraId="224F5F68"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5A0BE176" w14:textId="2AD23B40" w:rsidR="00D278E8" w:rsidRDefault="00D278E8" w:rsidP="00E172C6">
      <w:pPr>
        <w:spacing w:after="180"/>
      </w:pPr>
      <w:r>
        <w:t xml:space="preserve">Developed </w:t>
      </w:r>
      <w:r w:rsidR="0015356E">
        <w:t xml:space="preserve">by </w:t>
      </w:r>
      <w:r w:rsidR="00E252BE">
        <w:t>Helen Harden</w:t>
      </w:r>
      <w:r w:rsidR="0015356E">
        <w:t xml:space="preserve"> (UYSEG</w:t>
      </w:r>
      <w:r w:rsidR="003842E7">
        <w:t>)</w:t>
      </w:r>
    </w:p>
    <w:p w14:paraId="433E6086" w14:textId="59D02797" w:rsidR="004F6641" w:rsidRDefault="00D278E8" w:rsidP="00E172C6">
      <w:pPr>
        <w:spacing w:after="180"/>
      </w:pPr>
      <w:r w:rsidRPr="0045323E">
        <w:t xml:space="preserve">Images: </w:t>
      </w:r>
      <w:r w:rsidR="00E252BE">
        <w:t>Helen Harden (UYSEG)</w:t>
      </w:r>
      <w:r w:rsidR="004F6641">
        <w:t xml:space="preserve"> and A.H. Johnstone</w:t>
      </w:r>
    </w:p>
    <w:p w14:paraId="7BBDFF60" w14:textId="2CEC3B27" w:rsidR="00223BAD" w:rsidRPr="007D5724" w:rsidRDefault="003117F6" w:rsidP="00E24309">
      <w:pPr>
        <w:spacing w:after="180"/>
        <w:rPr>
          <w:b/>
          <w:color w:val="E36C0A" w:themeColor="accent6" w:themeShade="BF"/>
          <w:sz w:val="24"/>
        </w:rPr>
      </w:pPr>
      <w:r w:rsidRPr="00323334">
        <w:rPr>
          <w:b/>
          <w:color w:val="E36C0A" w:themeColor="accent6" w:themeShade="BF"/>
          <w:sz w:val="24"/>
        </w:rPr>
        <w:t>References</w:t>
      </w:r>
    </w:p>
    <w:p w14:paraId="4DAA5995" w14:textId="77777777" w:rsidR="00223BAD" w:rsidRPr="00223BAD" w:rsidRDefault="00223BAD" w:rsidP="00223BAD">
      <w:pPr>
        <w:pStyle w:val="EndNoteBibliography"/>
      </w:pPr>
      <w:r>
        <w:fldChar w:fldCharType="begin"/>
      </w:r>
      <w:r>
        <w:instrText xml:space="preserve"> ADDIN EN.REFLIST </w:instrText>
      </w:r>
      <w:r>
        <w:fldChar w:fldCharType="separate"/>
      </w:r>
      <w:r w:rsidRPr="00223BAD">
        <w:t xml:space="preserve">Adadan, E. and Savasci, F. (2012). An analysis of 16 to 17 year old students' understanding of solution chemistry concepts using a two-tier diagnostic instrument. </w:t>
      </w:r>
      <w:r w:rsidRPr="00223BAD">
        <w:rPr>
          <w:i/>
        </w:rPr>
        <w:t>International Journal of Science Education,</w:t>
      </w:r>
      <w:r w:rsidRPr="00223BAD">
        <w:t xml:space="preserve"> 34(4)</w:t>
      </w:r>
      <w:r w:rsidRPr="00223BAD">
        <w:rPr>
          <w:b/>
        </w:rPr>
        <w:t>,</w:t>
      </w:r>
      <w:r w:rsidRPr="00223BAD">
        <w:t xml:space="preserve"> 513 to 544.</w:t>
      </w:r>
    </w:p>
    <w:p w14:paraId="24CC1DB3" w14:textId="77777777" w:rsidR="00223BAD" w:rsidRPr="00223BAD" w:rsidRDefault="00223BAD" w:rsidP="00223BAD">
      <w:pPr>
        <w:pStyle w:val="EndNoteBibliography"/>
      </w:pPr>
      <w:r w:rsidRPr="00223BAD">
        <w:t xml:space="preserve">Gültepe, N. (2016). Reflections on high school students' graphing skills and their conceptual understanding of drawing chemistry graphs. </w:t>
      </w:r>
      <w:r w:rsidRPr="00223BAD">
        <w:rPr>
          <w:i/>
        </w:rPr>
        <w:t>Educational sciences: Theory and practice,</w:t>
      </w:r>
      <w:r w:rsidRPr="00223BAD">
        <w:t xml:space="preserve"> 16</w:t>
      </w:r>
      <w:r w:rsidRPr="00223BAD">
        <w:rPr>
          <w:b/>
        </w:rPr>
        <w:t>,</w:t>
      </w:r>
      <w:r w:rsidRPr="00223BAD">
        <w:t xml:space="preserve"> 53-81.</w:t>
      </w:r>
    </w:p>
    <w:p w14:paraId="48AA9DAB" w14:textId="77777777" w:rsidR="00223BAD" w:rsidRPr="00223BAD" w:rsidRDefault="00223BAD" w:rsidP="00223BAD">
      <w:pPr>
        <w:pStyle w:val="EndNoteBibliography"/>
      </w:pPr>
      <w:r w:rsidRPr="00223BAD">
        <w:t xml:space="preserve">Johnstone, A. H. (1991). Why is chemistry difficult to learn? Things are seldom what they seem. </w:t>
      </w:r>
      <w:r w:rsidRPr="00223BAD">
        <w:rPr>
          <w:i/>
        </w:rPr>
        <w:t>Journal of Computer Assisted Learning,</w:t>
      </w:r>
      <w:r w:rsidRPr="00223BAD">
        <w:t xml:space="preserve"> 7</w:t>
      </w:r>
      <w:r w:rsidRPr="00223BAD">
        <w:rPr>
          <w:b/>
        </w:rPr>
        <w:t>,</w:t>
      </w:r>
      <w:r w:rsidRPr="00223BAD">
        <w:t xml:space="preserve"> 75-83.</w:t>
      </w:r>
    </w:p>
    <w:p w14:paraId="67BE7245" w14:textId="118F7C92" w:rsidR="0067031A" w:rsidRPr="0067031A" w:rsidRDefault="00223BAD" w:rsidP="00E24309">
      <w:pPr>
        <w:spacing w:after="180"/>
      </w:pPr>
      <w:r>
        <w:fldChar w:fldCharType="end"/>
      </w:r>
    </w:p>
    <w:sectPr w:rsidR="0067031A" w:rsidRPr="0067031A"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48013F" w14:textId="77777777" w:rsidR="0000043B" w:rsidRDefault="0000043B" w:rsidP="000B473B">
      <w:r>
        <w:separator/>
      </w:r>
    </w:p>
  </w:endnote>
  <w:endnote w:type="continuationSeparator" w:id="0">
    <w:p w14:paraId="435D2473" w14:textId="77777777" w:rsidR="0000043B" w:rsidRDefault="0000043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DACA0"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1F3741E4" wp14:editId="25E78280">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2B672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55D62">
      <w:rPr>
        <w:noProof/>
      </w:rPr>
      <w:t>3</w:t>
    </w:r>
    <w:r>
      <w:rPr>
        <w:noProof/>
      </w:rPr>
      <w:fldChar w:fldCharType="end"/>
    </w:r>
  </w:p>
  <w:p w14:paraId="68E43297"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67031A">
      <w:rPr>
        <w:sz w:val="16"/>
        <w:szCs w:val="16"/>
      </w:rPr>
      <w:t>document</w:t>
    </w:r>
    <w:r>
      <w:rPr>
        <w:sz w:val="16"/>
        <w:szCs w:val="16"/>
      </w:rPr>
      <w:t xml:space="preserve"> may have been edited. Download the original from </w:t>
    </w:r>
    <w:r w:rsidRPr="00ED4562">
      <w:rPr>
        <w:b/>
        <w:sz w:val="16"/>
        <w:szCs w:val="16"/>
      </w:rPr>
      <w:t>www.BestEvidenceScienceTeaching.org</w:t>
    </w:r>
  </w:p>
  <w:p w14:paraId="1575BB1A"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D5858B" w14:textId="77777777" w:rsidR="0000043B" w:rsidRDefault="0000043B" w:rsidP="000B473B">
      <w:r>
        <w:separator/>
      </w:r>
    </w:p>
  </w:footnote>
  <w:footnote w:type="continuationSeparator" w:id="0">
    <w:p w14:paraId="4B61658D" w14:textId="77777777" w:rsidR="0000043B" w:rsidRDefault="0000043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3F05E"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52A44AD2" wp14:editId="03D72BD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0B89603" wp14:editId="745FEDEB">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BD0D2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5F3F1"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3D862498" wp14:editId="5E36A89E">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71EFA796" wp14:editId="11FD1ECE">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9A209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56C30"/>
    <w:rsid w:val="0000043B"/>
    <w:rsid w:val="00015578"/>
    <w:rsid w:val="00024731"/>
    <w:rsid w:val="00026DEC"/>
    <w:rsid w:val="000505CA"/>
    <w:rsid w:val="0007651D"/>
    <w:rsid w:val="0009089A"/>
    <w:rsid w:val="000947E2"/>
    <w:rsid w:val="00095E04"/>
    <w:rsid w:val="000B45C3"/>
    <w:rsid w:val="000B473B"/>
    <w:rsid w:val="000D0E89"/>
    <w:rsid w:val="000E2689"/>
    <w:rsid w:val="00142613"/>
    <w:rsid w:val="00144DA7"/>
    <w:rsid w:val="0015356E"/>
    <w:rsid w:val="00161D3F"/>
    <w:rsid w:val="001915D4"/>
    <w:rsid w:val="001A1FED"/>
    <w:rsid w:val="001A40E2"/>
    <w:rsid w:val="001C4805"/>
    <w:rsid w:val="001E4950"/>
    <w:rsid w:val="001F66EA"/>
    <w:rsid w:val="00201AC2"/>
    <w:rsid w:val="00214608"/>
    <w:rsid w:val="0021607B"/>
    <w:rsid w:val="002178AC"/>
    <w:rsid w:val="00223BAD"/>
    <w:rsid w:val="0022547C"/>
    <w:rsid w:val="00242736"/>
    <w:rsid w:val="0025410A"/>
    <w:rsid w:val="0027553E"/>
    <w:rsid w:val="0028012F"/>
    <w:rsid w:val="002828DF"/>
    <w:rsid w:val="00287876"/>
    <w:rsid w:val="00292C53"/>
    <w:rsid w:val="00294E22"/>
    <w:rsid w:val="002C22EA"/>
    <w:rsid w:val="002C59BA"/>
    <w:rsid w:val="00301AA9"/>
    <w:rsid w:val="00304A9C"/>
    <w:rsid w:val="00306D9B"/>
    <w:rsid w:val="003117F6"/>
    <w:rsid w:val="00323334"/>
    <w:rsid w:val="00324BEA"/>
    <w:rsid w:val="003533B8"/>
    <w:rsid w:val="0035678C"/>
    <w:rsid w:val="003752BE"/>
    <w:rsid w:val="003842E7"/>
    <w:rsid w:val="003A346A"/>
    <w:rsid w:val="003B2917"/>
    <w:rsid w:val="003B541B"/>
    <w:rsid w:val="003E2B2F"/>
    <w:rsid w:val="003E6046"/>
    <w:rsid w:val="003F16F9"/>
    <w:rsid w:val="0040195F"/>
    <w:rsid w:val="00402E34"/>
    <w:rsid w:val="00426DAF"/>
    <w:rsid w:val="00430C1F"/>
    <w:rsid w:val="00442595"/>
    <w:rsid w:val="0045323E"/>
    <w:rsid w:val="00456C30"/>
    <w:rsid w:val="004B0EE1"/>
    <w:rsid w:val="004C4E6B"/>
    <w:rsid w:val="004C5D20"/>
    <w:rsid w:val="004D0D83"/>
    <w:rsid w:val="004E1DF1"/>
    <w:rsid w:val="004E5592"/>
    <w:rsid w:val="004F039C"/>
    <w:rsid w:val="004F6641"/>
    <w:rsid w:val="0050055B"/>
    <w:rsid w:val="00524710"/>
    <w:rsid w:val="00555342"/>
    <w:rsid w:val="005560E2"/>
    <w:rsid w:val="00576E1B"/>
    <w:rsid w:val="005A452E"/>
    <w:rsid w:val="005A6EE7"/>
    <w:rsid w:val="005F1A7B"/>
    <w:rsid w:val="006355D8"/>
    <w:rsid w:val="00642ECD"/>
    <w:rsid w:val="006502A0"/>
    <w:rsid w:val="0067031A"/>
    <w:rsid w:val="006772F5"/>
    <w:rsid w:val="00695159"/>
    <w:rsid w:val="006A4440"/>
    <w:rsid w:val="006B0615"/>
    <w:rsid w:val="006D166B"/>
    <w:rsid w:val="006F3279"/>
    <w:rsid w:val="006F6C6B"/>
    <w:rsid w:val="00704AEE"/>
    <w:rsid w:val="00722F9A"/>
    <w:rsid w:val="00754539"/>
    <w:rsid w:val="00755D62"/>
    <w:rsid w:val="00781BC6"/>
    <w:rsid w:val="007A3C86"/>
    <w:rsid w:val="007A683E"/>
    <w:rsid w:val="007A748B"/>
    <w:rsid w:val="007C26E1"/>
    <w:rsid w:val="007D1D65"/>
    <w:rsid w:val="007D5724"/>
    <w:rsid w:val="007E0A9E"/>
    <w:rsid w:val="007E5309"/>
    <w:rsid w:val="007F5D5D"/>
    <w:rsid w:val="00800DE1"/>
    <w:rsid w:val="00813F47"/>
    <w:rsid w:val="008450D6"/>
    <w:rsid w:val="00856FCA"/>
    <w:rsid w:val="00873B8C"/>
    <w:rsid w:val="00880E3B"/>
    <w:rsid w:val="008A405F"/>
    <w:rsid w:val="008C4E6F"/>
    <w:rsid w:val="008C7F34"/>
    <w:rsid w:val="008E580C"/>
    <w:rsid w:val="0090047A"/>
    <w:rsid w:val="00925026"/>
    <w:rsid w:val="00931264"/>
    <w:rsid w:val="00942A4B"/>
    <w:rsid w:val="00961D59"/>
    <w:rsid w:val="009B2CE4"/>
    <w:rsid w:val="009B2D55"/>
    <w:rsid w:val="009C0343"/>
    <w:rsid w:val="009E0D11"/>
    <w:rsid w:val="00A24A16"/>
    <w:rsid w:val="00A37D14"/>
    <w:rsid w:val="00A42C0B"/>
    <w:rsid w:val="00A6111E"/>
    <w:rsid w:val="00A6168B"/>
    <w:rsid w:val="00A62028"/>
    <w:rsid w:val="00AA6236"/>
    <w:rsid w:val="00AB6AE7"/>
    <w:rsid w:val="00AD100E"/>
    <w:rsid w:val="00AD21F5"/>
    <w:rsid w:val="00B06225"/>
    <w:rsid w:val="00B23C7A"/>
    <w:rsid w:val="00B305F5"/>
    <w:rsid w:val="00B46FF9"/>
    <w:rsid w:val="00B47E1D"/>
    <w:rsid w:val="00B52C48"/>
    <w:rsid w:val="00B72434"/>
    <w:rsid w:val="00B75483"/>
    <w:rsid w:val="00BA7952"/>
    <w:rsid w:val="00BB44B4"/>
    <w:rsid w:val="00BF0BBF"/>
    <w:rsid w:val="00BF6C8A"/>
    <w:rsid w:val="00C05571"/>
    <w:rsid w:val="00C1460B"/>
    <w:rsid w:val="00C246CE"/>
    <w:rsid w:val="00C25C80"/>
    <w:rsid w:val="00C54711"/>
    <w:rsid w:val="00C57FA2"/>
    <w:rsid w:val="00CC2E4D"/>
    <w:rsid w:val="00CC78A5"/>
    <w:rsid w:val="00CC7B16"/>
    <w:rsid w:val="00CE15FE"/>
    <w:rsid w:val="00D02E15"/>
    <w:rsid w:val="00D11C68"/>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252BE"/>
    <w:rsid w:val="00E53D82"/>
    <w:rsid w:val="00E9330A"/>
    <w:rsid w:val="00EE6B97"/>
    <w:rsid w:val="00F12C3B"/>
    <w:rsid w:val="00F26884"/>
    <w:rsid w:val="00F6618B"/>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EE618F"/>
  <w15:docId w15:val="{9F6A1C0E-EAAD-4045-ACBA-B27486098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223BA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23BAD"/>
    <w:rPr>
      <w:rFonts w:ascii="Calibri" w:hAnsi="Calibri" w:cs="Calibri"/>
      <w:noProof/>
      <w:lang w:val="en-US"/>
    </w:rPr>
  </w:style>
  <w:style w:type="paragraph" w:customStyle="1" w:styleId="EndNoteBibliography">
    <w:name w:val="EndNote Bibliography"/>
    <w:basedOn w:val="Normal"/>
    <w:link w:val="EndNoteBibliographyChar"/>
    <w:rsid w:val="00223BAD"/>
    <w:rPr>
      <w:rFonts w:ascii="Calibri" w:hAnsi="Calibri" w:cs="Calibri"/>
      <w:noProof/>
      <w:lang w:val="en-US"/>
    </w:rPr>
  </w:style>
  <w:style w:type="character" w:customStyle="1" w:styleId="EndNoteBibliographyChar">
    <w:name w:val="EndNote Bibliography Char"/>
    <w:basedOn w:val="DefaultParagraphFont"/>
    <w:link w:val="EndNoteBibliography"/>
    <w:rsid w:val="00223BA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template_chemistry_diagnostic_Confidence Grid</Template>
  <TotalTime>120</TotalTime>
  <Pages>3</Pages>
  <Words>1039</Words>
  <Characters>5927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9</cp:revision>
  <cp:lastPrinted>2017-02-24T16:20:00Z</cp:lastPrinted>
  <dcterms:created xsi:type="dcterms:W3CDTF">2018-12-12T11:58:00Z</dcterms:created>
  <dcterms:modified xsi:type="dcterms:W3CDTF">2019-01-28T12:48:00Z</dcterms:modified>
</cp:coreProperties>
</file>