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C2" w:rsidRPr="001A40E2" w:rsidRDefault="0022290B" w:rsidP="00201AC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Modelling gravity</w:t>
      </w:r>
    </w:p>
    <w:p w:rsidR="00201AC2" w:rsidRDefault="00201AC2" w:rsidP="00201AC2">
      <w:pPr>
        <w:spacing w:after="180"/>
      </w:pPr>
    </w:p>
    <w:p w:rsidR="0022290B" w:rsidRDefault="0022290B" w:rsidP="0022290B">
      <w:pPr>
        <w:spacing w:after="180"/>
      </w:pPr>
      <w:r w:rsidRPr="0022290B">
        <w:t>This model shows how gravity makes the Moon go round the Earth.</w:t>
      </w:r>
    </w:p>
    <w:p w:rsidR="0022290B" w:rsidRDefault="0022290B" w:rsidP="0022290B">
      <w:pPr>
        <w:spacing w:after="180"/>
      </w:pPr>
    </w:p>
    <w:p w:rsidR="0022290B" w:rsidRPr="0022290B" w:rsidRDefault="0022290B" w:rsidP="0022290B">
      <w:pPr>
        <w:spacing w:after="180"/>
      </w:pPr>
    </w:p>
    <w:p w:rsidR="00B23B31" w:rsidRDefault="0022290B" w:rsidP="0022290B">
      <w:pPr>
        <w:spacing w:after="180"/>
        <w:jc w:val="center"/>
      </w:pPr>
      <w:r>
        <w:rPr>
          <w:noProof/>
          <w:lang w:eastAsia="en-GB"/>
        </w:rPr>
        <w:drawing>
          <wp:inline distT="0" distB="0" distL="0" distR="0" wp14:anchorId="18143165">
            <wp:extent cx="4895215" cy="1945005"/>
            <wp:effectExtent l="0" t="0" r="635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215" cy="1945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26756" w:rsidRDefault="00B26756" w:rsidP="0022290B">
      <w:pPr>
        <w:spacing w:after="180"/>
      </w:pPr>
    </w:p>
    <w:p w:rsidR="00E548AF" w:rsidRDefault="00E548AF" w:rsidP="00201AC2">
      <w:pPr>
        <w:spacing w:after="180"/>
        <w:rPr>
          <w:b/>
        </w:rPr>
      </w:pPr>
    </w:p>
    <w:p w:rsidR="00201AC2" w:rsidRPr="003117F6" w:rsidRDefault="00201AC2" w:rsidP="00201AC2">
      <w:pPr>
        <w:spacing w:after="180"/>
        <w:rPr>
          <w:b/>
        </w:rPr>
      </w:pPr>
      <w:r>
        <w:rPr>
          <w:b/>
        </w:rPr>
        <w:t>To answer</w:t>
      </w:r>
    </w:p>
    <w:p w:rsidR="004D0530" w:rsidRPr="0022290B" w:rsidRDefault="00A43060" w:rsidP="0022290B">
      <w:pPr>
        <w:numPr>
          <w:ilvl w:val="0"/>
          <w:numId w:val="4"/>
        </w:numPr>
        <w:spacing w:after="240"/>
      </w:pPr>
      <w:r w:rsidRPr="0022290B">
        <w:t>What things do the ball and the student represent?</w:t>
      </w:r>
    </w:p>
    <w:p w:rsidR="004D0530" w:rsidRPr="0022290B" w:rsidRDefault="00A43060" w:rsidP="0022290B">
      <w:pPr>
        <w:numPr>
          <w:ilvl w:val="0"/>
          <w:numId w:val="4"/>
        </w:numPr>
        <w:spacing w:after="240"/>
      </w:pPr>
      <w:r w:rsidRPr="0022290B">
        <w:t xml:space="preserve">How is the pull of the string the </w:t>
      </w:r>
      <w:r w:rsidRPr="0022290B">
        <w:rPr>
          <w:i/>
          <w:iCs/>
        </w:rPr>
        <w:t>same</w:t>
      </w:r>
      <w:r w:rsidRPr="0022290B">
        <w:t xml:space="preserve"> as gravity?</w:t>
      </w:r>
    </w:p>
    <w:p w:rsidR="004D0530" w:rsidRPr="0022290B" w:rsidRDefault="00A43060" w:rsidP="0022290B">
      <w:pPr>
        <w:numPr>
          <w:ilvl w:val="0"/>
          <w:numId w:val="5"/>
        </w:numPr>
        <w:spacing w:after="240"/>
      </w:pPr>
      <w:r w:rsidRPr="0022290B">
        <w:t xml:space="preserve">How is the pull of the string </w:t>
      </w:r>
      <w:r w:rsidRPr="0022290B">
        <w:rPr>
          <w:i/>
          <w:iCs/>
        </w:rPr>
        <w:t>different</w:t>
      </w:r>
      <w:r w:rsidRPr="0022290B">
        <w:t xml:space="preserve"> to gravity?</w:t>
      </w:r>
    </w:p>
    <w:p w:rsidR="004D0530" w:rsidRPr="0022290B" w:rsidRDefault="00A43060" w:rsidP="0022290B">
      <w:pPr>
        <w:numPr>
          <w:ilvl w:val="0"/>
          <w:numId w:val="5"/>
        </w:numPr>
        <w:spacing w:after="240"/>
      </w:pPr>
      <w:r w:rsidRPr="0022290B">
        <w:t>What happens to the ball if the string is released?</w:t>
      </w:r>
    </w:p>
    <w:p w:rsidR="004D0530" w:rsidRPr="0022290B" w:rsidRDefault="00A43060" w:rsidP="0022290B">
      <w:pPr>
        <w:numPr>
          <w:ilvl w:val="0"/>
          <w:numId w:val="5"/>
        </w:numPr>
        <w:spacing w:after="240"/>
      </w:pPr>
      <w:r w:rsidRPr="0022290B">
        <w:t>What does the pull of the string do to the movement of the ball?</w:t>
      </w:r>
    </w:p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747C3A" w:rsidRPr="006F3279" w:rsidRDefault="00747C3A" w:rsidP="00747C3A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 xml:space="preserve">Big idea PES: Earth in space &gt; </w:t>
      </w:r>
      <w:r w:rsidRPr="0093159F">
        <w:rPr>
          <w:i/>
          <w:sz w:val="18"/>
          <w:szCs w:val="18"/>
        </w:rPr>
        <w:t>Topic PES1:</w:t>
      </w:r>
      <w:r>
        <w:rPr>
          <w:i/>
          <w:sz w:val="18"/>
          <w:szCs w:val="18"/>
        </w:rPr>
        <w:t xml:space="preserve"> Solar System and beyond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PES1</w:t>
      </w:r>
      <w:r w:rsidRPr="00CA4B46">
        <w:rPr>
          <w:i/>
          <w:sz w:val="18"/>
          <w:szCs w:val="18"/>
        </w:rPr>
        <w:t>.</w:t>
      </w:r>
      <w:r>
        <w:rPr>
          <w:i/>
          <w:sz w:val="18"/>
          <w:szCs w:val="18"/>
        </w:rPr>
        <w:t>1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Gravity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454AC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B00348" w:rsidP="00B00348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Response </w:t>
            </w:r>
            <w:r w:rsidR="00755E81">
              <w:rPr>
                <w:b/>
                <w:sz w:val="40"/>
                <w:szCs w:val="40"/>
              </w:rPr>
              <w:t>activity</w:t>
            </w:r>
          </w:p>
        </w:tc>
      </w:tr>
      <w:tr w:rsidR="006F3279" w:rsidTr="002454AC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747C3A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Modelling gravity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1D0511" w:rsidRPr="001D0511" w:rsidRDefault="001D0511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 w:rsidRPr="001D0511"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901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823290" w:rsidTr="00823290">
        <w:trPr>
          <w:trHeight w:val="340"/>
        </w:trPr>
        <w:tc>
          <w:tcPr>
            <w:tcW w:w="2196" w:type="dxa"/>
          </w:tcPr>
          <w:p w:rsidR="00823290" w:rsidRDefault="00823290" w:rsidP="00823290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:rsidR="00823290" w:rsidRDefault="00823290" w:rsidP="00823290">
            <w:pPr>
              <w:spacing w:before="60" w:after="60"/>
            </w:pPr>
            <w:r w:rsidRPr="008438C8">
              <w:t>Gravity is the force that holds the Solar System together</w:t>
            </w:r>
          </w:p>
        </w:tc>
      </w:tr>
      <w:tr w:rsidR="00823290" w:rsidTr="00823290">
        <w:trPr>
          <w:trHeight w:val="340"/>
        </w:trPr>
        <w:tc>
          <w:tcPr>
            <w:tcW w:w="2196" w:type="dxa"/>
          </w:tcPr>
          <w:p w:rsidR="00823290" w:rsidRDefault="00823290" w:rsidP="00823290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:rsidR="00823290" w:rsidRDefault="00823290" w:rsidP="00823290">
            <w:pPr>
              <w:pStyle w:val="ListParagraph"/>
              <w:numPr>
                <w:ilvl w:val="0"/>
                <w:numId w:val="6"/>
              </w:numPr>
              <w:spacing w:before="60" w:after="60"/>
              <w:ind w:left="385" w:hanging="284"/>
            </w:pPr>
            <w:r w:rsidRPr="0097556E">
              <w:t xml:space="preserve">Explain how we know gravity exists in space and describe how its force of attraction decreases with distance. </w:t>
            </w:r>
          </w:p>
          <w:p w:rsidR="00823290" w:rsidRPr="0097556E" w:rsidRDefault="00823290" w:rsidP="00823290">
            <w:pPr>
              <w:pStyle w:val="ListParagraph"/>
              <w:numPr>
                <w:ilvl w:val="0"/>
                <w:numId w:val="6"/>
              </w:numPr>
              <w:spacing w:before="60" w:after="60"/>
              <w:ind w:left="385" w:hanging="284"/>
              <w:rPr>
                <w:b/>
              </w:rPr>
            </w:pPr>
            <w:r w:rsidRPr="0097556E">
              <w:t>Explain how gravity pulls planets and moons around in their orbits.</w:t>
            </w:r>
          </w:p>
        </w:tc>
      </w:tr>
      <w:tr w:rsidR="00823290" w:rsidTr="00823290">
        <w:trPr>
          <w:trHeight w:val="340"/>
        </w:trPr>
        <w:tc>
          <w:tcPr>
            <w:tcW w:w="2196" w:type="dxa"/>
          </w:tcPr>
          <w:p w:rsidR="00823290" w:rsidRDefault="00823290" w:rsidP="00823290">
            <w:pPr>
              <w:spacing w:before="60" w:after="60"/>
            </w:pPr>
            <w:r>
              <w:t>Activity type:</w:t>
            </w:r>
          </w:p>
        </w:tc>
        <w:tc>
          <w:tcPr>
            <w:tcW w:w="6820" w:type="dxa"/>
          </w:tcPr>
          <w:p w:rsidR="00823290" w:rsidRDefault="00823290" w:rsidP="00823290">
            <w:pPr>
              <w:spacing w:before="60" w:after="60"/>
            </w:pPr>
            <w:r>
              <w:t>Response, critiquing a representation</w:t>
            </w:r>
          </w:p>
        </w:tc>
      </w:tr>
      <w:tr w:rsidR="00823290" w:rsidTr="00823290">
        <w:trPr>
          <w:trHeight w:val="340"/>
        </w:trPr>
        <w:tc>
          <w:tcPr>
            <w:tcW w:w="2196" w:type="dxa"/>
          </w:tcPr>
          <w:p w:rsidR="00823290" w:rsidRDefault="00823290" w:rsidP="00823290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</w:tcPr>
          <w:p w:rsidR="00823290" w:rsidRDefault="00823290" w:rsidP="00823290">
            <w:pPr>
              <w:spacing w:before="60" w:after="60"/>
            </w:pPr>
            <w:r>
              <w:t>Gravity, space</w:t>
            </w:r>
          </w:p>
        </w:tc>
      </w:tr>
    </w:tbl>
    <w:p w:rsidR="00E172C6" w:rsidRDefault="00E172C6" w:rsidP="00E172C6">
      <w:pPr>
        <w:spacing w:after="180"/>
      </w:pPr>
    </w:p>
    <w:p w:rsidR="00755E81" w:rsidRPr="004056D6" w:rsidRDefault="00755E81" w:rsidP="00755E81">
      <w:pPr>
        <w:spacing w:after="180"/>
        <w:rPr>
          <w:rFonts w:cstheme="minorHAnsi"/>
        </w:rPr>
      </w:pPr>
      <w:r w:rsidRPr="004056D6">
        <w:rPr>
          <w:rFonts w:cstheme="minorHAnsi"/>
          <w:color w:val="222222"/>
          <w:shd w:val="clear" w:color="auto" w:fill="FFFFFF"/>
        </w:rPr>
        <w:t>This activity can help develop students’ understanding by addressing the sticking-points revealed by the following diagnostic question:</w:t>
      </w:r>
    </w:p>
    <w:p w:rsidR="00B00348" w:rsidRPr="00823290" w:rsidRDefault="00B00348" w:rsidP="00B00348">
      <w:pPr>
        <w:pStyle w:val="ListParagraph"/>
        <w:numPr>
          <w:ilvl w:val="0"/>
          <w:numId w:val="1"/>
        </w:numPr>
        <w:spacing w:after="180"/>
      </w:pPr>
      <w:r w:rsidRPr="00823290">
        <w:t xml:space="preserve">Diagnostic </w:t>
      </w:r>
      <w:r w:rsidR="00BA75D4" w:rsidRPr="00823290">
        <w:t>question</w:t>
      </w:r>
      <w:r w:rsidRPr="00823290">
        <w:t xml:space="preserve">: </w:t>
      </w:r>
      <w:r w:rsidR="00823290" w:rsidRPr="00823290">
        <w:t>Sun trap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8307"/>
      </w:tblGrid>
      <w:tr w:rsidR="00F72ECC" w:rsidTr="00E0092B">
        <w:tc>
          <w:tcPr>
            <w:tcW w:w="709" w:type="dxa"/>
            <w:shd w:val="clear" w:color="auto" w:fill="B2A1C7" w:themeFill="accent4" w:themeFillTint="99"/>
            <w:tcMar>
              <w:left w:w="28" w:type="dxa"/>
              <w:bottom w:w="57" w:type="dxa"/>
              <w:right w:w="28" w:type="dxa"/>
            </w:tcMar>
            <w:vAlign w:val="center"/>
          </w:tcPr>
          <w:p w:rsidR="00F72ECC" w:rsidRPr="00F72ECC" w:rsidRDefault="00F72ECC" w:rsidP="00AD59C9">
            <w:pPr>
              <w:jc w:val="center"/>
              <w:rPr>
                <w:b/>
                <w:color w:val="FFFFFF" w:themeColor="background1"/>
                <w:sz w:val="40"/>
              </w:rPr>
            </w:pPr>
            <w:r>
              <w:rPr>
                <w:b/>
                <w:color w:val="FFFFFF" w:themeColor="background1"/>
                <w:sz w:val="56"/>
              </w:rPr>
              <w:t>B</w:t>
            </w:r>
          </w:p>
        </w:tc>
        <w:tc>
          <w:tcPr>
            <w:tcW w:w="8307" w:type="dxa"/>
            <w:tcMar>
              <w:left w:w="113" w:type="dxa"/>
            </w:tcMar>
            <w:vAlign w:val="center"/>
          </w:tcPr>
          <w:p w:rsidR="002A08F2" w:rsidRPr="00E0092B" w:rsidRDefault="00755E81" w:rsidP="002A08F2">
            <w:pPr>
              <w:spacing w:after="60"/>
              <w:rPr>
                <w:color w:val="5F497A" w:themeColor="accent4" w:themeShade="BF"/>
                <w:sz w:val="20"/>
              </w:rPr>
            </w:pPr>
            <w:r>
              <w:rPr>
                <w:b/>
                <w:color w:val="5F497A" w:themeColor="accent4" w:themeShade="BF"/>
              </w:rPr>
              <w:t>BRIDGING</w:t>
            </w:r>
          </w:p>
          <w:p w:rsidR="00F72ECC" w:rsidRDefault="002A08F2" w:rsidP="002A08F2">
            <w:r w:rsidRPr="00F72ECC">
              <w:rPr>
                <w:sz w:val="20"/>
              </w:rPr>
              <w:t xml:space="preserve">This activity </w:t>
            </w:r>
            <w:r>
              <w:rPr>
                <w:sz w:val="20"/>
              </w:rPr>
              <w:t xml:space="preserve">explores ideas that are usually taught at age 14-16, to </w:t>
            </w:r>
            <w:r w:rsidRPr="00F72ECC">
              <w:rPr>
                <w:sz w:val="20"/>
              </w:rPr>
              <w:t xml:space="preserve">build a bridge to later </w:t>
            </w:r>
            <w:r>
              <w:rPr>
                <w:sz w:val="20"/>
              </w:rPr>
              <w:t>stages of learning</w:t>
            </w:r>
            <w:r w:rsidRPr="00F72ECC">
              <w:rPr>
                <w:sz w:val="20"/>
              </w:rPr>
              <w:t>.</w:t>
            </w:r>
          </w:p>
        </w:tc>
      </w:tr>
    </w:tbl>
    <w:p w:rsidR="00F72ECC" w:rsidRDefault="00F72ECC" w:rsidP="00F72ECC"/>
    <w:p w:rsidR="00C05571" w:rsidRPr="002454AC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What does the research say</w:t>
      </w:r>
      <w:r w:rsidR="00C05571" w:rsidRPr="002454AC">
        <w:rPr>
          <w:b/>
          <w:color w:val="5F497A" w:themeColor="accent4" w:themeShade="BF"/>
          <w:sz w:val="24"/>
        </w:rPr>
        <w:t>?</w:t>
      </w:r>
    </w:p>
    <w:p w:rsidR="00892CFC" w:rsidRDefault="00892CFC" w:rsidP="00892CFC">
      <w:pPr>
        <w:spacing w:after="180"/>
      </w:pPr>
      <w:r>
        <w:t xml:space="preserve">Stead and Osborne (1980) found that 81% of 13-year-olds (n=258) and 75% of 14-year-olds (n=257) said there was no gravity in space </w:t>
      </w:r>
      <w:r>
        <w:fldChar w:fldCharType="begin"/>
      </w:r>
      <w:r>
        <w:instrText xml:space="preserve"> ADDIN EN.CITE &lt;EndNote&gt;&lt;Cite&gt;&lt;Author&gt;Driver&lt;/Author&gt;&lt;Year&gt;1994&lt;/Year&gt;&lt;IDText&gt;Making Sense of Secondary Science: Research into Children&amp;apos;s Ideas&lt;/IDText&gt;&lt;DisplayText&gt;(Driver et al., 1994)&lt;/DisplayText&gt;&lt;record&gt;&lt;isbn&gt;970415097659&lt;/isbn&gt;&lt;titles&gt;&lt;title&gt;Making Sense of Secondary Science: Research into Children&amp;apos;s Ideas&lt;/title&gt;&lt;/titles&gt;&lt;contributors&gt;&lt;authors&gt;&lt;author&gt;Driver, Rosalind&lt;/author&gt;&lt;author&gt;Squires, Ann&lt;/author&gt;&lt;author&gt;Rushworth, Peter&lt;/author&gt;&lt;author&gt;Wood-Robinson, Valerie&lt;/author&gt;&lt;/authors&gt;&lt;/contributors&gt;&lt;added-date format="utc"&gt;1528970284&lt;/added-date&gt;&lt;pub-location&gt;London, UK&lt;/pub-location&gt;&lt;ref-type name="Book"&gt;6&lt;/ref-type&gt;&lt;dates&gt;&lt;year&gt;1994&lt;/year&gt;&lt;/dates&gt;&lt;rec-number&gt;8403&lt;/rec-number&gt;&lt;publisher&gt;Routledge&lt;/publisher&gt;&lt;last-updated-date format="utc"&gt;1530108907&lt;/last-updated-date&gt;&lt;/record&gt;&lt;/Cite&gt;&lt;/EndNote&gt;</w:instrText>
      </w:r>
      <w:r>
        <w:fldChar w:fldCharType="separate"/>
      </w:r>
      <w:r>
        <w:rPr>
          <w:noProof/>
        </w:rPr>
        <w:t>(Driver et al., 1994)</w:t>
      </w:r>
      <w:r>
        <w:fldChar w:fldCharType="end"/>
      </w:r>
      <w:r>
        <w:t xml:space="preserve">. </w:t>
      </w:r>
    </w:p>
    <w:p w:rsidR="00892CFC" w:rsidRDefault="00892CFC" w:rsidP="00892CFC">
      <w:pPr>
        <w:spacing w:after="180"/>
      </w:pPr>
      <w:r>
        <w:t>In the d</w:t>
      </w:r>
      <w:r w:rsidRPr="00892CFC">
        <w:t xml:space="preserve">iagnostic question: </w:t>
      </w:r>
      <w:r w:rsidR="00184910">
        <w:t>‘</w:t>
      </w:r>
      <w:r w:rsidRPr="00892CFC">
        <w:t>Sun trap</w:t>
      </w:r>
      <w:r w:rsidR="00184910">
        <w:t>’</w:t>
      </w:r>
      <w:r>
        <w:t xml:space="preserve"> </w:t>
      </w:r>
      <w:r w:rsidR="00184910">
        <w:t xml:space="preserve">students considered how the force of gravity of the Sun acts to pull planets towards it and to stop them shooting off into space. </w:t>
      </w:r>
      <w:r>
        <w:t xml:space="preserve">This activity gives students the opportunity to </w:t>
      </w:r>
      <w:r w:rsidR="00184910">
        <w:t>develop their understanding of</w:t>
      </w:r>
      <w:r>
        <w:t xml:space="preserve"> how the force of gravity </w:t>
      </w:r>
      <w:r w:rsidR="00184910">
        <w:t>that</w:t>
      </w:r>
      <w:r>
        <w:t xml:space="preserve"> ‘pull</w:t>
      </w:r>
      <w:r w:rsidR="00184910">
        <w:t>s</w:t>
      </w:r>
      <w:r>
        <w:t xml:space="preserve">’ </w:t>
      </w:r>
      <w:r w:rsidR="00626F8B">
        <w:t>the Moon</w:t>
      </w:r>
      <w:r>
        <w:t xml:space="preserve"> </w:t>
      </w:r>
      <w:r w:rsidR="00184910" w:rsidRPr="00184910">
        <w:rPr>
          <w:i/>
        </w:rPr>
        <w:t>towards</w:t>
      </w:r>
      <w:r w:rsidR="00184910">
        <w:t xml:space="preserve"> the </w:t>
      </w:r>
      <w:r w:rsidR="00626F8B">
        <w:t>Earth</w:t>
      </w:r>
      <w:r w:rsidR="00184910">
        <w:t xml:space="preserve"> makes </w:t>
      </w:r>
      <w:r w:rsidR="00626F8B">
        <w:t>it</w:t>
      </w:r>
      <w:r>
        <w:t xml:space="preserve"> move in </w:t>
      </w:r>
      <w:r w:rsidR="00626F8B">
        <w:t xml:space="preserve">an </w:t>
      </w:r>
      <w:r>
        <w:t xml:space="preserve">orbit </w:t>
      </w:r>
      <w:r w:rsidRPr="00184910">
        <w:rPr>
          <w:i/>
        </w:rPr>
        <w:t>around</w:t>
      </w:r>
      <w:r>
        <w:t xml:space="preserve"> the </w:t>
      </w:r>
      <w:r w:rsidR="00626F8B">
        <w:t>Earth</w:t>
      </w:r>
      <w:r>
        <w:t>.</w:t>
      </w:r>
    </w:p>
    <w:p w:rsidR="007A748B" w:rsidRPr="002454AC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 xml:space="preserve">Ways to use this </w:t>
      </w:r>
      <w:r w:rsidR="00707823">
        <w:rPr>
          <w:b/>
          <w:color w:val="5F497A" w:themeColor="accent4" w:themeShade="BF"/>
          <w:sz w:val="24"/>
        </w:rPr>
        <w:t>activity</w:t>
      </w:r>
    </w:p>
    <w:p w:rsidR="00AD4277" w:rsidRDefault="00AD4277" w:rsidP="00AD4277">
      <w:pPr>
        <w:spacing w:after="180"/>
      </w:pPr>
      <w:r w:rsidRPr="00DA3B6C">
        <w:t xml:space="preserve">Students </w:t>
      </w:r>
      <w:r>
        <w:t>should complete this activity in pairs or small groups, and the focus should be on the discussions.</w:t>
      </w:r>
      <w:r w:rsidR="008730AE">
        <w:t xml:space="preserve"> </w:t>
      </w:r>
      <w:r>
        <w:t>It is through the discussions that students can check their understanding and rehearse their explanations.</w:t>
      </w:r>
    </w:p>
    <w:p w:rsidR="00AD4277" w:rsidRDefault="00AD4277" w:rsidP="00AD4277">
      <w:pPr>
        <w:spacing w:after="180"/>
      </w:pPr>
      <w:r>
        <w:t>Philosophically science can be said to be a description of the ‘best model’ we have for the world.</w:t>
      </w:r>
      <w:r w:rsidR="008730AE">
        <w:t xml:space="preserve"> </w:t>
      </w:r>
      <w:r>
        <w:t>In this activity students should identify ways in which this particular model is a good representation of the real world, and ways in which it is not.</w:t>
      </w:r>
      <w:r w:rsidR="008730AE">
        <w:t xml:space="preserve"> </w:t>
      </w:r>
    </w:p>
    <w:p w:rsidR="00AD4277" w:rsidRDefault="00AD4277" w:rsidP="00AD4277">
      <w:pPr>
        <w:spacing w:after="180"/>
      </w:pPr>
      <w:r>
        <w:t>Students should work together to follow the instructions on either the worksheet or the PowerPoint.</w:t>
      </w:r>
      <w:r w:rsidR="008730AE">
        <w:t xml:space="preserve"> </w:t>
      </w:r>
      <w:r>
        <w:t>Giving each group one worksheet to complete between them is helpful for encouraging discussion, but each member should be able to report back to the class.</w:t>
      </w:r>
      <w:r w:rsidR="008730AE">
        <w:t xml:space="preserve"> </w:t>
      </w:r>
      <w:r>
        <w:t>Listening in to the conversations of each group will often give you insights into how your students are thinking.</w:t>
      </w:r>
      <w:r w:rsidR="008730AE">
        <w:t xml:space="preserve"> </w:t>
      </w:r>
    </w:p>
    <w:p w:rsidR="00AD4277" w:rsidRDefault="00AD4277" w:rsidP="00AD4277">
      <w:pPr>
        <w:spacing w:after="180"/>
      </w:pPr>
      <w:r>
        <w:lastRenderedPageBreak/>
        <w:t>In this activity it can be helpful to take feedback whilst using the model to demonstrate what makes it a useful model and perhaps the ways in which it is less good.</w:t>
      </w:r>
      <w:r w:rsidR="008730AE">
        <w:t xml:space="preserve"> </w:t>
      </w:r>
      <w:r>
        <w:t>A good approach might be to encourage your students to suggest their ideas, and make clear their reasons and to demonstrate how this works with the model.</w:t>
      </w:r>
      <w:r w:rsidR="008730AE">
        <w:t xml:space="preserve"> </w:t>
      </w:r>
      <w:r>
        <w:t>You might ask other students why they think it was a good contribution, or when appropriate, if they can improve on the idea’s clarity.</w:t>
      </w:r>
      <w:r w:rsidR="008730AE">
        <w:t xml:space="preserve"> </w:t>
      </w:r>
    </w:p>
    <w:p w:rsidR="00AD4277" w:rsidRDefault="00AD4277" w:rsidP="00AD4277">
      <w:pPr>
        <w:spacing w:after="180"/>
      </w:pPr>
      <w:r>
        <w:t>Ending with the students completing the worksheet or questions from the PowerPoint individually, might help them to consolidate their learning.</w:t>
      </w:r>
    </w:p>
    <w:p w:rsidR="00AD4277" w:rsidRPr="00E7124B" w:rsidRDefault="00AD4277" w:rsidP="00AD4277">
      <w:pPr>
        <w:spacing w:after="180"/>
        <w:rPr>
          <w:i/>
        </w:rPr>
      </w:pPr>
      <w:r w:rsidRPr="00E7124B">
        <w:rPr>
          <w:i/>
        </w:rPr>
        <w:t>Differentiation</w:t>
      </w:r>
    </w:p>
    <w:p w:rsidR="00AD4277" w:rsidRDefault="00AD4277" w:rsidP="00AD4277">
      <w:pPr>
        <w:spacing w:after="180"/>
      </w:pPr>
      <w:r>
        <w:t>You may choose to use simplified worksheets for some students, for example with gaps to fill in so they can focus on the science.</w:t>
      </w:r>
      <w:r w:rsidR="008730AE">
        <w:t xml:space="preserve"> </w:t>
      </w:r>
      <w:r>
        <w:t>In some situations it may be more appropriate for a teaching assistant to read and/or scribe for one or two students.</w:t>
      </w:r>
    </w:p>
    <w:p w:rsidR="001D0511" w:rsidRPr="00755E81" w:rsidRDefault="001D0511" w:rsidP="001D0511">
      <w:pPr>
        <w:spacing w:after="180"/>
        <w:rPr>
          <w:b/>
          <w:color w:val="76923C" w:themeColor="accent3" w:themeShade="BF"/>
        </w:rPr>
      </w:pPr>
      <w:r>
        <w:rPr>
          <w:b/>
          <w:color w:val="5F497A" w:themeColor="accent4" w:themeShade="BF"/>
          <w:sz w:val="24"/>
        </w:rPr>
        <w:t>Equipment</w:t>
      </w:r>
      <w:r w:rsidR="00755E81">
        <w:rPr>
          <w:b/>
          <w:color w:val="76923C" w:themeColor="accent3" w:themeShade="BF"/>
          <w:sz w:val="24"/>
        </w:rPr>
        <w:t xml:space="preserve"> </w:t>
      </w:r>
    </w:p>
    <w:p w:rsidR="001D0511" w:rsidRDefault="001D0511" w:rsidP="001D0511">
      <w:pPr>
        <w:spacing w:after="180"/>
      </w:pPr>
      <w:r w:rsidRPr="00C57FA2">
        <w:t>For each student/pair/group:</w:t>
      </w:r>
    </w:p>
    <w:p w:rsidR="000415CE" w:rsidRDefault="007D3076" w:rsidP="001D0511">
      <w:pPr>
        <w:pStyle w:val="ListParagraph"/>
        <w:numPr>
          <w:ilvl w:val="0"/>
          <w:numId w:val="1"/>
        </w:numPr>
        <w:spacing w:after="180"/>
      </w:pPr>
      <w:r>
        <w:t>Rubber bung</w:t>
      </w:r>
      <w:r w:rsidR="000415CE">
        <w:t xml:space="preserve"> with a hole</w:t>
      </w:r>
      <w:r>
        <w:t xml:space="preserve"> bored </w:t>
      </w:r>
      <w:r w:rsidR="000415CE">
        <w:t>through it</w:t>
      </w:r>
    </w:p>
    <w:p w:rsidR="001D0511" w:rsidRDefault="000415CE" w:rsidP="001D0511">
      <w:pPr>
        <w:pStyle w:val="ListParagraph"/>
        <w:numPr>
          <w:ilvl w:val="0"/>
          <w:numId w:val="1"/>
        </w:numPr>
        <w:spacing w:after="180"/>
      </w:pPr>
      <w:r>
        <w:t>A</w:t>
      </w:r>
      <w:r w:rsidR="007D3076">
        <w:t xml:space="preserve"> length of string (about 1 m long)</w:t>
      </w:r>
      <w:r>
        <w:t xml:space="preserve"> threaded through and tied to the bung</w:t>
      </w:r>
    </w:p>
    <w:p w:rsidR="00EA387C" w:rsidRPr="00EA387C" w:rsidRDefault="00EA387C" w:rsidP="00EA387C">
      <w:pPr>
        <w:spacing w:after="180"/>
        <w:rPr>
          <w:b/>
          <w:color w:val="5F497A" w:themeColor="accent4" w:themeShade="BF"/>
          <w:sz w:val="24"/>
        </w:rPr>
      </w:pPr>
      <w:r w:rsidRPr="00EA387C">
        <w:rPr>
          <w:b/>
          <w:color w:val="5F497A" w:themeColor="accent4" w:themeShade="BF"/>
          <w:sz w:val="24"/>
        </w:rPr>
        <w:t>Health and safety</w:t>
      </w:r>
    </w:p>
    <w:p w:rsidR="00EA387C" w:rsidRDefault="00EA387C" w:rsidP="00EA387C">
      <w:pPr>
        <w:spacing w:after="180"/>
      </w:pPr>
      <w:r>
        <w:t xml:space="preserve">If this is done as a class practical, students need space to </w:t>
      </w:r>
      <w:r w:rsidR="007048E6">
        <w:t xml:space="preserve">swing the rubber bungs safely. </w:t>
      </w:r>
    </w:p>
    <w:p w:rsidR="007048E6" w:rsidRDefault="007048E6" w:rsidP="00EA387C">
      <w:pPr>
        <w:spacing w:after="180"/>
      </w:pPr>
      <w:r>
        <w:t>Instruction will probably be necessary to limit the speed at which students rotate the bung.</w:t>
      </w:r>
    </w:p>
    <w:p w:rsidR="00EA387C" w:rsidRPr="002454AC" w:rsidRDefault="00EA387C" w:rsidP="00EA387C">
      <w:pPr>
        <w:spacing w:after="180"/>
      </w:pPr>
      <w:r w:rsidRPr="002454AC">
        <w:t xml:space="preserve">Practical work should be carried out in accordance with local health and safety </w:t>
      </w:r>
      <w:r>
        <w:t>requirements</w:t>
      </w:r>
      <w:r w:rsidRPr="002454AC">
        <w:t>, guidance from manufacturers and sup</w:t>
      </w:r>
      <w:r>
        <w:t>p</w:t>
      </w:r>
      <w:r w:rsidRPr="002454AC">
        <w:t>liers, and guidance available from CLEAPSS</w:t>
      </w:r>
      <w:r>
        <w:t>.</w:t>
      </w:r>
    </w:p>
    <w:p w:rsidR="00E172C6" w:rsidRPr="007D3076" w:rsidRDefault="00BB44B4" w:rsidP="00026DEC">
      <w:pPr>
        <w:spacing w:after="180"/>
      </w:pPr>
      <w:r w:rsidRPr="002454AC">
        <w:rPr>
          <w:b/>
          <w:color w:val="5F497A" w:themeColor="accent4" w:themeShade="BF"/>
          <w:sz w:val="24"/>
        </w:rPr>
        <w:t>Expected answers</w:t>
      </w:r>
    </w:p>
    <w:p w:rsidR="00B00348" w:rsidRDefault="00A43060" w:rsidP="00A43060">
      <w:pPr>
        <w:pStyle w:val="ListParagraph"/>
        <w:numPr>
          <w:ilvl w:val="0"/>
          <w:numId w:val="7"/>
        </w:numPr>
        <w:spacing w:after="60"/>
        <w:contextualSpacing w:val="0"/>
      </w:pPr>
      <w:r>
        <w:t>The ball represents the Moon, the student</w:t>
      </w:r>
      <w:r w:rsidR="008730AE">
        <w:t xml:space="preserve"> (specifically their head)</w:t>
      </w:r>
      <w:r>
        <w:t xml:space="preserve"> the Earth.</w:t>
      </w:r>
    </w:p>
    <w:p w:rsidR="00A43060" w:rsidRDefault="00A43060" w:rsidP="00A43060">
      <w:pPr>
        <w:pStyle w:val="ListParagraph"/>
        <w:numPr>
          <w:ilvl w:val="0"/>
          <w:numId w:val="7"/>
        </w:numPr>
        <w:spacing w:after="60"/>
        <w:contextualSpacing w:val="0"/>
      </w:pPr>
      <w:r>
        <w:t>The string pulls towards the centre of the (model) Earth.</w:t>
      </w:r>
    </w:p>
    <w:p w:rsidR="00A43060" w:rsidRDefault="00A43060" w:rsidP="00A43060">
      <w:pPr>
        <w:pStyle w:val="ListParagraph"/>
        <w:numPr>
          <w:ilvl w:val="0"/>
          <w:numId w:val="7"/>
        </w:numPr>
        <w:spacing w:after="60"/>
        <w:contextualSpacing w:val="0"/>
      </w:pPr>
      <w:r>
        <w:t xml:space="preserve">The string is attached to the ball, whereas gravity is a non-contact force. </w:t>
      </w:r>
    </w:p>
    <w:p w:rsidR="00A43060" w:rsidRDefault="00A43060" w:rsidP="00A43060">
      <w:pPr>
        <w:spacing w:after="60"/>
        <w:ind w:firstLine="720"/>
      </w:pPr>
      <w:r>
        <w:t>Gravity also gets weaker as distance away from the Earth increases.</w:t>
      </w:r>
    </w:p>
    <w:p w:rsidR="00A43060" w:rsidRDefault="00A43060" w:rsidP="00A43060">
      <w:pPr>
        <w:pStyle w:val="ListParagraph"/>
        <w:numPr>
          <w:ilvl w:val="0"/>
          <w:numId w:val="7"/>
        </w:numPr>
        <w:spacing w:after="60"/>
        <w:contextualSpacing w:val="0"/>
      </w:pPr>
      <w:r>
        <w:t>The ball will shoot off (in a straight line at a tangent to its orbit)</w:t>
      </w:r>
      <w:r w:rsidR="008730AE">
        <w:t>.</w:t>
      </w:r>
      <w:bookmarkStart w:id="0" w:name="_GoBack"/>
      <w:bookmarkEnd w:id="0"/>
    </w:p>
    <w:p w:rsidR="00A43060" w:rsidRDefault="00A43060" w:rsidP="00A43060">
      <w:pPr>
        <w:pStyle w:val="ListParagraph"/>
        <w:numPr>
          <w:ilvl w:val="0"/>
          <w:numId w:val="7"/>
        </w:numPr>
        <w:spacing w:after="180"/>
      </w:pPr>
      <w:r>
        <w:t>The pull of the string pulls the ball sideways to make it curve – into a circular orbit.</w:t>
      </w:r>
    </w:p>
    <w:p w:rsidR="003117F6" w:rsidRPr="002454AC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356308">
        <w:t>Peter Fairhurst</w:t>
      </w:r>
      <w:r w:rsidR="0015356E">
        <w:t xml:space="preserve"> (UYSEG)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356308">
        <w:t xml:space="preserve">Peter Fairhurst (UYSEG) </w:t>
      </w:r>
    </w:p>
    <w:p w:rsidR="003117F6" w:rsidRDefault="003117F6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References</w:t>
      </w:r>
    </w:p>
    <w:p w:rsidR="00892CFC" w:rsidRPr="00892CFC" w:rsidRDefault="00892CFC" w:rsidP="00772571">
      <w:pPr>
        <w:pStyle w:val="EndNoteBibliography"/>
        <w:spacing w:after="120"/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892CFC">
        <w:t xml:space="preserve">Driver, R., et al. (1994). </w:t>
      </w:r>
      <w:r w:rsidRPr="00892CFC">
        <w:rPr>
          <w:i/>
        </w:rPr>
        <w:t xml:space="preserve">Making Sense of Secondary Science: Research into Children's Ideas, </w:t>
      </w:r>
      <w:r w:rsidRPr="00892CFC">
        <w:t>London, UK: Routledge.</w:t>
      </w:r>
    </w:p>
    <w:p w:rsidR="00892CFC" w:rsidRPr="00892CFC" w:rsidRDefault="00892CFC" w:rsidP="00772571">
      <w:pPr>
        <w:pStyle w:val="EndNoteBibliography"/>
        <w:spacing w:after="120"/>
      </w:pPr>
      <w:r w:rsidRPr="00892CFC">
        <w:t>Stead, K. and Osborne, R. (1980). Gravity. Hamilton, New Zealand: LISP Working Paper 20, Science Education Research Unit, University of Waikato.</w:t>
      </w:r>
    </w:p>
    <w:p w:rsidR="007E4771" w:rsidRPr="007E4771" w:rsidRDefault="00892CFC" w:rsidP="00772571">
      <w:pPr>
        <w:spacing w:after="120"/>
      </w:pPr>
      <w:r>
        <w:fldChar w:fldCharType="end"/>
      </w:r>
    </w:p>
    <w:sectPr w:rsidR="007E4771" w:rsidRPr="007E4771" w:rsidSect="00642ECD">
      <w:headerReference w:type="default" r:id="rId10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290B" w:rsidRDefault="0022290B" w:rsidP="000B473B">
      <w:r>
        <w:separator/>
      </w:r>
    </w:p>
  </w:endnote>
  <w:endnote w:type="continuationSeparator" w:id="0">
    <w:p w:rsidR="0022290B" w:rsidRDefault="0022290B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097FB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8730AE">
      <w:rPr>
        <w:noProof/>
      </w:rPr>
      <w:t>2</w:t>
    </w:r>
    <w:r>
      <w:rPr>
        <w:noProof/>
      </w:rPr>
      <w:fldChar w:fldCharType="end"/>
    </w:r>
  </w:p>
  <w:p w:rsidR="00201AC2" w:rsidRDefault="00707823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7E4771">
      <w:rPr>
        <w:sz w:val="16"/>
        <w:szCs w:val="16"/>
      </w:rPr>
      <w:t>document</w:t>
    </w:r>
    <w:r w:rsidR="00201AC2">
      <w:rPr>
        <w:sz w:val="16"/>
        <w:szCs w:val="16"/>
      </w:rPr>
      <w:t xml:space="preserve"> may have been edited. Download the original from </w:t>
    </w:r>
    <w:r w:rsidR="00201AC2" w:rsidRPr="00ED4562">
      <w:rPr>
        <w:b/>
        <w:sz w:val="16"/>
        <w:szCs w:val="16"/>
      </w:rPr>
      <w:t>www.BestEvidenceScienceTeaching.org</w:t>
    </w:r>
  </w:p>
  <w:p w:rsidR="00F12C3B" w:rsidRPr="00201AC2" w:rsidRDefault="00E548AF" w:rsidP="00E548AF">
    <w:pPr>
      <w:pStyle w:val="Footer"/>
      <w:rPr>
        <w:sz w:val="16"/>
        <w:szCs w:val="16"/>
      </w:rPr>
    </w:pPr>
    <w:r w:rsidRPr="00E548AF">
      <w:rPr>
        <w:sz w:val="16"/>
        <w:szCs w:val="16"/>
      </w:rPr>
      <w:t>© University of York Science Education 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290B" w:rsidRDefault="0022290B" w:rsidP="000B473B">
      <w:r>
        <w:separator/>
      </w:r>
    </w:p>
  </w:footnote>
  <w:footnote w:type="continuationSeparator" w:id="0">
    <w:p w:rsidR="0022290B" w:rsidRDefault="0022290B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39011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EDB63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42DAF"/>
    <w:multiLevelType w:val="hybridMultilevel"/>
    <w:tmpl w:val="8090BBD8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B66B1"/>
    <w:multiLevelType w:val="hybridMultilevel"/>
    <w:tmpl w:val="D2DCB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0C491E"/>
    <w:multiLevelType w:val="hybridMultilevel"/>
    <w:tmpl w:val="ABFEE3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396D5F"/>
    <w:multiLevelType w:val="hybridMultilevel"/>
    <w:tmpl w:val="68725E68"/>
    <w:lvl w:ilvl="0" w:tplc="1F0EC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B6CB8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500E02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E16A5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FEB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3E53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750FC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0671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EEAE7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A83C7D"/>
    <w:multiLevelType w:val="hybridMultilevel"/>
    <w:tmpl w:val="706C72EE"/>
    <w:lvl w:ilvl="0" w:tplc="7D9C593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87222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2DCBC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E4CF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F437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BE4F7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1D0B4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CE545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9C81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proofState w:spelling="clean" w:grammar="clean"/>
  <w:attachedTemplate r:id="rId1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22290B"/>
    <w:rsid w:val="00015578"/>
    <w:rsid w:val="00024731"/>
    <w:rsid w:val="00026DEC"/>
    <w:rsid w:val="000415CE"/>
    <w:rsid w:val="000505CA"/>
    <w:rsid w:val="00072C2E"/>
    <w:rsid w:val="0007651D"/>
    <w:rsid w:val="0009089A"/>
    <w:rsid w:val="000947E2"/>
    <w:rsid w:val="00095E04"/>
    <w:rsid w:val="000B473B"/>
    <w:rsid w:val="000D0E89"/>
    <w:rsid w:val="000E2689"/>
    <w:rsid w:val="00142613"/>
    <w:rsid w:val="00144DA7"/>
    <w:rsid w:val="0015356E"/>
    <w:rsid w:val="00161D3F"/>
    <w:rsid w:val="00184910"/>
    <w:rsid w:val="001915D4"/>
    <w:rsid w:val="00194675"/>
    <w:rsid w:val="001A1FED"/>
    <w:rsid w:val="001A40E2"/>
    <w:rsid w:val="001C4805"/>
    <w:rsid w:val="001D0511"/>
    <w:rsid w:val="00201AC2"/>
    <w:rsid w:val="00214608"/>
    <w:rsid w:val="002178AC"/>
    <w:rsid w:val="0022290B"/>
    <w:rsid w:val="0022547C"/>
    <w:rsid w:val="002454AC"/>
    <w:rsid w:val="00252175"/>
    <w:rsid w:val="0025410A"/>
    <w:rsid w:val="0027553E"/>
    <w:rsid w:val="0028012F"/>
    <w:rsid w:val="002828DF"/>
    <w:rsid w:val="00287876"/>
    <w:rsid w:val="00292C53"/>
    <w:rsid w:val="00294E22"/>
    <w:rsid w:val="002A08F2"/>
    <w:rsid w:val="002C22EA"/>
    <w:rsid w:val="002C59BA"/>
    <w:rsid w:val="002F41B2"/>
    <w:rsid w:val="00301AA9"/>
    <w:rsid w:val="003117F6"/>
    <w:rsid w:val="003533B8"/>
    <w:rsid w:val="00356308"/>
    <w:rsid w:val="003752BE"/>
    <w:rsid w:val="003A346A"/>
    <w:rsid w:val="003B2917"/>
    <w:rsid w:val="003B541B"/>
    <w:rsid w:val="003E2B2F"/>
    <w:rsid w:val="003E6046"/>
    <w:rsid w:val="003F16F9"/>
    <w:rsid w:val="00430C1F"/>
    <w:rsid w:val="00442595"/>
    <w:rsid w:val="0045323E"/>
    <w:rsid w:val="0048726C"/>
    <w:rsid w:val="004B0EE1"/>
    <w:rsid w:val="004D0530"/>
    <w:rsid w:val="004D0D83"/>
    <w:rsid w:val="004E1DF1"/>
    <w:rsid w:val="004E5592"/>
    <w:rsid w:val="0050055B"/>
    <w:rsid w:val="00524710"/>
    <w:rsid w:val="00555342"/>
    <w:rsid w:val="005560E2"/>
    <w:rsid w:val="005A452E"/>
    <w:rsid w:val="005A6EE7"/>
    <w:rsid w:val="005E07F2"/>
    <w:rsid w:val="005F1A7B"/>
    <w:rsid w:val="00626F8B"/>
    <w:rsid w:val="006355D8"/>
    <w:rsid w:val="00642ECD"/>
    <w:rsid w:val="006502A0"/>
    <w:rsid w:val="006772F5"/>
    <w:rsid w:val="006A4440"/>
    <w:rsid w:val="006B0615"/>
    <w:rsid w:val="006D166B"/>
    <w:rsid w:val="006F3279"/>
    <w:rsid w:val="007048E6"/>
    <w:rsid w:val="00704AEE"/>
    <w:rsid w:val="00707823"/>
    <w:rsid w:val="00722F9A"/>
    <w:rsid w:val="00747C3A"/>
    <w:rsid w:val="00754539"/>
    <w:rsid w:val="00755E81"/>
    <w:rsid w:val="00772571"/>
    <w:rsid w:val="00781BC6"/>
    <w:rsid w:val="007A3C86"/>
    <w:rsid w:val="007A683E"/>
    <w:rsid w:val="007A748B"/>
    <w:rsid w:val="007D1D65"/>
    <w:rsid w:val="007D3076"/>
    <w:rsid w:val="007E0A9E"/>
    <w:rsid w:val="007E4771"/>
    <w:rsid w:val="007E5309"/>
    <w:rsid w:val="00800DE1"/>
    <w:rsid w:val="00813F47"/>
    <w:rsid w:val="00823290"/>
    <w:rsid w:val="008450D6"/>
    <w:rsid w:val="00856FCA"/>
    <w:rsid w:val="008730AE"/>
    <w:rsid w:val="00873B8C"/>
    <w:rsid w:val="00880E3B"/>
    <w:rsid w:val="00892CFC"/>
    <w:rsid w:val="008A405F"/>
    <w:rsid w:val="008C7F34"/>
    <w:rsid w:val="008E580C"/>
    <w:rsid w:val="0090047A"/>
    <w:rsid w:val="009158ED"/>
    <w:rsid w:val="00925026"/>
    <w:rsid w:val="00931264"/>
    <w:rsid w:val="00942A4B"/>
    <w:rsid w:val="00961D59"/>
    <w:rsid w:val="009B2D55"/>
    <w:rsid w:val="009C0343"/>
    <w:rsid w:val="009E0D11"/>
    <w:rsid w:val="00A24A16"/>
    <w:rsid w:val="00A37D14"/>
    <w:rsid w:val="00A43060"/>
    <w:rsid w:val="00A6111E"/>
    <w:rsid w:val="00A6168B"/>
    <w:rsid w:val="00A62028"/>
    <w:rsid w:val="00AA6236"/>
    <w:rsid w:val="00AB6AE7"/>
    <w:rsid w:val="00AC58E1"/>
    <w:rsid w:val="00AD21F5"/>
    <w:rsid w:val="00AD4277"/>
    <w:rsid w:val="00B00348"/>
    <w:rsid w:val="00B06225"/>
    <w:rsid w:val="00B23B31"/>
    <w:rsid w:val="00B23C7A"/>
    <w:rsid w:val="00B26756"/>
    <w:rsid w:val="00B305F5"/>
    <w:rsid w:val="00B46FF9"/>
    <w:rsid w:val="00B75483"/>
    <w:rsid w:val="00BA75D4"/>
    <w:rsid w:val="00BA7952"/>
    <w:rsid w:val="00BB44B4"/>
    <w:rsid w:val="00BF0BBF"/>
    <w:rsid w:val="00BF6C8A"/>
    <w:rsid w:val="00C05571"/>
    <w:rsid w:val="00C1190E"/>
    <w:rsid w:val="00C246CE"/>
    <w:rsid w:val="00C57FA2"/>
    <w:rsid w:val="00CC2E4D"/>
    <w:rsid w:val="00CC78A5"/>
    <w:rsid w:val="00CC7B16"/>
    <w:rsid w:val="00CE15FE"/>
    <w:rsid w:val="00D02E15"/>
    <w:rsid w:val="00D14F44"/>
    <w:rsid w:val="00D278E8"/>
    <w:rsid w:val="00D421E8"/>
    <w:rsid w:val="00D44604"/>
    <w:rsid w:val="00D479B3"/>
    <w:rsid w:val="00D52283"/>
    <w:rsid w:val="00D524E5"/>
    <w:rsid w:val="00D72FEF"/>
    <w:rsid w:val="00D755FA"/>
    <w:rsid w:val="00DC4A4E"/>
    <w:rsid w:val="00DD1874"/>
    <w:rsid w:val="00DD63BD"/>
    <w:rsid w:val="00DF14E9"/>
    <w:rsid w:val="00E0092B"/>
    <w:rsid w:val="00E172C6"/>
    <w:rsid w:val="00E24309"/>
    <w:rsid w:val="00E53D82"/>
    <w:rsid w:val="00E548AF"/>
    <w:rsid w:val="00E9330A"/>
    <w:rsid w:val="00EA387C"/>
    <w:rsid w:val="00EE6B97"/>
    <w:rsid w:val="00F12C3B"/>
    <w:rsid w:val="00F26884"/>
    <w:rsid w:val="00F72ECC"/>
    <w:rsid w:val="00F8355F"/>
    <w:rsid w:val="00FA3196"/>
    <w:rsid w:val="00FE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549E3C1"/>
  <w15:docId w15:val="{0224785C-50B7-48BB-873B-12096BB54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892CFC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92CFC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892CFC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892CFC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6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7566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78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0501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7256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920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3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.template_physics_item_respon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.template_physics_item_response.dotx</Template>
  <TotalTime>29</TotalTime>
  <Pages>3</Pages>
  <Words>844</Words>
  <Characters>4814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5647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13</cp:revision>
  <cp:lastPrinted>2017-02-24T16:20:00Z</cp:lastPrinted>
  <dcterms:created xsi:type="dcterms:W3CDTF">2018-09-20T12:52:00Z</dcterms:created>
  <dcterms:modified xsi:type="dcterms:W3CDTF">2018-10-04T09:41:00Z</dcterms:modified>
</cp:coreProperties>
</file>